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A1CF5" w14:textId="3BD14D88" w:rsidR="0000060F" w:rsidRDefault="00496990" w:rsidP="00496990">
      <w:pPr>
        <w:pStyle w:val="MDPI41tablecaption"/>
        <w:ind w:left="0"/>
      </w:pPr>
      <w:r>
        <w:rPr>
          <w:b/>
          <w:iCs/>
          <w:lang w:val="en-GB"/>
        </w:rPr>
        <w:t xml:space="preserve">Supplementary </w:t>
      </w:r>
      <w:r w:rsidR="00F76BB1" w:rsidRPr="00F76BB1">
        <w:rPr>
          <w:b/>
          <w:iCs/>
          <w:lang w:val="en-GB"/>
        </w:rPr>
        <w:t>1</w:t>
      </w:r>
      <w:r w:rsidR="004C0283">
        <w:rPr>
          <w:b/>
          <w:iCs/>
          <w:lang w:val="en-GB"/>
        </w:rPr>
        <w:t>.</w:t>
      </w:r>
      <w:r w:rsidR="00F76BB1" w:rsidRPr="00F76BB1">
        <w:rPr>
          <w:b/>
          <w:iCs/>
          <w:lang w:val="en-GB"/>
        </w:rPr>
        <w:t xml:space="preserve"> </w:t>
      </w:r>
      <w:r w:rsidR="00F76BB1" w:rsidRPr="00F76BB1">
        <w:rPr>
          <w:bCs/>
          <w:iCs/>
          <w:lang w:val="en-GB"/>
        </w:rPr>
        <w:t xml:space="preserve">Important adaptive transcription factors of </w:t>
      </w:r>
      <w:r w:rsidR="00E100A1" w:rsidRPr="00E100A1">
        <w:rPr>
          <w:bCs/>
          <w:i/>
          <w:iCs/>
          <w:lang w:val="en-GB"/>
        </w:rPr>
        <w:t>C. neoformans</w:t>
      </w:r>
      <w:r w:rsidR="00F76BB1" w:rsidRPr="00F76BB1">
        <w:rPr>
          <w:bCs/>
          <w:i/>
          <w:iCs/>
          <w:lang w:val="en-GB"/>
        </w:rPr>
        <w:t xml:space="preserve"> </w:t>
      </w:r>
      <w:r w:rsidR="00F76BB1" w:rsidRPr="00F76BB1">
        <w:rPr>
          <w:bCs/>
          <w:lang w:val="en-GB"/>
        </w:rPr>
        <w:t>and the phenotypic defects/advantages associated with their deletion</w:t>
      </w:r>
      <w:r w:rsidR="00F76BB1" w:rsidRPr="00F76BB1">
        <w:rPr>
          <w:bCs/>
          <w:i/>
          <w:iCs/>
          <w:lang w:val="en-GB"/>
        </w:rPr>
        <w:t xml:space="preserve">. </w:t>
      </w:r>
      <w:r w:rsidR="00F76BB1" w:rsidRPr="00F76BB1">
        <w:rPr>
          <w:bCs/>
          <w:lang w:val="en-GB"/>
        </w:rPr>
        <w:t xml:space="preserve">Some </w:t>
      </w:r>
      <w:r w:rsidR="004C0283">
        <w:rPr>
          <w:bCs/>
          <w:lang w:val="en-GB"/>
        </w:rPr>
        <w:t xml:space="preserve">of these transcription factors </w:t>
      </w:r>
      <w:r w:rsidR="00F76BB1" w:rsidRPr="00F76BB1">
        <w:rPr>
          <w:bCs/>
          <w:lang w:val="en-GB"/>
        </w:rPr>
        <w:t>are homologues of yeasts</w:t>
      </w:r>
      <w:r w:rsidR="00B91BFC">
        <w:rPr>
          <w:bCs/>
          <w:lang w:val="en-GB"/>
        </w:rPr>
        <w:t>,</w:t>
      </w:r>
      <w:r w:rsidR="00F76BB1" w:rsidRPr="00F76BB1">
        <w:rPr>
          <w:bCs/>
          <w:lang w:val="en-GB"/>
        </w:rPr>
        <w:t xml:space="preserve"> such as</w:t>
      </w:r>
      <w:r w:rsidR="00F76BB1" w:rsidRPr="00F76BB1">
        <w:rPr>
          <w:bCs/>
          <w:i/>
          <w:iCs/>
          <w:lang w:val="en-GB"/>
        </w:rPr>
        <w:t xml:space="preserve"> Saccharomyces </w:t>
      </w:r>
      <w:r w:rsidR="00F76BB1" w:rsidRPr="00F76BB1">
        <w:rPr>
          <w:bCs/>
          <w:lang w:val="en-GB"/>
        </w:rPr>
        <w:t xml:space="preserve">and </w:t>
      </w:r>
      <w:r w:rsidR="00F76BB1" w:rsidRPr="00F76BB1">
        <w:rPr>
          <w:bCs/>
          <w:i/>
          <w:iCs/>
          <w:lang w:val="en-GB"/>
        </w:rPr>
        <w:t xml:space="preserve">Fusarium </w:t>
      </w:r>
      <w:r w:rsidR="00F76BB1" w:rsidRPr="00F76BB1">
        <w:rPr>
          <w:bCs/>
          <w:lang w:val="en-GB"/>
        </w:rPr>
        <w:t>species</w:t>
      </w:r>
      <w:r w:rsidR="00FB7BBB" w:rsidRPr="00325902">
        <w:t>.</w:t>
      </w:r>
    </w:p>
    <w:tbl>
      <w:tblPr>
        <w:tblW w:w="5000" w:type="pct"/>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2694"/>
        <w:gridCol w:w="11649"/>
      </w:tblGrid>
      <w:tr w:rsidR="0077468D" w:rsidRPr="00B81C62" w14:paraId="4D63286D" w14:textId="77777777" w:rsidTr="00B81C62">
        <w:trPr>
          <w:tblHeader/>
        </w:trPr>
        <w:tc>
          <w:tcPr>
            <w:tcW w:w="939" w:type="pct"/>
            <w:tcBorders>
              <w:top w:val="single" w:sz="8" w:space="0" w:color="auto"/>
              <w:bottom w:val="single" w:sz="4" w:space="0" w:color="auto"/>
            </w:tcBorders>
            <w:shd w:val="clear" w:color="auto" w:fill="auto"/>
            <w:vAlign w:val="center"/>
          </w:tcPr>
          <w:p w14:paraId="369AA77C" w14:textId="0EE704B1" w:rsidR="0077468D" w:rsidRPr="00B81C62" w:rsidRDefault="0077468D" w:rsidP="00B81C62">
            <w:pPr>
              <w:pStyle w:val="MDPI42tablebody"/>
              <w:jc w:val="left"/>
              <w:rPr>
                <w:b/>
                <w:bCs/>
              </w:rPr>
            </w:pPr>
            <w:r w:rsidRPr="00B81C62">
              <w:rPr>
                <w:b/>
                <w:bCs/>
              </w:rPr>
              <w:t>Mutants</w:t>
            </w:r>
          </w:p>
        </w:tc>
        <w:tc>
          <w:tcPr>
            <w:tcW w:w="4061" w:type="pct"/>
            <w:tcBorders>
              <w:top w:val="single" w:sz="8" w:space="0" w:color="auto"/>
              <w:bottom w:val="single" w:sz="4" w:space="0" w:color="auto"/>
            </w:tcBorders>
            <w:shd w:val="clear" w:color="auto" w:fill="auto"/>
            <w:vAlign w:val="center"/>
          </w:tcPr>
          <w:p w14:paraId="66180966" w14:textId="62D94E6D" w:rsidR="0077468D" w:rsidRPr="00B81C62" w:rsidRDefault="0077468D" w:rsidP="00B81C62">
            <w:pPr>
              <w:pStyle w:val="MDPI42tablebody"/>
              <w:jc w:val="left"/>
              <w:rPr>
                <w:b/>
                <w:bCs/>
              </w:rPr>
            </w:pPr>
            <w:r w:rsidRPr="00B81C62">
              <w:rPr>
                <w:b/>
                <w:bCs/>
              </w:rPr>
              <w:t>Phenotypic defects/advantages</w:t>
            </w:r>
          </w:p>
        </w:tc>
      </w:tr>
      <w:tr w:rsidR="0077468D" w:rsidRPr="00B81C62" w14:paraId="500ADACB" w14:textId="77777777" w:rsidTr="00B81C62">
        <w:tc>
          <w:tcPr>
            <w:tcW w:w="939" w:type="pct"/>
            <w:tcBorders>
              <w:bottom w:val="single" w:sz="4" w:space="0" w:color="auto"/>
            </w:tcBorders>
            <w:vAlign w:val="center"/>
          </w:tcPr>
          <w:p w14:paraId="375C068A" w14:textId="77777777" w:rsidR="0077468D" w:rsidRPr="00B81C62" w:rsidRDefault="0077468D" w:rsidP="00B81C62">
            <w:pPr>
              <w:pStyle w:val="MDPI42tablebody"/>
              <w:jc w:val="left"/>
              <w:rPr>
                <w:i/>
                <w:iCs/>
              </w:rPr>
            </w:pPr>
            <w:r w:rsidRPr="00B81C62">
              <w:rPr>
                <w:i/>
                <w:iCs/>
              </w:rPr>
              <w:t>Δabp1, Δcrn1, Δsla2</w:t>
            </w:r>
          </w:p>
        </w:tc>
        <w:tc>
          <w:tcPr>
            <w:tcW w:w="4061" w:type="pct"/>
            <w:tcBorders>
              <w:top w:val="nil"/>
              <w:bottom w:val="single" w:sz="4" w:space="0" w:color="auto"/>
            </w:tcBorders>
            <w:vAlign w:val="center"/>
          </w:tcPr>
          <w:p w14:paraId="6073A842" w14:textId="2C47D0DF" w:rsidR="0077468D" w:rsidRPr="00B81C62" w:rsidRDefault="0077468D" w:rsidP="00B81C62">
            <w:pPr>
              <w:pStyle w:val="MDPI42tablebody"/>
              <w:jc w:val="left"/>
            </w:pPr>
            <w:bookmarkStart w:id="0" w:name="OLE_LINK22"/>
            <w:r w:rsidRPr="00B81C62">
              <w:t>Poor cellular endocytosis but normal growth under hypoxic conditions (1% O</w:t>
            </w:r>
            <w:r w:rsidRPr="00B81C62">
              <w:rPr>
                <w:vertAlign w:val="subscript"/>
              </w:rPr>
              <w:t>2</w:t>
            </w:r>
            <w:r w:rsidRPr="00B81C62">
              <w:t xml:space="preserve">) </w:t>
            </w:r>
            <w:bookmarkEnd w:id="0"/>
            <w:r w:rsidRPr="00B81C62">
              <w:fldChar w:fldCharType="begin"/>
            </w:r>
            <w:r w:rsidR="00706F40">
              <w:instrText xml:space="preserve"> ADDIN EN.CITE &lt;EndNote&gt;&lt;Cite&gt;&lt;Author&gt;Chang&lt;/Author&gt;&lt;Year&gt;2012&lt;/Year&gt;&lt;RecNum&gt;532&lt;/RecNum&gt;&lt;DisplayText&gt;&lt;style size="10"&gt;[1]&lt;/style&gt;&lt;/DisplayText&gt;&lt;record&gt;&lt;rec-number&gt;532&lt;/rec-number&gt;&lt;foreign-keys&gt;&lt;key app="EN" db-id="2ef9ffxzfstzs5e9dzov9txxs20trda0deex" timestamp="1669583216"&gt;532&lt;/key&gt;&lt;/foreign-keys&gt;&lt;ref-type name="Journal Article"&gt;17&lt;/ref-type&gt;&lt;contributors&gt;&lt;authors&gt;&lt;author&gt;Chang, Yun C&lt;/author&gt;&lt;author&gt;Lamichhane, Ami Khanal&lt;/author&gt;&lt;author&gt;Kwon-Chung, Kyung J&lt;/author&gt;&lt;/authors&gt;&lt;/contributors&gt;&lt;titles&gt;&lt;title&gt;Role of actin-bundling protein Sac6 in growth of Cryptococcus neoformans at low oxygen concentration&lt;/title&gt;&lt;secondary-title&gt;Eukaryotic cell&lt;/secondary-title&gt;&lt;/titles&gt;&lt;periodical&gt;&lt;full-title&gt;Eukaryotic cell&lt;/full-title&gt;&lt;/periodical&gt;&lt;pages&gt;943-951&lt;/pages&gt;&lt;volume&gt;11&lt;/volume&gt;&lt;number&gt;7&lt;/number&gt;&lt;dates&gt;&lt;year&gt;2012&lt;/year&gt;&lt;/dates&gt;&lt;isbn&gt;1535-9778&lt;/isbn&gt;&lt;urls&gt;&lt;/urls&gt;&lt;/record&gt;&lt;/Cite&gt;&lt;/EndNote&gt;</w:instrText>
            </w:r>
            <w:r w:rsidRPr="00B81C62">
              <w:fldChar w:fldCharType="separate"/>
            </w:r>
            <w:r w:rsidR="00706F40">
              <w:rPr>
                <w:noProof/>
              </w:rPr>
              <w:t>[1]</w:t>
            </w:r>
            <w:r w:rsidRPr="00B81C62">
              <w:fldChar w:fldCharType="end"/>
            </w:r>
          </w:p>
        </w:tc>
      </w:tr>
      <w:tr w:rsidR="0077468D" w:rsidRPr="00B81C62" w14:paraId="43A91975" w14:textId="77777777" w:rsidTr="00B81C62">
        <w:tc>
          <w:tcPr>
            <w:tcW w:w="939" w:type="pct"/>
            <w:tcBorders>
              <w:bottom w:val="single" w:sz="4" w:space="0" w:color="auto"/>
            </w:tcBorders>
            <w:shd w:val="clear" w:color="auto" w:fill="auto"/>
            <w:vAlign w:val="center"/>
          </w:tcPr>
          <w:p w14:paraId="4B789063" w14:textId="77777777" w:rsidR="0077468D" w:rsidRPr="00B81C62" w:rsidRDefault="0077468D" w:rsidP="00B81C62">
            <w:pPr>
              <w:pStyle w:val="MDPI42tablebody"/>
              <w:jc w:val="left"/>
              <w:rPr>
                <w:i/>
                <w:iCs/>
              </w:rPr>
            </w:pPr>
            <w:r w:rsidRPr="00B81C62">
              <w:rPr>
                <w:i/>
                <w:iCs/>
              </w:rPr>
              <w:t>Δacs1</w:t>
            </w:r>
          </w:p>
        </w:tc>
        <w:tc>
          <w:tcPr>
            <w:tcW w:w="4061" w:type="pct"/>
            <w:tcBorders>
              <w:top w:val="nil"/>
              <w:bottom w:val="single" w:sz="4" w:space="0" w:color="auto"/>
            </w:tcBorders>
            <w:shd w:val="clear" w:color="auto" w:fill="auto"/>
            <w:vAlign w:val="center"/>
          </w:tcPr>
          <w:p w14:paraId="6B47FC5B" w14:textId="7C98AE59" w:rsidR="0077468D" w:rsidRPr="00B81C62" w:rsidRDefault="0077468D" w:rsidP="00B81C62">
            <w:pPr>
              <w:pStyle w:val="MDPI42tablebody"/>
              <w:jc w:val="left"/>
            </w:pPr>
            <w:r w:rsidRPr="00B81C62">
              <w:t>Growth defect in ethanol, acetate, and glycerol but utili</w:t>
            </w:r>
            <w:r w:rsidR="00B91BFC">
              <w:t>s</w:t>
            </w:r>
            <w:r w:rsidRPr="00B81C62">
              <w:t xml:space="preserve">ed sucrose, arabinose, galactose, and lactate; </w:t>
            </w:r>
            <w:r w:rsidRPr="00B81C62">
              <w:rPr>
                <w:i/>
                <w:iCs/>
              </w:rPr>
              <w:t>wt</w:t>
            </w:r>
            <w:r w:rsidRPr="00B81C62">
              <w:t xml:space="preserve"> thermotolerance, melanin, and capsule formation but delayed progressive infection in murine inhalation model due to partial production of acetyl-CoA from various metabolic routes </w:t>
            </w:r>
            <w:r w:rsidRPr="00B81C62">
              <w:fldChar w:fldCharType="begin">
                <w:fldData xml:space="preserve">PEVuZE5vdGU+PENpdGU+PEF1dGhvcj5IdTwvQXV0aG9yPjxZZWFyPjIwMDg8L1llYXI+PFJlY051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</w:fldData>
              </w:fldChar>
            </w:r>
            <w:r w:rsidR="00706F40">
              <w:instrText xml:space="preserve"> ADDIN EN.CITE </w:instrText>
            </w:r>
            <w:r w:rsidR="00706F40">
              <w:fldChar w:fldCharType="begin">
                <w:fldData xml:space="preserve">PEVuZE5vdGU+PENpdGU+PEF1dGhvcj5IdTwvQXV0aG9yPjxZZWFyPjIwMDg8L1llYXI+PFJlY051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</w:fldData>
              </w:fldChar>
            </w:r>
            <w:r w:rsidR="00706F40">
              <w:instrText xml:space="preserve"> ADDIN EN.CITE.DATA </w:instrText>
            </w:r>
            <w:r w:rsidR="00706F40">
              <w:fldChar w:fldCharType="end"/>
            </w:r>
            <w:r w:rsidRPr="00B81C62">
              <w:fldChar w:fldCharType="separate"/>
            </w:r>
            <w:r w:rsidR="00706F40">
              <w:rPr>
                <w:noProof/>
              </w:rPr>
              <w:t>[2]</w:t>
            </w:r>
            <w:r w:rsidRPr="00B81C62">
              <w:fldChar w:fldCharType="end"/>
            </w:r>
            <w:r w:rsidRPr="00B81C62">
              <w:t xml:space="preserve"> </w:t>
            </w:r>
          </w:p>
        </w:tc>
      </w:tr>
      <w:tr w:rsidR="0077468D" w:rsidRPr="00B81C62" w14:paraId="0709A976" w14:textId="77777777" w:rsidTr="00B81C62">
        <w:tc>
          <w:tcPr>
            <w:tcW w:w="939" w:type="pct"/>
            <w:tcBorders>
              <w:bottom w:val="single" w:sz="4" w:space="0" w:color="auto"/>
            </w:tcBorders>
            <w:vAlign w:val="center"/>
          </w:tcPr>
          <w:p w14:paraId="3C15BC36" w14:textId="77777777" w:rsidR="0077468D" w:rsidRPr="00B81C62" w:rsidRDefault="0077468D" w:rsidP="00B81C62">
            <w:pPr>
              <w:pStyle w:val="MDPI42tablebody"/>
              <w:jc w:val="left"/>
              <w:rPr>
                <w:i/>
                <w:iCs/>
              </w:rPr>
            </w:pPr>
            <w:r w:rsidRPr="00B81C62">
              <w:rPr>
                <w:i/>
                <w:iCs/>
              </w:rPr>
              <w:t>Δade2</w:t>
            </w:r>
          </w:p>
        </w:tc>
        <w:tc>
          <w:tcPr>
            <w:tcW w:w="4061" w:type="pct"/>
            <w:tcBorders>
              <w:top w:val="nil"/>
              <w:bottom w:val="single" w:sz="4" w:space="0" w:color="auto"/>
            </w:tcBorders>
            <w:vAlign w:val="center"/>
          </w:tcPr>
          <w:p w14:paraId="28E22747" w14:textId="27963E78" w:rsidR="0077468D" w:rsidRPr="00B81C62" w:rsidRDefault="0077468D" w:rsidP="00B81C62">
            <w:pPr>
              <w:pStyle w:val="MDPI42tablebody"/>
              <w:jc w:val="left"/>
            </w:pPr>
            <w:r w:rsidRPr="00B81C62">
              <w:t>Adenine auxotroph mutants showed normal growth at 37</w:t>
            </w:r>
            <w:r w:rsidRPr="00B81C62">
              <w:rPr>
                <w:vertAlign w:val="superscript"/>
              </w:rPr>
              <w:t>o</w:t>
            </w:r>
            <w:r w:rsidRPr="00B81C62">
              <w:t xml:space="preserve">C, capsular size, and melanin formation; attenuated virulent in </w:t>
            </w:r>
            <w:r w:rsidRPr="00B81C62">
              <w:rPr>
                <w:i/>
                <w:iCs/>
              </w:rPr>
              <w:t>C. elegans</w:t>
            </w:r>
            <w:r w:rsidRPr="00B81C62">
              <w:t xml:space="preserve"> </w:t>
            </w:r>
            <w:r w:rsidRPr="00B81C62">
              <w:fldChar w:fldCharType="begin">
                <w:fldData xml:space="preserve">PEVuZE5vdGU+PENpdGU+PEF1dGhvcj5NeWxvbmFraXM8L0F1dGhvcj48WWVhcj4yMDAyPC9ZZWFy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</w:fldData>
              </w:fldChar>
            </w:r>
            <w:r w:rsidR="00706F40">
              <w:instrText xml:space="preserve"> ADDIN EN.CITE </w:instrText>
            </w:r>
            <w:r w:rsidR="00706F40">
              <w:fldChar w:fldCharType="begin">
                <w:fldData xml:space="preserve">PEVuZE5vdGU+PENpdGU+PEF1dGhvcj5NeWxvbmFraXM8L0F1dGhvcj48WWVhcj4yMDAyPC9ZZWFy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</w:fldData>
              </w:fldChar>
            </w:r>
            <w:r w:rsidR="00706F40">
              <w:instrText xml:space="preserve"> ADDIN EN.CITE.DATA </w:instrText>
            </w:r>
            <w:r w:rsidR="00706F40">
              <w:fldChar w:fldCharType="end"/>
            </w:r>
            <w:r w:rsidRPr="00B81C62">
              <w:fldChar w:fldCharType="separate"/>
            </w:r>
            <w:r w:rsidR="00706F40">
              <w:rPr>
                <w:noProof/>
              </w:rPr>
              <w:t>[3]</w:t>
            </w:r>
            <w:r w:rsidRPr="00B81C62">
              <w:fldChar w:fldCharType="end"/>
            </w:r>
            <w:r w:rsidRPr="00B81C62">
              <w:t xml:space="preserve">; avirulent in corticosteroid-treated rabbits when injected intrathecally in immunocompromised rabbit meningitis model with effective CSF clearance by day 7 post-infection </w:t>
            </w:r>
            <w:r w:rsidRPr="00B81C62">
              <w:fldChar w:fldCharType="begin">
                <w:fldData xml:space="preserve">PEVuZE5vdGU+PENpdGU+PEF1dGhvcj5QZXJmZWN0PC9BdXRob3I+PFllYXI+MTk5MzwvWWVhcj48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</w:fldData>
              </w:fldChar>
            </w:r>
            <w:r w:rsidR="00706F40">
              <w:instrText xml:space="preserve"> ADDIN EN.CITE </w:instrText>
            </w:r>
            <w:r w:rsidR="00706F40">
              <w:fldChar w:fldCharType="begin">
                <w:fldData xml:space="preserve">PEVuZE5vdGU+PENpdGU+PEF1dGhvcj5QZXJmZWN0PC9BdXRob3I+PFllYXI+MTk5MzwvWWVhcj48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</w:fldData>
              </w:fldChar>
            </w:r>
            <w:r w:rsidR="00706F40">
              <w:instrText xml:space="preserve"> ADDIN EN.CITE.DATA </w:instrText>
            </w:r>
            <w:r w:rsidR="00706F40">
              <w:fldChar w:fldCharType="end"/>
            </w:r>
            <w:r w:rsidRPr="00B81C62">
              <w:fldChar w:fldCharType="separate"/>
            </w:r>
            <w:r w:rsidR="00706F40">
              <w:rPr>
                <w:noProof/>
              </w:rPr>
              <w:t>[4]</w:t>
            </w:r>
            <w:r w:rsidRPr="00B81C62">
              <w:fldChar w:fldCharType="end"/>
            </w:r>
          </w:p>
        </w:tc>
      </w:tr>
      <w:tr w:rsidR="0077468D" w:rsidRPr="00B81C62" w14:paraId="3EE988FF" w14:textId="77777777" w:rsidTr="00B81C62">
        <w:tc>
          <w:tcPr>
            <w:tcW w:w="939" w:type="pct"/>
            <w:tcBorders>
              <w:bottom w:val="single" w:sz="4" w:space="0" w:color="auto"/>
            </w:tcBorders>
            <w:shd w:val="clear" w:color="auto" w:fill="auto"/>
            <w:vAlign w:val="center"/>
          </w:tcPr>
          <w:p w14:paraId="18B6BF1B" w14:textId="77777777" w:rsidR="0077468D" w:rsidRPr="00B81C62" w:rsidRDefault="0077468D" w:rsidP="00B81C62">
            <w:pPr>
              <w:pStyle w:val="MDPI42tablebody"/>
              <w:jc w:val="left"/>
              <w:rPr>
                <w:i/>
                <w:iCs/>
              </w:rPr>
            </w:pPr>
            <w:r w:rsidRPr="00B81C62">
              <w:rPr>
                <w:i/>
                <w:iCs/>
              </w:rPr>
              <w:t>Δalg3, Δalg9, Δalg12</w:t>
            </w:r>
          </w:p>
        </w:tc>
        <w:tc>
          <w:tcPr>
            <w:tcW w:w="4061" w:type="pct"/>
            <w:tcBorders>
              <w:top w:val="nil"/>
              <w:bottom w:val="single" w:sz="4" w:space="0" w:color="auto"/>
            </w:tcBorders>
            <w:shd w:val="clear" w:color="auto" w:fill="auto"/>
            <w:vAlign w:val="center"/>
          </w:tcPr>
          <w:p w14:paraId="35CE1ADE" w14:textId="772E0E23" w:rsidR="0077468D" w:rsidRPr="00B81C62" w:rsidRDefault="0077468D" w:rsidP="00B81C62">
            <w:pPr>
              <w:pStyle w:val="MDPI42tablebody"/>
              <w:jc w:val="left"/>
            </w:pPr>
            <w:r w:rsidRPr="00B81C62">
              <w:t xml:space="preserve">Defective lipid-linked </w:t>
            </w:r>
            <w:r w:rsidRPr="00B81C62">
              <w:rPr>
                <w:i/>
                <w:iCs/>
              </w:rPr>
              <w:t>N</w:t>
            </w:r>
            <w:r w:rsidRPr="00B81C62">
              <w:t xml:space="preserve">-glycans assembly; moderate-normal </w:t>
            </w:r>
            <w:r w:rsidRPr="00B81C62">
              <w:rPr>
                <w:i/>
                <w:iCs/>
              </w:rPr>
              <w:t>in vitro</w:t>
            </w:r>
            <w:r w:rsidRPr="00B81C62">
              <w:t xml:space="preserve"> virulence phenotype, but the mutant was avirulence in a mouse model of systemic cryptococcosis </w:t>
            </w:r>
            <w:r w:rsidRPr="00B81C62">
              <w:fldChar w:fldCharType="begin">
                <w:fldData xml:space="preserve">PEVuZE5vdGU+PENpdGU+PEF1dGhvcj5UaGFrPC9BdXRob3I+PFllYXI+MjAyMDwvWWVhcj48UmVj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</w:fldData>
              </w:fldChar>
            </w:r>
            <w:r w:rsidR="00706F40">
              <w:instrText xml:space="preserve"> ADDIN EN.CITE </w:instrText>
            </w:r>
            <w:r w:rsidR="00706F40">
              <w:fldChar w:fldCharType="begin">
                <w:fldData xml:space="preserve">PEVuZE5vdGU+PENpdGU+PEF1dGhvcj5UaGFrPC9BdXRob3I+PFllYXI+MjAyMDwvWWVhcj48UmVj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</w:fldData>
              </w:fldChar>
            </w:r>
            <w:r w:rsidR="00706F40">
              <w:instrText xml:space="preserve"> ADDIN EN.CITE.DATA </w:instrText>
            </w:r>
            <w:r w:rsidR="00706F40">
              <w:fldChar w:fldCharType="end"/>
            </w:r>
            <w:r w:rsidRPr="00B81C62">
              <w:fldChar w:fldCharType="separate"/>
            </w:r>
            <w:r w:rsidR="00706F40">
              <w:rPr>
                <w:noProof/>
              </w:rPr>
              <w:t>[5]</w:t>
            </w:r>
            <w:r w:rsidRPr="00B81C62">
              <w:fldChar w:fldCharType="end"/>
            </w:r>
          </w:p>
        </w:tc>
      </w:tr>
      <w:tr w:rsidR="00781562" w:rsidRPr="00B81C62" w14:paraId="32D661C4" w14:textId="77777777" w:rsidTr="00B81C62">
        <w:tc>
          <w:tcPr>
            <w:tcW w:w="939" w:type="pct"/>
            <w:tcBorders>
              <w:bottom w:val="single" w:sz="4" w:space="0" w:color="auto"/>
            </w:tcBorders>
            <w:shd w:val="clear" w:color="auto" w:fill="auto"/>
            <w:vAlign w:val="center"/>
          </w:tcPr>
          <w:p w14:paraId="20396A04" w14:textId="77777777" w:rsidR="0077468D" w:rsidRPr="00B81C62" w:rsidRDefault="0077468D" w:rsidP="00B81C62">
            <w:pPr>
              <w:pStyle w:val="MDPI42tablebody"/>
              <w:jc w:val="left"/>
              <w:rPr>
                <w:i/>
                <w:iCs/>
              </w:rPr>
            </w:pPr>
            <w:r w:rsidRPr="00B81C62">
              <w:rPr>
                <w:i/>
                <w:iCs/>
              </w:rPr>
              <w:t>Δaox1</w:t>
            </w:r>
          </w:p>
        </w:tc>
        <w:tc>
          <w:tcPr>
            <w:tcW w:w="4061" w:type="pct"/>
            <w:tcBorders>
              <w:top w:val="nil"/>
              <w:bottom w:val="single" w:sz="4" w:space="0" w:color="auto"/>
            </w:tcBorders>
            <w:shd w:val="clear" w:color="auto" w:fill="auto"/>
            <w:vAlign w:val="center"/>
          </w:tcPr>
          <w:p w14:paraId="55A4EAF3" w14:textId="7FF105C6" w:rsidR="0077468D" w:rsidRPr="00B81C62" w:rsidRDefault="0077468D" w:rsidP="00B81C62">
            <w:pPr>
              <w:pStyle w:val="MDPI42tablebody"/>
              <w:jc w:val="left"/>
            </w:pPr>
            <w:r w:rsidRPr="00B81C62">
              <w:t xml:space="preserve">Sensitive to oxidative stress that impaired mitochondria oxidative process/cellular process; less virulence and defective growth in the macrophage-killing experiment; functionally redundant with </w:t>
            </w:r>
            <w:r w:rsidRPr="00B81C62">
              <w:rPr>
                <w:i/>
                <w:iCs/>
              </w:rPr>
              <w:t>Ccp1</w:t>
            </w:r>
            <w:r w:rsidRPr="00B81C62">
              <w:t xml:space="preserve"> </w:t>
            </w:r>
            <w:r w:rsidRPr="00B81C62">
              <w:fldChar w:fldCharType="begin">
                <w:fldData xml:space="preserve">PEVuZE5vdGU+PENpdGU+PEF1dGhvcj5Ba2h0ZXI8L0F1dGhvcj48WWVhcj4yMDAzPC9ZZWFyPjxS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</w:fldData>
              </w:fldChar>
            </w:r>
            <w:r w:rsidR="00706F40">
              <w:instrText xml:space="preserve"> ADDIN EN.CITE </w:instrText>
            </w:r>
            <w:r w:rsidR="00706F40">
              <w:fldChar w:fldCharType="begin">
                <w:fldData xml:space="preserve">PEVuZE5vdGU+PENpdGU+PEF1dGhvcj5Ba2h0ZXI8L0F1dGhvcj48WWVhcj4yMDAzPC9ZZWFyPjxS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</w:fldData>
              </w:fldChar>
            </w:r>
            <w:r w:rsidR="00706F40">
              <w:instrText xml:space="preserve"> ADDIN EN.CITE.DATA </w:instrText>
            </w:r>
            <w:r w:rsidR="00706F40">
              <w:fldChar w:fldCharType="end"/>
            </w:r>
            <w:r w:rsidRPr="00B81C62">
              <w:fldChar w:fldCharType="separate"/>
            </w:r>
            <w:r w:rsidR="00706F40">
              <w:rPr>
                <w:noProof/>
              </w:rPr>
              <w:t>[6]</w:t>
            </w:r>
            <w:r w:rsidRPr="00B81C62">
              <w:fldChar w:fldCharType="end"/>
            </w:r>
          </w:p>
        </w:tc>
      </w:tr>
      <w:tr w:rsidR="0077468D" w:rsidRPr="00B81C62" w14:paraId="2EDDA502" w14:textId="77777777" w:rsidTr="00B81C62">
        <w:tc>
          <w:tcPr>
            <w:tcW w:w="939" w:type="pct"/>
            <w:tcBorders>
              <w:bottom w:val="single" w:sz="4" w:space="0" w:color="auto"/>
            </w:tcBorders>
            <w:shd w:val="clear" w:color="auto" w:fill="auto"/>
            <w:vAlign w:val="center"/>
          </w:tcPr>
          <w:p w14:paraId="65716ED9" w14:textId="77777777" w:rsidR="0077468D" w:rsidRPr="00B81C62" w:rsidRDefault="0077468D" w:rsidP="00B81C62">
            <w:pPr>
              <w:pStyle w:val="MDPI42tablebody"/>
              <w:jc w:val="left"/>
              <w:rPr>
                <w:i/>
                <w:iCs/>
              </w:rPr>
            </w:pPr>
            <w:r w:rsidRPr="00B81C62">
              <w:rPr>
                <w:i/>
                <w:iCs/>
              </w:rPr>
              <w:t>Δaph1</w:t>
            </w:r>
          </w:p>
        </w:tc>
        <w:tc>
          <w:tcPr>
            <w:tcW w:w="4061" w:type="pct"/>
            <w:tcBorders>
              <w:top w:val="nil"/>
              <w:bottom w:val="single" w:sz="4" w:space="0" w:color="auto"/>
            </w:tcBorders>
            <w:shd w:val="clear" w:color="auto" w:fill="auto"/>
            <w:vAlign w:val="center"/>
          </w:tcPr>
          <w:p w14:paraId="4BB66215" w14:textId="48D1AF03" w:rsidR="0077468D" w:rsidRPr="00B81C62" w:rsidRDefault="0077468D" w:rsidP="00B81C62">
            <w:pPr>
              <w:pStyle w:val="MDPI42tablebody"/>
              <w:jc w:val="left"/>
            </w:pPr>
            <w:r w:rsidRPr="00B81C62">
              <w:t xml:space="preserve">Attenuated virulence in </w:t>
            </w:r>
            <w:r w:rsidRPr="00B81C62">
              <w:rPr>
                <w:i/>
                <w:iCs/>
              </w:rPr>
              <w:t>G. mellonella</w:t>
            </w:r>
            <w:r w:rsidRPr="00B81C62">
              <w:t xml:space="preserve"> and mice model of infection despite a </w:t>
            </w:r>
            <w:r w:rsidRPr="00B81C62">
              <w:rPr>
                <w:i/>
                <w:iCs/>
              </w:rPr>
              <w:t>wt</w:t>
            </w:r>
            <w:r w:rsidRPr="00B81C62">
              <w:t xml:space="preserve"> level of thermotolerance, melanin and capsule production; impaired canonical secretion of catalytically active acid phosphatase under phosphate starvation </w:t>
            </w:r>
            <w:r w:rsidRPr="00B81C62">
              <w:fldChar w:fldCharType="begin">
                <w:fldData xml:space="preserve">PEVuZE5vdGU+PENpdGU+PEF1dGhvcj5MZXY8L0F1dGhvcj48WWVhcj4yMDE0PC9ZZWFyPjxSZWNO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</w:fldData>
              </w:fldChar>
            </w:r>
            <w:r w:rsidR="00706F40">
              <w:instrText xml:space="preserve"> ADDIN EN.CITE </w:instrText>
            </w:r>
            <w:r w:rsidR="00706F40">
              <w:fldChar w:fldCharType="begin">
                <w:fldData xml:space="preserve">PEVuZE5vdGU+PENpdGU+PEF1dGhvcj5MZXY8L0F1dGhvcj48WWVhcj4yMDE0PC9ZZWFyPjxSZWNO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</w:fldData>
              </w:fldChar>
            </w:r>
            <w:r w:rsidR="00706F40">
              <w:instrText xml:space="preserve"> ADDIN EN.CITE.DATA </w:instrText>
            </w:r>
            <w:r w:rsidR="00706F40">
              <w:fldChar w:fldCharType="end"/>
            </w:r>
            <w:r w:rsidRPr="00B81C62">
              <w:fldChar w:fldCharType="separate"/>
            </w:r>
            <w:r w:rsidR="00706F40">
              <w:rPr>
                <w:noProof/>
              </w:rPr>
              <w:t>[7]</w:t>
            </w:r>
            <w:r w:rsidRPr="00B81C62">
              <w:fldChar w:fldCharType="end"/>
            </w:r>
          </w:p>
        </w:tc>
      </w:tr>
      <w:tr w:rsidR="00781562" w:rsidRPr="00B81C62" w14:paraId="7A373A2B" w14:textId="77777777" w:rsidTr="00B81C62">
        <w:tc>
          <w:tcPr>
            <w:tcW w:w="939" w:type="pct"/>
            <w:tcBorders>
              <w:bottom w:val="single" w:sz="4" w:space="0" w:color="auto"/>
            </w:tcBorders>
            <w:shd w:val="clear" w:color="auto" w:fill="auto"/>
            <w:vAlign w:val="center"/>
          </w:tcPr>
          <w:p w14:paraId="08100E5A" w14:textId="77777777" w:rsidR="0077468D" w:rsidRPr="00B81C62" w:rsidRDefault="0077468D" w:rsidP="00B81C62">
            <w:pPr>
              <w:pStyle w:val="MDPI42tablebody"/>
              <w:jc w:val="left"/>
              <w:rPr>
                <w:i/>
                <w:iCs/>
              </w:rPr>
            </w:pPr>
            <w:r w:rsidRPr="00B81C62">
              <w:rPr>
                <w:i/>
                <w:iCs/>
              </w:rPr>
              <w:t>Δatg8</w:t>
            </w:r>
          </w:p>
        </w:tc>
        <w:tc>
          <w:tcPr>
            <w:tcW w:w="4061" w:type="pct"/>
            <w:tcBorders>
              <w:top w:val="nil"/>
              <w:bottom w:val="single" w:sz="4" w:space="0" w:color="auto"/>
            </w:tcBorders>
            <w:shd w:val="clear" w:color="auto" w:fill="auto"/>
            <w:vAlign w:val="center"/>
          </w:tcPr>
          <w:p w14:paraId="6B035741" w14:textId="1CE61634" w:rsidR="0077468D" w:rsidRPr="00B81C62" w:rsidRDefault="0077468D" w:rsidP="00B81C62">
            <w:pPr>
              <w:pStyle w:val="MDPI42tablebody"/>
              <w:jc w:val="left"/>
            </w:pPr>
            <w:r w:rsidRPr="00B81C62">
              <w:t>Loss of virulence in a</w:t>
            </w:r>
            <w:r w:rsidR="00B91BFC">
              <w:t>n</w:t>
            </w:r>
            <w:r w:rsidRPr="00B81C62">
              <w:t xml:space="preserve"> MIMC; impaired lipidation (lipid-binding) for vesicular transport </w:t>
            </w:r>
            <w:r w:rsidRPr="00B81C62">
              <w:fldChar w:fldCharType="begin">
                <w:fldData xml:space="preserve">PEVuZE5vdGU+PENpdGU+PEF1dGhvcj5JY2hpbXVyYTwvQXV0aG9yPjxZZWFyPjIwMDA8L1llYXI+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=
</w:fldData>
              </w:fldChar>
            </w:r>
            <w:r w:rsidR="00706F40">
              <w:instrText xml:space="preserve"> ADDIN EN.CITE </w:instrText>
            </w:r>
            <w:r w:rsidR="00706F40">
              <w:fldChar w:fldCharType="begin">
                <w:fldData xml:space="preserve">PEVuZE5vdGU+PENpdGU+PEF1dGhvcj5JY2hpbXVyYTwvQXV0aG9yPjxZZWFyPjIwMDA8L1llYXI+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=
</w:fldData>
              </w:fldChar>
            </w:r>
            <w:r w:rsidR="00706F40">
              <w:instrText xml:space="preserve"> ADDIN EN.CITE.DATA </w:instrText>
            </w:r>
            <w:r w:rsidR="00706F40">
              <w:fldChar w:fldCharType="end"/>
            </w:r>
            <w:r w:rsidRPr="00B81C62">
              <w:fldChar w:fldCharType="separate"/>
            </w:r>
            <w:r w:rsidR="00706F40">
              <w:rPr>
                <w:noProof/>
              </w:rPr>
              <w:t>[8]</w:t>
            </w:r>
            <w:r w:rsidRPr="00B81C62">
              <w:fldChar w:fldCharType="end"/>
            </w:r>
          </w:p>
        </w:tc>
      </w:tr>
      <w:tr w:rsidR="0077468D" w:rsidRPr="00B81C62" w14:paraId="0E8BD068" w14:textId="77777777" w:rsidTr="00B81C62">
        <w:tc>
          <w:tcPr>
            <w:tcW w:w="939" w:type="pct"/>
            <w:tcBorders>
              <w:bottom w:val="single" w:sz="4" w:space="0" w:color="auto"/>
            </w:tcBorders>
            <w:shd w:val="clear" w:color="auto" w:fill="auto"/>
            <w:vAlign w:val="center"/>
          </w:tcPr>
          <w:p w14:paraId="33BF70A5" w14:textId="77777777" w:rsidR="0077468D" w:rsidRPr="00B81C62" w:rsidRDefault="0077468D" w:rsidP="00B81C62">
            <w:pPr>
              <w:pStyle w:val="MDPI42tablebody"/>
              <w:jc w:val="left"/>
              <w:rPr>
                <w:i/>
                <w:iCs/>
              </w:rPr>
            </w:pPr>
            <w:r w:rsidRPr="00B81C62">
              <w:rPr>
                <w:i/>
                <w:iCs/>
              </w:rPr>
              <w:t>Δbck1, Δmkk2, Δmpk1</w:t>
            </w:r>
          </w:p>
        </w:tc>
        <w:tc>
          <w:tcPr>
            <w:tcW w:w="4061" w:type="pct"/>
            <w:tcBorders>
              <w:top w:val="nil"/>
              <w:bottom w:val="single" w:sz="4" w:space="0" w:color="auto"/>
            </w:tcBorders>
            <w:shd w:val="clear" w:color="auto" w:fill="auto"/>
            <w:vAlign w:val="center"/>
          </w:tcPr>
          <w:p w14:paraId="52512881" w14:textId="0AD78462" w:rsidR="0077468D" w:rsidRPr="00B81C62" w:rsidRDefault="0077468D" w:rsidP="00B81C62">
            <w:pPr>
              <w:pStyle w:val="MDPI42tablebody"/>
              <w:jc w:val="left"/>
            </w:pPr>
            <w:r w:rsidRPr="00B81C62">
              <w:t xml:space="preserve">None of the mutants was sensitive to as much as 1 mM oxidative and nitrosative stressors in YNB at pH 4.0; no detectable Mpk1 phosphorylation in the presence of stressors </w:t>
            </w:r>
            <w:r w:rsidRPr="00B81C62">
              <w:fldChar w:fldCharType="begin">
                <w:fldData xml:space="preserve">PEVuZE5vdGU+PENpdGU+PEF1dGhvcj5HZXJpazwvQXV0aG9yPjxZZWFyPjIwMDg8L1llYXI+PFJl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</w:fldData>
              </w:fldChar>
            </w:r>
            <w:r w:rsidR="00706F40">
              <w:instrText xml:space="preserve"> ADDIN EN.CITE </w:instrText>
            </w:r>
            <w:r w:rsidR="00706F40">
              <w:fldChar w:fldCharType="begin">
                <w:fldData xml:space="preserve">PEVuZE5vdGU+PENpdGU+PEF1dGhvcj5HZXJpazwvQXV0aG9yPjxZZWFyPjIwMDg8L1llYXI+PFJl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</w:fldData>
              </w:fldChar>
            </w:r>
            <w:r w:rsidR="00706F40">
              <w:instrText xml:space="preserve"> ADDIN EN.CITE.DATA </w:instrText>
            </w:r>
            <w:r w:rsidR="00706F40">
              <w:fldChar w:fldCharType="end"/>
            </w:r>
            <w:r w:rsidRPr="00B81C62">
              <w:fldChar w:fldCharType="separate"/>
            </w:r>
            <w:r w:rsidR="00706F40">
              <w:rPr>
                <w:noProof/>
              </w:rPr>
              <w:t>[9]</w:t>
            </w:r>
            <w:r w:rsidRPr="00B81C62">
              <w:fldChar w:fldCharType="end"/>
            </w:r>
          </w:p>
        </w:tc>
      </w:tr>
      <w:tr w:rsidR="00781562" w:rsidRPr="00B81C62" w14:paraId="373FE2AA" w14:textId="77777777" w:rsidTr="00B81C62">
        <w:tc>
          <w:tcPr>
            <w:tcW w:w="939" w:type="pct"/>
            <w:tcBorders>
              <w:bottom w:val="single" w:sz="4" w:space="0" w:color="auto"/>
            </w:tcBorders>
            <w:shd w:val="clear" w:color="auto" w:fill="auto"/>
            <w:vAlign w:val="center"/>
          </w:tcPr>
          <w:p w14:paraId="24C6DCB5" w14:textId="77777777" w:rsidR="0077468D" w:rsidRPr="00B81C62" w:rsidRDefault="0077468D" w:rsidP="00B81C62">
            <w:pPr>
              <w:pStyle w:val="MDPI42tablebody"/>
              <w:jc w:val="left"/>
              <w:rPr>
                <w:i/>
                <w:iCs/>
              </w:rPr>
            </w:pPr>
            <w:r w:rsidRPr="00B81C62">
              <w:rPr>
                <w:i/>
                <w:iCs/>
              </w:rPr>
              <w:t>Δbwc1, Δbwc2</w:t>
            </w:r>
          </w:p>
        </w:tc>
        <w:tc>
          <w:tcPr>
            <w:tcW w:w="4061" w:type="pct"/>
            <w:tcBorders>
              <w:top w:val="nil"/>
              <w:bottom w:val="single" w:sz="4" w:space="0" w:color="auto"/>
            </w:tcBorders>
            <w:shd w:val="clear" w:color="auto" w:fill="auto"/>
            <w:vAlign w:val="center"/>
          </w:tcPr>
          <w:p w14:paraId="7C0DC4B2" w14:textId="6BEB7CCB" w:rsidR="0077468D" w:rsidRPr="00B81C62" w:rsidRDefault="0077468D" w:rsidP="00B81C62">
            <w:pPr>
              <w:pStyle w:val="MDPI42tablebody"/>
              <w:jc w:val="left"/>
            </w:pPr>
            <w:r w:rsidRPr="00B81C62">
              <w:t xml:space="preserve">Either bilateral or unilateral mating and haploid hyphal formation significantly remained higher than the </w:t>
            </w:r>
            <w:r w:rsidRPr="00B81C62">
              <w:rPr>
                <w:i/>
                <w:iCs/>
              </w:rPr>
              <w:t>wt</w:t>
            </w:r>
            <w:r w:rsidRPr="00B81C62">
              <w:t xml:space="preserve"> in the light/dark, but the mutants are hypersensitive to UV-light with attenuated infection rate </w:t>
            </w:r>
            <w:r w:rsidRPr="00B81C62">
              <w:fldChar w:fldCharType="begin"/>
            </w:r>
            <w:r w:rsidR="00706F40">
              <w:instrText xml:space="preserve"> ADDIN EN.CITE &lt;EndNote&gt;&lt;Cite&gt;&lt;Author&gt;Idnurm&lt;/Author&gt;&lt;Year&gt;2005&lt;/Year&gt;&lt;RecNum&gt;348&lt;/RecNum&gt;&lt;DisplayText&gt;&lt;style size="10"&gt;[10]&lt;/style&gt;&lt;/DisplayText&gt;&lt;record&gt;&lt;rec-number&gt;348&lt;/rec-number&gt;&lt;foreign-keys&gt;&lt;key app="EN" db-id="2ef9ffxzfstzs5e9dzov9txxs20trda0deex" timestamp="1603629506"&gt;348&lt;/key&gt;&lt;/foreign-keys&gt;&lt;ref-type name="Journal Article"&gt;17&lt;/ref-type&gt;&lt;contributors&gt;&lt;authors&gt;&lt;author&gt;Idnurm, A.&lt;/author&gt;&lt;author&gt;Heitman, J.&lt;/author&gt;&lt;/authors&gt;&lt;/contributors&gt;&lt;auth-address&gt;Department of Molecular Genetics and Microbiology, Howard Hughes Medical Institute, Duke University Medical Center, Durham, North Carolina, USA.&lt;/auth-address&gt;&lt;titles&gt;&lt;title&gt;Light controls growth and development via a conserved pathway in the fungal kingdom&lt;/title&gt;&lt;secondary-title&gt;PLoS Biol&lt;/secondary-title&gt;&lt;/titles&gt;&lt;periodical&gt;&lt;full-title&gt;PLoS Biol&lt;/full-title&gt;&lt;/periodical&gt;&lt;pages&gt;e95&lt;/pages&gt;&lt;volume&gt;3&lt;/volume&gt;&lt;number&gt;4&lt;/number&gt;&lt;edition&gt;20050315&lt;/edition&gt;&lt;keywords&gt;&lt;keyword&gt;Conserved Sequence&lt;/keyword&gt;&lt;keyword&gt;Crosses, Genetic&lt;/keyword&gt;&lt;keyword&gt;Cryptococcus neoformans/genetics/*growth &amp;amp; development/radiation effects&lt;/keyword&gt;&lt;keyword&gt;Fungi/*genetics/growth &amp;amp; development/radiation effects&lt;/keyword&gt;&lt;keyword&gt;Genes, Fungal&lt;/keyword&gt;&lt;keyword&gt;Genome, Fungal&lt;/keyword&gt;&lt;keyword&gt;*Light&lt;/keyword&gt;&lt;keyword&gt;Molecular Sequence Data&lt;/keyword&gt;&lt;keyword&gt;Photoreceptors, Microbial/genetics&lt;/keyword&gt;&lt;keyword&gt;Transduction, Genetic&lt;/keyword&gt;&lt;/keywords&gt;&lt;dates&gt;&lt;year&gt;2005&lt;/year&gt;&lt;pub-dates&gt;&lt;date&gt;Apr&lt;/date&gt;&lt;/pub-dates&gt;&lt;/dates&gt;&lt;publisher&gt;Public Library of Science&lt;/publisher&gt;&lt;isbn&gt;1545-7885 (Electronic)&amp;#xD;1544-9173 (Print)&amp;#xD;1544-9173 (Linking)&lt;/isbn&gt;&lt;accession-num&gt;15760278&lt;/accession-num&gt;&lt;urls&gt;&lt;related-urls&gt;&lt;url&gt;https://www.ncbi.nlm.nih.gov/pubmed/15760278&lt;/url&gt;&lt;/related-urls&gt;&lt;/urls&gt;&lt;custom2&gt;PMC1064852&lt;/custom2&gt;&lt;electronic-resource-num&gt;10.1371/journal.pbio.0030095&lt;/electronic-resource-num&gt;&lt;remote-database-name&gt;Medline&lt;/remote-database-name&gt;&lt;remote-database-provider&gt;NLM&lt;/remote-database-provider&gt;&lt;/record&gt;&lt;/Cite&gt;&lt;/EndNote&gt;</w:instrText>
            </w:r>
            <w:r w:rsidRPr="00B81C62">
              <w:fldChar w:fldCharType="separate"/>
            </w:r>
            <w:r w:rsidR="00706F40">
              <w:rPr>
                <w:noProof/>
              </w:rPr>
              <w:t>[10]</w:t>
            </w:r>
            <w:r w:rsidRPr="00B81C62">
              <w:fldChar w:fldCharType="end"/>
            </w:r>
          </w:p>
        </w:tc>
      </w:tr>
      <w:tr w:rsidR="0077468D" w:rsidRPr="00B81C62" w14:paraId="4E81FEB1" w14:textId="77777777" w:rsidTr="00B81C62">
        <w:tc>
          <w:tcPr>
            <w:tcW w:w="939" w:type="pct"/>
            <w:tcBorders>
              <w:bottom w:val="single" w:sz="4" w:space="0" w:color="auto"/>
            </w:tcBorders>
            <w:shd w:val="clear" w:color="auto" w:fill="auto"/>
            <w:vAlign w:val="center"/>
          </w:tcPr>
          <w:p w14:paraId="28E7734B" w14:textId="77777777" w:rsidR="0077468D" w:rsidRPr="00B81C62" w:rsidRDefault="0077468D" w:rsidP="00B81C62">
            <w:pPr>
              <w:pStyle w:val="MDPI42tablebody"/>
              <w:jc w:val="left"/>
              <w:rPr>
                <w:i/>
                <w:iCs/>
              </w:rPr>
            </w:pPr>
            <w:r w:rsidRPr="00B81C62">
              <w:rPr>
                <w:i/>
                <w:iCs/>
              </w:rPr>
              <w:t>Δcac1</w:t>
            </w:r>
          </w:p>
        </w:tc>
        <w:tc>
          <w:tcPr>
            <w:tcW w:w="4061" w:type="pct"/>
            <w:tcBorders>
              <w:top w:val="nil"/>
              <w:bottom w:val="single" w:sz="4" w:space="0" w:color="auto"/>
            </w:tcBorders>
            <w:shd w:val="clear" w:color="auto" w:fill="auto"/>
            <w:vAlign w:val="center"/>
          </w:tcPr>
          <w:p w14:paraId="523ECE6D" w14:textId="5DCC7170" w:rsidR="0077468D" w:rsidRPr="00B81C62" w:rsidRDefault="0077468D" w:rsidP="00B81C62">
            <w:pPr>
              <w:pStyle w:val="MDPI42tablebody"/>
              <w:jc w:val="left"/>
            </w:pPr>
            <w:r w:rsidRPr="00B81C62">
              <w:t>Impaired capsule formation</w:t>
            </w:r>
            <w:r w:rsidR="00B91BFC">
              <w:t>,</w:t>
            </w:r>
            <w:r w:rsidRPr="00B81C62">
              <w:t xml:space="preserve"> even in the presence of 5% CO</w:t>
            </w:r>
            <w:r w:rsidRPr="00B81C62">
              <w:rPr>
                <w:vertAlign w:val="subscript"/>
              </w:rPr>
              <w:t>2</w:t>
            </w:r>
            <w:r w:rsidRPr="00B81C62">
              <w:t xml:space="preserve"> </w:t>
            </w:r>
            <w:r w:rsidRPr="00B81C62">
              <w:fldChar w:fldCharType="begin"/>
            </w:r>
            <w:r w:rsidR="00706F40">
              <w:instrText xml:space="preserve"> ADDIN EN.CITE &lt;EndNote&gt;&lt;Cite&gt;&lt;Author&gt;Bahn&lt;/Author&gt;&lt;Year&gt;2006&lt;/Year&gt;&lt;RecNum&gt;302&lt;/RecNum&gt;&lt;DisplayText&gt;&lt;style size="10"&gt;[11]&lt;/style&gt;&lt;/DisplayText&gt;&lt;record&gt;&lt;rec-number&gt;302&lt;/rec-number&gt;&lt;foreign-keys&gt;&lt;key app="EN" db-id="2ef9ffxzfstzs5e9dzov9txxs20trda0deex" timestamp="1601396915"&gt;302&lt;/key&gt;&lt;/foreign-keys&gt;&lt;ref-type name="Journal Article"&gt;17&lt;/ref-type&gt;&lt;contributors&gt;&lt;authors&gt;&lt;author&gt;Bahn, Y. S.&lt;/author&gt;&lt;author&gt;Muhlschlegel, F. A.&lt;/author&gt;&lt;/authors&gt;&lt;/contributors&gt;&lt;auth-address&gt;Department of Bioinformatics and Life Science, Soongsil University, Seoul 156-743, Korea.&lt;/auth-address&gt;&lt;titles&gt;&lt;title&gt;CO2 sensing in fungi and beyond&lt;/title&gt;&lt;secondary-title&gt;Curr Opin Microbiol&lt;/secondary-title&gt;&lt;/titles&gt;&lt;pages&gt;572-8&lt;/pages&gt;&lt;volume&gt;9&lt;/volume&gt;&lt;number&gt;6&lt;/number&gt;&lt;edition&gt;20061011&lt;/edition&gt;&lt;keywords&gt;&lt;keyword&gt;Adenylyl Cyclases/*metabolism&lt;/keyword&gt;&lt;keyword&gt;Animals&lt;/keyword&gt;&lt;keyword&gt;Carbon Dioxide/*metabolism&lt;/keyword&gt;&lt;keyword&gt;Carbonic Anhydrases/metabolism&lt;/keyword&gt;&lt;keyword&gt;Fungi/*enzymology/metabolism&lt;/keyword&gt;&lt;keyword&gt;*Gene Expression Regulation, Fungal&lt;/keyword&gt;&lt;keyword&gt;Phylogeny&lt;/keyword&gt;&lt;keyword&gt;Signal Transduction/*physiology&lt;/keyword&gt;&lt;/keywords&gt;&lt;dates&gt;&lt;year&gt;2006&lt;/year&gt;&lt;pub-dates&gt;&lt;date&gt;Dec&lt;/date&gt;&lt;/pub-dates&gt;&lt;/dates&gt;&lt;publisher&gt;Elsevier&lt;/publisher&gt;&lt;isbn&gt;1369-5274 (Print)&amp;#xD;1369-5274 (Linking)&lt;/isbn&gt;&lt;accession-num&gt;17045514&lt;/accession-num&gt;&lt;urls&gt;&lt;related-urls&gt;&lt;url&gt;https://www.ncbi.nlm.nih.gov/pubmed/17045514&lt;/url&gt;&lt;/related-urls&gt;&lt;/urls&gt;&lt;electronic-resource-num&gt;10.1016/j.mib.2006.09.003&lt;/electronic-resource-num&gt;&lt;remote-database-name&gt;Medline&lt;/remote-database-name&gt;&lt;remote-database-provider&gt;NLM&lt;/remote-database-provider&gt;&lt;/record&gt;&lt;/Cite&gt;&lt;/EndNote&gt;</w:instrText>
            </w:r>
            <w:r w:rsidRPr="00B81C62">
              <w:fldChar w:fldCharType="separate"/>
            </w:r>
            <w:r w:rsidR="00706F40">
              <w:rPr>
                <w:noProof/>
              </w:rPr>
              <w:t>[11]</w:t>
            </w:r>
            <w:r w:rsidRPr="00B81C62">
              <w:fldChar w:fldCharType="end"/>
            </w:r>
          </w:p>
        </w:tc>
      </w:tr>
      <w:tr w:rsidR="00781562" w:rsidRPr="00B81C62" w14:paraId="0572A49E" w14:textId="77777777" w:rsidTr="00B81C62">
        <w:tc>
          <w:tcPr>
            <w:tcW w:w="939" w:type="pct"/>
            <w:tcBorders>
              <w:bottom w:val="single" w:sz="4" w:space="0" w:color="auto"/>
            </w:tcBorders>
            <w:shd w:val="clear" w:color="auto" w:fill="auto"/>
            <w:vAlign w:val="center"/>
          </w:tcPr>
          <w:p w14:paraId="6C14B6FF" w14:textId="77777777" w:rsidR="0077468D" w:rsidRPr="00B81C62" w:rsidRDefault="0077468D" w:rsidP="00B81C62">
            <w:pPr>
              <w:pStyle w:val="MDPI42tablebody"/>
              <w:jc w:val="left"/>
              <w:rPr>
                <w:i/>
                <w:iCs/>
              </w:rPr>
            </w:pPr>
            <w:r w:rsidRPr="00B81C62">
              <w:rPr>
                <w:i/>
                <w:iCs/>
              </w:rPr>
              <w:t>Δcan2</w:t>
            </w:r>
          </w:p>
        </w:tc>
        <w:tc>
          <w:tcPr>
            <w:tcW w:w="4061" w:type="pct"/>
            <w:tcBorders>
              <w:top w:val="nil"/>
              <w:bottom w:val="single" w:sz="4" w:space="0" w:color="auto"/>
            </w:tcBorders>
            <w:shd w:val="clear" w:color="auto" w:fill="auto"/>
            <w:vAlign w:val="center"/>
          </w:tcPr>
          <w:p w14:paraId="71BD47A6" w14:textId="414B0717" w:rsidR="0077468D" w:rsidRPr="00B81C62" w:rsidRDefault="0077468D" w:rsidP="00B81C62">
            <w:pPr>
              <w:pStyle w:val="MDPI42tablebody"/>
              <w:jc w:val="left"/>
            </w:pPr>
            <w:r w:rsidRPr="00B81C62">
              <w:t xml:space="preserve">Growth defect in ambient air; impaired decarboxylation process in lipid, amino acids, and pyrimidine metabolism; upregulation of </w:t>
            </w:r>
            <w:r w:rsidRPr="00B81C62">
              <w:rPr>
                <w:i/>
                <w:iCs/>
              </w:rPr>
              <w:t>Fur1</w:t>
            </w:r>
            <w:r w:rsidRPr="00B81C62">
              <w:t xml:space="preserve"> expression for pyrimidine salvage pathway </w:t>
            </w:r>
            <w:r w:rsidRPr="00B81C62">
              <w:fldChar w:fldCharType="begin">
                <w:fldData xml:space="preserve">PEVuZE5vdGU+PENpdGU+PEF1dGhvcj5CYWhuPC9BdXRob3I+PFllYXI+MjAwNTwvWWVhcj48UmVj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</w:fldData>
              </w:fldChar>
            </w:r>
            <w:r w:rsidR="00706F40">
              <w:instrText xml:space="preserve"> ADDIN EN.CITE </w:instrText>
            </w:r>
            <w:r w:rsidR="00706F40">
              <w:fldChar w:fldCharType="begin">
                <w:fldData xml:space="preserve">PEVuZE5vdGU+PENpdGU+PEF1dGhvcj5CYWhuPC9BdXRob3I+PFllYXI+MjAwNTwvWWVhcj48UmVj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</w:fldData>
              </w:fldChar>
            </w:r>
            <w:r w:rsidR="00706F40">
              <w:instrText xml:space="preserve"> ADDIN EN.CITE.DATA </w:instrText>
            </w:r>
            <w:r w:rsidR="00706F40">
              <w:fldChar w:fldCharType="end"/>
            </w:r>
            <w:r w:rsidRPr="00B81C62">
              <w:fldChar w:fldCharType="separate"/>
            </w:r>
            <w:r w:rsidR="00706F40">
              <w:rPr>
                <w:noProof/>
              </w:rPr>
              <w:t>[12]</w:t>
            </w:r>
            <w:r w:rsidRPr="00B81C62">
              <w:fldChar w:fldCharType="end"/>
            </w:r>
            <w:r w:rsidRPr="00B81C62">
              <w:t xml:space="preserve"> </w:t>
            </w:r>
          </w:p>
        </w:tc>
      </w:tr>
      <w:tr w:rsidR="0077468D" w:rsidRPr="00B81C62" w14:paraId="3A67BC60" w14:textId="77777777" w:rsidTr="00B81C62">
        <w:tc>
          <w:tcPr>
            <w:tcW w:w="939" w:type="pct"/>
            <w:tcBorders>
              <w:bottom w:val="single" w:sz="4" w:space="0" w:color="auto"/>
            </w:tcBorders>
            <w:shd w:val="clear" w:color="auto" w:fill="auto"/>
            <w:vAlign w:val="center"/>
          </w:tcPr>
          <w:p w14:paraId="1A21F7E0" w14:textId="77777777" w:rsidR="0077468D" w:rsidRPr="00B81C62" w:rsidRDefault="0077468D" w:rsidP="00B81C62">
            <w:pPr>
              <w:pStyle w:val="MDPI42tablebody"/>
              <w:jc w:val="left"/>
              <w:rPr>
                <w:i/>
                <w:iCs/>
              </w:rPr>
            </w:pPr>
            <w:r w:rsidRPr="00B81C62">
              <w:rPr>
                <w:i/>
                <w:iCs/>
              </w:rPr>
              <w:t>Δcna1</w:t>
            </w:r>
          </w:p>
        </w:tc>
        <w:tc>
          <w:tcPr>
            <w:tcW w:w="4061" w:type="pct"/>
            <w:tcBorders>
              <w:top w:val="nil"/>
              <w:bottom w:val="single" w:sz="4" w:space="0" w:color="auto"/>
            </w:tcBorders>
            <w:shd w:val="clear" w:color="auto" w:fill="auto"/>
            <w:vAlign w:val="center"/>
          </w:tcPr>
          <w:p w14:paraId="242F01E0" w14:textId="3CD4AA39" w:rsidR="0077468D" w:rsidRPr="00B81C62" w:rsidRDefault="0077468D" w:rsidP="00B81C62">
            <w:pPr>
              <w:pStyle w:val="MDPI42tablebody"/>
              <w:jc w:val="left"/>
            </w:pPr>
            <w:r w:rsidRPr="00B81C62">
              <w:t>Avirulent strain with complete growth defect at 37</w:t>
            </w:r>
            <w:r w:rsidRPr="00B81C62">
              <w:rPr>
                <w:vertAlign w:val="superscript"/>
              </w:rPr>
              <w:t>o</w:t>
            </w:r>
            <w:r w:rsidRPr="00B81C62">
              <w:t xml:space="preserve">C that cannot be restored with 1 M sorbitol; unviable recovery fungal cells from the brain and lung of the infected murine; serotype A mutant was sensitive to osmotic stress </w:t>
            </w:r>
            <w:r w:rsidRPr="00B81C62">
              <w:fldChar w:fldCharType="begin">
                <w:fldData xml:space="preserve">PEVuZE5vdGU+PENpdGU+PEF1dGhvcj5DcnV6PC9BdXRob3I+PFllYXI+MjAwMDwvWWVhcj48UmVj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</w:fldData>
              </w:fldChar>
            </w:r>
            <w:r w:rsidR="00706F40">
              <w:instrText xml:space="preserve"> ADDIN EN.CITE </w:instrText>
            </w:r>
            <w:r w:rsidR="00706F40">
              <w:fldChar w:fldCharType="begin">
                <w:fldData xml:space="preserve">PEVuZE5vdGU+PENpdGU+PEF1dGhvcj5DcnV6PC9BdXRob3I+PFllYXI+MjAwMDwvWWVhcj48UmVj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</w:fldData>
              </w:fldChar>
            </w:r>
            <w:r w:rsidR="00706F40">
              <w:instrText xml:space="preserve"> ADDIN EN.CITE.DATA </w:instrText>
            </w:r>
            <w:r w:rsidR="00706F40">
              <w:fldChar w:fldCharType="end"/>
            </w:r>
            <w:r w:rsidRPr="00B81C62">
              <w:fldChar w:fldCharType="separate"/>
            </w:r>
            <w:r w:rsidR="00706F40">
              <w:rPr>
                <w:noProof/>
              </w:rPr>
              <w:t>[13,14]</w:t>
            </w:r>
            <w:r w:rsidRPr="00B81C62">
              <w:fldChar w:fldCharType="end"/>
            </w:r>
          </w:p>
        </w:tc>
      </w:tr>
      <w:tr w:rsidR="00781562" w:rsidRPr="00B81C62" w14:paraId="1EDA9CA4" w14:textId="77777777" w:rsidTr="00B81C62">
        <w:tc>
          <w:tcPr>
            <w:tcW w:w="939" w:type="pct"/>
            <w:tcBorders>
              <w:bottom w:val="single" w:sz="4" w:space="0" w:color="auto"/>
            </w:tcBorders>
            <w:shd w:val="clear" w:color="auto" w:fill="auto"/>
            <w:vAlign w:val="center"/>
          </w:tcPr>
          <w:p w14:paraId="38B28C16" w14:textId="77777777" w:rsidR="0077468D" w:rsidRPr="00B81C62" w:rsidRDefault="0077468D" w:rsidP="00B81C62">
            <w:pPr>
              <w:pStyle w:val="MDPI42tablebody"/>
              <w:jc w:val="left"/>
              <w:rPr>
                <w:i/>
                <w:iCs/>
              </w:rPr>
            </w:pPr>
            <w:proofErr w:type="spellStart"/>
            <w:r w:rsidRPr="00B81C62">
              <w:rPr>
                <w:i/>
                <w:iCs/>
              </w:rPr>
              <w:t>Δcap</w:t>
            </w:r>
            <w:proofErr w:type="spellEnd"/>
            <w:r w:rsidRPr="00B81C62">
              <w:rPr>
                <w:i/>
                <w:iCs/>
              </w:rPr>
              <w:t xml:space="preserve">, </w:t>
            </w:r>
            <w:proofErr w:type="spellStart"/>
            <w:r w:rsidRPr="00B81C62">
              <w:rPr>
                <w:i/>
                <w:iCs/>
              </w:rPr>
              <w:t>Δplp</w:t>
            </w:r>
            <w:proofErr w:type="spellEnd"/>
          </w:p>
        </w:tc>
        <w:tc>
          <w:tcPr>
            <w:tcW w:w="4061" w:type="pct"/>
            <w:tcBorders>
              <w:top w:val="nil"/>
              <w:bottom w:val="single" w:sz="4" w:space="0" w:color="auto"/>
            </w:tcBorders>
            <w:shd w:val="clear" w:color="auto" w:fill="auto"/>
            <w:vAlign w:val="center"/>
          </w:tcPr>
          <w:p w14:paraId="34B50055" w14:textId="4CD2CD71" w:rsidR="0077468D" w:rsidRPr="00B81C62" w:rsidRDefault="0077468D" w:rsidP="00B81C62">
            <w:pPr>
              <w:pStyle w:val="MDPI42tablebody"/>
              <w:jc w:val="left"/>
            </w:pPr>
            <w:r w:rsidRPr="00B81C62">
              <w:t xml:space="preserve">Defective capsule formation (acapsular) and lipolysis, </w:t>
            </w:r>
            <w:r w:rsidR="00B91BFC">
              <w:t xml:space="preserve">mutants </w:t>
            </w:r>
            <w:r w:rsidRPr="00B81C62">
              <w:t xml:space="preserve">could not survive amoeba and macrophage phagocytosis </w:t>
            </w:r>
            <w:r w:rsidRPr="00B81C62">
              <w:fldChar w:fldCharType="begin">
                <w:fldData xml:space="preserve">PEVuZE5vdGU+PENpdGU+PEF1dGhvcj5TdGVlbmJlcmdlbjwvQXV0aG9yPjxZZWFyPjIwMDM8L1ll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</w:fldData>
              </w:fldChar>
            </w:r>
            <w:r w:rsidR="00706F40">
              <w:instrText xml:space="preserve"> ADDIN EN.CITE </w:instrText>
            </w:r>
            <w:r w:rsidR="00706F40">
              <w:fldChar w:fldCharType="begin">
                <w:fldData xml:space="preserve">PEVuZE5vdGU+PENpdGU+PEF1dGhvcj5TdGVlbmJlcmdlbjwvQXV0aG9yPjxZZWFyPjIwMDM8L1ll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</w:fldData>
              </w:fldChar>
            </w:r>
            <w:r w:rsidR="00706F40">
              <w:instrText xml:space="preserve"> ADDIN EN.CITE.DATA </w:instrText>
            </w:r>
            <w:r w:rsidR="00706F40">
              <w:fldChar w:fldCharType="end"/>
            </w:r>
            <w:r w:rsidRPr="00B81C62">
              <w:fldChar w:fldCharType="separate"/>
            </w:r>
            <w:r w:rsidR="00706F40">
              <w:rPr>
                <w:noProof/>
              </w:rPr>
              <w:t>[15-17]</w:t>
            </w:r>
            <w:r w:rsidRPr="00B81C62">
              <w:fldChar w:fldCharType="end"/>
            </w:r>
          </w:p>
        </w:tc>
      </w:tr>
      <w:tr w:rsidR="0077468D" w:rsidRPr="00B81C62" w14:paraId="1466AD37" w14:textId="77777777" w:rsidTr="00B81C62">
        <w:tc>
          <w:tcPr>
            <w:tcW w:w="939" w:type="pct"/>
            <w:tcBorders>
              <w:top w:val="single" w:sz="4" w:space="0" w:color="auto"/>
              <w:bottom w:val="single" w:sz="4" w:space="0" w:color="auto"/>
            </w:tcBorders>
            <w:shd w:val="clear" w:color="auto" w:fill="auto"/>
            <w:vAlign w:val="center"/>
          </w:tcPr>
          <w:p w14:paraId="43B7F84D" w14:textId="77777777" w:rsidR="0077468D" w:rsidRPr="00B81C62" w:rsidRDefault="0077468D" w:rsidP="00B81C62">
            <w:pPr>
              <w:pStyle w:val="MDPI42tablebody"/>
              <w:jc w:val="left"/>
              <w:rPr>
                <w:i/>
                <w:iCs/>
              </w:rPr>
            </w:pPr>
            <w:r w:rsidRPr="00B81C62">
              <w:rPr>
                <w:i/>
                <w:iCs/>
              </w:rPr>
              <w:t>Δcch1</w:t>
            </w:r>
          </w:p>
        </w:tc>
        <w:tc>
          <w:tcPr>
            <w:tcW w:w="4061" w:type="pct"/>
            <w:tcBorders>
              <w:top w:val="single" w:sz="4" w:space="0" w:color="auto"/>
              <w:bottom w:val="single" w:sz="4" w:space="0" w:color="auto"/>
            </w:tcBorders>
            <w:shd w:val="clear" w:color="auto" w:fill="auto"/>
            <w:vAlign w:val="center"/>
          </w:tcPr>
          <w:p w14:paraId="03BD68B5" w14:textId="0CE541A8" w:rsidR="0077468D" w:rsidRPr="00B81C62" w:rsidRDefault="0077468D" w:rsidP="00B81C62">
            <w:pPr>
              <w:pStyle w:val="MDPI42tablebody"/>
              <w:jc w:val="left"/>
            </w:pPr>
            <w:r w:rsidRPr="00B81C62">
              <w:t>This slightly attenuated virulence mutant in the MIMC showed severe growth defect from 25 to 39</w:t>
            </w:r>
            <w:r w:rsidRPr="00B81C62">
              <w:rPr>
                <w:vertAlign w:val="superscript"/>
              </w:rPr>
              <w:t>o</w:t>
            </w:r>
            <w:r w:rsidRPr="00B81C62">
              <w:t xml:space="preserve">C in media with 50 – 100 </w:t>
            </w:r>
            <w:proofErr w:type="spellStart"/>
            <w:r w:rsidRPr="00B81C62">
              <w:t>nM</w:t>
            </w:r>
            <w:proofErr w:type="spellEnd"/>
            <w:r w:rsidRPr="00B81C62">
              <w:t xml:space="preserve"> Ca</w:t>
            </w:r>
            <w:r w:rsidRPr="00B81C62">
              <w:rPr>
                <w:vertAlign w:val="superscript"/>
              </w:rPr>
              <w:t>2+</w:t>
            </w:r>
            <w:r w:rsidRPr="00B81C62">
              <w:t xml:space="preserve"> with added 1 mM BAPTA (a Ca</w:t>
            </w:r>
            <w:r w:rsidRPr="00B81C62">
              <w:rPr>
                <w:vertAlign w:val="superscript"/>
              </w:rPr>
              <w:t>2+</w:t>
            </w:r>
            <w:r w:rsidRPr="00B81C62">
              <w:t xml:space="preserve"> chelator) like the </w:t>
            </w:r>
            <w:r w:rsidR="00AD31E3" w:rsidRPr="00AD31E3">
              <w:rPr>
                <w:i/>
                <w:iCs/>
              </w:rPr>
              <w:t>S. cerevisiae</w:t>
            </w:r>
            <w:r w:rsidRPr="00B81C62">
              <w:t xml:space="preserve"> mutant but could be rescued at all temperatures with higher Ca</w:t>
            </w:r>
            <w:r w:rsidRPr="00B81C62">
              <w:rPr>
                <w:vertAlign w:val="superscript"/>
              </w:rPr>
              <w:t>2+</w:t>
            </w:r>
            <w:r w:rsidRPr="00B81C62">
              <w:t xml:space="preserve"> concentration (~140 </w:t>
            </w:r>
            <w:proofErr w:type="spellStart"/>
            <w:r w:rsidRPr="00B81C62">
              <w:t>nM</w:t>
            </w:r>
            <w:proofErr w:type="spellEnd"/>
            <w:r w:rsidRPr="00B81C62">
              <w:t xml:space="preserve"> without BAPTA); however, the </w:t>
            </w:r>
            <w:r w:rsidR="00AD31E3" w:rsidRPr="00AD31E3">
              <w:rPr>
                <w:i/>
                <w:iCs/>
              </w:rPr>
              <w:t>S. cerevisiae</w:t>
            </w:r>
            <w:r w:rsidRPr="00B81C62">
              <w:t xml:space="preserve"> mutant remained drastically more defective at temperature ≥ 37</w:t>
            </w:r>
            <w:r w:rsidRPr="00B81C62">
              <w:rPr>
                <w:vertAlign w:val="superscript"/>
              </w:rPr>
              <w:t>o</w:t>
            </w:r>
            <w:r w:rsidRPr="00B81C62">
              <w:t>C. The presence of 1.0 M sorbitol in the media with Ca</w:t>
            </w:r>
            <w:r w:rsidRPr="00B81C62">
              <w:rPr>
                <w:vertAlign w:val="superscript"/>
              </w:rPr>
              <w:t>2+</w:t>
            </w:r>
            <w:r w:rsidRPr="00B81C62">
              <w:t xml:space="preserve"> and BAPTA showed no rescuing of growth defects in the two fungi mutants and probably</w:t>
            </w:r>
            <w:r w:rsidR="00B91BFC">
              <w:t xml:space="preserve"> the</w:t>
            </w:r>
            <w:r w:rsidRPr="00B81C62">
              <w:t xml:space="preserve"> </w:t>
            </w:r>
            <w:r w:rsidRPr="00B81C62">
              <w:rPr>
                <w:i/>
                <w:iCs/>
              </w:rPr>
              <w:t>Δmid1</w:t>
            </w:r>
            <w:r w:rsidRPr="00B81C62">
              <w:t xml:space="preserve"> mutant as well </w:t>
            </w:r>
            <w:r w:rsidRPr="00B81C62">
              <w:fldChar w:fldCharType="begin">
                <w:fldData xml:space="preserve">PEVuZE5vdGU+PENpdGU+PEF1dGhvcj5MaXU8L0F1dGhvcj48WWVhcj4yMDA2PC9ZZWFyPjxSZWNO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</w:fldData>
              </w:fldChar>
            </w:r>
            <w:r w:rsidR="00706F40">
              <w:instrText xml:space="preserve"> ADDIN EN.CITE </w:instrText>
            </w:r>
            <w:r w:rsidR="00706F40">
              <w:fldChar w:fldCharType="begin">
                <w:fldData xml:space="preserve">PEVuZE5vdGU+PENpdGU+PEF1dGhvcj5MaXU8L0F1dGhvcj48WWVhcj4yMDA2PC9ZZWFyPjxSZWNO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</w:fldData>
              </w:fldChar>
            </w:r>
            <w:r w:rsidR="00706F40">
              <w:instrText xml:space="preserve"> ADDIN EN.CITE.DATA </w:instrText>
            </w:r>
            <w:r w:rsidR="00706F40">
              <w:fldChar w:fldCharType="end"/>
            </w:r>
            <w:r w:rsidRPr="00B81C62">
              <w:fldChar w:fldCharType="separate"/>
            </w:r>
            <w:r w:rsidR="00706F40">
              <w:rPr>
                <w:noProof/>
              </w:rPr>
              <w:t>[18]</w:t>
            </w:r>
            <w:r w:rsidRPr="00B81C62">
              <w:fldChar w:fldCharType="end"/>
            </w:r>
          </w:p>
        </w:tc>
      </w:tr>
      <w:tr w:rsidR="00EA4A31" w:rsidRPr="00B81C62" w14:paraId="62D6B370" w14:textId="77777777" w:rsidTr="00B81C62">
        <w:tc>
          <w:tcPr>
            <w:tcW w:w="939" w:type="pct"/>
            <w:tcBorders>
              <w:bottom w:val="single" w:sz="4" w:space="0" w:color="auto"/>
            </w:tcBorders>
            <w:shd w:val="clear" w:color="auto" w:fill="auto"/>
            <w:vAlign w:val="center"/>
          </w:tcPr>
          <w:p w14:paraId="365A67A9" w14:textId="55597346" w:rsidR="00EA4A31" w:rsidRPr="00B81C62" w:rsidRDefault="00EA4A31" w:rsidP="00B81C62">
            <w:pPr>
              <w:pStyle w:val="MDPI42tablebody"/>
              <w:jc w:val="left"/>
              <w:rPr>
                <w:i/>
                <w:iCs/>
              </w:rPr>
            </w:pPr>
            <w:r w:rsidRPr="00B81C62">
              <w:rPr>
                <w:rFonts w:cs="Arial"/>
                <w:i/>
                <w:iCs/>
                <w:lang w:val="x-none"/>
              </w:rPr>
              <w:lastRenderedPageBreak/>
              <w:t>Δ</w:t>
            </w:r>
            <w:r w:rsidRPr="00B81C62">
              <w:rPr>
                <w:rFonts w:cs="Arial"/>
                <w:i/>
                <w:iCs/>
              </w:rPr>
              <w:t>ccp1</w:t>
            </w:r>
          </w:p>
        </w:tc>
        <w:tc>
          <w:tcPr>
            <w:tcW w:w="4061" w:type="pct"/>
            <w:tcBorders>
              <w:top w:val="nil"/>
              <w:bottom w:val="single" w:sz="4" w:space="0" w:color="auto"/>
            </w:tcBorders>
            <w:shd w:val="clear" w:color="auto" w:fill="auto"/>
            <w:vAlign w:val="center"/>
          </w:tcPr>
          <w:p w14:paraId="45477EC2" w14:textId="3C5D0DEC" w:rsidR="00EA4A31" w:rsidRPr="00B81C62" w:rsidRDefault="00EA4A31" w:rsidP="00B81C62">
            <w:pPr>
              <w:pStyle w:val="MDPI42tablebody"/>
              <w:jc w:val="left"/>
            </w:pPr>
            <w:r w:rsidRPr="00B81C62">
              <w:rPr>
                <w:rFonts w:cs="Arial"/>
                <w:color w:val="2E2E2E"/>
                <w:shd w:val="clear" w:color="auto" w:fill="FFFFFF"/>
              </w:rPr>
              <w:t xml:space="preserve">Impaired oxidative stress response against exogenous oxidant but no effect on the virulence </w:t>
            </w:r>
            <w:r w:rsidRPr="00B81C62">
              <w:rPr>
                <w:rFonts w:cs="Arial"/>
                <w:color w:val="2E2E2E"/>
                <w:shd w:val="clear" w:color="auto" w:fill="FFFFFF"/>
              </w:rPr>
              <w:fldChar w:fldCharType="begin"/>
            </w:r>
            <w:r w:rsidR="00706F40">
              <w:rPr>
                <w:rFonts w:cs="Arial"/>
                <w:color w:val="2E2E2E"/>
                <w:shd w:val="clear" w:color="auto" w:fill="FFFFFF"/>
              </w:rPr>
              <w:instrText xml:space="preserve"> ADDIN EN.CITE &lt;EndNote&gt;&lt;Cite&gt;&lt;Author&gt;Giles&lt;/Author&gt;&lt;Year&gt;2005&lt;/Year&gt;&lt;RecNum&gt;350&lt;/RecNum&gt;&lt;DisplayText&gt;&lt;style size="10"&gt;[19]&lt;/style&gt;&lt;/DisplayText&gt;&lt;record&gt;&lt;rec-number&gt;350&lt;/rec-number&gt;&lt;foreign-keys&gt;&lt;key app="EN" db-id="2ef9ffxzfstzs5e9dzov9txxs20trda0deex" timestamp="1603730839"&gt;350&lt;/key&gt;&lt;/foreign-keys&gt;&lt;ref-type name="Journal Article"&gt;17&lt;/ref-type&gt;&lt;contributors&gt;&lt;authors&gt;&lt;author&gt;Giles, S. S.&lt;/author&gt;&lt;author&gt;Perfect, J. R.&lt;/author&gt;&lt;author&gt;Cox, G. M.&lt;/author&gt;&lt;/authors&gt;&lt;/contributors&gt;&lt;auth-address&gt;Departments of Medicine and Molecular Genetics and Microbiology, Duke University Medical Center, P.O. Box 3353, Durham, NC 27710, USA.&lt;/auth-address&gt;&lt;titles&gt;&lt;title&gt;Cytochrome c peroxidase contributes to the antioxidant defense of Cryptococcus neoformans&lt;/title&gt;&lt;secondary-title&gt;Fungal Genet Biol&lt;/secondary-title&gt;&lt;/titles&gt;&lt;periodical&gt;&lt;full-title&gt;Fungal Genet Biol&lt;/full-title&gt;&lt;/periodical&gt;&lt;pages&gt;20-9&lt;/pages&gt;&lt;volume&gt;42&lt;/volume&gt;&lt;number&gt;1&lt;/number&gt;&lt;edition&gt;2004/12/14&lt;/edition&gt;&lt;keywords&gt;&lt;keyword&gt;Adaptation, Physiological/physiology&lt;/keyword&gt;&lt;keyword&gt;Animals&lt;/keyword&gt;&lt;keyword&gt;Cell Line, Tumor&lt;/keyword&gt;&lt;keyword&gt;Cryptococcosis/microbiology&lt;/keyword&gt;&lt;keyword&gt;Cryptococcus neoformans/*enzymology/pathogenicity&lt;/keyword&gt;&lt;keyword&gt;Cytochrome-c Peroxidase/genetics/*physiology&lt;/keyword&gt;&lt;keyword&gt;Disease Models, Animal&lt;/keyword&gt;&lt;keyword&gt;Gene Deletion&lt;/keyword&gt;&lt;keyword&gt;Hydrogen Peroxide/metabolism&lt;/keyword&gt;&lt;keyword&gt;Macrophages/microbiology&lt;/keyword&gt;&lt;keyword&gt;Mice&lt;/keyword&gt;&lt;keyword&gt;Mitochondria/enzymology&lt;/keyword&gt;&lt;keyword&gt;*Oxidative Stress&lt;/keyword&gt;&lt;keyword&gt;Virulence&lt;/keyword&gt;&lt;/keywords&gt;&lt;dates&gt;&lt;year&gt;2005&lt;/year&gt;&lt;pub-dates&gt;&lt;date&gt;Jan&lt;/date&gt;&lt;/pub-dates&gt;&lt;/dates&gt;&lt;isbn&gt;1087-1845 (Print)&amp;#xD;1087-1845 (Linking)&lt;/isbn&gt;&lt;accession-num&gt;15588993&lt;/accession-num&gt;&lt;urls&gt;&lt;related-urls&gt;&lt;url&gt;https://www.ncbi.nlm.nih.gov/pubmed/15588993&lt;/url&gt;&lt;/related-urls&gt;&lt;/urls&gt;&lt;electronic-resource-num&gt;10.1016/j.fgb.2004.09.003&lt;/electronic-resource-num&gt;&lt;remote-database-name&gt;Medline&lt;/remote-database-name&gt;&lt;remote-database-provider&gt;NLM&lt;/remote-database-provider&gt;&lt;/record&gt;&lt;/Cite&gt;&lt;/EndNote&gt;</w:instrText>
            </w:r>
            <w:r w:rsidRPr="00B81C62">
              <w:rPr>
                <w:rFonts w:cs="Arial"/>
                <w:color w:val="2E2E2E"/>
                <w:shd w:val="clear" w:color="auto" w:fill="FFFFFF"/>
              </w:rPr>
              <w:fldChar w:fldCharType="separate"/>
            </w:r>
            <w:r w:rsidR="00706F40">
              <w:rPr>
                <w:rFonts w:cs="Arial"/>
                <w:noProof/>
                <w:color w:val="2E2E2E"/>
                <w:shd w:val="clear" w:color="auto" w:fill="FFFFFF"/>
              </w:rPr>
              <w:t>[19]</w:t>
            </w:r>
            <w:r w:rsidRPr="00B81C62">
              <w:rPr>
                <w:rFonts w:cs="Arial"/>
                <w:color w:val="2E2E2E"/>
                <w:shd w:val="clear" w:color="auto" w:fill="FFFFFF"/>
              </w:rPr>
              <w:fldChar w:fldCharType="end"/>
            </w:r>
          </w:p>
        </w:tc>
      </w:tr>
      <w:tr w:rsidR="00EA4A31" w:rsidRPr="00B81C62" w14:paraId="72F6E151" w14:textId="77777777" w:rsidTr="00B81C62">
        <w:tc>
          <w:tcPr>
            <w:tcW w:w="939" w:type="pct"/>
            <w:tcBorders>
              <w:top w:val="single" w:sz="4" w:space="0" w:color="auto"/>
              <w:bottom w:val="single" w:sz="4" w:space="0" w:color="auto"/>
            </w:tcBorders>
            <w:shd w:val="clear" w:color="auto" w:fill="auto"/>
            <w:vAlign w:val="center"/>
          </w:tcPr>
          <w:p w14:paraId="6EB56D28" w14:textId="042EE25B" w:rsidR="00EA4A31" w:rsidRPr="00B81C62" w:rsidRDefault="00EA4A31" w:rsidP="00B81C62">
            <w:pPr>
              <w:pStyle w:val="MDPI42tablebody"/>
              <w:jc w:val="left"/>
              <w:rPr>
                <w:rFonts w:cs="Arial"/>
                <w:i/>
                <w:iCs/>
                <w:lang w:val="x-none"/>
              </w:rPr>
            </w:pPr>
            <w:r w:rsidRPr="00B81C62">
              <w:rPr>
                <w:rFonts w:cs="Arial"/>
                <w:i/>
                <w:iCs/>
                <w:lang w:val="x-none"/>
              </w:rPr>
              <w:t>Δ</w:t>
            </w:r>
            <w:r w:rsidRPr="00B81C62">
              <w:rPr>
                <w:rFonts w:cs="Arial"/>
                <w:i/>
                <w:iCs/>
              </w:rPr>
              <w:t>ccr4</w:t>
            </w:r>
          </w:p>
        </w:tc>
        <w:tc>
          <w:tcPr>
            <w:tcW w:w="4061" w:type="pct"/>
            <w:tcBorders>
              <w:top w:val="single" w:sz="4" w:space="0" w:color="auto"/>
              <w:bottom w:val="single" w:sz="4" w:space="0" w:color="auto"/>
            </w:tcBorders>
            <w:shd w:val="clear" w:color="auto" w:fill="auto"/>
            <w:vAlign w:val="center"/>
          </w:tcPr>
          <w:p w14:paraId="412992F0" w14:textId="15CED662" w:rsidR="00EA4A31" w:rsidRPr="00B81C62" w:rsidRDefault="00EA4A31" w:rsidP="00B81C62">
            <w:pPr>
              <w:pStyle w:val="MDPI42tablebody"/>
              <w:jc w:val="left"/>
              <w:rPr>
                <w:rFonts w:cs="Arial"/>
                <w:color w:val="2E2E2E"/>
                <w:shd w:val="clear" w:color="auto" w:fill="FFFFFF"/>
              </w:rPr>
            </w:pPr>
            <w:r w:rsidRPr="00B81C62">
              <w:rPr>
                <w:rFonts w:cs="Arial"/>
                <w:color w:val="2E2E2E"/>
                <w:shd w:val="clear" w:color="auto" w:fill="FFFFFF"/>
              </w:rPr>
              <w:t>Encapsulated but defective cell wall integrity characteri</w:t>
            </w:r>
            <w:r w:rsidR="00B91BFC">
              <w:rPr>
                <w:rFonts w:cs="Arial"/>
                <w:color w:val="2E2E2E"/>
                <w:shd w:val="clear" w:color="auto" w:fill="FFFFFF"/>
              </w:rPr>
              <w:t>s</w:t>
            </w:r>
            <w:r w:rsidRPr="00B81C62">
              <w:rPr>
                <w:rFonts w:cs="Arial"/>
                <w:color w:val="2E2E2E"/>
                <w:shd w:val="clear" w:color="auto" w:fill="FFFFFF"/>
              </w:rPr>
              <w:t xml:space="preserve">ed by increased absorption of trypan blue and hypersensitivity to lysing enzymes; evidence of gradual restoration of cell wall integrity in the presence of 1 M sorbitol when cultured in asparagine salts agar containing 2% dextrose and 1 mg/mL YNB; effective mannan-binding lectin (MBL – an innate immune mediator) just like </w:t>
            </w:r>
            <w:r w:rsidRPr="00B81C62">
              <w:rPr>
                <w:rFonts w:cs="Arial"/>
                <w:i/>
                <w:iCs/>
                <w:lang w:val="x-none"/>
              </w:rPr>
              <w:t>Δ</w:t>
            </w:r>
            <w:r w:rsidRPr="00B81C62">
              <w:rPr>
                <w:rFonts w:cs="Arial"/>
                <w:i/>
                <w:iCs/>
              </w:rPr>
              <w:t xml:space="preserve">cap60 </w:t>
            </w:r>
            <w:r w:rsidRPr="00B81C62">
              <w:rPr>
                <w:rFonts w:cs="Arial"/>
                <w:iCs/>
              </w:rPr>
              <w:t xml:space="preserve">mutants; sensitive to CpF and other cell wall stressors with reduced virulence in MIMC </w:t>
            </w:r>
            <w:r w:rsidRPr="00B81C62">
              <w:rPr>
                <w:rFonts w:cs="Arial"/>
                <w:iCs/>
              </w:rPr>
              <w:fldChar w:fldCharType="begin">
                <w:fldData xml:space="preserve">PEVuZE5vdGU+PENpdGU+PEF1dGhvcj5QYW5lcGludG88L0F1dGhvcj48WWVhcj4yMDA3PC9ZZWFy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PEVuZE5vdGU+PENpdGU+PEF1dGhvcj5QYW5lcGludG88L0F1dGhvcj48WWVhcj4yMDA3PC9ZZWFy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[20]</w:t>
            </w:r>
            <w:r w:rsidRPr="00B81C62">
              <w:rPr>
                <w:rFonts w:cs="Arial"/>
                <w:iCs/>
              </w:rPr>
              <w:fldChar w:fldCharType="end"/>
            </w:r>
          </w:p>
        </w:tc>
      </w:tr>
      <w:tr w:rsidR="00EA4A31" w:rsidRPr="00B81C62" w14:paraId="4A389156" w14:textId="77777777" w:rsidTr="00B81C62">
        <w:tc>
          <w:tcPr>
            <w:tcW w:w="939" w:type="pct"/>
            <w:tcBorders>
              <w:bottom w:val="single" w:sz="4" w:space="0" w:color="auto"/>
            </w:tcBorders>
            <w:shd w:val="clear" w:color="auto" w:fill="auto"/>
            <w:vAlign w:val="center"/>
          </w:tcPr>
          <w:p w14:paraId="02A67309" w14:textId="772C6A27" w:rsidR="00EA4A31" w:rsidRPr="00B81C62" w:rsidRDefault="00EA4A31" w:rsidP="00B81C62">
            <w:pPr>
              <w:pStyle w:val="MDPI42tablebody"/>
              <w:jc w:val="left"/>
              <w:rPr>
                <w:rFonts w:cs="Arial"/>
                <w:i/>
                <w:iCs/>
                <w:lang w:val="x-none"/>
              </w:rPr>
            </w:pPr>
            <w:r w:rsidRPr="00B81C62">
              <w:rPr>
                <w:rFonts w:cs="Arial"/>
                <w:i/>
                <w:iCs/>
                <w:lang w:val="x-none"/>
              </w:rPr>
              <w:t>Δ</w:t>
            </w:r>
            <w:r w:rsidRPr="00B81C62">
              <w:rPr>
                <w:rFonts w:cs="Arial"/>
                <w:i/>
                <w:iCs/>
              </w:rPr>
              <w:t xml:space="preserve">cdc3, </w:t>
            </w:r>
            <w:r w:rsidRPr="00B81C62">
              <w:rPr>
                <w:rFonts w:cs="Arial"/>
                <w:i/>
                <w:iCs/>
                <w:lang w:val="x-none"/>
              </w:rPr>
              <w:t>Δ</w:t>
            </w:r>
            <w:r w:rsidRPr="00B81C62">
              <w:rPr>
                <w:rFonts w:cs="Arial"/>
                <w:i/>
                <w:iCs/>
              </w:rPr>
              <w:t xml:space="preserve">cdc10, </w:t>
            </w:r>
            <w:r w:rsidRPr="00B81C62">
              <w:rPr>
                <w:rFonts w:cs="Arial"/>
                <w:i/>
                <w:iCs/>
                <w:lang w:val="x-none"/>
              </w:rPr>
              <w:t>Δ</w:t>
            </w:r>
            <w:r w:rsidRPr="00B81C62">
              <w:rPr>
                <w:rFonts w:cs="Arial"/>
                <w:i/>
                <w:iCs/>
              </w:rPr>
              <w:t xml:space="preserve">cdc11, </w:t>
            </w:r>
            <w:r w:rsidRPr="00B81C62">
              <w:rPr>
                <w:rFonts w:cs="Arial"/>
                <w:i/>
                <w:iCs/>
                <w:lang w:val="x-none"/>
              </w:rPr>
              <w:t>Δ</w:t>
            </w:r>
            <w:r w:rsidRPr="00B81C62">
              <w:rPr>
                <w:rFonts w:cs="Arial"/>
                <w:i/>
                <w:iCs/>
              </w:rPr>
              <w:t>cdc12</w:t>
            </w:r>
          </w:p>
        </w:tc>
        <w:tc>
          <w:tcPr>
            <w:tcW w:w="4061" w:type="pct"/>
            <w:tcBorders>
              <w:top w:val="nil"/>
              <w:bottom w:val="single" w:sz="4" w:space="0" w:color="auto"/>
            </w:tcBorders>
            <w:shd w:val="clear" w:color="auto" w:fill="auto"/>
            <w:vAlign w:val="center"/>
          </w:tcPr>
          <w:p w14:paraId="7DF1592B" w14:textId="77777777" w:rsidR="00EA4A31" w:rsidRPr="00B81C62" w:rsidRDefault="00EA4A31" w:rsidP="00B81C62">
            <w:pPr>
              <w:jc w:val="left"/>
              <w:rPr>
                <w:rFonts w:cs="Arial"/>
              </w:rPr>
            </w:pPr>
            <w:r w:rsidRPr="00B81C62">
              <w:rPr>
                <w:rFonts w:cs="Arial"/>
                <w:iCs/>
              </w:rPr>
              <w:t xml:space="preserve">Mutants </w:t>
            </w:r>
            <w:r w:rsidRPr="00B81C62">
              <w:rPr>
                <w:rFonts w:cs="Arial"/>
                <w:color w:val="2E2E2E"/>
                <w:shd w:val="clear" w:color="auto" w:fill="FFFFFF"/>
              </w:rPr>
              <w:t>lacked septin production with a tendency of changes in cell ploidy (</w:t>
            </w:r>
            <w:r w:rsidRPr="00B81C62">
              <w:rPr>
                <w:rFonts w:cs="Arial"/>
                <w:i/>
                <w:iCs/>
                <w:lang w:val="x-none"/>
              </w:rPr>
              <w:t>Δ</w:t>
            </w:r>
            <w:r w:rsidRPr="00B81C62">
              <w:rPr>
                <w:rFonts w:cs="Arial"/>
                <w:i/>
                <w:color w:val="2E2E2E"/>
                <w:shd w:val="clear" w:color="auto" w:fill="FFFFFF"/>
              </w:rPr>
              <w:t>cdc10</w:t>
            </w:r>
            <w:r w:rsidRPr="00B81C62">
              <w:rPr>
                <w:rFonts w:cs="Arial"/>
                <w:color w:val="2E2E2E"/>
                <w:shd w:val="clear" w:color="auto" w:fill="FFFFFF"/>
              </w:rPr>
              <w:t xml:space="preserve"> showed haploid while others showed </w:t>
            </w:r>
            <w:r w:rsidRPr="00B81C62">
              <w:rPr>
                <w:rFonts w:cs="Arial"/>
                <w:iCs/>
              </w:rPr>
              <w:t>diploid-like morphology)</w:t>
            </w:r>
            <w:r w:rsidRPr="00B81C62">
              <w:rPr>
                <w:rFonts w:cs="Arial"/>
                <w:color w:val="2E2E2E"/>
                <w:shd w:val="clear" w:color="auto" w:fill="FFFFFF"/>
              </w:rPr>
              <w:t xml:space="preserve">; displayed </w:t>
            </w:r>
            <w:r w:rsidRPr="00B81C62">
              <w:rPr>
                <w:rFonts w:cs="Arial"/>
                <w:i/>
                <w:iCs/>
                <w:color w:val="2E2E2E"/>
                <w:shd w:val="clear" w:color="auto" w:fill="FFFFFF"/>
              </w:rPr>
              <w:t>wt</w:t>
            </w:r>
            <w:r w:rsidRPr="00B81C62">
              <w:rPr>
                <w:rFonts w:cs="Arial"/>
                <w:color w:val="2E2E2E"/>
                <w:shd w:val="clear" w:color="auto" w:fill="FFFFFF"/>
              </w:rPr>
              <w:t xml:space="preserve"> growth at 24</w:t>
            </w:r>
            <w:r w:rsidRPr="00B81C62">
              <w:rPr>
                <w:rFonts w:cs="Arial"/>
                <w:color w:val="2E2E2E"/>
                <w:shd w:val="clear" w:color="auto" w:fill="FFFFFF"/>
                <w:vertAlign w:val="superscript"/>
              </w:rPr>
              <w:t>o</w:t>
            </w:r>
            <w:r w:rsidRPr="00B81C62">
              <w:rPr>
                <w:rFonts w:cs="Arial"/>
                <w:color w:val="2E2E2E"/>
                <w:shd w:val="clear" w:color="auto" w:fill="FFFFFF"/>
              </w:rPr>
              <w:t xml:space="preserve">C but are defective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defective bilateral mating characterised with aberrant clamp cells, poor spore formation, and defective nuclear distribution and multinucleation in the abnormal hyphae; poor aggregation of septin-like proteins at the bud-neck of the actively dividing cells.</w:t>
            </w:r>
          </w:p>
          <w:p w14:paraId="4697D7A4" w14:textId="5498052D" w:rsidR="00EA4A31" w:rsidRPr="00B81C62" w:rsidRDefault="00EA4A31" w:rsidP="00B81C62">
            <w:pPr>
              <w:pStyle w:val="MDPI42tablebody"/>
              <w:jc w:val="left"/>
              <w:rPr>
                <w:rFonts w:cs="Arial"/>
                <w:color w:val="2E2E2E"/>
                <w:shd w:val="clear" w:color="auto" w:fill="FFFFFF"/>
              </w:rPr>
            </w:pPr>
            <w:r w:rsidRPr="00B81C62">
              <w:rPr>
                <w:rFonts w:cs="Arial"/>
                <w:i/>
                <w:iCs/>
                <w:lang w:val="x-none"/>
              </w:rPr>
              <w:t>Δ</w:t>
            </w:r>
            <w:r w:rsidRPr="00B81C62">
              <w:rPr>
                <w:rFonts w:cs="Arial"/>
                <w:i/>
              </w:rPr>
              <w:t>cdc3</w:t>
            </w:r>
            <w:r w:rsidRPr="00B81C62">
              <w:rPr>
                <w:rFonts w:cs="Arial"/>
              </w:rPr>
              <w:t xml:space="preserve">, </w:t>
            </w:r>
            <w:r w:rsidRPr="00B81C62">
              <w:rPr>
                <w:rFonts w:cs="Arial"/>
                <w:i/>
                <w:iCs/>
                <w:lang w:val="x-none"/>
              </w:rPr>
              <w:t>Δ</w:t>
            </w:r>
            <w:r w:rsidRPr="00B81C62">
              <w:rPr>
                <w:rFonts w:cs="Arial"/>
                <w:i/>
                <w:iCs/>
              </w:rPr>
              <w:t>c</w:t>
            </w:r>
            <w:r w:rsidRPr="00B81C62">
              <w:rPr>
                <w:rFonts w:cs="Arial"/>
                <w:i/>
              </w:rPr>
              <w:t>dc12,</w:t>
            </w:r>
            <w:r w:rsidRPr="00B81C62">
              <w:rPr>
                <w:rFonts w:cs="Arial"/>
              </w:rPr>
              <w:t xml:space="preserve"> and </w:t>
            </w:r>
            <w:r w:rsidRPr="00B81C62">
              <w:rPr>
                <w:rFonts w:cs="Arial"/>
                <w:i/>
                <w:iCs/>
                <w:lang w:val="x-none"/>
              </w:rPr>
              <w:t>Δ</w:t>
            </w:r>
            <w:r w:rsidRPr="00B81C62">
              <w:rPr>
                <w:rFonts w:cs="Arial"/>
                <w:i/>
              </w:rPr>
              <w:t>cdc3</w:t>
            </w:r>
            <w:r w:rsidRPr="00B81C62">
              <w:rPr>
                <w:rFonts w:cs="Arial"/>
                <w:i/>
                <w:iCs/>
                <w:lang w:val="x-none"/>
              </w:rPr>
              <w:t>Δ</w:t>
            </w:r>
            <w:r w:rsidRPr="00B81C62">
              <w:rPr>
                <w:rFonts w:cs="Arial"/>
                <w:i/>
              </w:rPr>
              <w:t>cdc12</w:t>
            </w:r>
            <w:r w:rsidRPr="00B81C62">
              <w:rPr>
                <w:rFonts w:cs="Arial"/>
              </w:rPr>
              <w:t xml:space="preserve"> showed reduced virulence in the </w:t>
            </w:r>
            <w:r w:rsidRPr="00B81C62">
              <w:rPr>
                <w:rFonts w:cs="Arial"/>
                <w:i/>
              </w:rPr>
              <w:t xml:space="preserve">G. mellonella </w:t>
            </w:r>
            <w:r w:rsidRPr="00B81C62">
              <w:rPr>
                <w:rFonts w:cs="Arial"/>
              </w:rPr>
              <w:t xml:space="preserve">model of infection </w:t>
            </w:r>
            <w:r w:rsidRPr="00B81C62">
              <w:rPr>
                <w:rFonts w:cs="Arial"/>
              </w:rPr>
              <w:fldChar w:fldCharType="begin"/>
            </w:r>
            <w:r w:rsidR="00706F40">
              <w:rPr>
                <w:rFonts w:cs="Arial"/>
              </w:rPr>
              <w:instrText xml:space="preserve"> ADDIN EN.CITE &lt;EndNote&gt;&lt;Cite&gt;&lt;Author&gt;Kozubowski&lt;/Author&gt;&lt;Year&gt;2010&lt;/Year&gt;&lt;RecNum&gt;453&lt;/RecNum&gt;&lt;DisplayText&gt;&lt;style size="10"&gt;[21]&lt;/style&gt;&lt;/DisplayText&gt;&lt;record&gt;&lt;rec-number&gt;453&lt;/rec-number&gt;&lt;foreign-keys&gt;&lt;key app="EN" db-id="2ef9ffxzfstzs5e9dzov9txxs20trda0deex" timestamp="1609629992"&gt;453&lt;/key&gt;&lt;/foreign-keys&gt;&lt;ref-type name="Journal Article"&gt;17&lt;/ref-type&gt;&lt;contributors&gt;&lt;authors&gt;&lt;author&gt;Kozubowski, L.&lt;/author&gt;&lt;author&gt;Heitman, J.&lt;/author&gt;&lt;/authors&gt;&lt;/contributors&gt;&lt;auth-address&gt;Department of Molecular Genetics and Microbiology, Duke University Medical Center, Durham, NC 27710, USA.&lt;/auth-address&gt;&lt;titles&gt;&lt;title&gt;Septins enforce morphogenetic events during sexual reproduction and contribute to virulence of Cryptococcus neoformans&lt;/title&gt;&lt;secondary-title&gt;Mol Microbiol&lt;/secondary-title&gt;&lt;/titles&gt;&lt;periodical&gt;&lt;full-title&gt;Mol Microbiol&lt;/full-title&gt;&lt;/periodical&gt;&lt;pages&gt;658-75&lt;/pages&gt;&lt;volume&gt;75&lt;/volume&gt;&lt;number&gt;3&lt;/number&gt;&lt;edition&gt;20091125&lt;/edition&gt;&lt;keywords&gt;&lt;keyword&gt;Cryptococcus neoformans/*cytology/*pathogenicity/ultrastructure&lt;/keyword&gt;&lt;keyword&gt;Cytoskeletal Proteins/analysis/classification/*physiology&lt;/keyword&gt;&lt;keyword&gt;Fungal Proteins/analysis/classification/*physiology&lt;/keyword&gt;&lt;keyword&gt;GTP Phosphohydrolases/analysis/classification/*physiology&lt;/keyword&gt;&lt;keyword&gt;Humans&lt;/keyword&gt;&lt;keyword&gt;Hyphae/chemistry/cytology/growth &amp;amp; development&lt;/keyword&gt;&lt;keyword&gt;Morphogenesis&lt;/keyword&gt;&lt;keyword&gt;Saccharomyces cerevisiae Proteins/classification&lt;/keyword&gt;&lt;keyword&gt;Virulence&lt;/keyword&gt;&lt;/keywords&gt;&lt;dates&gt;&lt;year&gt;2010&lt;/year&gt;&lt;pub-dates&gt;&lt;date&gt;Feb&lt;/date&gt;&lt;/pub-dates&gt;&lt;/dates&gt;&lt;publisher&gt;Wiley Online Library&lt;/publisher&gt;&lt;isbn&gt;1365-2958 (Electronic)&amp;#xD;0950-382X (Print)&amp;#xD;0950-382X (Linking)&lt;/isbn&gt;&lt;accession-num&gt;19943902&lt;/accession-num&gt;&lt;urls&gt;&lt;related-urls&gt;&lt;url&gt;https://www.ncbi.nlm.nih.gov/pubmed/19943902&lt;/url&gt;&lt;/related-urls&gt;&lt;/urls&gt;&lt;custom2&gt;PMC3699866&lt;/custom2&gt;&lt;electronic-resource-num&gt;10.1111/j.1365-2958.2009.06983.x&lt;/electronic-resource-num&gt;&lt;remote-database-name&gt;Medline&lt;/remote-database-name&gt;&lt;remote-database-provider&gt;NLM&lt;/remote-database-provider&gt;&lt;/record&gt;&lt;/Cite&gt;&lt;/EndNote&gt;</w:instrText>
            </w:r>
            <w:r w:rsidRPr="00B81C62">
              <w:rPr>
                <w:rFonts w:cs="Arial"/>
              </w:rPr>
              <w:fldChar w:fldCharType="separate"/>
            </w:r>
            <w:r w:rsidR="00706F40">
              <w:rPr>
                <w:rFonts w:cs="Arial"/>
                <w:noProof/>
              </w:rPr>
              <w:t>[21]</w:t>
            </w:r>
            <w:r w:rsidRPr="00B81C62">
              <w:rPr>
                <w:rFonts w:cs="Arial"/>
              </w:rPr>
              <w:fldChar w:fldCharType="end"/>
            </w:r>
          </w:p>
        </w:tc>
      </w:tr>
      <w:tr w:rsidR="00EA4A31" w:rsidRPr="00B81C62" w14:paraId="56E82353" w14:textId="77777777" w:rsidTr="00B81C62">
        <w:tc>
          <w:tcPr>
            <w:tcW w:w="939" w:type="pct"/>
            <w:tcBorders>
              <w:bottom w:val="single" w:sz="4" w:space="0" w:color="auto"/>
            </w:tcBorders>
            <w:shd w:val="clear" w:color="auto" w:fill="auto"/>
            <w:vAlign w:val="center"/>
          </w:tcPr>
          <w:p w14:paraId="78A09371" w14:textId="22A01C7E" w:rsidR="00EA4A31" w:rsidRPr="00B81C62" w:rsidRDefault="00EA4A31" w:rsidP="00B81C62">
            <w:pPr>
              <w:pStyle w:val="MDPI42tablebody"/>
              <w:jc w:val="left"/>
              <w:rPr>
                <w:rFonts w:cs="Arial"/>
                <w:i/>
                <w:iCs/>
                <w:lang w:val="x-none"/>
              </w:rPr>
            </w:pPr>
            <w:r w:rsidRPr="00B81C62">
              <w:rPr>
                <w:rFonts w:cs="Arial"/>
                <w:i/>
                <w:iCs/>
                <w:lang w:val="x-none"/>
              </w:rPr>
              <w:t>Δ</w:t>
            </w:r>
            <w:r w:rsidRPr="00B81C62">
              <w:rPr>
                <w:rFonts w:cs="Arial"/>
                <w:i/>
                <w:iCs/>
              </w:rPr>
              <w:t>cdc24</w:t>
            </w:r>
          </w:p>
        </w:tc>
        <w:tc>
          <w:tcPr>
            <w:tcW w:w="4061" w:type="pct"/>
            <w:tcBorders>
              <w:top w:val="nil"/>
              <w:bottom w:val="single" w:sz="4" w:space="0" w:color="auto"/>
            </w:tcBorders>
            <w:shd w:val="clear" w:color="auto" w:fill="auto"/>
            <w:vAlign w:val="center"/>
          </w:tcPr>
          <w:p w14:paraId="43455C06" w14:textId="100E03BA" w:rsidR="00EA4A31" w:rsidRPr="00B81C62" w:rsidRDefault="00EA4A31" w:rsidP="00B81C62">
            <w:pPr>
              <w:jc w:val="left"/>
              <w:rPr>
                <w:rFonts w:cs="Arial"/>
                <w:iCs/>
              </w:rPr>
            </w:pPr>
            <w:r w:rsidRPr="00B81C62">
              <w:rPr>
                <w:rFonts w:cs="Arial"/>
                <w:color w:val="2E2E2E"/>
                <w:shd w:val="clear" w:color="auto" w:fill="FFFFFF"/>
              </w:rPr>
              <w:t>Cdc24 is a downstream effector of Ras1-GTP, and the mutants are hypersensitive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but</w:t>
            </w:r>
            <w:r w:rsidRPr="00B81C62">
              <w:rPr>
                <w:rFonts w:cs="Arial"/>
                <w:color w:val="2E2E2E"/>
                <w:shd w:val="clear" w:color="auto" w:fill="FFFFFF"/>
              </w:rPr>
              <w:t xml:space="preserve"> could be partially resolved by the expression of </w:t>
            </w:r>
            <w:r w:rsidRPr="00B81C62">
              <w:rPr>
                <w:rFonts w:cs="Arial"/>
                <w:iCs/>
                <w:color w:val="2E2E2E"/>
                <w:shd w:val="clear" w:color="auto" w:fill="FFFFFF"/>
              </w:rPr>
              <w:t>Rho-GEF</w:t>
            </w:r>
            <w:r w:rsidRPr="00B81C62">
              <w:rPr>
                <w:rFonts w:cs="Arial"/>
                <w:color w:val="2E2E2E"/>
                <w:shd w:val="clear" w:color="auto" w:fill="FFFFFF"/>
              </w:rPr>
              <w:t xml:space="preserve"> </w:t>
            </w:r>
            <w:r w:rsidRPr="00B81C62">
              <w:rPr>
                <w:rFonts w:cs="Arial"/>
                <w:color w:val="2E2E2E"/>
                <w:shd w:val="clear" w:color="auto" w:fill="FFFFFF"/>
              </w:rPr>
              <w:fldChar w:fldCharType="begin"/>
            </w:r>
            <w:r w:rsidR="00706F40">
              <w:rPr>
                <w:rFonts w:cs="Arial"/>
                <w:color w:val="2E2E2E"/>
                <w:shd w:val="clear" w:color="auto" w:fill="FFFFFF"/>
              </w:rPr>
              <w:instrText xml:space="preserve"> ADDIN EN.CITE &lt;EndNote&gt;&lt;Cite&gt;&lt;Author&gt;Shen&lt;/Author&gt;&lt;Year&gt;2010&lt;/Year&gt;&lt;RecNum&gt;448&lt;/RecNum&gt;&lt;DisplayText&gt;&lt;style size="10"&gt;[22]&lt;/style&gt;&lt;/DisplayText&gt;&lt;record&gt;&lt;rec-number&gt;448&lt;/rec-number&gt;&lt;foreign-keys&gt;&lt;key app="EN" db-id="2ef9ffxzfstzs5e9dzov9txxs20trda0deex" timestamp="1609368836"&gt;448&lt;/key&gt;&lt;/foreign-keys&gt;&lt;ref-type name="Journal Article"&gt;17&lt;/ref-type&gt;&lt;contributors&gt;&lt;authors&gt;&lt;author&gt;Shen, G.&lt;/author&gt;&lt;author&gt;Whittington, A.&lt;/author&gt;&lt;author&gt;Song, K.&lt;/author&gt;&lt;author&gt;Wang, P.&lt;/author&gt;&lt;/authors&gt;&lt;/contributors&gt;&lt;auth-address&gt;The Research Institute for Children, Louisiana State University Health Sciences Center, New Orleans, LA 70118, USA.&lt;/auth-address&gt;&lt;titles&gt;&lt;title&gt;Pleiotropic function of intersectin homologue Cin1 in Cryptococcus neoformans&lt;/title&gt;&lt;secondary-title&gt;Mol Microbiol&lt;/secondary-title&gt;&lt;/titles&gt;&lt;periodical&gt;&lt;full-title&gt;Mol Microbiol&lt;/full-title&gt;&lt;/periodical&gt;&lt;pages&gt;662-76&lt;/pages&gt;&lt;volume&gt;76&lt;/volume&gt;&lt;number&gt;3&lt;/number&gt;&lt;edition&gt;20100316&lt;/edition&gt;&lt;keywords&gt;&lt;keyword&gt;Adaptor Proteins, Vesicular Transport/chemistry/genetics/*metabolism&lt;/keyword&gt;&lt;keyword&gt;Cryptococcus neoformans/chemistry/genetics/growth &amp;amp; development/*metabolism&lt;/keyword&gt;&lt;keyword&gt;Cytokinesis&lt;/keyword&gt;&lt;keyword&gt;Fungal Proteins/chemistry/genetics/*metabolism&lt;/keyword&gt;&lt;keyword&gt;Protein Binding&lt;/keyword&gt;&lt;keyword&gt;Protein Structure, Tertiary&lt;/keyword&gt;&lt;/keywords&gt;&lt;dates&gt;&lt;year&gt;2010&lt;/year&gt;&lt;pub-dates&gt;&lt;date&gt;May&lt;/date&gt;&lt;/pub-dates&gt;&lt;/dates&gt;&lt;isbn&gt;1365-2958 (Electronic)&amp;#xD;0950-382X (Print)&amp;#xD;0950-382X (Linking)&lt;/isbn&gt;&lt;accession-num&gt;20345666&lt;/accession-num&gt;&lt;urls&gt;&lt;related-urls&gt;&lt;url&gt;https://www.ncbi.nlm.nih.gov/pubmed/20345666&lt;/url&gt;&lt;/related-urls&gt;&lt;/urls&gt;&lt;custom2&gt;PMC3074581&lt;/custom2&gt;&lt;electronic-resource-num&gt;10.1111/j.1365-2958.2010.07121.x&lt;/electronic-resource-num&gt;&lt;remote-database-name&gt;Medline&lt;/remote-database-name&gt;&lt;remote-database-provider&gt;NLM&lt;/remote-database-provider&gt;&lt;/record&gt;&lt;/Cite&gt;&lt;/EndNote&gt;</w:instrText>
            </w:r>
            <w:r w:rsidRPr="00B81C62">
              <w:rPr>
                <w:rFonts w:cs="Arial"/>
                <w:color w:val="2E2E2E"/>
                <w:shd w:val="clear" w:color="auto" w:fill="FFFFFF"/>
              </w:rPr>
              <w:fldChar w:fldCharType="separate"/>
            </w:r>
            <w:r w:rsidR="00706F40">
              <w:rPr>
                <w:rFonts w:cs="Arial"/>
                <w:noProof/>
                <w:color w:val="2E2E2E"/>
                <w:shd w:val="clear" w:color="auto" w:fill="FFFFFF"/>
              </w:rPr>
              <w:t>[22]</w:t>
            </w:r>
            <w:r w:rsidRPr="00B81C62">
              <w:rPr>
                <w:rFonts w:cs="Arial"/>
                <w:color w:val="2E2E2E"/>
                <w:shd w:val="clear" w:color="auto" w:fill="FFFFFF"/>
              </w:rPr>
              <w:fldChar w:fldCharType="end"/>
            </w:r>
            <w:r w:rsidRPr="00B81C62">
              <w:rPr>
                <w:rFonts w:cs="Arial"/>
                <w:color w:val="2E2E2E"/>
                <w:shd w:val="clear" w:color="auto" w:fill="FFFFFF"/>
              </w:rPr>
              <w:t xml:space="preserve"> or </w:t>
            </w:r>
            <w:r w:rsidRPr="00B81C62">
              <w:rPr>
                <w:rFonts w:cs="Arial"/>
                <w:iCs/>
                <w:color w:val="2E2E2E"/>
                <w:shd w:val="clear" w:color="auto" w:fill="FFFFFF"/>
              </w:rPr>
              <w:t>Ste20</w:t>
            </w:r>
            <w:r w:rsidRPr="00B81C62">
              <w:rPr>
                <w:rFonts w:cs="Arial"/>
                <w:color w:val="2E2E2E"/>
                <w:shd w:val="clear" w:color="auto" w:fill="FFFFFF"/>
              </w:rPr>
              <w:t xml:space="preserve"> but not </w:t>
            </w:r>
            <w:r w:rsidRPr="00B81C62">
              <w:rPr>
                <w:rFonts w:cs="Arial"/>
                <w:iCs/>
                <w:color w:val="2E2E2E"/>
                <w:shd w:val="clear" w:color="auto" w:fill="FFFFFF"/>
              </w:rPr>
              <w:t>Ras1</w:t>
            </w:r>
            <w:r w:rsidRPr="00B81C62">
              <w:rPr>
                <w:rFonts w:cs="Arial"/>
                <w:i/>
                <w:color w:val="2E2E2E"/>
                <w:shd w:val="clear" w:color="auto" w:fill="FFFFFF"/>
              </w:rPr>
              <w:t xml:space="preserve"> </w:t>
            </w:r>
            <w:r w:rsidRPr="00B81C62">
              <w:rPr>
                <w:rFonts w:cs="Arial"/>
                <w:color w:val="2E2E2E"/>
                <w:shd w:val="clear" w:color="auto" w:fill="FFFFFF"/>
              </w:rPr>
              <w:t xml:space="preserve">or </w:t>
            </w:r>
            <w:r w:rsidRPr="00B81C62">
              <w:rPr>
                <w:rFonts w:cs="Arial"/>
                <w:iCs/>
                <w:color w:val="2E2E2E"/>
                <w:shd w:val="clear" w:color="auto" w:fill="FFFFFF"/>
              </w:rPr>
              <w:t>Pak1</w:t>
            </w:r>
            <w:r w:rsidRPr="00B81C62">
              <w:rPr>
                <w:rFonts w:cs="Arial"/>
                <w:color w:val="2E2E2E"/>
                <w:shd w:val="clear" w:color="auto" w:fill="FFFFFF"/>
              </w:rPr>
              <w:t xml:space="preserve">; overexpression of </w:t>
            </w:r>
            <w:r w:rsidRPr="00B81C62">
              <w:rPr>
                <w:rFonts w:cs="Arial"/>
                <w:i/>
                <w:iCs/>
                <w:color w:val="2E2E2E"/>
                <w:shd w:val="clear" w:color="auto" w:fill="FFFFFF"/>
              </w:rPr>
              <w:t>Cdc42</w:t>
            </w:r>
            <w:r w:rsidRPr="00B81C62">
              <w:rPr>
                <w:rFonts w:cs="Arial"/>
                <w:color w:val="2E2E2E"/>
                <w:shd w:val="clear" w:color="auto" w:fill="FFFFFF"/>
              </w:rPr>
              <w:t xml:space="preserve"> could restore high-temperature growth defect in </w:t>
            </w:r>
            <w:r w:rsidRPr="00B81C62">
              <w:rPr>
                <w:rFonts w:cs="Arial"/>
                <w:i/>
                <w:iCs/>
                <w:lang w:val="x-none"/>
              </w:rPr>
              <w:t>Δ</w:t>
            </w:r>
            <w:r w:rsidRPr="00B81C62">
              <w:rPr>
                <w:rFonts w:cs="Arial"/>
                <w:i/>
                <w:iCs/>
              </w:rPr>
              <w:t xml:space="preserve">cdc24, </w:t>
            </w:r>
            <w:r w:rsidRPr="00B81C62">
              <w:rPr>
                <w:rFonts w:cs="Arial"/>
                <w:iCs/>
              </w:rPr>
              <w:t xml:space="preserve">and even in </w:t>
            </w:r>
            <w:r w:rsidRPr="00B81C62">
              <w:rPr>
                <w:rFonts w:cs="Arial"/>
                <w:i/>
                <w:iCs/>
                <w:lang w:val="x-none"/>
              </w:rPr>
              <w:t>Δ</w:t>
            </w:r>
            <w:r w:rsidRPr="00B81C62">
              <w:rPr>
                <w:rFonts w:cs="Arial"/>
                <w:i/>
                <w:iCs/>
                <w:lang w:val="en-US"/>
              </w:rPr>
              <w:t>r</w:t>
            </w:r>
            <w:r w:rsidRPr="00B81C62">
              <w:rPr>
                <w:rFonts w:cs="Arial"/>
                <w:i/>
                <w:iCs/>
              </w:rPr>
              <w:t xml:space="preserve">as1 </w:t>
            </w:r>
            <w:r w:rsidRPr="00B81C62">
              <w:rPr>
                <w:rFonts w:cs="Arial"/>
                <w:iCs/>
              </w:rPr>
              <w:t>mutant</w:t>
            </w:r>
            <w:r w:rsidRPr="00B81C62">
              <w:rPr>
                <w:rFonts w:cs="Arial"/>
                <w:i/>
                <w:iCs/>
              </w:rPr>
              <w:t xml:space="preserve">; </w:t>
            </w:r>
            <w:r w:rsidRPr="00B81C62">
              <w:rPr>
                <w:rFonts w:cs="Arial"/>
                <w:color w:val="2E2E2E"/>
                <w:shd w:val="clear" w:color="auto" w:fill="FFFFFF"/>
              </w:rPr>
              <w:t>enlarged and aggregated cell morphology as temperature progresses from 30 to 39</w:t>
            </w:r>
            <w:r w:rsidRPr="00B81C62">
              <w:rPr>
                <w:rFonts w:cs="Arial"/>
                <w:color w:val="2E2E2E"/>
                <w:shd w:val="clear" w:color="auto" w:fill="FFFFFF"/>
                <w:vertAlign w:val="superscript"/>
              </w:rPr>
              <w:t>o</w:t>
            </w:r>
            <w:r w:rsidRPr="00B81C62">
              <w:rPr>
                <w:rFonts w:cs="Arial"/>
                <w:color w:val="2E2E2E"/>
                <w:shd w:val="clear" w:color="auto" w:fill="FFFFFF"/>
              </w:rPr>
              <w:t xml:space="preserve">C; normal growth rate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rPr>
              <w:t xml:space="preserve"> and karyokinesis even at 39</w:t>
            </w:r>
            <w:r w:rsidRPr="00B81C62">
              <w:rPr>
                <w:rFonts w:cs="Arial"/>
                <w:vertAlign w:val="superscript"/>
              </w:rPr>
              <w:t>o</w:t>
            </w:r>
            <w:r w:rsidRPr="00B81C62">
              <w:rPr>
                <w:rFonts w:cs="Arial"/>
              </w:rPr>
              <w:t xml:space="preserve">C; </w:t>
            </w:r>
            <w:r w:rsidRPr="00B81C62">
              <w:rPr>
                <w:rFonts w:cs="Arial"/>
                <w:i/>
                <w:iCs/>
              </w:rPr>
              <w:t>in vivo</w:t>
            </w:r>
            <w:r w:rsidRPr="00B81C62">
              <w:rPr>
                <w:rFonts w:cs="Arial"/>
                <w:i/>
              </w:rPr>
              <w:t xml:space="preserve"> </w:t>
            </w:r>
            <w:r w:rsidRPr="00B81C62">
              <w:rPr>
                <w:rFonts w:cs="Arial"/>
              </w:rPr>
              <w:t xml:space="preserve"> survival yet completely </w:t>
            </w:r>
            <w:r w:rsidRPr="00B81C62">
              <w:rPr>
                <w:rFonts w:cs="Arial"/>
                <w:color w:val="2E2E2E"/>
                <w:shd w:val="clear" w:color="auto" w:fill="FFFFFF"/>
              </w:rPr>
              <w:t xml:space="preserve">avirulent in MIMC </w:t>
            </w:r>
            <w:r w:rsidRPr="00B81C62">
              <w:rPr>
                <w:rFonts w:cs="Arial"/>
                <w:color w:val="2E2E2E"/>
                <w:shd w:val="clear" w:color="auto" w:fill="FFFFFF"/>
              </w:rPr>
              <w:fldChar w:fldCharType="begin">
                <w:fldData xml:space="preserve">PEVuZE5vdGU+PENpdGU+PEF1dGhvcj5OaWNob2xzPC9BdXRob3I+PFllYXI+MjAwNzwvWWVhcj48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PEVuZE5vdGU+PENpdGU+PEF1dGhvcj5OaWNob2xzPC9BdXRob3I+PFllYXI+MjAwNzwvWWVhcj48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[23]</w:t>
            </w:r>
            <w:r w:rsidRPr="00B81C62">
              <w:rPr>
                <w:rFonts w:cs="Arial"/>
                <w:color w:val="2E2E2E"/>
                <w:shd w:val="clear" w:color="auto" w:fill="FFFFFF"/>
              </w:rPr>
              <w:fldChar w:fldCharType="end"/>
            </w:r>
          </w:p>
        </w:tc>
      </w:tr>
      <w:tr w:rsidR="00EA4A31" w:rsidRPr="00B81C62" w14:paraId="5B40437F" w14:textId="77777777" w:rsidTr="00B81C62">
        <w:tc>
          <w:tcPr>
            <w:tcW w:w="939" w:type="pct"/>
            <w:tcBorders>
              <w:bottom w:val="single" w:sz="4" w:space="0" w:color="auto"/>
            </w:tcBorders>
            <w:shd w:val="clear" w:color="auto" w:fill="auto"/>
            <w:vAlign w:val="center"/>
          </w:tcPr>
          <w:p w14:paraId="34B01090" w14:textId="4B6A451D" w:rsidR="00EA4A31" w:rsidRPr="00B81C62" w:rsidRDefault="00EA4A31" w:rsidP="00B81C62">
            <w:pPr>
              <w:pStyle w:val="MDPI42tablebody"/>
              <w:jc w:val="left"/>
              <w:rPr>
                <w:rFonts w:cs="Arial"/>
                <w:i/>
                <w:iCs/>
                <w:lang w:val="x-none"/>
              </w:rPr>
            </w:pPr>
            <w:r w:rsidRPr="00B81C62">
              <w:rPr>
                <w:rFonts w:cs="Arial"/>
                <w:i/>
                <w:iCs/>
                <w:lang w:val="x-none"/>
              </w:rPr>
              <w:t>Δ</w:t>
            </w:r>
            <w:r w:rsidRPr="00B81C62">
              <w:rPr>
                <w:rFonts w:cs="Arial"/>
                <w:i/>
                <w:iCs/>
              </w:rPr>
              <w:t>cdc43</w:t>
            </w:r>
          </w:p>
        </w:tc>
        <w:tc>
          <w:tcPr>
            <w:tcW w:w="4061" w:type="pct"/>
            <w:tcBorders>
              <w:top w:val="nil"/>
              <w:bottom w:val="single" w:sz="4" w:space="0" w:color="auto"/>
            </w:tcBorders>
            <w:shd w:val="clear" w:color="auto" w:fill="auto"/>
            <w:vAlign w:val="center"/>
          </w:tcPr>
          <w:p w14:paraId="617832C3" w14:textId="7E994FE3" w:rsidR="00EA4A31" w:rsidRPr="00B81C62" w:rsidRDefault="00EA4A31" w:rsidP="00B81C62">
            <w:pPr>
              <w:jc w:val="left"/>
              <w:rPr>
                <w:rFonts w:cs="Arial"/>
                <w:color w:val="2E2E2E"/>
                <w:shd w:val="clear" w:color="auto" w:fill="FFFFFF"/>
              </w:rPr>
            </w:pPr>
            <w:r w:rsidRPr="00B81C62">
              <w:rPr>
                <w:rFonts w:cs="Arial"/>
                <w:color w:val="2E2E2E"/>
                <w:shd w:val="clear" w:color="auto" w:fill="FFFFFF"/>
              </w:rPr>
              <w:t xml:space="preserve">Hypersensitive mutants to temperature </w:t>
            </w:r>
            <w:bookmarkStart w:id="1" w:name="OLE_LINK290"/>
            <w:bookmarkStart w:id="2" w:name="OLE_LINK291"/>
            <w:r w:rsidRPr="00B81C62">
              <w:rPr>
                <w:rFonts w:cs="Arial"/>
                <w:color w:val="2E2E2E"/>
                <w:shd w:val="clear" w:color="auto" w:fill="FFFFFF"/>
              </w:rPr>
              <w:t>≥</w:t>
            </w:r>
            <w:r w:rsidRPr="00B81C62">
              <w:rPr>
                <w:rFonts w:cs="Arial"/>
                <w:lang w:val="x-none"/>
              </w:rPr>
              <w:t>37</w:t>
            </w:r>
            <w:r w:rsidRPr="00B81C62">
              <w:rPr>
                <w:rFonts w:cs="Arial"/>
                <w:vertAlign w:val="superscript"/>
                <w:lang w:val="x-none"/>
              </w:rPr>
              <w:t>o</w:t>
            </w:r>
            <w:r w:rsidRPr="00B81C62">
              <w:rPr>
                <w:rFonts w:cs="Arial"/>
                <w:lang w:val="x-none"/>
              </w:rPr>
              <w:t>C</w:t>
            </w:r>
            <w:bookmarkEnd w:id="1"/>
            <w:bookmarkEnd w:id="2"/>
            <w:r w:rsidRPr="00B81C62">
              <w:rPr>
                <w:rFonts w:cs="Arial"/>
              </w:rPr>
              <w:t xml:space="preserve">; survival defect in macrophage; attenuated virulence due to failure to grow at physiological temperature and the mislocalisation of Cdc42p though Ras1p and Rac2p membrane-localisation remained unaffected; normal growth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rPr>
              <w:t xml:space="preserve">  but defective cytokinesis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normal unilateral mating but delayed bilateral mating process characterised with poor basidiospore chain formation and one-fifth of the cell showed abnormal morphology in the clam cells; highly susceptible to manumycin A than tipifarnib (two potent farnesyltransferase inhibitors) </w:t>
            </w:r>
            <w:r w:rsidRPr="00B81C62">
              <w:rPr>
                <w:rFonts w:cs="Arial"/>
              </w:rPr>
              <w:fldChar w:fldCharType="begin">
                <w:fldData xml:space="preserve">PEVuZE5vdGU+PENpdGU+PEF1dGhvcj5CYWxsb3U8L0F1dGhvcj48WWVhcj4yMDEwPC9ZZWFyPjxS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</w:fldData>
              </w:fldChar>
            </w:r>
            <w:r w:rsidR="00706F40">
              <w:rPr>
                <w:rFonts w:cs="Arial"/>
              </w:rPr>
              <w:instrText xml:space="preserve"> ADDIN EN.CITE </w:instrText>
            </w:r>
            <w:r w:rsidR="00706F40">
              <w:rPr>
                <w:rFonts w:cs="Arial"/>
              </w:rPr>
              <w:fldChar w:fldCharType="begin">
                <w:fldData xml:space="preserve">PEVuZE5vdGU+PENpdGU+PEF1dGhvcj5CYWxsb3U8L0F1dGhvcj48WWVhcj4yMDEwPC9ZZWFyPjxS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[24,25]</w:t>
            </w:r>
            <w:r w:rsidRPr="00B81C62">
              <w:rPr>
                <w:rFonts w:cs="Arial"/>
              </w:rPr>
              <w:fldChar w:fldCharType="end"/>
            </w:r>
            <w:r w:rsidRPr="00B81C62">
              <w:rPr>
                <w:rFonts w:cs="Arial"/>
              </w:rPr>
              <w:t xml:space="preserve">. These phenotypic defects are similar to </w:t>
            </w:r>
            <w:r w:rsidRPr="00B81C62">
              <w:rPr>
                <w:rFonts w:cs="Arial"/>
                <w:i/>
                <w:iCs/>
                <w:lang w:val="x-none"/>
              </w:rPr>
              <w:t>Δ</w:t>
            </w:r>
            <w:r w:rsidRPr="00B81C62">
              <w:rPr>
                <w:rFonts w:cs="Arial"/>
                <w:i/>
                <w:iCs/>
              </w:rPr>
              <w:t xml:space="preserve">cdc42, </w:t>
            </w:r>
            <w:r w:rsidRPr="00B81C62">
              <w:rPr>
                <w:rFonts w:cs="Arial"/>
                <w:i/>
                <w:iCs/>
                <w:lang w:val="x-none"/>
              </w:rPr>
              <w:t>Δ</w:t>
            </w:r>
            <w:r w:rsidRPr="00B81C62">
              <w:rPr>
                <w:rFonts w:cs="Arial"/>
                <w:i/>
                <w:iCs/>
              </w:rPr>
              <w:t xml:space="preserve">cdc420, </w:t>
            </w:r>
            <w:r w:rsidRPr="00B81C62">
              <w:rPr>
                <w:rFonts w:cs="Arial"/>
                <w:i/>
                <w:iCs/>
                <w:lang w:val="x-none"/>
              </w:rPr>
              <w:t>Δ</w:t>
            </w:r>
            <w:r w:rsidRPr="00B81C62">
              <w:rPr>
                <w:rFonts w:cs="Arial"/>
                <w:i/>
                <w:iCs/>
              </w:rPr>
              <w:t>cdc42</w:t>
            </w:r>
            <w:r w:rsidRPr="00B81C62">
              <w:rPr>
                <w:rFonts w:cs="Arial"/>
                <w:i/>
                <w:iCs/>
                <w:lang w:val="x-none"/>
              </w:rPr>
              <w:t>Δ</w:t>
            </w:r>
            <w:r w:rsidRPr="00B81C62">
              <w:rPr>
                <w:rFonts w:cs="Arial"/>
                <w:i/>
                <w:iCs/>
              </w:rPr>
              <w:t xml:space="preserve">cdc420, </w:t>
            </w:r>
            <w:r w:rsidRPr="00B81C62">
              <w:rPr>
                <w:rFonts w:cs="Arial"/>
                <w:i/>
                <w:iCs/>
                <w:lang w:val="x-none"/>
              </w:rPr>
              <w:t>Δ</w:t>
            </w:r>
            <w:r w:rsidRPr="00B81C62">
              <w:rPr>
                <w:rFonts w:cs="Arial"/>
                <w:i/>
                <w:iCs/>
              </w:rPr>
              <w:t xml:space="preserve">cdc24, </w:t>
            </w:r>
            <w:r w:rsidRPr="00B81C62">
              <w:rPr>
                <w:rFonts w:cs="Arial"/>
                <w:iCs/>
              </w:rPr>
              <w:t xml:space="preserve">and </w:t>
            </w:r>
            <w:r w:rsidRPr="00B81C62">
              <w:rPr>
                <w:rFonts w:cs="Arial"/>
                <w:i/>
                <w:iCs/>
                <w:lang w:val="x-none"/>
              </w:rPr>
              <w:t>Δ</w:t>
            </w:r>
            <w:r w:rsidRPr="00B81C62">
              <w:rPr>
                <w:rFonts w:cs="Arial"/>
                <w:i/>
                <w:iCs/>
              </w:rPr>
              <w:t>ras1</w:t>
            </w:r>
            <w:r w:rsidRPr="00B81C62">
              <w:rPr>
                <w:rFonts w:cs="Arial"/>
                <w:iCs/>
              </w:rPr>
              <w:t xml:space="preserve"> mutants, which also lacked actin cables leading to actin repolarisation of the cytoskeleton after thermal stress </w:t>
            </w:r>
            <w:r w:rsidRPr="00B81C62">
              <w:rPr>
                <w:rFonts w:cs="Arial"/>
                <w:iCs/>
              </w:rPr>
              <w:fldChar w:fldCharType="begin">
                <w:fldData xml:space="preserve">PEVuZE5vdGU+PENpdGU+PEF1dGhvcj5TaGVuPC9BdXRob3I+PFllYXI+MjAxMjwvWWVhcj48UmVj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</w:fldData>
              </w:fldChar>
            </w:r>
            <w:r w:rsidR="00706F40">
              <w:rPr>
                <w:rFonts w:cs="Arial"/>
                <w:iCs/>
              </w:rPr>
              <w:instrText xml:space="preserve"> ADDIN EN.CITE </w:instrText>
            </w:r>
            <w:r w:rsidR="00706F40">
              <w:rPr>
                <w:rFonts w:cs="Arial"/>
                <w:iCs/>
              </w:rPr>
              <w:fldChar w:fldCharType="begin">
                <w:fldData xml:space="preserve">PEVuZE5vdGU+PENpdGU+PEF1dGhvcj5TaGVuPC9BdXRob3I+PFllYXI+MjAxMjwvWWVhcj48UmVj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[24,26]</w:t>
            </w:r>
            <w:r w:rsidRPr="00B81C62">
              <w:rPr>
                <w:rFonts w:cs="Arial"/>
                <w:iCs/>
              </w:rPr>
              <w:fldChar w:fldCharType="end"/>
            </w:r>
          </w:p>
        </w:tc>
      </w:tr>
      <w:tr w:rsidR="00EA4A31" w:rsidRPr="00B81C62" w14:paraId="0C8151AF" w14:textId="77777777" w:rsidTr="00B81C62">
        <w:tc>
          <w:tcPr>
            <w:tcW w:w="939" w:type="pct"/>
            <w:tcBorders>
              <w:bottom w:val="single" w:sz="4" w:space="0" w:color="auto"/>
            </w:tcBorders>
            <w:shd w:val="clear" w:color="auto" w:fill="auto"/>
            <w:vAlign w:val="center"/>
          </w:tcPr>
          <w:p w14:paraId="2D01B294" w14:textId="58276D75" w:rsidR="00EA4A31" w:rsidRPr="00B81C62" w:rsidRDefault="00EA4A31" w:rsidP="00B81C62">
            <w:pPr>
              <w:pStyle w:val="MDPI42tablebody"/>
              <w:jc w:val="left"/>
              <w:rPr>
                <w:rFonts w:cs="Arial"/>
                <w:i/>
                <w:iCs/>
                <w:lang w:val="x-none"/>
              </w:rPr>
            </w:pPr>
            <w:r w:rsidRPr="00B81C62">
              <w:rPr>
                <w:rFonts w:cs="Arial"/>
                <w:i/>
                <w:iCs/>
                <w:lang w:val="x-none"/>
              </w:rPr>
              <w:t>Δ</w:t>
            </w:r>
            <w:r w:rsidRPr="00B81C62">
              <w:rPr>
                <w:rFonts w:cs="Arial"/>
                <w:i/>
                <w:iCs/>
              </w:rPr>
              <w:t xml:space="preserve">cdc42, </w:t>
            </w:r>
            <w:r w:rsidRPr="00B81C62">
              <w:rPr>
                <w:rFonts w:cs="Arial"/>
                <w:i/>
                <w:iCs/>
                <w:lang w:val="x-none"/>
              </w:rPr>
              <w:t>Δ</w:t>
            </w:r>
            <w:r w:rsidRPr="00B81C62">
              <w:rPr>
                <w:rFonts w:cs="Arial"/>
                <w:i/>
                <w:iCs/>
              </w:rPr>
              <w:t>cdc420</w:t>
            </w:r>
          </w:p>
        </w:tc>
        <w:tc>
          <w:tcPr>
            <w:tcW w:w="4061" w:type="pct"/>
            <w:tcBorders>
              <w:top w:val="nil"/>
              <w:bottom w:val="single" w:sz="4" w:space="0" w:color="auto"/>
            </w:tcBorders>
            <w:shd w:val="clear" w:color="auto" w:fill="auto"/>
            <w:vAlign w:val="center"/>
          </w:tcPr>
          <w:p w14:paraId="352CA34B" w14:textId="719A7E8B" w:rsidR="00EA4A31" w:rsidRPr="00B81C62" w:rsidRDefault="00EA4A31" w:rsidP="00B81C62">
            <w:pPr>
              <w:jc w:val="left"/>
              <w:rPr>
                <w:rFonts w:cs="Arial"/>
                <w:color w:val="2E2E2E"/>
                <w:shd w:val="clear" w:color="auto" w:fill="FFFFFF"/>
              </w:rPr>
            </w:pPr>
            <w:r w:rsidRPr="00B81C62">
              <w:rPr>
                <w:rFonts w:cs="Arial"/>
                <w:color w:val="2E2E2E"/>
                <w:shd w:val="clear" w:color="auto" w:fill="FFFFFF"/>
              </w:rPr>
              <w:t xml:space="preserve">Each mutant is viable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rPr>
              <w:t xml:space="preserve"> with no defect in the capsule and melanin formation, but the growth decreased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and became thermosensitive at 39</w:t>
            </w:r>
            <w:r w:rsidRPr="00B81C62">
              <w:rPr>
                <w:rFonts w:cs="Arial"/>
                <w:vertAlign w:val="superscript"/>
              </w:rPr>
              <w:t>o</w:t>
            </w:r>
            <w:r w:rsidRPr="00B81C62">
              <w:rPr>
                <w:rFonts w:cs="Arial"/>
              </w:rPr>
              <w:t xml:space="preserve">C just like </w:t>
            </w:r>
            <w:r w:rsidRPr="00B81C62">
              <w:rPr>
                <w:rFonts w:cs="Arial"/>
                <w:i/>
                <w:iCs/>
                <w:lang w:val="x-none"/>
              </w:rPr>
              <w:t>Δ</w:t>
            </w:r>
            <w:r w:rsidRPr="00B81C62">
              <w:rPr>
                <w:rFonts w:cs="Arial"/>
                <w:i/>
                <w:iCs/>
              </w:rPr>
              <w:t xml:space="preserve">ras1 </w:t>
            </w:r>
            <w:r w:rsidRPr="00B81C62">
              <w:rPr>
                <w:rFonts w:cs="Arial"/>
                <w:iCs/>
              </w:rPr>
              <w:t xml:space="preserve">and </w:t>
            </w:r>
            <w:r w:rsidRPr="00B81C62">
              <w:rPr>
                <w:rFonts w:cs="Arial"/>
                <w:i/>
                <w:iCs/>
                <w:lang w:val="x-none"/>
              </w:rPr>
              <w:t>Δ</w:t>
            </w:r>
            <w:r w:rsidRPr="00B81C62">
              <w:rPr>
                <w:rFonts w:cs="Arial"/>
                <w:i/>
                <w:iCs/>
              </w:rPr>
              <w:t xml:space="preserve">cdc24 </w:t>
            </w:r>
            <w:r w:rsidRPr="00B81C62">
              <w:rPr>
                <w:rFonts w:cs="Arial"/>
                <w:iCs/>
              </w:rPr>
              <w:t xml:space="preserve">mutants; complementation by </w:t>
            </w:r>
            <w:r w:rsidRPr="00B81C62">
              <w:rPr>
                <w:rFonts w:cs="Arial"/>
                <w:i/>
              </w:rPr>
              <w:t>Cdc42</w:t>
            </w:r>
            <w:r w:rsidRPr="00B81C62">
              <w:rPr>
                <w:rFonts w:cs="Arial"/>
                <w:iCs/>
              </w:rPr>
              <w:t xml:space="preserve"> or overexpression of </w:t>
            </w:r>
            <w:r w:rsidRPr="00B81C62">
              <w:rPr>
                <w:rFonts w:cs="Arial"/>
                <w:i/>
              </w:rPr>
              <w:t>Cdc420</w:t>
            </w:r>
            <w:r w:rsidRPr="00B81C62">
              <w:rPr>
                <w:rFonts w:cs="Arial"/>
                <w:iCs/>
              </w:rPr>
              <w:t xml:space="preserve"> could restore the growth defect at 39</w:t>
            </w:r>
            <w:r w:rsidRPr="00B81C62">
              <w:rPr>
                <w:rFonts w:cs="Arial"/>
                <w:iCs/>
                <w:vertAlign w:val="superscript"/>
              </w:rPr>
              <w:t>o</w:t>
            </w:r>
            <w:r w:rsidRPr="00B81C62">
              <w:rPr>
                <w:rFonts w:cs="Arial"/>
                <w:iCs/>
              </w:rPr>
              <w:t xml:space="preserve">C; </w:t>
            </w:r>
            <w:r w:rsidRPr="00B81C62">
              <w:rPr>
                <w:rFonts w:cs="Arial"/>
                <w:i/>
                <w:iCs/>
                <w:lang w:val="x-none"/>
              </w:rPr>
              <w:t>Δ</w:t>
            </w:r>
            <w:r w:rsidRPr="00B81C62">
              <w:rPr>
                <w:rFonts w:cs="Arial"/>
                <w:i/>
                <w:iCs/>
              </w:rPr>
              <w:t>cdc42</w:t>
            </w:r>
            <w:r w:rsidRPr="00B81C62">
              <w:rPr>
                <w:rFonts w:cs="Arial"/>
                <w:i/>
                <w:iCs/>
                <w:lang w:val="x-none"/>
              </w:rPr>
              <w:t>Δ</w:t>
            </w:r>
            <w:r w:rsidRPr="00B81C62">
              <w:rPr>
                <w:rFonts w:cs="Arial"/>
                <w:i/>
                <w:iCs/>
              </w:rPr>
              <w:t xml:space="preserve">cdc420 </w:t>
            </w:r>
            <w:r w:rsidRPr="00B81C62">
              <w:rPr>
                <w:rFonts w:cs="Arial"/>
                <w:iCs/>
              </w:rPr>
              <w:t xml:space="preserve">mutants displayed a more severe growth defect even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iCs/>
              </w:rPr>
              <w:t xml:space="preserve">. Surprisingly, only </w:t>
            </w:r>
            <w:r w:rsidR="00B91BFC">
              <w:rPr>
                <w:rFonts w:cs="Arial"/>
                <w:iCs/>
              </w:rPr>
              <w:t xml:space="preserve">the </w:t>
            </w:r>
            <w:r w:rsidRPr="00B81C62">
              <w:rPr>
                <w:rFonts w:cs="Arial"/>
                <w:i/>
                <w:iCs/>
                <w:lang w:val="x-none"/>
              </w:rPr>
              <w:t>Δ</w:t>
            </w:r>
            <w:r w:rsidRPr="00B81C62">
              <w:rPr>
                <w:rFonts w:cs="Arial"/>
                <w:i/>
                <w:iCs/>
              </w:rPr>
              <w:t xml:space="preserve">cdc42 </w:t>
            </w:r>
            <w:r w:rsidRPr="00B81C62">
              <w:rPr>
                <w:rFonts w:cs="Arial"/>
                <w:iCs/>
              </w:rPr>
              <w:t xml:space="preserve">mutant was avirulent, just like </w:t>
            </w:r>
            <w:r w:rsidRPr="00B81C62">
              <w:rPr>
                <w:rFonts w:cs="Arial"/>
                <w:i/>
                <w:iCs/>
                <w:lang w:val="x-none"/>
              </w:rPr>
              <w:t>Δ</w:t>
            </w:r>
            <w:r w:rsidRPr="00B81C62">
              <w:rPr>
                <w:rFonts w:cs="Arial"/>
                <w:i/>
                <w:iCs/>
              </w:rPr>
              <w:t xml:space="preserve">cdc24 </w:t>
            </w:r>
            <w:r w:rsidRPr="00B81C62">
              <w:rPr>
                <w:rFonts w:cs="Arial"/>
                <w:iCs/>
              </w:rPr>
              <w:t xml:space="preserve">and </w:t>
            </w:r>
            <w:r w:rsidRPr="00B81C62">
              <w:rPr>
                <w:rFonts w:cs="Arial"/>
                <w:i/>
                <w:iCs/>
                <w:lang w:val="x-none"/>
              </w:rPr>
              <w:t>Δ</w:t>
            </w:r>
            <w:r w:rsidRPr="00B81C62">
              <w:rPr>
                <w:rFonts w:cs="Arial"/>
                <w:i/>
                <w:iCs/>
              </w:rPr>
              <w:t xml:space="preserve">ras1 </w:t>
            </w:r>
            <w:r w:rsidRPr="00B81C62">
              <w:rPr>
                <w:rFonts w:cs="Arial"/>
                <w:iCs/>
              </w:rPr>
              <w:t xml:space="preserve">mutants, while </w:t>
            </w:r>
            <w:r w:rsidRPr="00B81C62">
              <w:rPr>
                <w:rFonts w:cs="Arial"/>
                <w:i/>
                <w:iCs/>
                <w:lang w:val="x-none"/>
              </w:rPr>
              <w:t>Δ</w:t>
            </w:r>
            <w:r w:rsidRPr="00B81C62">
              <w:rPr>
                <w:rFonts w:cs="Arial"/>
                <w:i/>
              </w:rPr>
              <w:t>cdc420</w:t>
            </w:r>
            <w:r w:rsidRPr="00B81C62">
              <w:rPr>
                <w:rFonts w:cs="Arial"/>
              </w:rPr>
              <w:t xml:space="preserve"> </w:t>
            </w:r>
            <w:bookmarkStart w:id="3" w:name="_Hlk63842405"/>
            <w:r w:rsidRPr="00B81C62">
              <w:rPr>
                <w:rFonts w:cs="Arial"/>
              </w:rPr>
              <w:t xml:space="preserve">mutants remained virulence as much as the </w:t>
            </w:r>
            <w:r w:rsidRPr="00B81C62">
              <w:rPr>
                <w:rFonts w:cs="Arial"/>
                <w:i/>
                <w:iCs/>
              </w:rPr>
              <w:t>wt</w:t>
            </w:r>
            <w:r w:rsidRPr="00B81C62">
              <w:rPr>
                <w:rFonts w:cs="Arial"/>
              </w:rPr>
              <w:t xml:space="preserve"> </w:t>
            </w:r>
            <w:bookmarkEnd w:id="3"/>
            <w:r w:rsidRPr="00B81C62">
              <w:rPr>
                <w:rFonts w:cs="Arial"/>
              </w:rPr>
              <w:fldChar w:fldCharType="begin">
                <w:fldData xml:space="preserve">PEVuZE5vdGU+PENpdGU+PEF1dGhvcj5CYWxsb3U8L0F1dGhvcj48WWVhcj4yMDEwPC9ZZWFyPjxS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</w:fldData>
              </w:fldChar>
            </w:r>
            <w:r w:rsidR="00706F40">
              <w:rPr>
                <w:rFonts w:cs="Arial"/>
              </w:rPr>
              <w:instrText xml:space="preserve"> ADDIN EN.CITE </w:instrText>
            </w:r>
            <w:r w:rsidR="00706F40">
              <w:rPr>
                <w:rFonts w:cs="Arial"/>
              </w:rPr>
              <w:fldChar w:fldCharType="begin">
                <w:fldData xml:space="preserve">PEVuZE5vdGU+PENpdGU+PEF1dGhvcj5CYWxsb3U8L0F1dGhvcj48WWVhcj4yMDEwPC9ZZWFyPjxS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[24]</w:t>
            </w:r>
            <w:r w:rsidRPr="00B81C62">
              <w:rPr>
                <w:rFonts w:cs="Arial"/>
              </w:rPr>
              <w:fldChar w:fldCharType="end"/>
            </w:r>
          </w:p>
        </w:tc>
      </w:tr>
      <w:tr w:rsidR="00EA4A31" w:rsidRPr="00B81C62" w14:paraId="6B9A8B42" w14:textId="77777777" w:rsidTr="00B81C62">
        <w:tc>
          <w:tcPr>
            <w:tcW w:w="939" w:type="pct"/>
            <w:tcBorders>
              <w:bottom w:val="single" w:sz="4" w:space="0" w:color="auto"/>
            </w:tcBorders>
            <w:shd w:val="clear" w:color="auto" w:fill="auto"/>
            <w:vAlign w:val="center"/>
          </w:tcPr>
          <w:p w14:paraId="2289F2E2" w14:textId="22DD5A57" w:rsidR="00EA4A31" w:rsidRPr="00B81C62" w:rsidRDefault="00EA4A31" w:rsidP="00B81C62">
            <w:pPr>
              <w:pStyle w:val="MDPI42tablebody"/>
              <w:jc w:val="left"/>
              <w:rPr>
                <w:rFonts w:cs="Arial"/>
                <w:i/>
                <w:iCs/>
                <w:lang w:val="x-none"/>
              </w:rPr>
            </w:pPr>
            <w:r w:rsidRPr="00B81C62">
              <w:rPr>
                <w:rFonts w:cs="Arial"/>
                <w:i/>
                <w:iCs/>
                <w:lang w:val="x-none"/>
              </w:rPr>
              <w:t>Δ</w:t>
            </w:r>
            <w:r w:rsidRPr="00B81C62">
              <w:rPr>
                <w:rFonts w:cs="Arial"/>
                <w:i/>
                <w:iCs/>
              </w:rPr>
              <w:t>cdk8</w:t>
            </w:r>
          </w:p>
        </w:tc>
        <w:tc>
          <w:tcPr>
            <w:tcW w:w="4061" w:type="pct"/>
            <w:tcBorders>
              <w:top w:val="nil"/>
              <w:bottom w:val="single" w:sz="4" w:space="0" w:color="auto"/>
            </w:tcBorders>
            <w:shd w:val="clear" w:color="auto" w:fill="auto"/>
            <w:vAlign w:val="center"/>
          </w:tcPr>
          <w:p w14:paraId="21378FF6" w14:textId="5C7A0E92" w:rsidR="00EA4A31" w:rsidRPr="00B81C62" w:rsidRDefault="00EA4A31" w:rsidP="00B81C62">
            <w:pPr>
              <w:jc w:val="left"/>
              <w:rPr>
                <w:rFonts w:cs="Arial"/>
                <w:color w:val="2E2E2E"/>
                <w:shd w:val="clear" w:color="auto" w:fill="FFFFFF"/>
              </w:rPr>
            </w:pPr>
            <w:r w:rsidRPr="00B81C62">
              <w:rPr>
                <w:rFonts w:cs="Arial"/>
                <w:color w:val="2E2E2E"/>
                <w:shd w:val="clear" w:color="auto" w:fill="FFFFFF"/>
              </w:rPr>
              <w:t xml:space="preserve">Mutants displayed impaired mitochondrial functions with increased susceptibility to oxidative stress, poor proliferation in the macrophage (phagocytes), decreased tissue burden, and attenuated virulence. Normal growth in CSF media but impaired BBB </w:t>
            </w:r>
            <w:r w:rsidRPr="00B81C62">
              <w:rPr>
                <w:rFonts w:cs="Arial"/>
                <w:color w:val="2E2E2E"/>
                <w:shd w:val="clear" w:color="auto" w:fill="FFFFFF"/>
              </w:rPr>
              <w:fldChar w:fldCharType="begin">
                <w:fldData xml:space="preserve">PEVuZE5vdGU+PENpdGU+PEF1dGhvcj5DaGFuZzwvQXV0aG9yPjxZZWFyPjIwMTk8L1llYXI+PFJl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PEVuZE5vdGU+PENpdGU+PEF1dGhvcj5DaGFuZzwvQXV0aG9yPjxZZWFyPjIwMTk8L1llYXI+PFJl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[27]</w:t>
            </w:r>
            <w:r w:rsidRPr="00B81C62">
              <w:rPr>
                <w:rFonts w:cs="Arial"/>
                <w:color w:val="2E2E2E"/>
                <w:shd w:val="clear" w:color="auto" w:fill="FFFFFF"/>
              </w:rPr>
              <w:fldChar w:fldCharType="end"/>
            </w:r>
          </w:p>
        </w:tc>
      </w:tr>
      <w:tr w:rsidR="00EA4A31" w:rsidRPr="00B81C62" w14:paraId="2FC2C87F" w14:textId="77777777" w:rsidTr="00B81C62">
        <w:tc>
          <w:tcPr>
            <w:tcW w:w="939" w:type="pct"/>
            <w:tcBorders>
              <w:bottom w:val="single" w:sz="4" w:space="0" w:color="auto"/>
            </w:tcBorders>
            <w:shd w:val="clear" w:color="auto" w:fill="auto"/>
            <w:vAlign w:val="center"/>
          </w:tcPr>
          <w:p w14:paraId="6BE2D3E9" w14:textId="5E926D5A" w:rsidR="00EA4A31" w:rsidRPr="00B81C62" w:rsidRDefault="00EA4A31" w:rsidP="00B81C62">
            <w:pPr>
              <w:pStyle w:val="MDPI42tablebody"/>
              <w:jc w:val="left"/>
              <w:rPr>
                <w:rFonts w:cs="Arial"/>
                <w:i/>
                <w:iCs/>
                <w:lang w:val="x-none"/>
              </w:rPr>
            </w:pPr>
            <w:r w:rsidRPr="00B81C62">
              <w:rPr>
                <w:rFonts w:cs="Arial"/>
                <w:i/>
                <w:iCs/>
                <w:lang w:val="x-none"/>
              </w:rPr>
              <w:lastRenderedPageBreak/>
              <w:t>Δ</w:t>
            </w:r>
            <w:r w:rsidRPr="00B81C62">
              <w:rPr>
                <w:rFonts w:cs="Arial"/>
                <w:i/>
                <w:iCs/>
              </w:rPr>
              <w:t xml:space="preserve">cdk8, </w:t>
            </w:r>
            <w:r w:rsidRPr="00B81C62">
              <w:rPr>
                <w:rFonts w:cs="Arial"/>
                <w:i/>
                <w:iCs/>
                <w:lang w:val="x-none"/>
              </w:rPr>
              <w:t>Δ</w:t>
            </w:r>
            <w:r w:rsidRPr="00B81C62">
              <w:rPr>
                <w:rFonts w:cs="Arial"/>
                <w:i/>
                <w:iCs/>
              </w:rPr>
              <w:t>ssn801</w:t>
            </w:r>
          </w:p>
        </w:tc>
        <w:tc>
          <w:tcPr>
            <w:tcW w:w="4061" w:type="pct"/>
            <w:tcBorders>
              <w:top w:val="nil"/>
              <w:bottom w:val="single" w:sz="4" w:space="0" w:color="auto"/>
            </w:tcBorders>
            <w:shd w:val="clear" w:color="auto" w:fill="auto"/>
            <w:vAlign w:val="center"/>
          </w:tcPr>
          <w:p w14:paraId="77E88EFF" w14:textId="6E5DF5DF" w:rsidR="00EA4A31" w:rsidRPr="00B81C62" w:rsidRDefault="00EA4A31" w:rsidP="00B81C62">
            <w:pPr>
              <w:jc w:val="left"/>
              <w:rPr>
                <w:rFonts w:cs="Arial"/>
                <w:color w:val="2E2E2E"/>
                <w:shd w:val="clear" w:color="auto" w:fill="FFFFFF"/>
              </w:rPr>
            </w:pPr>
            <w:r w:rsidRPr="00B81C62">
              <w:rPr>
                <w:rFonts w:cs="Arial"/>
                <w:color w:val="2E2E2E"/>
                <w:shd w:val="clear" w:color="auto" w:fill="FFFFFF"/>
              </w:rPr>
              <w:t xml:space="preserve">Reduced mating filaments in </w:t>
            </w:r>
            <w:r w:rsidRPr="00B81C62">
              <w:rPr>
                <w:rFonts w:cs="Arial"/>
                <w:i/>
                <w:iCs/>
                <w:lang w:val="x-none"/>
              </w:rPr>
              <w:t>Δ</w:t>
            </w:r>
            <w:r w:rsidRPr="00B81C62">
              <w:rPr>
                <w:rFonts w:cs="Arial"/>
                <w:i/>
                <w:iCs/>
                <w:lang w:val="en-US"/>
              </w:rPr>
              <w:t xml:space="preserve">cdk8 </w:t>
            </w:r>
            <w:r w:rsidRPr="00B81C62">
              <w:rPr>
                <w:rFonts w:cs="Arial"/>
                <w:lang w:val="en-US"/>
              </w:rPr>
              <w:t xml:space="preserve">and </w:t>
            </w:r>
            <w:r w:rsidRPr="00B81C62">
              <w:rPr>
                <w:rFonts w:cs="Arial"/>
                <w:i/>
                <w:iCs/>
                <w:lang w:val="x-none"/>
              </w:rPr>
              <w:t>Δ</w:t>
            </w:r>
            <w:r w:rsidRPr="00B81C62">
              <w:rPr>
                <w:rFonts w:cs="Arial"/>
                <w:i/>
                <w:iCs/>
                <w:lang w:val="en-US"/>
              </w:rPr>
              <w:t xml:space="preserve">ssn801 </w:t>
            </w:r>
            <w:r w:rsidRPr="00B81C62">
              <w:rPr>
                <w:rFonts w:cs="Arial"/>
                <w:lang w:val="en-US"/>
              </w:rPr>
              <w:t xml:space="preserve">(H99 strain) but not in </w:t>
            </w:r>
            <w:r w:rsidRPr="00B81C62">
              <w:rPr>
                <w:rFonts w:cs="Arial"/>
                <w:i/>
                <w:iCs/>
                <w:lang w:val="x-none"/>
              </w:rPr>
              <w:t>Δ</w:t>
            </w:r>
            <w:r w:rsidRPr="00B81C62">
              <w:rPr>
                <w:rFonts w:cs="Arial"/>
                <w:i/>
                <w:iCs/>
                <w:lang w:val="en-US"/>
              </w:rPr>
              <w:t xml:space="preserve">ssn801 </w:t>
            </w:r>
            <w:r w:rsidRPr="00B81C62">
              <w:rPr>
                <w:rFonts w:cs="Arial"/>
                <w:lang w:val="en-US"/>
              </w:rPr>
              <w:t xml:space="preserve">(KN99 strain). Reduced resistance to Congo red and CFW but not with SDS and ethanol </w:t>
            </w:r>
            <w:r w:rsidRPr="00B81C62">
              <w:rPr>
                <w:rFonts w:cs="Arial"/>
                <w:lang w:val="en-US"/>
              </w:rPr>
              <w:fldChar w:fldCharType="begin">
                <w:fldData xml:space="preserve">PEVuZE5vdGU+PENpdGU+PEF1dGhvcj5DaGFuZzwvQXV0aG9yPjxZZWFyPjIwMTk8L1llYXI+PFJl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</w:fldData>
              </w:fldChar>
            </w:r>
            <w:r w:rsidR="00706F40">
              <w:rPr>
                <w:rFonts w:cs="Arial"/>
                <w:lang w:val="en-US"/>
              </w:rPr>
              <w:instrText xml:space="preserve"> ADDIN EN.CITE </w:instrText>
            </w:r>
            <w:r w:rsidR="00706F40">
              <w:rPr>
                <w:rFonts w:cs="Arial"/>
                <w:lang w:val="en-US"/>
              </w:rPr>
              <w:fldChar w:fldCharType="begin">
                <w:fldData xml:space="preserve">PEVuZE5vdGU+PENpdGU+PEF1dGhvcj5DaGFuZzwvQXV0aG9yPjxZZWFyPjIwMTk8L1llYXI+PFJl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[27]</w:t>
            </w:r>
            <w:r w:rsidRPr="00B81C62">
              <w:rPr>
                <w:rFonts w:cs="Arial"/>
                <w:lang w:val="en-US"/>
              </w:rPr>
              <w:fldChar w:fldCharType="end"/>
            </w:r>
            <w:r w:rsidRPr="00B81C62">
              <w:rPr>
                <w:rFonts w:cs="Arial"/>
                <w:lang w:val="en-US"/>
              </w:rPr>
              <w:t xml:space="preserve"> </w:t>
            </w:r>
          </w:p>
        </w:tc>
      </w:tr>
      <w:tr w:rsidR="00EA4A31" w:rsidRPr="00B81C62" w14:paraId="3628E6A8" w14:textId="77777777" w:rsidTr="00B81C62">
        <w:tc>
          <w:tcPr>
            <w:tcW w:w="939" w:type="pct"/>
            <w:tcBorders>
              <w:top w:val="single" w:sz="4" w:space="0" w:color="auto"/>
              <w:bottom w:val="single" w:sz="4" w:space="0" w:color="auto"/>
            </w:tcBorders>
            <w:shd w:val="clear" w:color="auto" w:fill="auto"/>
            <w:vAlign w:val="center"/>
          </w:tcPr>
          <w:p w14:paraId="13B92AD9" w14:textId="5A259C49" w:rsidR="00EA4A31" w:rsidRPr="00B81C62" w:rsidRDefault="00EA4A31" w:rsidP="00B81C62">
            <w:pPr>
              <w:pStyle w:val="MDPI42tablebody"/>
              <w:jc w:val="left"/>
              <w:rPr>
                <w:rFonts w:cs="Arial"/>
                <w:i/>
                <w:iCs/>
                <w:lang w:val="x-none"/>
              </w:rPr>
            </w:pPr>
            <w:r w:rsidRPr="00B81C62">
              <w:rPr>
                <w:rFonts w:cs="Arial"/>
                <w:i/>
                <w:iCs/>
                <w:lang w:val="x-none"/>
              </w:rPr>
              <w:t>Δ</w:t>
            </w:r>
            <w:r w:rsidRPr="00B81C62">
              <w:rPr>
                <w:rFonts w:cs="Arial"/>
                <w:i/>
                <w:iCs/>
              </w:rPr>
              <w:t>cfo1</w:t>
            </w:r>
          </w:p>
        </w:tc>
        <w:tc>
          <w:tcPr>
            <w:tcW w:w="4061" w:type="pct"/>
            <w:tcBorders>
              <w:top w:val="single" w:sz="4" w:space="0" w:color="auto"/>
              <w:bottom w:val="single" w:sz="4" w:space="0" w:color="auto"/>
            </w:tcBorders>
            <w:shd w:val="clear" w:color="auto" w:fill="auto"/>
            <w:vAlign w:val="center"/>
          </w:tcPr>
          <w:p w14:paraId="41AD7331" w14:textId="3A27C1C9" w:rsidR="00EA4A31" w:rsidRPr="00B81C62" w:rsidRDefault="00EA4A31" w:rsidP="00B81C62">
            <w:pPr>
              <w:jc w:val="left"/>
              <w:rPr>
                <w:rFonts w:cs="Arial"/>
                <w:color w:val="2E2E2E"/>
                <w:shd w:val="clear" w:color="auto" w:fill="FFFFFF"/>
              </w:rPr>
            </w:pPr>
            <w:r w:rsidRPr="00B81C62">
              <w:rPr>
                <w:rFonts w:cs="Arial"/>
                <w:color w:val="2E2E2E"/>
                <w:shd w:val="clear" w:color="auto" w:fill="FFFFFF"/>
              </w:rPr>
              <w:t xml:space="preserve">Attenuated virulence, increased sensitivity to FCZ and AmpB, and impaired ergosterol synthesis due to reduced intracellular iron content </w:t>
            </w:r>
            <w:r w:rsidRPr="00B81C62">
              <w:rPr>
                <w:rFonts w:cs="Arial"/>
                <w:color w:val="2E2E2E"/>
                <w:shd w:val="clear" w:color="auto" w:fill="FFFFFF"/>
              </w:rPr>
              <w:fldChar w:fldCharType="begin">
                <w:fldData xml:space="preserve">PEVuZE5vdGU+PENpdGU+PEF1dGhvcj5KdW5nPC9BdXRob3I+PFllYXI+MjAwOTwvWWVhcj48UmVj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PEVuZE5vdGU+PENpdGU+PEF1dGhvcj5KdW5nPC9BdXRob3I+PFllYXI+MjAwOTwvWWVhcj48UmVj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[28]</w:t>
            </w:r>
            <w:r w:rsidRPr="00B81C62">
              <w:rPr>
                <w:rFonts w:cs="Arial"/>
                <w:color w:val="2E2E2E"/>
                <w:shd w:val="clear" w:color="auto" w:fill="FFFFFF"/>
              </w:rPr>
              <w:fldChar w:fldCharType="end"/>
            </w:r>
          </w:p>
        </w:tc>
      </w:tr>
      <w:tr w:rsidR="00EA4A31" w:rsidRPr="00B81C62" w14:paraId="159B7B35" w14:textId="77777777" w:rsidTr="00B81C62">
        <w:tc>
          <w:tcPr>
            <w:tcW w:w="939" w:type="pct"/>
            <w:tcBorders>
              <w:bottom w:val="single" w:sz="4" w:space="0" w:color="auto"/>
            </w:tcBorders>
            <w:shd w:val="clear" w:color="auto" w:fill="auto"/>
            <w:vAlign w:val="center"/>
          </w:tcPr>
          <w:p w14:paraId="5B7BDB5C" w14:textId="08D2644B" w:rsidR="00EA4A31" w:rsidRPr="00B81C62" w:rsidRDefault="00EA4A31" w:rsidP="00B81C62">
            <w:pPr>
              <w:pStyle w:val="MDPI42tablebody"/>
              <w:jc w:val="left"/>
              <w:rPr>
                <w:rFonts w:cs="Arial"/>
                <w:i/>
                <w:iCs/>
                <w:lang w:val="x-none"/>
              </w:rPr>
            </w:pPr>
            <w:r w:rsidRPr="00B81C62">
              <w:rPr>
                <w:rFonts w:cs="Arial"/>
                <w:i/>
                <w:iCs/>
                <w:lang w:val="x-none"/>
              </w:rPr>
              <w:t>Δ</w:t>
            </w:r>
            <w:r w:rsidRPr="00B81C62">
              <w:rPr>
                <w:rFonts w:cs="Arial"/>
                <w:i/>
                <w:iCs/>
              </w:rPr>
              <w:t xml:space="preserve">cft1, </w:t>
            </w:r>
            <w:r w:rsidRPr="00B81C62">
              <w:rPr>
                <w:rFonts w:cs="Arial"/>
                <w:i/>
                <w:iCs/>
                <w:lang w:val="x-none"/>
              </w:rPr>
              <w:t>Δ</w:t>
            </w:r>
            <w:r w:rsidRPr="00B81C62">
              <w:rPr>
                <w:rFonts w:cs="Arial"/>
                <w:i/>
                <w:iCs/>
              </w:rPr>
              <w:t>cft2</w:t>
            </w:r>
          </w:p>
        </w:tc>
        <w:tc>
          <w:tcPr>
            <w:tcW w:w="4061" w:type="pct"/>
            <w:tcBorders>
              <w:top w:val="nil"/>
              <w:bottom w:val="single" w:sz="4" w:space="0" w:color="auto"/>
            </w:tcBorders>
            <w:shd w:val="clear" w:color="auto" w:fill="auto"/>
            <w:vAlign w:val="center"/>
          </w:tcPr>
          <w:p w14:paraId="399B4B10" w14:textId="4B0E56FB" w:rsidR="00EA4A31" w:rsidRPr="00B81C62" w:rsidRDefault="00EA4A31" w:rsidP="00B81C62">
            <w:pPr>
              <w:jc w:val="left"/>
              <w:rPr>
                <w:rFonts w:cs="Arial"/>
                <w:color w:val="2E2E2E"/>
                <w:shd w:val="clear" w:color="auto" w:fill="FFFFFF"/>
              </w:rPr>
            </w:pPr>
            <w:r w:rsidRPr="00B81C62">
              <w:rPr>
                <w:rFonts w:cs="Arial"/>
                <w:i/>
                <w:iCs/>
              </w:rPr>
              <w:t xml:space="preserve">Δcft1 </w:t>
            </w:r>
            <w:r w:rsidRPr="00B81C62">
              <w:rPr>
                <w:rFonts w:cs="Arial"/>
                <w:iCs/>
              </w:rPr>
              <w:t xml:space="preserve">showed significant attenuation of </w:t>
            </w:r>
            <w:r w:rsidRPr="00B81C62">
              <w:rPr>
                <w:rFonts w:cs="Arial"/>
                <w:color w:val="2E2E2E"/>
                <w:shd w:val="clear" w:color="auto" w:fill="FFFFFF"/>
              </w:rPr>
              <w:t xml:space="preserve">virulence, growth reduction, and tissue burden reduction due to inadequate </w:t>
            </w:r>
            <w:r w:rsidRPr="00B81C62">
              <w:rPr>
                <w:rFonts w:cs="Arial"/>
                <w:i/>
                <w:iCs/>
                <w:color w:val="2E2E2E"/>
                <w:shd w:val="clear" w:color="auto" w:fill="FFFFFF"/>
              </w:rPr>
              <w:t>in vivo</w:t>
            </w:r>
            <w:r w:rsidRPr="00B81C62">
              <w:rPr>
                <w:rFonts w:cs="Arial"/>
                <w:color w:val="2E2E2E"/>
                <w:shd w:val="clear" w:color="auto" w:fill="FFFFFF"/>
              </w:rPr>
              <w:t xml:space="preserve"> iron acquisition from transferrin, but this strain could utilise iron from siderophore and heme; sensitive to azole and AmpB due to impaired ergosterol synthesis; </w:t>
            </w:r>
            <w:r w:rsidRPr="00B81C62">
              <w:rPr>
                <w:rFonts w:cs="Arial"/>
                <w:i/>
                <w:iCs/>
              </w:rPr>
              <w:t xml:space="preserve">Δcft1Δcft2 </w:t>
            </w:r>
            <w:r w:rsidRPr="00B81C62">
              <w:rPr>
                <w:rFonts w:cs="Arial"/>
                <w:iCs/>
              </w:rPr>
              <w:t>mutant showed further attenuation of virulence</w:t>
            </w:r>
            <w:r w:rsidRPr="00B81C62">
              <w:rPr>
                <w:rFonts w:cs="Arial"/>
                <w:color w:val="2E2E2E"/>
                <w:shd w:val="clear" w:color="auto" w:fill="FFFFFF"/>
              </w:rPr>
              <w:t xml:space="preserve"> </w:t>
            </w:r>
            <w:r w:rsidRPr="00B81C62">
              <w:rPr>
                <w:rFonts w:cs="Arial"/>
                <w:color w:val="2E2E2E"/>
                <w:shd w:val="clear" w:color="auto" w:fill="FFFFFF"/>
              </w:rPr>
              <w:fldChar w:fldCharType="begin">
                <w:fldData xml:space="preserve">PEVuZE5vdGU+PENpdGU+PEF1dGhvcj5KdW5nPC9BdXRob3I+PFllYXI+MjAwODwvWWVhcj48UmVj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PEVuZE5vdGU+PENpdGU+PEF1dGhvcj5KdW5nPC9BdXRob3I+PFllYXI+MjAwODwvWWVhcj48UmVj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[29]</w:t>
            </w:r>
            <w:r w:rsidRPr="00B81C62">
              <w:rPr>
                <w:rFonts w:cs="Arial"/>
                <w:color w:val="2E2E2E"/>
                <w:shd w:val="clear" w:color="auto" w:fill="FFFFFF"/>
              </w:rPr>
              <w:fldChar w:fldCharType="end"/>
            </w:r>
          </w:p>
        </w:tc>
      </w:tr>
      <w:tr w:rsidR="00EA4A31" w:rsidRPr="00B81C62" w14:paraId="317607A5" w14:textId="77777777" w:rsidTr="00B81C62">
        <w:tc>
          <w:tcPr>
            <w:tcW w:w="939" w:type="pct"/>
            <w:tcBorders>
              <w:top w:val="single" w:sz="4" w:space="0" w:color="auto"/>
              <w:bottom w:val="single" w:sz="4" w:space="0" w:color="auto"/>
            </w:tcBorders>
            <w:shd w:val="clear" w:color="auto" w:fill="auto"/>
            <w:vAlign w:val="center"/>
          </w:tcPr>
          <w:p w14:paraId="0974D3EB" w14:textId="181008C1" w:rsidR="00EA4A31" w:rsidRPr="00B81C62" w:rsidRDefault="00EA4A31" w:rsidP="00B81C62">
            <w:pPr>
              <w:pStyle w:val="MDPI42tablebody"/>
              <w:jc w:val="left"/>
              <w:rPr>
                <w:rFonts w:cs="Arial"/>
                <w:i/>
                <w:iCs/>
                <w:lang w:val="x-none"/>
              </w:rPr>
            </w:pPr>
            <w:r w:rsidRPr="00B81C62">
              <w:rPr>
                <w:rFonts w:cs="Arial"/>
                <w:i/>
                <w:iCs/>
                <w:lang w:val="x-none"/>
              </w:rPr>
              <w:t>Δ</w:t>
            </w:r>
            <w:r w:rsidRPr="00B81C62">
              <w:rPr>
                <w:rFonts w:cs="Arial"/>
                <w:i/>
                <w:iCs/>
              </w:rPr>
              <w:t>cgl1</w:t>
            </w:r>
          </w:p>
        </w:tc>
        <w:tc>
          <w:tcPr>
            <w:tcW w:w="4061" w:type="pct"/>
            <w:tcBorders>
              <w:top w:val="single" w:sz="4" w:space="0" w:color="auto"/>
              <w:bottom w:val="single" w:sz="4" w:space="0" w:color="auto"/>
            </w:tcBorders>
            <w:shd w:val="clear" w:color="auto" w:fill="auto"/>
            <w:vAlign w:val="center"/>
          </w:tcPr>
          <w:p w14:paraId="61F28F73" w14:textId="5F2B49A9" w:rsidR="00EA4A31" w:rsidRPr="00B81C62" w:rsidRDefault="00EA4A31" w:rsidP="00B81C62">
            <w:pPr>
              <w:jc w:val="left"/>
              <w:rPr>
                <w:rFonts w:cs="Arial"/>
                <w:i/>
                <w:iCs/>
              </w:rPr>
            </w:pPr>
            <w:r w:rsidRPr="00B81C62">
              <w:rPr>
                <w:rFonts w:cs="Arial"/>
                <w:color w:val="2E2E2E"/>
                <w:shd w:val="clear" w:color="auto" w:fill="FFFFFF"/>
              </w:rPr>
              <w:t xml:space="preserve">Failed to survive </w:t>
            </w:r>
            <w:r w:rsidRPr="00B81C62">
              <w:rPr>
                <w:rFonts w:cs="Arial"/>
                <w:color w:val="2E2E2E"/>
                <w:shd w:val="clear" w:color="auto" w:fill="FFFFFF"/>
              </w:rPr>
              <w:fldChar w:fldCharType="begin">
                <w:fldData xml:space="preserve">PEVuZE5vdGU+PENpdGU+PEF1dGhvcj5GYW48L0F1dGhvcj48WWVhcj4yMDA1PC9ZZWFyPjxSZWNO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PEVuZE5vdGU+PENpdGU+PEF1dGhvcj5GYW48L0F1dGhvcj48WWVhcj4yMDA1PC9ZZWFyPjxSZWNO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[30]</w:t>
            </w:r>
            <w:r w:rsidRPr="00B81C62">
              <w:rPr>
                <w:rFonts w:cs="Arial"/>
                <w:color w:val="2E2E2E"/>
                <w:shd w:val="clear" w:color="auto" w:fill="FFFFFF"/>
              </w:rPr>
              <w:fldChar w:fldCharType="end"/>
            </w:r>
          </w:p>
        </w:tc>
      </w:tr>
      <w:tr w:rsidR="00B81C62" w:rsidRPr="00B81C62" w14:paraId="66C582CF" w14:textId="77777777" w:rsidTr="00B81C62">
        <w:tc>
          <w:tcPr>
            <w:tcW w:w="939" w:type="pct"/>
            <w:tcBorders>
              <w:top w:val="single" w:sz="4" w:space="0" w:color="auto"/>
              <w:bottom w:val="single" w:sz="4" w:space="0" w:color="auto"/>
            </w:tcBorders>
            <w:shd w:val="clear" w:color="auto" w:fill="auto"/>
            <w:vAlign w:val="center"/>
          </w:tcPr>
          <w:p w14:paraId="110B8462" w14:textId="1FD40DF4"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cgp1</w:t>
            </w:r>
          </w:p>
        </w:tc>
        <w:tc>
          <w:tcPr>
            <w:tcW w:w="4061" w:type="pct"/>
            <w:tcBorders>
              <w:top w:val="single" w:sz="4" w:space="0" w:color="auto"/>
              <w:bottom w:val="single" w:sz="4" w:space="0" w:color="auto"/>
            </w:tcBorders>
            <w:shd w:val="clear" w:color="auto" w:fill="auto"/>
            <w:vAlign w:val="center"/>
          </w:tcPr>
          <w:p w14:paraId="01E26EE9" w14:textId="234539DF" w:rsidR="00B81C62" w:rsidRPr="00B81C62" w:rsidRDefault="00B81C62" w:rsidP="00B81C62">
            <w:pPr>
              <w:jc w:val="left"/>
              <w:rPr>
                <w:rFonts w:cs="Arial"/>
                <w:color w:val="2E2E2E"/>
                <w:shd w:val="clear" w:color="auto" w:fill="FFFFFF"/>
              </w:rPr>
            </w:pPr>
            <w:r w:rsidRPr="00B81C62">
              <w:rPr>
                <w:rFonts w:cs="Arial"/>
                <w:color w:val="2E2E2E"/>
                <w:shd w:val="clear" w:color="auto" w:fill="FFFFFF"/>
              </w:rPr>
              <w:t xml:space="preserve">Highly susceptible to FCZ and AmpB with severe growth defect in YNB fortified with creatinine, Leu, Ile, Lys, Gly, Met, Try, Val, Thr, and His </w:t>
            </w:r>
            <w:r w:rsidRPr="00B81C62">
              <w:rPr>
                <w:rFonts w:cs="Arial"/>
                <w:color w:val="2E2E2E"/>
                <w:shd w:val="clear" w:color="auto" w:fill="FFFFFF"/>
              </w:rPr>
              <w:fldChar w:fldCharType="begin">
                <w:fldData xml:space="preserve">PEVuZE5vdGU+PENpdGU+PEF1dGhvcj5Cb3NjaDwvQXV0aG9yPjxZZWFyPjIwMjE8L1llYXI+PFJl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PEVuZE5vdGU+PENpdGU+PEF1dGhvcj5Cb3NjaDwvQXV0aG9yPjxZZWFyPjIwMjE8L1llYXI+PFJl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[31]</w:t>
            </w:r>
            <w:r w:rsidRPr="00B81C62">
              <w:rPr>
                <w:rFonts w:cs="Arial"/>
                <w:color w:val="2E2E2E"/>
                <w:shd w:val="clear" w:color="auto" w:fill="FFFFFF"/>
              </w:rPr>
              <w:fldChar w:fldCharType="end"/>
            </w:r>
          </w:p>
        </w:tc>
      </w:tr>
      <w:tr w:rsidR="00B81C62" w:rsidRPr="00B81C62" w14:paraId="6D740529" w14:textId="77777777" w:rsidTr="00B81C62">
        <w:tc>
          <w:tcPr>
            <w:tcW w:w="939" w:type="pct"/>
            <w:tcBorders>
              <w:bottom w:val="single" w:sz="4" w:space="0" w:color="auto"/>
            </w:tcBorders>
            <w:shd w:val="clear" w:color="auto" w:fill="auto"/>
            <w:vAlign w:val="center"/>
          </w:tcPr>
          <w:p w14:paraId="19BA8836" w14:textId="16F6D954"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cig1</w:t>
            </w:r>
          </w:p>
        </w:tc>
        <w:tc>
          <w:tcPr>
            <w:tcW w:w="4061" w:type="pct"/>
            <w:tcBorders>
              <w:top w:val="nil"/>
              <w:bottom w:val="single" w:sz="4" w:space="0" w:color="auto"/>
            </w:tcBorders>
            <w:shd w:val="clear" w:color="auto" w:fill="auto"/>
            <w:vAlign w:val="center"/>
          </w:tcPr>
          <w:p w14:paraId="24084CB8" w14:textId="7B6634F2" w:rsidR="00B81C62" w:rsidRPr="00B81C62" w:rsidRDefault="00B81C62" w:rsidP="00B81C62">
            <w:pPr>
              <w:jc w:val="left"/>
              <w:rPr>
                <w:rFonts w:cs="Arial"/>
                <w:color w:val="2E2E2E"/>
                <w:shd w:val="clear" w:color="auto" w:fill="FFFFFF"/>
              </w:rPr>
            </w:pPr>
            <w:r w:rsidRPr="00B81C62">
              <w:rPr>
                <w:rFonts w:cs="Arial"/>
                <w:color w:val="2E2E2E"/>
                <w:shd w:val="clear" w:color="auto" w:fill="FFFFFF"/>
              </w:rPr>
              <w:t xml:space="preserve">Impaired growth with defective capsule size in the iron-limiting media; failed to trigger cytokine production in immune cells; iron supplement restored the defect with a larger capsule than the </w:t>
            </w:r>
            <w:r w:rsidRPr="00B81C62">
              <w:rPr>
                <w:rFonts w:cs="Arial"/>
                <w:i/>
                <w:iCs/>
                <w:color w:val="2E2E2E"/>
                <w:shd w:val="clear" w:color="auto" w:fill="FFFFFF"/>
              </w:rPr>
              <w:t xml:space="preserve">wt </w:t>
            </w:r>
            <w:r w:rsidRPr="00B81C62">
              <w:rPr>
                <w:rFonts w:cs="Arial"/>
                <w:color w:val="2E2E2E"/>
                <w:shd w:val="clear" w:color="auto" w:fill="FFFFFF"/>
              </w:rPr>
              <w:t xml:space="preserve">at ≥24 hours post-incubation </w:t>
            </w:r>
            <w:r w:rsidRPr="00B81C62">
              <w:rPr>
                <w:rFonts w:cs="Arial"/>
                <w:color w:val="2E2E2E"/>
                <w:shd w:val="clear" w:color="auto" w:fill="FFFFFF"/>
              </w:rPr>
              <w:fldChar w:fldCharType="begin">
                <w:fldData xml:space="preserve">PEVuZE5vdGU+PENpdGU+PEF1dGhvcj5MaWFuPC9BdXRob3I+PFllYXI+MjAwNTwvWWVhcj48UmVj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PEVuZE5vdGU+PENpdGU+PEF1dGhvcj5MaWFuPC9BdXRob3I+PFllYXI+MjAwNTwvWWVhcj48UmVj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[32]</w:t>
            </w:r>
            <w:r w:rsidRPr="00B81C62">
              <w:rPr>
                <w:rFonts w:cs="Arial"/>
                <w:color w:val="2E2E2E"/>
                <w:shd w:val="clear" w:color="auto" w:fill="FFFFFF"/>
              </w:rPr>
              <w:fldChar w:fldCharType="end"/>
            </w:r>
          </w:p>
        </w:tc>
      </w:tr>
      <w:tr w:rsidR="00B81C62" w:rsidRPr="00B81C62" w14:paraId="0228685C" w14:textId="77777777" w:rsidTr="00B81C62">
        <w:tc>
          <w:tcPr>
            <w:tcW w:w="939" w:type="pct"/>
            <w:tcBorders>
              <w:bottom w:val="single" w:sz="4" w:space="0" w:color="auto"/>
            </w:tcBorders>
            <w:shd w:val="clear" w:color="auto" w:fill="auto"/>
            <w:vAlign w:val="center"/>
          </w:tcPr>
          <w:p w14:paraId="76A08A9D" w14:textId="63385202"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cin1, </w:t>
            </w:r>
            <w:r w:rsidRPr="00B81C62">
              <w:rPr>
                <w:rFonts w:cs="Arial"/>
                <w:i/>
                <w:iCs/>
                <w:lang w:val="x-none"/>
              </w:rPr>
              <w:t>Δ</w:t>
            </w:r>
            <w:r w:rsidRPr="00B81C62">
              <w:rPr>
                <w:rFonts w:cs="Arial"/>
                <w:i/>
                <w:iCs/>
              </w:rPr>
              <w:t xml:space="preserve">rho-GEF, </w:t>
            </w:r>
            <w:r w:rsidRPr="00B81C62">
              <w:rPr>
                <w:rFonts w:cs="Arial"/>
                <w:i/>
                <w:iCs/>
                <w:lang w:val="x-none"/>
              </w:rPr>
              <w:t>Δ</w:t>
            </w:r>
            <w:r w:rsidRPr="00B81C62">
              <w:rPr>
                <w:rFonts w:cs="Arial"/>
                <w:i/>
                <w:iCs/>
              </w:rPr>
              <w:t>sh3-rho-GEF</w:t>
            </w:r>
          </w:p>
        </w:tc>
        <w:tc>
          <w:tcPr>
            <w:tcW w:w="4061" w:type="pct"/>
            <w:tcBorders>
              <w:top w:val="nil"/>
              <w:bottom w:val="single" w:sz="4" w:space="0" w:color="auto"/>
            </w:tcBorders>
            <w:shd w:val="clear" w:color="auto" w:fill="auto"/>
            <w:vAlign w:val="center"/>
          </w:tcPr>
          <w:p w14:paraId="02AF069A" w14:textId="77777777"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Defective endocytosis (partially restored by promoting autoactivation of Wsp1p); defective actin polymerisation and cytokinesis (that could be restored by constitutive expression of Cdc42); fused Cdc42-GFP-Wsp1p could partially restore growth defect and poor actin organisation; non-melanised and acapsular with severe cell deformation; could not produce urease and phospholipase B; thermosensitive; sterile and unable to produce conjugation tubes for the mating specific dikaryotic filament in unilateral crossing; no hyphal formation in the bilateral crossing.</w:t>
            </w:r>
          </w:p>
          <w:p w14:paraId="07F2A173" w14:textId="2BF41617" w:rsidR="00B81C62" w:rsidRPr="00B81C62" w:rsidRDefault="00B81C62" w:rsidP="00B81C62">
            <w:pPr>
              <w:jc w:val="left"/>
              <w:rPr>
                <w:rFonts w:cs="Arial"/>
                <w:color w:val="2E2E2E"/>
                <w:shd w:val="clear" w:color="auto" w:fill="FFFFFF"/>
              </w:rPr>
            </w:pPr>
            <w:r w:rsidRPr="00B81C62">
              <w:rPr>
                <w:rFonts w:cs="Arial"/>
                <w:color w:val="2E2E2E"/>
                <w:shd w:val="clear" w:color="auto" w:fill="FFFFFF"/>
              </w:rPr>
              <w:t xml:space="preserve">No significant defects were observed with </w:t>
            </w:r>
            <w:r w:rsidRPr="00B81C62">
              <w:rPr>
                <w:rFonts w:cs="Arial"/>
                <w:i/>
                <w:iCs/>
                <w:lang w:val="x-none"/>
              </w:rPr>
              <w:t>Δ</w:t>
            </w:r>
            <w:r w:rsidRPr="00B81C62">
              <w:rPr>
                <w:rFonts w:cs="Arial"/>
                <w:i/>
                <w:iCs/>
              </w:rPr>
              <w:t xml:space="preserve">rho-GEF </w:t>
            </w:r>
            <w:r w:rsidRPr="00B81C62">
              <w:rPr>
                <w:rFonts w:cs="Arial"/>
                <w:iCs/>
              </w:rPr>
              <w:t xml:space="preserve">and </w:t>
            </w:r>
            <w:r w:rsidRPr="00B81C62">
              <w:rPr>
                <w:rFonts w:cs="Arial"/>
                <w:i/>
                <w:iCs/>
                <w:lang w:val="x-none"/>
              </w:rPr>
              <w:t>Δ</w:t>
            </w:r>
            <w:r w:rsidRPr="00B81C62">
              <w:rPr>
                <w:rFonts w:cs="Arial"/>
                <w:i/>
                <w:iCs/>
              </w:rPr>
              <w:t xml:space="preserve">sh3-Rho-GEF </w:t>
            </w:r>
            <w:r w:rsidRPr="00B81C62">
              <w:rPr>
                <w:rFonts w:cs="Arial"/>
                <w:iCs/>
              </w:rPr>
              <w:t>mutants</w:t>
            </w:r>
            <w:r w:rsidRPr="00B81C62">
              <w:rPr>
                <w:rFonts w:cs="Arial"/>
                <w:color w:val="2E2E2E"/>
                <w:shd w:val="clear" w:color="auto" w:fill="FFFFFF"/>
              </w:rPr>
              <w:t xml:space="preserve"> </w:t>
            </w:r>
            <w:r w:rsidRPr="00B81C62">
              <w:rPr>
                <w:rFonts w:cs="Arial"/>
                <w:color w:val="2E2E2E"/>
                <w:shd w:val="clear" w:color="auto" w:fill="FFFFFF"/>
              </w:rPr>
              <w:fldChar w:fldCharType="begin">
                <w:fldData xml:space="preserve">PEVuZE5vdGU+PENpdGU+PEF1dGhvcj5TaGVuPC9BdXRob3I+PFllYXI+MjAxMjwvWWVhcj48UmVj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PEVuZE5vdGU+PENpdGU+PEF1dGhvcj5TaGVuPC9BdXRob3I+PFllYXI+MjAxMjwvWWVhcj48UmVj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[22,26]</w:t>
            </w:r>
            <w:r w:rsidRPr="00B81C62">
              <w:rPr>
                <w:rFonts w:cs="Arial"/>
                <w:color w:val="2E2E2E"/>
                <w:shd w:val="clear" w:color="auto" w:fill="FFFFFF"/>
              </w:rPr>
              <w:fldChar w:fldCharType="end"/>
            </w:r>
          </w:p>
        </w:tc>
      </w:tr>
      <w:tr w:rsidR="00B81C62" w:rsidRPr="00B81C62" w14:paraId="3AAE6E58" w14:textId="77777777" w:rsidTr="00B81C62">
        <w:tc>
          <w:tcPr>
            <w:tcW w:w="939" w:type="pct"/>
            <w:tcBorders>
              <w:bottom w:val="single" w:sz="4" w:space="0" w:color="auto"/>
            </w:tcBorders>
            <w:shd w:val="clear" w:color="auto" w:fill="auto"/>
            <w:vAlign w:val="center"/>
          </w:tcPr>
          <w:p w14:paraId="3B3F091C" w14:textId="50CBF578"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cir1, </w:t>
            </w:r>
            <w:r w:rsidRPr="00B81C62">
              <w:rPr>
                <w:rFonts w:cs="Arial"/>
                <w:i/>
                <w:iCs/>
                <w:lang w:val="x-none"/>
              </w:rPr>
              <w:t>Δ</w:t>
            </w:r>
            <w:r w:rsidRPr="00B81C62">
              <w:rPr>
                <w:rFonts w:cs="Arial"/>
                <w:i/>
                <w:iCs/>
              </w:rPr>
              <w:t>tup1</w:t>
            </w:r>
          </w:p>
        </w:tc>
        <w:tc>
          <w:tcPr>
            <w:tcW w:w="4061" w:type="pct"/>
            <w:tcBorders>
              <w:top w:val="nil"/>
              <w:bottom w:val="single" w:sz="4" w:space="0" w:color="auto"/>
            </w:tcBorders>
            <w:shd w:val="clear" w:color="auto" w:fill="auto"/>
            <w:vAlign w:val="center"/>
          </w:tcPr>
          <w:p w14:paraId="3B94CBB8" w14:textId="46B18090" w:rsidR="00B81C62" w:rsidRPr="00B81C62" w:rsidRDefault="00B81C62" w:rsidP="00B81C62">
            <w:pPr>
              <w:tabs>
                <w:tab w:val="left" w:pos="0"/>
              </w:tabs>
              <w:jc w:val="left"/>
              <w:rPr>
                <w:rFonts w:cs="Arial"/>
              </w:rPr>
            </w:pPr>
            <w:r w:rsidRPr="00B81C62">
              <w:rPr>
                <w:rFonts w:cs="Arial"/>
                <w:iCs/>
              </w:rPr>
              <w:t xml:space="preserve">Impaired regulation of </w:t>
            </w:r>
            <w:r w:rsidRPr="00B81C62">
              <w:rPr>
                <w:rFonts w:cs="Arial"/>
                <w:i/>
                <w:iCs/>
              </w:rPr>
              <w:t xml:space="preserve">Hap </w:t>
            </w:r>
            <w:r w:rsidRPr="00B81C62">
              <w:rPr>
                <w:rFonts w:cs="Arial"/>
                <w:iCs/>
              </w:rPr>
              <w:t xml:space="preserve">genes, poor production of all the major virulence factors and poor growth at </w:t>
            </w:r>
            <w:r w:rsidRPr="00B81C62">
              <w:rPr>
                <w:rFonts w:cs="Arial"/>
              </w:rPr>
              <w:t>37</w:t>
            </w:r>
            <w:r w:rsidRPr="00B81C62">
              <w:rPr>
                <w:rFonts w:cs="Arial"/>
                <w:vertAlign w:val="superscript"/>
              </w:rPr>
              <w:t>o</w:t>
            </w:r>
            <w:r w:rsidRPr="00B81C62">
              <w:rPr>
                <w:rFonts w:cs="Arial"/>
              </w:rPr>
              <w:t xml:space="preserve">C </w:t>
            </w:r>
            <w:r w:rsidRPr="00B81C62">
              <w:rPr>
                <w:rFonts w:cs="Arial"/>
              </w:rPr>
              <w:fldChar w:fldCharType="begin">
                <w:fldData xml:space="preserve">PEVuZE5vdGU+PENpdGU+PEF1dGhvcj5KdW5nPC9BdXRob3I+PFllYXI+MjAxNjwvWWVhcj48UmVj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</w:fldData>
              </w:fldChar>
            </w:r>
            <w:r w:rsidR="00706F40">
              <w:rPr>
                <w:rFonts w:cs="Arial"/>
              </w:rPr>
              <w:instrText xml:space="preserve"> ADDIN EN.CITE </w:instrText>
            </w:r>
            <w:r w:rsidR="00706F40">
              <w:rPr>
                <w:rFonts w:cs="Arial"/>
              </w:rPr>
              <w:fldChar w:fldCharType="begin">
                <w:fldData xml:space="preserve">PEVuZE5vdGU+PENpdGU+PEF1dGhvcj5KdW5nPC9BdXRob3I+PFllYXI+MjAxNjwvWWVhcj48UmVj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[33-35]</w:t>
            </w:r>
            <w:r w:rsidRPr="00B81C62">
              <w:rPr>
                <w:rFonts w:cs="Arial"/>
              </w:rPr>
              <w:fldChar w:fldCharType="end"/>
            </w:r>
          </w:p>
          <w:p w14:paraId="7C4D4073" w14:textId="63378831" w:rsidR="00B81C62" w:rsidRPr="00B81C62" w:rsidRDefault="00B81C62" w:rsidP="00B81C62">
            <w:pPr>
              <w:tabs>
                <w:tab w:val="left" w:pos="0"/>
              </w:tabs>
              <w:jc w:val="left"/>
              <w:rPr>
                <w:rFonts w:cs="Arial"/>
                <w:color w:val="2E2E2E"/>
                <w:shd w:val="clear" w:color="auto" w:fill="FFFFFF"/>
              </w:rPr>
            </w:pPr>
            <w:r w:rsidRPr="00B81C62">
              <w:rPr>
                <w:rFonts w:cs="Arial"/>
                <w:i/>
                <w:iCs/>
              </w:rPr>
              <w:t xml:space="preserve">Δtup1 </w:t>
            </w:r>
            <w:r w:rsidRPr="00B81C62">
              <w:rPr>
                <w:rFonts w:cs="Arial"/>
                <w:iCs/>
              </w:rPr>
              <w:t xml:space="preserve">mutant displayed high expression of </w:t>
            </w:r>
            <w:r w:rsidRPr="00B81C62">
              <w:rPr>
                <w:rFonts w:cs="Arial"/>
                <w:i/>
              </w:rPr>
              <w:t xml:space="preserve">Cqs1, Ctr1 </w:t>
            </w:r>
            <w:r w:rsidRPr="00B81C62">
              <w:rPr>
                <w:rFonts w:cs="Arial"/>
                <w:iCs/>
              </w:rPr>
              <w:t>and</w:t>
            </w:r>
            <w:r w:rsidRPr="00B81C62">
              <w:rPr>
                <w:rFonts w:cs="Arial"/>
                <w:i/>
              </w:rPr>
              <w:t xml:space="preserve"> Mf</w:t>
            </w:r>
            <w:r w:rsidRPr="00B81C62">
              <w:rPr>
                <w:rFonts w:cs="Arial"/>
                <w:iCs/>
              </w:rPr>
              <w:t xml:space="preserve"> in both mating types; high expression of </w:t>
            </w:r>
            <w:r w:rsidRPr="00B81C62">
              <w:rPr>
                <w:rFonts w:cs="Arial"/>
                <w:i/>
              </w:rPr>
              <w:t>Fdh1</w:t>
            </w:r>
            <w:r w:rsidRPr="00B81C62">
              <w:rPr>
                <w:rFonts w:cs="Arial"/>
                <w:iCs/>
              </w:rPr>
              <w:t xml:space="preserve"> and </w:t>
            </w:r>
            <w:r w:rsidRPr="00B81C62">
              <w:rPr>
                <w:rFonts w:cs="Arial"/>
                <w:i/>
              </w:rPr>
              <w:t>Mp88</w:t>
            </w:r>
            <w:r w:rsidRPr="00B81C62">
              <w:rPr>
                <w:rFonts w:cs="Arial"/>
                <w:iCs/>
              </w:rPr>
              <w:t xml:space="preserve"> in </w:t>
            </w:r>
            <w:r w:rsidRPr="00B81C62">
              <w:rPr>
                <w:rFonts w:cs="Arial"/>
                <w:i/>
              </w:rPr>
              <w:t>MAT</w:t>
            </w:r>
            <w:r w:rsidRPr="00B81C62">
              <w:rPr>
                <w:rFonts w:cs="Arial"/>
                <w:b/>
                <w:bCs/>
                <w:i/>
              </w:rPr>
              <w:t>a</w:t>
            </w:r>
            <w:r w:rsidRPr="00B81C62">
              <w:rPr>
                <w:rFonts w:cs="Arial"/>
                <w:iCs/>
              </w:rPr>
              <w:t xml:space="preserve"> but both repressed in </w:t>
            </w:r>
            <w:r w:rsidRPr="00B81C62">
              <w:rPr>
                <w:rFonts w:cs="Arial"/>
                <w:i/>
                <w:iCs/>
              </w:rPr>
              <w:t>MATα</w:t>
            </w:r>
            <w:r w:rsidRPr="00B81C62">
              <w:rPr>
                <w:rFonts w:cs="Arial"/>
                <w:iCs/>
              </w:rPr>
              <w:t xml:space="preserve">; </w:t>
            </w:r>
            <w:r w:rsidRPr="00B81C62">
              <w:rPr>
                <w:rFonts w:cs="Arial"/>
                <w:i/>
              </w:rPr>
              <w:t>Cel1</w:t>
            </w:r>
            <w:r w:rsidRPr="00B81C62">
              <w:rPr>
                <w:rFonts w:cs="Arial"/>
                <w:iCs/>
              </w:rPr>
              <w:t xml:space="preserve"> was induced in </w:t>
            </w:r>
            <w:r w:rsidRPr="00B81C62">
              <w:rPr>
                <w:rFonts w:cs="Arial"/>
                <w:i/>
              </w:rPr>
              <w:t>MATα</w:t>
            </w:r>
            <w:r w:rsidRPr="00B81C62">
              <w:rPr>
                <w:rFonts w:cs="Arial"/>
                <w:i/>
                <w:iCs/>
              </w:rPr>
              <w:t xml:space="preserve"> </w:t>
            </w:r>
            <w:r w:rsidRPr="00B81C62">
              <w:rPr>
                <w:rFonts w:cs="Arial"/>
                <w:iCs/>
              </w:rPr>
              <w:t xml:space="preserve">but slightly repressed in </w:t>
            </w:r>
            <w:r w:rsidRPr="00B81C62">
              <w:rPr>
                <w:rFonts w:cs="Arial"/>
                <w:i/>
              </w:rPr>
              <w:t>MAT</w:t>
            </w:r>
            <w:r w:rsidRPr="00B81C62">
              <w:rPr>
                <w:rFonts w:cs="Arial"/>
                <w:b/>
                <w:bCs/>
                <w:i/>
              </w:rPr>
              <w:t>a</w:t>
            </w:r>
            <w:r w:rsidRPr="00B81C62">
              <w:rPr>
                <w:rFonts w:cs="Arial"/>
                <w:iCs/>
              </w:rPr>
              <w:t xml:space="preserve">; decreased mating frequencies; temperature-dependent growth reduction from </w:t>
            </w:r>
            <w:r w:rsidRPr="00B81C62">
              <w:rPr>
                <w:rFonts w:cs="Arial"/>
              </w:rPr>
              <w:t>37 to 25</w:t>
            </w:r>
            <w:r w:rsidRPr="00B81C62">
              <w:rPr>
                <w:rFonts w:cs="Arial"/>
                <w:vertAlign w:val="superscript"/>
              </w:rPr>
              <w:t>o</w:t>
            </w:r>
            <w:r w:rsidRPr="00B81C62">
              <w:rPr>
                <w:rFonts w:cs="Arial"/>
              </w:rPr>
              <w:t xml:space="preserve">C </w:t>
            </w:r>
            <w:r w:rsidRPr="00B81C62">
              <w:rPr>
                <w:rFonts w:cs="Arial"/>
                <w:iCs/>
              </w:rPr>
              <w:fldChar w:fldCharType="begin">
                <w:fldData xml:space="preserve">PEVuZE5vdGU+PENpdGU+PEF1dGhvcj5MZWU8L0F1dGhvcj48WWVhcj4yMDA1PC9ZZWFyPjxSZWNO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PEVuZE5vdGU+PENpdGU+PEF1dGhvcj5MZWU8L0F1dGhvcj48WWVhcj4yMDA1PC9ZZWFyPjxSZWNO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[36,37]</w:t>
            </w:r>
            <w:r w:rsidRPr="00B81C62">
              <w:rPr>
                <w:rFonts w:cs="Arial"/>
                <w:iCs/>
              </w:rPr>
              <w:fldChar w:fldCharType="end"/>
            </w:r>
          </w:p>
        </w:tc>
      </w:tr>
      <w:tr w:rsidR="00B81C62" w:rsidRPr="00B81C62" w14:paraId="06A9D300" w14:textId="77777777" w:rsidTr="00B81C62">
        <w:tc>
          <w:tcPr>
            <w:tcW w:w="939" w:type="pct"/>
            <w:tcBorders>
              <w:bottom w:val="single" w:sz="4" w:space="0" w:color="auto"/>
            </w:tcBorders>
            <w:shd w:val="clear" w:color="auto" w:fill="auto"/>
            <w:vAlign w:val="center"/>
          </w:tcPr>
          <w:p w14:paraId="60A5BA8D" w14:textId="3C106D82"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cir1</w:t>
            </w:r>
          </w:p>
        </w:tc>
        <w:tc>
          <w:tcPr>
            <w:tcW w:w="4061" w:type="pct"/>
            <w:tcBorders>
              <w:top w:val="nil"/>
              <w:bottom w:val="single" w:sz="4" w:space="0" w:color="auto"/>
            </w:tcBorders>
            <w:shd w:val="clear" w:color="auto" w:fill="auto"/>
            <w:vAlign w:val="center"/>
          </w:tcPr>
          <w:p w14:paraId="50F29E25" w14:textId="19F8B641" w:rsidR="00B81C62" w:rsidRPr="00B81C62" w:rsidRDefault="00B81C62" w:rsidP="00B81C62">
            <w:pPr>
              <w:tabs>
                <w:tab w:val="left" w:pos="0"/>
              </w:tabs>
              <w:jc w:val="left"/>
              <w:rPr>
                <w:rFonts w:cs="Arial"/>
                <w:iCs/>
              </w:rPr>
            </w:pPr>
            <w:r w:rsidRPr="00B81C62">
              <w:rPr>
                <w:rFonts w:cs="Arial"/>
                <w:iCs/>
              </w:rPr>
              <w:t xml:space="preserve">Complete loss of virulence regulatory genes; downregulation of high-affinity iron uptake proteins encoded by </w:t>
            </w:r>
            <w:r w:rsidRPr="00B81C62">
              <w:rPr>
                <w:rFonts w:cs="Arial"/>
                <w:i/>
                <w:iCs/>
              </w:rPr>
              <w:t>Cft1</w:t>
            </w:r>
            <w:r w:rsidRPr="00B81C62">
              <w:rPr>
                <w:rFonts w:cs="Arial"/>
                <w:iCs/>
              </w:rPr>
              <w:t xml:space="preserve"> and </w:t>
            </w:r>
            <w:r w:rsidRPr="00B81C62">
              <w:rPr>
                <w:rFonts w:cs="Arial"/>
                <w:i/>
                <w:iCs/>
              </w:rPr>
              <w:t>Cfo1</w:t>
            </w:r>
            <w:r w:rsidRPr="00B81C62">
              <w:rPr>
                <w:rFonts w:cs="Arial"/>
                <w:iCs/>
              </w:rPr>
              <w:t xml:space="preserve"> but promotes intracellular iron transporters encoded by </w:t>
            </w:r>
            <w:r w:rsidRPr="00B81C62">
              <w:rPr>
                <w:rFonts w:cs="Arial"/>
                <w:i/>
                <w:iCs/>
              </w:rPr>
              <w:t>Cft2</w:t>
            </w:r>
            <w:r w:rsidRPr="00B81C62">
              <w:rPr>
                <w:rFonts w:cs="Arial"/>
                <w:iCs/>
              </w:rPr>
              <w:t xml:space="preserve"> and </w:t>
            </w:r>
            <w:r w:rsidRPr="00B81C62">
              <w:rPr>
                <w:rFonts w:cs="Arial"/>
                <w:i/>
                <w:iCs/>
              </w:rPr>
              <w:t>Cfo2</w:t>
            </w:r>
            <w:r w:rsidRPr="00B81C62">
              <w:rPr>
                <w:rFonts w:cs="Arial"/>
                <w:iCs/>
              </w:rPr>
              <w:t xml:space="preserve"> as well as iron-dependent enzyme</w:t>
            </w:r>
            <w:r w:rsidR="00B91BFC">
              <w:rPr>
                <w:rFonts w:cs="Arial"/>
                <w:iCs/>
              </w:rPr>
              <w:t>s,</w:t>
            </w:r>
            <w:r w:rsidRPr="00B81C62">
              <w:rPr>
                <w:rFonts w:cs="Arial"/>
                <w:iCs/>
              </w:rPr>
              <w:t xml:space="preserve"> such as laccase encoded by </w:t>
            </w:r>
            <w:r w:rsidRPr="00B81C62">
              <w:rPr>
                <w:rFonts w:cs="Arial"/>
                <w:i/>
                <w:iCs/>
              </w:rPr>
              <w:t>Lac1</w:t>
            </w:r>
            <w:r w:rsidRPr="00B81C62">
              <w:rPr>
                <w:rFonts w:cs="Arial"/>
                <w:iCs/>
              </w:rPr>
              <w:t xml:space="preserve"> </w:t>
            </w:r>
            <w:r w:rsidRPr="00B81C62">
              <w:rPr>
                <w:rFonts w:cs="Arial"/>
                <w:iCs/>
              </w:rPr>
              <w:fldChar w:fldCharType="begin">
                <w:fldData xml:space="preserve">PEVuZE5vdGU+PENpdGU+PEF1dGhvcj5KdW5nPC9BdXRob3I+PFllYXI+MjAwODwvWWVhcj48UmVj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PEVuZE5vdGU+PENpdGU+PEF1dGhvcj5KdW5nPC9BdXRob3I+PFllYXI+MjAwODwvWWVhcj48UmVj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[28,29,38]</w:t>
            </w:r>
            <w:r w:rsidRPr="00B81C62">
              <w:rPr>
                <w:rFonts w:cs="Arial"/>
                <w:iCs/>
              </w:rPr>
              <w:fldChar w:fldCharType="end"/>
            </w:r>
            <w:r w:rsidRPr="00B81C62">
              <w:rPr>
                <w:rFonts w:cs="Arial"/>
                <w:iCs/>
              </w:rPr>
              <w:t xml:space="preserve">; no effect on the major high-affinity phosphate uptake proteins and polyphosphate polymerase except Pho89 (which performs a pH-dependent sodium-coupled phosphate transport under phosphate-limiting condition) </w:t>
            </w:r>
            <w:r w:rsidRPr="00B81C62">
              <w:rPr>
                <w:rFonts w:cs="Arial"/>
                <w:iCs/>
              </w:rPr>
              <w:fldChar w:fldCharType="begin">
                <w:fldData xml:space="preserve">PEVuZE5vdGU+PENpdGU+PEF1dGhvcj5adnlhZ2lsc2theWE8L0F1dGhvcj48WWVhcj4yMDA4PC9Z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PEVuZE5vdGU+PENpdGU+PEF1dGhvcj5adnlhZ2lsc2theWE8L0F1dGhvcj48WWVhcj4yMDA4PC9Z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[39]</w:t>
            </w:r>
            <w:r w:rsidRPr="00B81C62">
              <w:rPr>
                <w:rFonts w:cs="Arial"/>
                <w:iCs/>
              </w:rPr>
              <w:fldChar w:fldCharType="end"/>
            </w:r>
            <w:r w:rsidRPr="00B81C62">
              <w:rPr>
                <w:rFonts w:cs="Arial"/>
                <w:iCs/>
              </w:rPr>
              <w:t xml:space="preserve">; better growth in YPD at </w:t>
            </w:r>
            <w:r w:rsidRPr="00B81C62">
              <w:rPr>
                <w:rFonts w:cs="Arial"/>
                <w:iCs/>
              </w:rPr>
              <w:lastRenderedPageBreak/>
              <w:t xml:space="preserve">low pH and </w:t>
            </w:r>
            <w:r w:rsidRPr="00B81C62">
              <w:rPr>
                <w:rFonts w:cs="Arial"/>
              </w:rPr>
              <w:t>30</w:t>
            </w:r>
            <w:r w:rsidRPr="00B81C62">
              <w:rPr>
                <w:rFonts w:cs="Arial"/>
                <w:vertAlign w:val="superscript"/>
              </w:rPr>
              <w:t>o</w:t>
            </w:r>
            <w:r w:rsidRPr="00B81C62">
              <w:rPr>
                <w:rFonts w:cs="Arial"/>
              </w:rPr>
              <w:t xml:space="preserve">C; growth restored even at </w:t>
            </w:r>
            <w:r w:rsidRPr="00B81C62">
              <w:rPr>
                <w:rFonts w:cs="Arial"/>
                <w:iCs/>
              </w:rPr>
              <w:t xml:space="preserve">a low phosphate supplement; slight growth defect in the presence of calcium but failed to grow in the presence of zinc, CsA, and CsA+calcium; susceptible to heavy metal, sodium, and manganese </w:t>
            </w:r>
            <w:r w:rsidRPr="00B81C62">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[40]</w:t>
            </w:r>
            <w:r w:rsidRPr="00B81C62">
              <w:rPr>
                <w:rFonts w:cs="Arial"/>
                <w:iCs/>
              </w:rPr>
              <w:fldChar w:fldCharType="end"/>
            </w:r>
          </w:p>
        </w:tc>
      </w:tr>
      <w:tr w:rsidR="00B81C62" w:rsidRPr="00B81C62" w14:paraId="2AE7A565" w14:textId="77777777" w:rsidTr="00B81C62">
        <w:tc>
          <w:tcPr>
            <w:tcW w:w="939" w:type="pct"/>
            <w:tcBorders>
              <w:bottom w:val="single" w:sz="4" w:space="0" w:color="auto"/>
            </w:tcBorders>
            <w:shd w:val="clear" w:color="auto" w:fill="auto"/>
            <w:vAlign w:val="center"/>
          </w:tcPr>
          <w:p w14:paraId="4DEAF206" w14:textId="13C0D1E3" w:rsidR="00B81C62" w:rsidRPr="00B81C62" w:rsidRDefault="00B81C62" w:rsidP="00B81C62">
            <w:pPr>
              <w:pStyle w:val="MDPI42tablebody"/>
              <w:jc w:val="left"/>
              <w:rPr>
                <w:rFonts w:cs="Arial"/>
                <w:i/>
                <w:iCs/>
                <w:lang w:val="x-none"/>
              </w:rPr>
            </w:pPr>
            <w:proofErr w:type="spellStart"/>
            <w:r w:rsidRPr="00B81C62">
              <w:rPr>
                <w:rFonts w:cs="Arial"/>
                <w:i/>
                <w:iCs/>
                <w:lang w:val="x-none"/>
              </w:rPr>
              <w:lastRenderedPageBreak/>
              <w:t>Δ</w:t>
            </w:r>
            <w:r w:rsidRPr="00B81C62">
              <w:rPr>
                <w:rFonts w:cs="Arial"/>
                <w:i/>
                <w:iCs/>
              </w:rPr>
              <w:t>clc</w:t>
            </w:r>
            <w:proofErr w:type="spellEnd"/>
            <w:r w:rsidRPr="00B81C62">
              <w:rPr>
                <w:rFonts w:cs="Arial"/>
                <w:i/>
                <w:iCs/>
              </w:rPr>
              <w:t>-A</w:t>
            </w:r>
          </w:p>
        </w:tc>
        <w:tc>
          <w:tcPr>
            <w:tcW w:w="4061" w:type="pct"/>
            <w:tcBorders>
              <w:top w:val="nil"/>
              <w:bottom w:val="single" w:sz="4" w:space="0" w:color="auto"/>
            </w:tcBorders>
            <w:shd w:val="clear" w:color="auto" w:fill="auto"/>
            <w:vAlign w:val="center"/>
          </w:tcPr>
          <w:p w14:paraId="4953B230" w14:textId="553CC2A8" w:rsidR="00B81C62" w:rsidRPr="00B81C62" w:rsidRDefault="00B81C62" w:rsidP="00B81C62">
            <w:pPr>
              <w:tabs>
                <w:tab w:val="left" w:pos="0"/>
              </w:tabs>
              <w:jc w:val="left"/>
              <w:rPr>
                <w:rFonts w:cs="Arial"/>
                <w:iCs/>
              </w:rPr>
            </w:pPr>
            <w:r w:rsidRPr="00B81C62">
              <w:rPr>
                <w:rFonts w:cs="Arial"/>
                <w:iCs/>
              </w:rPr>
              <w:t xml:space="preserve">Defective laccase activity (which could be restored by exogenous copper supply), a significant reduction in capsule production and poor growth in </w:t>
            </w:r>
            <w:r w:rsidR="00B91BFC">
              <w:rPr>
                <w:rFonts w:cs="Arial"/>
                <w:iCs/>
              </w:rPr>
              <w:t xml:space="preserve">a </w:t>
            </w:r>
            <w:r w:rsidRPr="00B81C62">
              <w:rPr>
                <w:rFonts w:cs="Arial"/>
                <w:iCs/>
              </w:rPr>
              <w:t xml:space="preserve">slightly alkaline medium (just like </w:t>
            </w:r>
            <w:r w:rsidRPr="00B81C62">
              <w:rPr>
                <w:rFonts w:cs="Arial"/>
                <w:i/>
                <w:iCs/>
                <w:lang w:val="x-none"/>
              </w:rPr>
              <w:t>Δ</w:t>
            </w:r>
            <w:r w:rsidRPr="00B81C62">
              <w:rPr>
                <w:rFonts w:cs="Arial"/>
                <w:i/>
                <w:iCs/>
              </w:rPr>
              <w:t xml:space="preserve">vph1 </w:t>
            </w:r>
            <w:r w:rsidRPr="00B81C62">
              <w:rPr>
                <w:rFonts w:cs="Arial"/>
                <w:iCs/>
              </w:rPr>
              <w:t>mutants)</w:t>
            </w:r>
            <w:r w:rsidRPr="00B81C62">
              <w:rPr>
                <w:rFonts w:cs="Arial"/>
                <w:i/>
                <w:iCs/>
              </w:rPr>
              <w:t xml:space="preserve"> </w:t>
            </w:r>
            <w:r w:rsidRPr="00B81C62">
              <w:rPr>
                <w:rFonts w:cs="Arial"/>
              </w:rPr>
              <w:t>attenuate t</w:t>
            </w:r>
            <w:r w:rsidRPr="00B81C62">
              <w:rPr>
                <w:rFonts w:cs="Arial"/>
                <w:iCs/>
              </w:rPr>
              <w:t xml:space="preserve">he virulence of the mutant </w:t>
            </w:r>
            <w:r w:rsidRPr="00B81C62">
              <w:rPr>
                <w:rFonts w:cs="Arial"/>
                <w:iCs/>
              </w:rPr>
              <w:fldChar w:fldCharType="begin"/>
            </w:r>
            <w:r w:rsidR="00706F40">
              <w:rPr>
                <w:rFonts w:cs="Arial"/>
                <w:iCs/>
              </w:rPr>
              <w:instrText xml:space="preserve"> ADDIN EN.CITE &lt;EndNote&gt;&lt;Cite&gt;&lt;Author&gt;Zhu&lt;/Author&gt;&lt;Year&gt;2003&lt;/Year&gt;&lt;RecNum&gt;429&lt;/RecNum&gt;&lt;DisplayText&gt;&lt;style size="10"&gt;[41]&lt;/style&gt;&lt;/DisplayText&gt;&lt;record&gt;&lt;rec-number&gt;429&lt;/rec-number&gt;&lt;foreign-keys&gt;&lt;key app="EN" db-id="2ef9ffxzfstzs5e9dzov9txxs20trda0deex" timestamp="1608118633"&gt;429&lt;/key&gt;&lt;/foreign-keys&gt;&lt;ref-type name="Journal Article"&gt;17&lt;/ref-type&gt;&lt;contributors&gt;&lt;authors&gt;&lt;author&gt;Zhu, X.&lt;/author&gt;&lt;author&gt;Williamson, P. R.&lt;/author&gt;&lt;/authors&gt;&lt;/contributors&gt;&lt;auth-address&gt;Division of Infectious Diseases, University of Illinois at Chicago College of Medicine, Chicago, Illinois 60612, USA. Xudong@uic.edu&lt;/auth-address&gt;&lt;titles&gt;&lt;title&gt;A CLC-type chloride channel gene is required for laccase activity and virulence in Cryptococcus neoformans&lt;/title&gt;&lt;secondary-title&gt;Mol Microbiol&lt;/secondary-title&gt;&lt;/titles&gt;&lt;periodical&gt;&lt;full-title&gt;Mol Microbiol&lt;/full-title&gt;&lt;/periodical&gt;&lt;pages&gt;1271-81&lt;/pages&gt;&lt;volume&gt;50&lt;/volume&gt;&lt;number&gt;4&lt;/number&gt;&lt;edition&gt;2003/11/19&lt;/edition&gt;&lt;keywords&gt;&lt;keyword&gt;Animals&lt;/keyword&gt;&lt;keyword&gt;Chloride Channels/classification/*genetics/metabolism&lt;/keyword&gt;&lt;keyword&gt;Copper/metabolism&lt;/keyword&gt;&lt;keyword&gt;Cryptococcus neoformans/genetics/*metabolism/*pathogenicity&lt;/keyword&gt;&lt;keyword&gt;Fungal Proteins/classification/genetics/*metabolism&lt;/keyword&gt;&lt;keyword&gt;Humans&lt;/keyword&gt;&lt;keyword&gt;Laccase/genetics/*metabolism&lt;/keyword&gt;&lt;keyword&gt;Melanins/metabolism&lt;/keyword&gt;&lt;keyword&gt;Mice&lt;/keyword&gt;&lt;keyword&gt;Mutation&lt;/keyword&gt;&lt;keyword&gt;Phenotype&lt;/keyword&gt;&lt;keyword&gt;Phylogeny&lt;/keyword&gt;&lt;keyword&gt;Virulence Factors/genetics/*metabolism&lt;/keyword&gt;&lt;/keywords&gt;&lt;dates&gt;&lt;year&gt;2003&lt;/year&gt;&lt;pub-dates&gt;&lt;date&gt;Nov&lt;/date&gt;&lt;/pub-dates&gt;&lt;/dates&gt;&lt;isbn&gt;0950-382X (Print)&amp;#xD;0950-382X (Linking)&lt;/isbn&gt;&lt;accession-num&gt;14622414&lt;/accession-num&gt;&lt;urls&gt;&lt;related-urls&gt;&lt;url&gt;https://www.ncbi.nlm.nih.gov/pubmed/14622414&lt;/url&gt;&lt;/related-urls&gt;&lt;/urls&gt;&lt;electronic-resource-num&gt;10.1046/j.1365-2958.2003.03752.x&lt;/electronic-resource-num&gt;&lt;remote-database-name&gt;Medline&lt;/remote-database-name&gt;&lt;remote-database-provider&gt;NLM&lt;/remote-database-provider&gt;&lt;/record&gt;&lt;/Cite&gt;&lt;/EndNote&gt;</w:instrText>
            </w:r>
            <w:r w:rsidRPr="00B81C62">
              <w:rPr>
                <w:rFonts w:cs="Arial"/>
                <w:iCs/>
              </w:rPr>
              <w:fldChar w:fldCharType="separate"/>
            </w:r>
            <w:r w:rsidR="00706F40">
              <w:rPr>
                <w:rFonts w:cs="Arial"/>
                <w:iCs/>
                <w:noProof/>
              </w:rPr>
              <w:t>[41]</w:t>
            </w:r>
            <w:r w:rsidRPr="00B81C62">
              <w:rPr>
                <w:rFonts w:cs="Arial"/>
                <w:iCs/>
              </w:rPr>
              <w:fldChar w:fldCharType="end"/>
            </w:r>
          </w:p>
        </w:tc>
      </w:tr>
      <w:tr w:rsidR="00B81C62" w:rsidRPr="00B81C62" w14:paraId="3967C188" w14:textId="77777777" w:rsidTr="00B81C62">
        <w:tc>
          <w:tcPr>
            <w:tcW w:w="939" w:type="pct"/>
            <w:tcBorders>
              <w:bottom w:val="single" w:sz="4" w:space="0" w:color="auto"/>
            </w:tcBorders>
            <w:shd w:val="clear" w:color="auto" w:fill="auto"/>
            <w:vAlign w:val="center"/>
          </w:tcPr>
          <w:p w14:paraId="07918393" w14:textId="5C7860E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cmt1, </w:t>
            </w:r>
            <w:r w:rsidRPr="00B81C62">
              <w:rPr>
                <w:rFonts w:cs="Arial"/>
                <w:i/>
                <w:iCs/>
                <w:lang w:val="x-none"/>
              </w:rPr>
              <w:t>Δ</w:t>
            </w:r>
            <w:r w:rsidRPr="00B81C62">
              <w:rPr>
                <w:rFonts w:cs="Arial"/>
                <w:i/>
                <w:iCs/>
              </w:rPr>
              <w:t>cmt2</w:t>
            </w:r>
          </w:p>
        </w:tc>
        <w:tc>
          <w:tcPr>
            <w:tcW w:w="4061" w:type="pct"/>
            <w:tcBorders>
              <w:top w:val="nil"/>
              <w:bottom w:val="single" w:sz="4" w:space="0" w:color="auto"/>
            </w:tcBorders>
            <w:shd w:val="clear" w:color="auto" w:fill="auto"/>
            <w:vAlign w:val="center"/>
          </w:tcPr>
          <w:p w14:paraId="74714B6E" w14:textId="333AF92A" w:rsidR="00B81C62" w:rsidRPr="00B81C62" w:rsidRDefault="00B81C62" w:rsidP="00B81C62">
            <w:pPr>
              <w:tabs>
                <w:tab w:val="left" w:pos="0"/>
              </w:tabs>
              <w:jc w:val="left"/>
              <w:rPr>
                <w:rFonts w:cs="Arial"/>
                <w:iCs/>
              </w:rPr>
            </w:pPr>
            <w:r w:rsidRPr="00B81C62">
              <w:rPr>
                <w:rFonts w:cs="Arial"/>
                <w:color w:val="2E2E2E"/>
                <w:shd w:val="clear" w:color="auto" w:fill="FFFFFF"/>
              </w:rPr>
              <w:t>Double deletion caused defective Cu</w:t>
            </w:r>
            <w:r w:rsidRPr="00B81C62">
              <w:rPr>
                <w:rFonts w:cs="Arial"/>
                <w:color w:val="2E2E2E"/>
                <w:shd w:val="clear" w:color="auto" w:fill="FFFFFF"/>
                <w:vertAlign w:val="superscript"/>
              </w:rPr>
              <w:t>2+</w:t>
            </w:r>
            <w:r w:rsidRPr="00B81C62">
              <w:rPr>
                <w:rFonts w:cs="Arial"/>
                <w:color w:val="2E2E2E"/>
                <w:shd w:val="clear" w:color="auto" w:fill="FFFFFF"/>
              </w:rPr>
              <w:t>-detoxifying metallothionein; severely attenuated virulence and reduced pulmonary coloni</w:t>
            </w:r>
            <w:r w:rsidR="00B91BFC">
              <w:rPr>
                <w:rFonts w:cs="Arial"/>
                <w:color w:val="2E2E2E"/>
                <w:shd w:val="clear" w:color="auto" w:fill="FFFFFF"/>
              </w:rPr>
              <w:t>s</w:t>
            </w:r>
            <w:r w:rsidRPr="00B81C62">
              <w:rPr>
                <w:rFonts w:cs="Arial"/>
                <w:color w:val="2E2E2E"/>
                <w:shd w:val="clear" w:color="auto" w:fill="FFFFFF"/>
              </w:rPr>
              <w:t xml:space="preserve">ation </w:t>
            </w:r>
            <w:r w:rsidRPr="00B81C62">
              <w:rPr>
                <w:rFonts w:cs="Arial"/>
                <w:color w:val="2E2E2E"/>
                <w:shd w:val="clear" w:color="auto" w:fill="FFFFFF"/>
              </w:rPr>
              <w:fldChar w:fldCharType="begin">
                <w:fldData xml:space="preserve">PEVuZE5vdGU+PENpdGU+PEF1dGhvcj5EaW5nPC9BdXRob3I+PFllYXI+MjAxMzwvWWVhcj48UmVj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PEVuZE5vdGU+PENpdGU+PEF1dGhvcj5EaW5nPC9BdXRob3I+PFllYXI+MjAxMzwvWWVhcj48UmVj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[42]</w:t>
            </w:r>
            <w:r w:rsidRPr="00B81C62">
              <w:rPr>
                <w:rFonts w:cs="Arial"/>
                <w:color w:val="2E2E2E"/>
                <w:shd w:val="clear" w:color="auto" w:fill="FFFFFF"/>
              </w:rPr>
              <w:fldChar w:fldCharType="end"/>
            </w:r>
          </w:p>
        </w:tc>
      </w:tr>
      <w:tr w:rsidR="00B81C62" w:rsidRPr="00B81C62" w14:paraId="4D68E850" w14:textId="77777777" w:rsidTr="00B81C62">
        <w:tc>
          <w:tcPr>
            <w:tcW w:w="939" w:type="pct"/>
            <w:tcBorders>
              <w:bottom w:val="single" w:sz="4" w:space="0" w:color="auto"/>
            </w:tcBorders>
            <w:shd w:val="clear" w:color="auto" w:fill="auto"/>
            <w:vAlign w:val="center"/>
          </w:tcPr>
          <w:p w14:paraId="1A5749F0" w14:textId="4CA536A7"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cna1</w:t>
            </w:r>
          </w:p>
        </w:tc>
        <w:tc>
          <w:tcPr>
            <w:tcW w:w="4061" w:type="pct"/>
            <w:tcBorders>
              <w:top w:val="nil"/>
              <w:bottom w:val="single" w:sz="4" w:space="0" w:color="auto"/>
            </w:tcBorders>
            <w:shd w:val="clear" w:color="auto" w:fill="auto"/>
            <w:vAlign w:val="center"/>
          </w:tcPr>
          <w:p w14:paraId="21BC3C7A" w14:textId="69C1CD02"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Thermosensitive and hypersensitive to cell stressors – oxidative, nitrosative, ionic, and osmotic </w:t>
            </w:r>
            <w:r w:rsidRPr="00B81C62">
              <w:rPr>
                <w:rFonts w:cs="Arial"/>
                <w:color w:val="2E2E2E"/>
                <w:shd w:val="clear" w:color="auto" w:fill="FFFFFF"/>
              </w:rPr>
              <w:fldChar w:fldCharType="begin">
                <w:fldData xml:space="preserve">PEVuZE5vdGU+PENpdGU+PEF1dGhvcj5QYXJrPC9BdXRob3I+PFllYXI+MjAxNjwvWWVhcj48UmVj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PEVuZE5vdGU+PENpdGU+PEF1dGhvcj5QYXJrPC9BdXRob3I+PFllYXI+MjAxNjwvWWVhcj48UmVj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[43-45]</w:t>
            </w:r>
            <w:r w:rsidRPr="00B81C62">
              <w:rPr>
                <w:rFonts w:cs="Arial"/>
                <w:color w:val="2E2E2E"/>
                <w:shd w:val="clear" w:color="auto" w:fill="FFFFFF"/>
              </w:rPr>
              <w:fldChar w:fldCharType="end"/>
            </w:r>
            <w:r w:rsidRPr="00B81C62">
              <w:rPr>
                <w:rFonts w:cs="Arial"/>
                <w:color w:val="2E2E2E"/>
                <w:shd w:val="clear" w:color="auto" w:fill="FFFFFF"/>
              </w:rPr>
              <w:t>; sharing similar Ca</w:t>
            </w:r>
            <w:r w:rsidRPr="00B81C62">
              <w:rPr>
                <w:rFonts w:cs="Arial"/>
                <w:color w:val="2E2E2E"/>
                <w:shd w:val="clear" w:color="auto" w:fill="FFFFFF"/>
                <w:vertAlign w:val="superscript"/>
              </w:rPr>
              <w:t>2+</w:t>
            </w:r>
            <w:r w:rsidRPr="00B81C62">
              <w:rPr>
                <w:rFonts w:cs="Arial"/>
                <w:color w:val="2E2E2E"/>
                <w:shd w:val="clear" w:color="auto" w:fill="FFFFFF"/>
              </w:rPr>
              <w:t xml:space="preserve"> perturbation as </w:t>
            </w:r>
            <w:r w:rsidRPr="00B81C62">
              <w:rPr>
                <w:rFonts w:cs="Arial"/>
                <w:i/>
                <w:iCs/>
                <w:lang w:val="x-none"/>
              </w:rPr>
              <w:t>Δgrx4</w:t>
            </w:r>
            <w:r w:rsidRPr="00B81C62">
              <w:rPr>
                <w:rFonts w:cs="Arial"/>
                <w:i/>
                <w:iCs/>
                <w:lang w:val="en-US"/>
              </w:rPr>
              <w:t xml:space="preserve"> </w:t>
            </w:r>
            <w:r w:rsidRPr="00B81C62">
              <w:rPr>
                <w:rFonts w:cs="Arial"/>
                <w:lang w:val="en-US"/>
              </w:rPr>
              <w:t xml:space="preserve">in the LIM </w:t>
            </w:r>
            <w:r w:rsidRPr="00B81C62">
              <w:rPr>
                <w:rFonts w:cs="Arial"/>
                <w:lang w:val="en-US"/>
              </w:rPr>
              <w:fldChar w:fldCharType="begin"/>
            </w:r>
            <w:r w:rsidR="00706F40">
              <w:rPr>
                <w:rFonts w:cs="Arial"/>
                <w:lang w:val="en-US"/>
              </w:rPr>
              <w:instrText xml:space="preserve"> ADDIN EN.CITE &lt;EndNote&gt;&lt;Cite&gt;&lt;Author&gt;Hu&lt;/Author&gt;&lt;Year&gt;2021&lt;/Year&gt;&lt;RecNum&gt;541&lt;/RecNum&gt;&lt;DisplayText&gt;&lt;style size="10"&gt;[46]&lt;/style&gt;&lt;/DisplayText&gt;&lt;record&gt;&lt;rec-number&gt;541&lt;/rec-number&gt;&lt;foreign-keys&gt;&lt;key app="EN" db-id="2ef9ffxzfstzs5e9dzov9txxs20trda0deex" timestamp="1670185089"&gt;541&lt;/key&gt;&lt;/foreign-keys&gt;&lt;ref-type name="Journal Article"&gt;17&lt;/ref-type&gt;&lt;contributors&gt;&lt;authors&gt;&lt;author&gt;Hu, G.&lt;/author&gt;&lt;author&gt;Horianopoulos, L.&lt;/author&gt;&lt;author&gt;Sanchez-Leon, E.&lt;/author&gt;&lt;author&gt;Caza, M.&lt;/author&gt;&lt;author&gt;Jung, W.&lt;/author&gt;&lt;author&gt;Kronstad, J. W.&lt;/author&gt;&lt;/authors&gt;&lt;/contributors&gt;&lt;auth-address&gt;Michael Smith Laboratories, Department of Microbiology &amp;amp; Immunology, University of British Columbia, Vancouver, BC V6T 1Z4, Canada.&amp;#xD;Department of Systems Biotechnology, Chung-Ang University, Anseong 17546, Republic of Korea.&lt;/auth-address&gt;&lt;titles&gt;&lt;title&gt;The monothiol glutaredoxin Grx4 influences thermotolerance, cell wall integrity, and Mpk1 signaling in Cryptococcus neoformans&lt;/title&gt;&lt;secondary-title&gt;G3 (Bethesda)&lt;/secondary-title&gt;&lt;/titles&gt;&lt;volume&gt;11&lt;/volume&gt;&lt;number&gt;11&lt;/number&gt;&lt;keywords&gt;&lt;keyword&gt;Cell Wall&lt;/keyword&gt;&lt;keyword&gt;*Cryptococcosis&lt;/keyword&gt;&lt;keyword&gt;*Cryptococcus neoformans/genetics&lt;/keyword&gt;&lt;keyword&gt;Fungal Proteins/genetics&lt;/keyword&gt;&lt;keyword&gt;Glutaredoxins/genetics&lt;/keyword&gt;&lt;keyword&gt;Humans&lt;/keyword&gt;&lt;keyword&gt;*Thermotolerance&lt;/keyword&gt;&lt;keyword&gt;calcineurin&lt;/keyword&gt;&lt;keyword&gt;fungal pathogenesis&lt;/keyword&gt;&lt;keyword&gt;phosphorylation&lt;/keyword&gt;&lt;keyword&gt;stress response&lt;/keyword&gt;&lt;/keywords&gt;&lt;dates&gt;&lt;year&gt;2021&lt;/year&gt;&lt;pub-dates&gt;&lt;date&gt;Oct 19&lt;/date&gt;&lt;/pub-dates&gt;&lt;/dates&gt;&lt;isbn&gt;2160-1836 (Electronic)&amp;#xD;2160-1836 (Linking)&lt;/isbn&gt;&lt;accession-num&gt;34542604&lt;/accession-num&gt;&lt;urls&gt;&lt;related-urls&gt;&lt;url&gt;https://www.ncbi.nlm.nih.gov/pubmed/34542604&lt;/url&gt;&lt;/related-urls&gt;&lt;/urls&gt;&lt;custom1&gt;jkab322&lt;/custom1&gt;&lt;custom2&gt;PMC8527476&lt;/custom2&gt;&lt;electronic-resource-num&gt;10.1093/g3journal/jkab322&lt;/electronic-resource-num&gt;&lt;remote-database-name&gt;Medline&lt;/remote-database-name&gt;&lt;remote-database-provider&gt;NLM&lt;/remote-database-provider&gt;&lt;access-date&gt;12/4/2022&lt;/access-date&gt;&lt;/record&gt;&lt;/Cite&gt;&lt;/EndNote&gt;</w:instrText>
            </w:r>
            <w:r w:rsidRPr="00B81C62">
              <w:rPr>
                <w:rFonts w:cs="Arial"/>
                <w:lang w:val="en-US"/>
              </w:rPr>
              <w:fldChar w:fldCharType="separate"/>
            </w:r>
            <w:r w:rsidR="00706F40">
              <w:rPr>
                <w:rFonts w:cs="Arial"/>
                <w:noProof/>
                <w:lang w:val="en-US"/>
              </w:rPr>
              <w:t>[46]</w:t>
            </w:r>
            <w:r w:rsidRPr="00B81C62">
              <w:rPr>
                <w:rFonts w:cs="Arial"/>
                <w:lang w:val="en-US"/>
              </w:rPr>
              <w:fldChar w:fldCharType="end"/>
            </w:r>
          </w:p>
        </w:tc>
      </w:tr>
      <w:tr w:rsidR="00B81C62" w:rsidRPr="00B81C62" w14:paraId="625C4E2C" w14:textId="77777777" w:rsidTr="00B81C62">
        <w:tc>
          <w:tcPr>
            <w:tcW w:w="939" w:type="pct"/>
            <w:tcBorders>
              <w:bottom w:val="single" w:sz="4" w:space="0" w:color="auto"/>
            </w:tcBorders>
            <w:shd w:val="clear" w:color="auto" w:fill="auto"/>
            <w:vAlign w:val="center"/>
          </w:tcPr>
          <w:p w14:paraId="5021EA00" w14:textId="0A2FCEB8"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cnn1</w:t>
            </w:r>
          </w:p>
        </w:tc>
        <w:tc>
          <w:tcPr>
            <w:tcW w:w="4061" w:type="pct"/>
            <w:tcBorders>
              <w:top w:val="nil"/>
              <w:bottom w:val="single" w:sz="4" w:space="0" w:color="auto"/>
            </w:tcBorders>
            <w:shd w:val="clear" w:color="auto" w:fill="auto"/>
            <w:vAlign w:val="center"/>
          </w:tcPr>
          <w:p w14:paraId="401AE1FC" w14:textId="5A273567"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Produced </w:t>
            </w:r>
            <w:r w:rsidRPr="00B81C62">
              <w:rPr>
                <w:rFonts w:cs="Arial"/>
                <w:i/>
                <w:iCs/>
                <w:color w:val="2E2E2E"/>
                <w:shd w:val="clear" w:color="auto" w:fill="FFFFFF"/>
              </w:rPr>
              <w:t xml:space="preserve">ts </w:t>
            </w:r>
            <w:r w:rsidRPr="00B81C62">
              <w:rPr>
                <w:rFonts w:cs="Arial"/>
                <w:color w:val="2E2E2E"/>
                <w:shd w:val="clear" w:color="auto" w:fill="FFFFFF"/>
              </w:rPr>
              <w:t>mutant to the optimum of 35</w:t>
            </w:r>
            <w:r w:rsidRPr="00B81C62">
              <w:rPr>
                <w:rFonts w:cs="Arial"/>
                <w:color w:val="2E2E2E"/>
                <w:shd w:val="clear" w:color="auto" w:fill="FFFFFF"/>
                <w:vertAlign w:val="superscript"/>
              </w:rPr>
              <w:t>o</w:t>
            </w:r>
            <w:r w:rsidRPr="00B81C62">
              <w:rPr>
                <w:rFonts w:cs="Arial"/>
                <w:color w:val="2E2E2E"/>
                <w:shd w:val="clear" w:color="auto" w:fill="FFFFFF"/>
              </w:rPr>
              <w:t xml:space="preserve">C with short hyphae; readily caused subcutaneous lesions but failed to cause systemic infection </w:t>
            </w:r>
            <w:r w:rsidRPr="00B81C62">
              <w:rPr>
                <w:rFonts w:cs="Arial"/>
                <w:color w:val="2E2E2E"/>
                <w:shd w:val="clear" w:color="auto" w:fill="FFFFFF"/>
              </w:rPr>
              <w:fldChar w:fldCharType="begin">
                <w:fldData xml:space="preserve">PEVuZE5vdGU+PENpdGU+PEF1dGhvcj5DaHVuZzwvQXV0aG9yPjxZZWFyPjIwMDM8L1llYXI+PFJl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PEVuZE5vdGU+PENpdGU+PEF1dGhvcj5DaHVuZzwvQXV0aG9yPjxZZWFyPjIwMDM8L1llYXI+PFJl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[47]</w:t>
            </w:r>
            <w:r w:rsidRPr="00B81C62">
              <w:rPr>
                <w:rFonts w:cs="Arial"/>
                <w:color w:val="2E2E2E"/>
                <w:shd w:val="clear" w:color="auto" w:fill="FFFFFF"/>
              </w:rPr>
              <w:fldChar w:fldCharType="end"/>
            </w:r>
          </w:p>
        </w:tc>
      </w:tr>
      <w:tr w:rsidR="00B81C62" w:rsidRPr="00B81C62" w14:paraId="2CED0A10" w14:textId="77777777" w:rsidTr="00B81C62">
        <w:tc>
          <w:tcPr>
            <w:tcW w:w="939" w:type="pct"/>
            <w:tcBorders>
              <w:bottom w:val="single" w:sz="4" w:space="0" w:color="auto"/>
            </w:tcBorders>
            <w:shd w:val="clear" w:color="auto" w:fill="auto"/>
            <w:vAlign w:val="center"/>
          </w:tcPr>
          <w:p w14:paraId="3869BCE8" w14:textId="1CA7D3A4"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cph1 (Ste12α homologue)</w:t>
            </w:r>
          </w:p>
        </w:tc>
        <w:tc>
          <w:tcPr>
            <w:tcW w:w="4061" w:type="pct"/>
            <w:tcBorders>
              <w:top w:val="nil"/>
              <w:bottom w:val="single" w:sz="4" w:space="0" w:color="auto"/>
            </w:tcBorders>
            <w:shd w:val="clear" w:color="auto" w:fill="auto"/>
            <w:vAlign w:val="center"/>
          </w:tcPr>
          <w:p w14:paraId="4B80F2BD" w14:textId="55795FCC"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Low capsule production, a severe defect in filamentation and haploid fruiting/sporulation in nitrogen shortage media </w:t>
            </w:r>
            <w:r w:rsidRPr="00B81C62">
              <w:rPr>
                <w:rFonts w:cs="Arial"/>
                <w:color w:val="2E2E2E"/>
                <w:shd w:val="clear" w:color="auto" w:fill="FFFFFF"/>
              </w:rPr>
              <w:fldChar w:fldCharType="begin"/>
            </w:r>
            <w:r w:rsidR="00706F40">
              <w:rPr>
                <w:rFonts w:cs="Arial"/>
                <w:color w:val="2E2E2E"/>
                <w:shd w:val="clear" w:color="auto" w:fill="FFFFFF"/>
              </w:rPr>
              <w:instrText xml:space="preserve"> ADDIN EN.CITE &lt;EndNote&gt;&lt;Cite&gt;&lt;Author&gt;Yue&lt;/Author&gt;&lt;Year&gt;1999&lt;/Year&gt;&lt;RecNum&gt;172&lt;/RecNum&gt;&lt;DisplayText&gt;&lt;style size="10"&gt;[48]&lt;/style&gt;&lt;/DisplayText&gt;&lt;record&gt;&lt;rec-number&gt;172&lt;/rec-number&gt;&lt;foreign-keys&gt;&lt;key app="EN" db-id="2ef9ffxzfstzs5e9dzov9txxs20trda0deex" timestamp="1593525072"&gt;172&lt;/key&gt;&lt;/foreign-keys&gt;&lt;ref-type name="Journal Article"&gt;17&lt;/ref-type&gt;&lt;contributors&gt;&lt;authors&gt;&lt;author&gt;Yue, Changli&lt;/author&gt;&lt;author&gt;Cavallo, Lora M.&lt;/author&gt;&lt;author&gt;Alspaugh, J. Andrew&lt;/author&gt;&lt;author&gt;Wang, Ping&lt;/author&gt;&lt;author&gt;Cox, Gary M.&lt;/author&gt;&lt;author&gt;Perfect, John R.&lt;/author&gt;&lt;author&gt;Heitman, Joseph&lt;/author&gt;&lt;/authors&gt;&lt;/contributors&gt;&lt;titles&gt;&lt;title&gt;The STE12α Homolog Is Required for Haploid Filamentation But Largely Dispensable for Mating and Virulence in &amp;lt;em&amp;gt;Cryptococcus neoformans&amp;lt;/em&amp;gt;&lt;/title&gt;&lt;secondary-title&gt;Genetics&lt;/secondary-title&gt;&lt;/titles&gt;&lt;periodical&gt;&lt;full-title&gt;Genetics&lt;/full-title&gt;&lt;/periodical&gt;&lt;pages&gt;1601-1615&lt;/pages&gt;&lt;volume&gt;153&lt;/volume&gt;&lt;number&gt;4&lt;/number&gt;&lt;dates&gt;&lt;year&gt;1999&lt;/year&gt;&lt;/dates&gt;&lt;urls&gt;&lt;related-urls&gt;&lt;url&gt;https://www.genetics.org/content/genetics/153/4/1601.full.pdf&lt;/url&gt;&lt;/related-urls&gt;&lt;/urls&gt;&lt;/record&gt;&lt;/Cite&gt;&lt;/EndNote&gt;</w:instrText>
            </w:r>
            <w:r w:rsidRPr="00B81C62">
              <w:rPr>
                <w:rFonts w:cs="Arial"/>
                <w:color w:val="2E2E2E"/>
                <w:shd w:val="clear" w:color="auto" w:fill="FFFFFF"/>
              </w:rPr>
              <w:fldChar w:fldCharType="separate"/>
            </w:r>
            <w:r w:rsidR="00706F40">
              <w:rPr>
                <w:rFonts w:cs="Arial"/>
                <w:noProof/>
                <w:color w:val="2E2E2E"/>
                <w:shd w:val="clear" w:color="auto" w:fill="FFFFFF"/>
              </w:rPr>
              <w:t>[48]</w:t>
            </w:r>
            <w:r w:rsidRPr="00B81C62">
              <w:rPr>
                <w:rFonts w:cs="Arial"/>
                <w:color w:val="2E2E2E"/>
                <w:shd w:val="clear" w:color="auto" w:fill="FFFFFF"/>
              </w:rPr>
              <w:fldChar w:fldCharType="end"/>
            </w:r>
            <w:r w:rsidRPr="00B81C62">
              <w:rPr>
                <w:rFonts w:cs="Arial"/>
                <w:color w:val="2E2E2E"/>
                <w:shd w:val="clear" w:color="auto" w:fill="FFFFFF"/>
              </w:rPr>
              <w:t>; a</w:t>
            </w:r>
            <w:r w:rsidRPr="00B81C62">
              <w:rPr>
                <w:rFonts w:cs="Arial"/>
                <w:iCs/>
              </w:rPr>
              <w:t xml:space="preserve">pparent reduction in the </w:t>
            </w:r>
            <w:r w:rsidRPr="00B81C62">
              <w:rPr>
                <w:rFonts w:cs="Arial"/>
                <w:b/>
                <w:bCs/>
                <w:i/>
              </w:rPr>
              <w:t>a</w:t>
            </w:r>
            <w:r w:rsidRPr="00B81C62">
              <w:rPr>
                <w:rFonts w:cs="Arial"/>
                <w:i/>
              </w:rPr>
              <w:t>-</w:t>
            </w:r>
            <w:r w:rsidRPr="00B81C62">
              <w:rPr>
                <w:rFonts w:cs="Arial"/>
                <w:i/>
                <w:lang w:val="x-none"/>
              </w:rPr>
              <w:t>α</w:t>
            </w:r>
            <w:r w:rsidRPr="00B81C62">
              <w:rPr>
                <w:rFonts w:cs="Arial"/>
                <w:i/>
                <w:iCs/>
              </w:rPr>
              <w:t xml:space="preserve"> </w:t>
            </w:r>
            <w:r w:rsidRPr="00B81C62">
              <w:rPr>
                <w:rFonts w:cs="Arial"/>
                <w:iCs/>
              </w:rPr>
              <w:t xml:space="preserve">mutant unilateral mating compared to the </w:t>
            </w:r>
            <w:r w:rsidRPr="00B81C62">
              <w:rPr>
                <w:rFonts w:cs="Arial"/>
                <w:i/>
              </w:rPr>
              <w:t>wt</w:t>
            </w:r>
            <w:r w:rsidRPr="00B81C62">
              <w:rPr>
                <w:rFonts w:cs="Arial"/>
                <w:iCs/>
              </w:rPr>
              <w:t xml:space="preserve">; more reduced filamentation in </w:t>
            </w:r>
            <w:r w:rsidRPr="00B81C62">
              <w:rPr>
                <w:rFonts w:cs="Arial"/>
                <w:i/>
              </w:rPr>
              <w:t>MAT</w:t>
            </w:r>
            <w:r w:rsidRPr="00B81C62">
              <w:rPr>
                <w:rFonts w:cs="Arial"/>
                <w:b/>
                <w:bCs/>
                <w:i/>
              </w:rPr>
              <w:t>a</w:t>
            </w:r>
            <w:r w:rsidRPr="00B81C62">
              <w:rPr>
                <w:rFonts w:cs="Arial"/>
                <w:iCs/>
              </w:rPr>
              <w:t xml:space="preserve"> x </w:t>
            </w:r>
            <w:r w:rsidRPr="00B81C62">
              <w:rPr>
                <w:rFonts w:cs="Arial"/>
                <w:i/>
              </w:rPr>
              <w:t>MAT</w:t>
            </w:r>
            <w:r w:rsidRPr="00B81C62">
              <w:rPr>
                <w:rFonts w:cs="Arial"/>
                <w:i/>
                <w:lang w:val="x-none"/>
              </w:rPr>
              <w:t>αΔ</w:t>
            </w:r>
            <w:r w:rsidRPr="00B81C62">
              <w:rPr>
                <w:rFonts w:cs="Arial"/>
                <w:i/>
              </w:rPr>
              <w:t>ste12</w:t>
            </w:r>
            <w:r w:rsidRPr="00B81C62">
              <w:rPr>
                <w:rFonts w:cs="Arial"/>
                <w:i/>
                <w:lang w:val="x-none"/>
              </w:rPr>
              <w:t>Δ</w:t>
            </w:r>
            <w:r w:rsidRPr="00B81C62">
              <w:rPr>
                <w:rFonts w:cs="Arial"/>
                <w:i/>
              </w:rPr>
              <w:t>znf2</w:t>
            </w:r>
            <w:r w:rsidRPr="00B81C62">
              <w:rPr>
                <w:rFonts w:cs="Arial"/>
                <w:i/>
                <w:iCs/>
              </w:rPr>
              <w:t xml:space="preserve">; </w:t>
            </w:r>
            <w:r w:rsidRPr="00B81C62">
              <w:rPr>
                <w:rFonts w:cs="Arial"/>
                <w:iCs/>
              </w:rPr>
              <w:t xml:space="preserve">most reduced filamentation in </w:t>
            </w:r>
            <w:r w:rsidRPr="00B81C62">
              <w:rPr>
                <w:rFonts w:cs="Arial"/>
                <w:i/>
                <w:iCs/>
              </w:rPr>
              <w:t>MAT</w:t>
            </w:r>
            <w:r w:rsidRPr="00B81C62">
              <w:rPr>
                <w:rFonts w:cs="Arial"/>
                <w:b/>
                <w:bCs/>
                <w:i/>
                <w:iCs/>
              </w:rPr>
              <w:t xml:space="preserve">a </w:t>
            </w:r>
            <w:r w:rsidRPr="00B81C62">
              <w:rPr>
                <w:rFonts w:cs="Arial"/>
                <w:i/>
                <w:iCs/>
                <w:lang w:val="x-none"/>
              </w:rPr>
              <w:t>Δ</w:t>
            </w:r>
            <w:r w:rsidRPr="00B81C62">
              <w:rPr>
                <w:rFonts w:cs="Arial"/>
                <w:i/>
                <w:iCs/>
              </w:rPr>
              <w:t>znf2 x MAT</w:t>
            </w:r>
            <w:r w:rsidRPr="00B81C62">
              <w:rPr>
                <w:rFonts w:cs="Arial"/>
                <w:i/>
                <w:iCs/>
                <w:lang w:val="x-none"/>
              </w:rPr>
              <w:t>αΔ</w:t>
            </w:r>
            <w:r w:rsidRPr="00B81C62">
              <w:rPr>
                <w:rFonts w:cs="Arial"/>
                <w:i/>
                <w:iCs/>
              </w:rPr>
              <w:t xml:space="preserve">ste12; </w:t>
            </w:r>
            <w:r w:rsidRPr="00B81C62">
              <w:rPr>
                <w:rFonts w:cs="Arial"/>
                <w:iCs/>
              </w:rPr>
              <w:t xml:space="preserve">no mating between </w:t>
            </w:r>
            <w:r w:rsidRPr="00B81C62">
              <w:rPr>
                <w:rFonts w:cs="Arial"/>
                <w:i/>
                <w:iCs/>
              </w:rPr>
              <w:t>MAT</w:t>
            </w:r>
            <w:r w:rsidRPr="00B81C62">
              <w:rPr>
                <w:rFonts w:cs="Arial"/>
                <w:b/>
                <w:bCs/>
                <w:i/>
                <w:iCs/>
              </w:rPr>
              <w:t xml:space="preserve">a </w:t>
            </w:r>
            <w:r w:rsidRPr="00B81C62">
              <w:rPr>
                <w:rFonts w:cs="Arial"/>
                <w:i/>
                <w:iCs/>
                <w:lang w:val="x-none"/>
              </w:rPr>
              <w:t>Δ</w:t>
            </w:r>
            <w:r w:rsidRPr="00B81C62">
              <w:rPr>
                <w:rFonts w:cs="Arial"/>
                <w:i/>
                <w:iCs/>
              </w:rPr>
              <w:t>znf2 x MAT</w:t>
            </w:r>
            <w:r w:rsidRPr="00B81C62">
              <w:rPr>
                <w:rFonts w:cs="Arial"/>
                <w:i/>
                <w:iCs/>
                <w:lang w:val="x-none"/>
              </w:rPr>
              <w:t>αΔ</w:t>
            </w:r>
            <w:r w:rsidRPr="00B81C62">
              <w:rPr>
                <w:rFonts w:cs="Arial"/>
                <w:i/>
                <w:iCs/>
              </w:rPr>
              <w:t>ste12</w:t>
            </w:r>
            <w:r w:rsidRPr="00B81C62">
              <w:rPr>
                <w:rFonts w:cs="Arial"/>
                <w:i/>
                <w:iCs/>
                <w:lang w:val="x-none"/>
              </w:rPr>
              <w:t>Δ</w:t>
            </w:r>
            <w:r w:rsidRPr="00B81C62">
              <w:rPr>
                <w:rFonts w:cs="Arial"/>
                <w:i/>
                <w:iCs/>
              </w:rPr>
              <w:t xml:space="preserve">znf2 </w:t>
            </w:r>
            <w:r w:rsidRPr="00B81C62">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[49]</w:t>
            </w:r>
            <w:r w:rsidRPr="00B81C62">
              <w:rPr>
                <w:rFonts w:cs="Arial"/>
                <w:iCs/>
              </w:rPr>
              <w:fldChar w:fldCharType="end"/>
            </w:r>
          </w:p>
        </w:tc>
      </w:tr>
      <w:tr w:rsidR="00B81C62" w:rsidRPr="00B81C62" w14:paraId="4DC8C4D1" w14:textId="77777777" w:rsidTr="00B81C62">
        <w:tc>
          <w:tcPr>
            <w:tcW w:w="939" w:type="pct"/>
            <w:tcBorders>
              <w:bottom w:val="single" w:sz="4" w:space="0" w:color="auto"/>
            </w:tcBorders>
            <w:shd w:val="clear" w:color="auto" w:fill="auto"/>
            <w:vAlign w:val="center"/>
          </w:tcPr>
          <w:p w14:paraId="6A1626C6" w14:textId="2A336B28"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cpr1 (</w:t>
            </w:r>
            <w:r w:rsidRPr="00B81C62">
              <w:rPr>
                <w:rFonts w:cs="Arial"/>
                <w:i/>
                <w:iCs/>
                <w:lang w:val="x-none"/>
              </w:rPr>
              <w:t>Δ</w:t>
            </w:r>
            <w:r w:rsidRPr="00B81C62">
              <w:rPr>
                <w:rFonts w:cs="Arial"/>
                <w:i/>
                <w:iCs/>
              </w:rPr>
              <w:t>ste3)</w:t>
            </w:r>
          </w:p>
        </w:tc>
        <w:tc>
          <w:tcPr>
            <w:tcW w:w="4061" w:type="pct"/>
            <w:tcBorders>
              <w:top w:val="nil"/>
              <w:bottom w:val="single" w:sz="4" w:space="0" w:color="auto"/>
            </w:tcBorders>
            <w:shd w:val="clear" w:color="auto" w:fill="auto"/>
            <w:vAlign w:val="center"/>
          </w:tcPr>
          <w:p w14:paraId="6EDA7509" w14:textId="0FA3FDAE"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Attenuated mating but not completely sterile; normal hyphae production (haploid fruiting) but reduced pheromone production with basal activity </w:t>
            </w:r>
            <w:r w:rsidRPr="00B81C62">
              <w:rPr>
                <w:rFonts w:cs="Arial"/>
                <w:color w:val="2E2E2E"/>
                <w:shd w:val="clear" w:color="auto" w:fill="FFFFFF"/>
              </w:rPr>
              <w:fldChar w:fldCharType="begin">
                <w:fldData xml:space="preserve">PEVuZE5vdGU+PENpdGU+PEF1dGhvcj5DaHVuZzwvQXV0aG9yPjxZZWFyPjIwMDI8L1llYXI+PFJl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PEVuZE5vdGU+PENpdGU+PEF1dGhvcj5DaHVuZzwvQXV0aG9yPjxZZWFyPjIwMDI8L1llYXI+PFJl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[50]</w:t>
            </w:r>
            <w:r w:rsidRPr="00B81C62">
              <w:rPr>
                <w:rFonts w:cs="Arial"/>
                <w:color w:val="2E2E2E"/>
                <w:shd w:val="clear" w:color="auto" w:fill="FFFFFF"/>
              </w:rPr>
              <w:fldChar w:fldCharType="end"/>
            </w:r>
          </w:p>
        </w:tc>
      </w:tr>
      <w:tr w:rsidR="00B81C62" w:rsidRPr="00B81C62" w14:paraId="0DCCB9DE" w14:textId="77777777" w:rsidTr="00B81C62">
        <w:tc>
          <w:tcPr>
            <w:tcW w:w="939" w:type="pct"/>
            <w:tcBorders>
              <w:bottom w:val="single" w:sz="4" w:space="0" w:color="auto"/>
            </w:tcBorders>
            <w:shd w:val="clear" w:color="auto" w:fill="auto"/>
            <w:vAlign w:val="center"/>
          </w:tcPr>
          <w:p w14:paraId="69CD39CC" w14:textId="020330C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cps1</w:t>
            </w:r>
          </w:p>
        </w:tc>
        <w:tc>
          <w:tcPr>
            <w:tcW w:w="4061" w:type="pct"/>
            <w:tcBorders>
              <w:top w:val="nil"/>
              <w:bottom w:val="single" w:sz="4" w:space="0" w:color="auto"/>
            </w:tcBorders>
            <w:shd w:val="clear" w:color="auto" w:fill="auto"/>
            <w:vAlign w:val="center"/>
          </w:tcPr>
          <w:p w14:paraId="012F473E" w14:textId="18FCEE2F"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Poor endothelial cell-fungal adhesion due to lack of hyaluronate; reduced virulence due to poor capsule integrity </w:t>
            </w:r>
            <w:r w:rsidRPr="00B81C62">
              <w:rPr>
                <w:rFonts w:cs="Arial"/>
                <w:color w:val="2E2E2E"/>
                <w:shd w:val="clear" w:color="auto" w:fill="FFFFFF"/>
              </w:rPr>
              <w:fldChar w:fldCharType="begin">
                <w:fldData xml:space="preserve">PEVuZE5vdGU+PENpdGU+PEF1dGhvcj5Kb25nPC9BdXRob3I+PFllYXI+MjAwNzwvWWVhcj48UmVj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PEVuZE5vdGU+PENpdGU+PEF1dGhvcj5Kb25nPC9BdXRob3I+PFllYXI+MjAwNzwvWWVhcj48UmVj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[51]</w:t>
            </w:r>
            <w:r w:rsidRPr="00B81C62">
              <w:rPr>
                <w:rFonts w:cs="Arial"/>
                <w:color w:val="2E2E2E"/>
                <w:shd w:val="clear" w:color="auto" w:fill="FFFFFF"/>
              </w:rPr>
              <w:fldChar w:fldCharType="end"/>
            </w:r>
          </w:p>
        </w:tc>
      </w:tr>
      <w:tr w:rsidR="00B81C62" w:rsidRPr="00B81C62" w14:paraId="0F945C3B" w14:textId="77777777" w:rsidTr="00B81C62">
        <w:tc>
          <w:tcPr>
            <w:tcW w:w="939" w:type="pct"/>
            <w:tcBorders>
              <w:bottom w:val="single" w:sz="4" w:space="0" w:color="auto"/>
            </w:tcBorders>
            <w:shd w:val="clear" w:color="auto" w:fill="auto"/>
            <w:vAlign w:val="center"/>
          </w:tcPr>
          <w:p w14:paraId="42905E64" w14:textId="49A2EC92"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crk1</w:t>
            </w:r>
          </w:p>
        </w:tc>
        <w:tc>
          <w:tcPr>
            <w:tcW w:w="4061" w:type="pct"/>
            <w:tcBorders>
              <w:top w:val="nil"/>
              <w:bottom w:val="single" w:sz="4" w:space="0" w:color="auto"/>
            </w:tcBorders>
            <w:shd w:val="clear" w:color="auto" w:fill="auto"/>
            <w:vAlign w:val="center"/>
          </w:tcPr>
          <w:p w14:paraId="3781F4AD" w14:textId="4EDF6531"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Increased mating efficiency by promoting dikaryotic filamentation, basidia, and basidiospores, but its effect on unisexual mating is ambiguous </w:t>
            </w:r>
            <w:r w:rsidRPr="00B81C62">
              <w:rPr>
                <w:rFonts w:cs="Arial"/>
                <w:color w:val="2E2E2E"/>
                <w:shd w:val="clear" w:color="auto" w:fill="FFFFFF"/>
              </w:rPr>
              <w:fldChar w:fldCharType="begin"/>
            </w:r>
            <w:r w:rsidR="00706F40">
              <w:rPr>
                <w:rFonts w:cs="Arial"/>
                <w:color w:val="2E2E2E"/>
                <w:shd w:val="clear" w:color="auto" w:fill="FFFFFF"/>
              </w:rPr>
              <w:instrText xml:space="preserve"> ADDIN EN.CITE &lt;EndNote&gt;&lt;Cite&gt;&lt;Author&gt;Liu&lt;/Author&gt;&lt;Year&gt;2011&lt;/Year&gt;&lt;RecNum&gt;318&lt;/RecNum&gt;&lt;DisplayText&gt;&lt;style size="10"&gt;[52]&lt;/style&gt;&lt;/DisplayText&gt;&lt;record&gt;&lt;rec-number&gt;318&lt;/rec-number&gt;&lt;foreign-keys&gt;&lt;key app="EN" db-id="2ef9ffxzfstzs5e9dzov9txxs20trda0deex" timestamp="1602179555"&gt;318&lt;/key&gt;&lt;/foreign-keys&gt;&lt;ref-type name="Journal Article"&gt;17&lt;/ref-type&gt;&lt;contributors&gt;&lt;authors&gt;&lt;author&gt;Liu, K. H.&lt;/author&gt;&lt;author&gt;Shen, W. C.&lt;/author&gt;&lt;/authors&gt;&lt;/contributors&gt;&lt;auth-address&gt;Department of Plant Pathology and Microbiology, National Taiwan University, No. 1 Roosevelt Road, Taipei, Taiwan.&lt;/auth-address&gt;&lt;titles&gt;&lt;title&gt;Mating differentiation in Cryptococcus neoformans is negatively regulated by the Crk1 protein kinase&lt;/title&gt;&lt;secondary-title&gt;Fungal Genet Biol&lt;/secondary-title&gt;&lt;/titles&gt;&lt;periodical&gt;&lt;full-title&gt;Fungal Genet Biol&lt;/full-title&gt;&lt;/periodical&gt;&lt;pages&gt;225-40&lt;/pages&gt;&lt;volume&gt;48&lt;/volume&gt;&lt;number&gt;3&lt;/number&gt;&lt;edition&gt;20101124&lt;/edition&gt;&lt;keywords&gt;&lt;keyword&gt;Cryptococcus neoformans/*genetics/*growth &amp;amp; development&lt;/keyword&gt;&lt;keyword&gt;Gene Deletion&lt;/keyword&gt;&lt;keyword&gt;*Gene Expression Regulation, Fungal&lt;/keyword&gt;&lt;keyword&gt;Genetic Complementation Test&lt;/keyword&gt;&lt;keyword&gt;Mutagenesis, Insertional&lt;/keyword&gt;&lt;keyword&gt;Protein Kinases/genetics/*metabolism&lt;/keyword&gt;&lt;/keywords&gt;&lt;dates&gt;&lt;year&gt;2011&lt;/year&gt;&lt;pub-dates&gt;&lt;date&gt;Mar&lt;/date&gt;&lt;/pub-dates&gt;&lt;/dates&gt;&lt;isbn&gt;1096-0937 (Electronic)&amp;#xD;1087-1845 (Linking)&lt;/isbn&gt;&lt;accession-num&gt;21111055&lt;/accession-num&gt;&lt;urls&gt;&lt;related-urls&gt;&lt;url&gt;https://www.ncbi.nlm.nih.gov/pubmed/21111055&lt;/url&gt;&lt;/related-urls&gt;&lt;/urls&gt;&lt;electronic-resource-num&gt;10.1016/j.fgb.2010.11.005&lt;/electronic-resource-num&gt;&lt;remote-database-name&gt;Medline&lt;/remote-database-name&gt;&lt;remote-database-provider&gt;NLM&lt;/remote-database-provider&gt;&lt;/record&gt;&lt;/Cite&gt;&lt;/EndNote&gt;</w:instrText>
            </w:r>
            <w:r w:rsidRPr="00B81C62">
              <w:rPr>
                <w:rFonts w:cs="Arial"/>
                <w:color w:val="2E2E2E"/>
                <w:shd w:val="clear" w:color="auto" w:fill="FFFFFF"/>
              </w:rPr>
              <w:fldChar w:fldCharType="separate"/>
            </w:r>
            <w:r w:rsidR="00706F40">
              <w:rPr>
                <w:rFonts w:cs="Arial"/>
                <w:noProof/>
                <w:color w:val="2E2E2E"/>
                <w:shd w:val="clear" w:color="auto" w:fill="FFFFFF"/>
              </w:rPr>
              <w:t>[52]</w:t>
            </w:r>
            <w:r w:rsidRPr="00B81C62">
              <w:rPr>
                <w:rFonts w:cs="Arial"/>
                <w:color w:val="2E2E2E"/>
                <w:shd w:val="clear" w:color="auto" w:fill="FFFFFF"/>
              </w:rPr>
              <w:fldChar w:fldCharType="end"/>
            </w:r>
          </w:p>
        </w:tc>
      </w:tr>
      <w:tr w:rsidR="00B81C62" w:rsidRPr="00B81C62" w14:paraId="5F37DFAF" w14:textId="77777777" w:rsidTr="00B81C62">
        <w:tc>
          <w:tcPr>
            <w:tcW w:w="939" w:type="pct"/>
            <w:tcBorders>
              <w:bottom w:val="single" w:sz="4" w:space="0" w:color="auto"/>
            </w:tcBorders>
            <w:shd w:val="clear" w:color="auto" w:fill="auto"/>
            <w:vAlign w:val="center"/>
          </w:tcPr>
          <w:p w14:paraId="66A388FF" w14:textId="7D8D1E21"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crg1</w:t>
            </w:r>
          </w:p>
        </w:tc>
        <w:tc>
          <w:tcPr>
            <w:tcW w:w="4061" w:type="pct"/>
            <w:tcBorders>
              <w:top w:val="nil"/>
              <w:bottom w:val="single" w:sz="4" w:space="0" w:color="auto"/>
            </w:tcBorders>
            <w:shd w:val="clear" w:color="auto" w:fill="auto"/>
            <w:vAlign w:val="center"/>
          </w:tcPr>
          <w:p w14:paraId="2ACB95A0" w14:textId="10C70C16"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Increased virulence, enhanced pheromone production (mating) and melanin synthesis </w:t>
            </w:r>
            <w:r w:rsidRPr="00B81C62">
              <w:rPr>
                <w:rFonts w:cs="Arial"/>
                <w:color w:val="2E2E2E"/>
                <w:shd w:val="clear" w:color="auto" w:fill="FFFFFF"/>
              </w:rPr>
              <w:fldChar w:fldCharType="begin">
                <w:fldData xml:space="preserve">PEVuZE5vdGU+PENpdGU+PEF1dGhvcj5XYW5nPC9BdXRob3I+PFllYXI+MjAwNDwvWWVhcj48UmVj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PEVuZE5vdGU+PENpdGU+PEF1dGhvcj5XYW5nPC9BdXRob3I+PFllYXI+MjAwNDwvWWVhcj48UmVj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[53]</w:t>
            </w:r>
            <w:r w:rsidRPr="00B81C62">
              <w:rPr>
                <w:rFonts w:cs="Arial"/>
                <w:color w:val="2E2E2E"/>
                <w:shd w:val="clear" w:color="auto" w:fill="FFFFFF"/>
              </w:rPr>
              <w:fldChar w:fldCharType="end"/>
            </w:r>
          </w:p>
        </w:tc>
      </w:tr>
      <w:tr w:rsidR="00B81C62" w:rsidRPr="00B81C62" w14:paraId="39DC8007" w14:textId="77777777" w:rsidTr="00B81C62">
        <w:tc>
          <w:tcPr>
            <w:tcW w:w="939" w:type="pct"/>
            <w:tcBorders>
              <w:bottom w:val="single" w:sz="4" w:space="0" w:color="auto"/>
            </w:tcBorders>
            <w:shd w:val="clear" w:color="auto" w:fill="auto"/>
            <w:vAlign w:val="center"/>
          </w:tcPr>
          <w:p w14:paraId="6FC55222" w14:textId="5B284FE7"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ctr1/</w:t>
            </w:r>
            <w:r w:rsidRPr="00B81C62">
              <w:rPr>
                <w:rFonts w:cs="Arial"/>
                <w:i/>
                <w:iCs/>
                <w:lang w:val="x-none"/>
              </w:rPr>
              <w:t>Δ</w:t>
            </w:r>
            <w:r w:rsidRPr="00B81C62">
              <w:rPr>
                <w:rFonts w:cs="Arial"/>
                <w:i/>
                <w:iCs/>
              </w:rPr>
              <w:t xml:space="preserve">ctr2, </w:t>
            </w:r>
            <w:r w:rsidRPr="00B81C62">
              <w:rPr>
                <w:rFonts w:cs="Arial"/>
                <w:i/>
                <w:iCs/>
                <w:lang w:val="x-none"/>
              </w:rPr>
              <w:t>Δ</w:t>
            </w:r>
            <w:r w:rsidRPr="00B81C62">
              <w:rPr>
                <w:rFonts w:cs="Arial"/>
                <w:i/>
                <w:iCs/>
              </w:rPr>
              <w:t>ctr4</w:t>
            </w:r>
          </w:p>
        </w:tc>
        <w:tc>
          <w:tcPr>
            <w:tcW w:w="4061" w:type="pct"/>
            <w:tcBorders>
              <w:top w:val="nil"/>
              <w:bottom w:val="single" w:sz="4" w:space="0" w:color="auto"/>
            </w:tcBorders>
            <w:shd w:val="clear" w:color="auto" w:fill="auto"/>
            <w:vAlign w:val="center"/>
          </w:tcPr>
          <w:p w14:paraId="7FECC8B3" w14:textId="6B4B854F" w:rsidR="00B81C62" w:rsidRPr="00B81C62" w:rsidRDefault="00B81C62" w:rsidP="00B81C62">
            <w:pPr>
              <w:tabs>
                <w:tab w:val="left" w:pos="0"/>
              </w:tabs>
              <w:jc w:val="left"/>
              <w:rPr>
                <w:rFonts w:cs="Arial"/>
                <w:color w:val="2E2E2E"/>
                <w:shd w:val="clear" w:color="auto" w:fill="FFFFFF"/>
              </w:rPr>
            </w:pPr>
            <w:r w:rsidRPr="00B81C62">
              <w:rPr>
                <w:rFonts w:cs="Arial"/>
                <w:iCs/>
              </w:rPr>
              <w:t xml:space="preserve">Poor copper assimilation, severe growth retardation in copper-deficient media, defective capsule, and melanin production, prone to phagocytosis under copper-deficient </w:t>
            </w:r>
            <w:r w:rsidRPr="00B81C62">
              <w:rPr>
                <w:rFonts w:cs="Arial"/>
                <w:iCs/>
              </w:rPr>
              <w:fldChar w:fldCharType="begin">
                <w:fldData xml:space="preserve">PEVuZE5vdGU+PENpdGU+PEF1dGhvcj5DaHVuPC9BdXRob3I+PFllYXI+MjAxMDwvWWVhcj48UmVj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</w:fldData>
              </w:fldChar>
            </w:r>
            <w:r w:rsidR="00706F40">
              <w:rPr>
                <w:rFonts w:cs="Arial"/>
                <w:iCs/>
              </w:rPr>
              <w:instrText xml:space="preserve"> ADDIN EN.CITE </w:instrText>
            </w:r>
            <w:r w:rsidR="00706F40">
              <w:rPr>
                <w:rFonts w:cs="Arial"/>
                <w:iCs/>
              </w:rPr>
              <w:fldChar w:fldCharType="begin">
                <w:fldData xml:space="preserve">PEVuZE5vdGU+PENpdGU+PEF1dGhvcj5DaHVuPC9BdXRob3I+PFllYXI+MjAxMDwvWWVhcj48UmVj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[54,55]</w:t>
            </w:r>
            <w:r w:rsidRPr="00B81C62">
              <w:rPr>
                <w:rFonts w:cs="Arial"/>
                <w:iCs/>
              </w:rPr>
              <w:fldChar w:fldCharType="end"/>
            </w:r>
            <w:r w:rsidRPr="00B81C62">
              <w:rPr>
                <w:rFonts w:cs="Arial"/>
                <w:iCs/>
              </w:rPr>
              <w:t xml:space="preserve">. The </w:t>
            </w:r>
            <w:r w:rsidRPr="00B81C62">
              <w:rPr>
                <w:rFonts w:cs="Arial"/>
                <w:i/>
                <w:iCs/>
                <w:lang w:val="x-none"/>
              </w:rPr>
              <w:t>Δ</w:t>
            </w:r>
            <w:r w:rsidRPr="00B81C62">
              <w:rPr>
                <w:rFonts w:cs="Arial"/>
                <w:i/>
                <w:iCs/>
                <w:lang w:val="en-US"/>
              </w:rPr>
              <w:t xml:space="preserve">ctr4 </w:t>
            </w:r>
            <w:r w:rsidRPr="00B81C62">
              <w:rPr>
                <w:rFonts w:cs="Arial"/>
                <w:lang w:val="en-US"/>
              </w:rPr>
              <w:t>is highly susceptible to FCZ with severe growth defects in YNB fortified with NH</w:t>
            </w:r>
            <w:r w:rsidRPr="00B81C62">
              <w:rPr>
                <w:rFonts w:cs="Arial"/>
                <w:vertAlign w:val="subscript"/>
                <w:lang w:val="en-US"/>
              </w:rPr>
              <w:t>4</w:t>
            </w:r>
            <w:r w:rsidRPr="00B81C62">
              <w:rPr>
                <w:rFonts w:cs="Arial"/>
                <w:vertAlign w:val="superscript"/>
                <w:lang w:val="en-US"/>
              </w:rPr>
              <w:t>+</w:t>
            </w:r>
            <w:r w:rsidRPr="00B81C62">
              <w:rPr>
                <w:rFonts w:cs="Arial"/>
                <w:lang w:val="en-US"/>
              </w:rPr>
              <w:t xml:space="preserve">, creatinine, and urea </w:t>
            </w:r>
            <w:r w:rsidRPr="00B81C62">
              <w:rPr>
                <w:rFonts w:cs="Arial"/>
                <w:lang w:val="en-US"/>
              </w:rPr>
              <w:fldChar w:fldCharType="begin">
                <w:fldData xml:space="preserve">PEVuZE5vdGU+PENpdGU+PEF1dGhvcj5Cb3NjaDwvQXV0aG9yPjxZZWFyPjIwMjE8L1llYXI+PFJl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</w:fldData>
              </w:fldChar>
            </w:r>
            <w:r w:rsidR="00706F40">
              <w:rPr>
                <w:rFonts w:cs="Arial"/>
                <w:lang w:val="en-US"/>
              </w:rPr>
              <w:instrText xml:space="preserve"> ADDIN EN.CITE </w:instrText>
            </w:r>
            <w:r w:rsidR="00706F40">
              <w:rPr>
                <w:rFonts w:cs="Arial"/>
                <w:lang w:val="en-US"/>
              </w:rPr>
              <w:fldChar w:fldCharType="begin">
                <w:fldData xml:space="preserve">PEVuZE5vdGU+PENpdGU+PEF1dGhvcj5Cb3NjaDwvQXV0aG9yPjxZZWFyPjIwMjE8L1llYXI+PFJl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[31]</w:t>
            </w:r>
            <w:r w:rsidRPr="00B81C62">
              <w:rPr>
                <w:rFonts w:cs="Arial"/>
                <w:lang w:val="en-US"/>
              </w:rPr>
              <w:fldChar w:fldCharType="end"/>
            </w:r>
          </w:p>
        </w:tc>
      </w:tr>
      <w:tr w:rsidR="00B81C62" w:rsidRPr="00B81C62" w14:paraId="728D797A" w14:textId="77777777" w:rsidTr="00B81C62">
        <w:tc>
          <w:tcPr>
            <w:tcW w:w="939" w:type="pct"/>
            <w:tcBorders>
              <w:bottom w:val="single" w:sz="4" w:space="0" w:color="auto"/>
            </w:tcBorders>
            <w:shd w:val="clear" w:color="auto" w:fill="auto"/>
            <w:vAlign w:val="center"/>
          </w:tcPr>
          <w:p w14:paraId="3644F002" w14:textId="387A2C84"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crz1/</w:t>
            </w:r>
            <w:r w:rsidRPr="00B81C62">
              <w:rPr>
                <w:rFonts w:cs="Arial"/>
                <w:i/>
                <w:iCs/>
                <w:lang w:val="x-none"/>
              </w:rPr>
              <w:t>Δ</w:t>
            </w:r>
            <w:r w:rsidRPr="00B81C62">
              <w:rPr>
                <w:rFonts w:cs="Arial"/>
                <w:i/>
                <w:iCs/>
              </w:rPr>
              <w:t xml:space="preserve">sp1, </w:t>
            </w:r>
            <w:r w:rsidRPr="00B81C62">
              <w:rPr>
                <w:rFonts w:cs="Arial"/>
                <w:i/>
                <w:iCs/>
                <w:lang w:val="x-none"/>
              </w:rPr>
              <w:t>Δ</w:t>
            </w:r>
            <w:r w:rsidRPr="00B81C62">
              <w:rPr>
                <w:rFonts w:cs="Arial"/>
                <w:i/>
                <w:iCs/>
              </w:rPr>
              <w:t>cna1</w:t>
            </w:r>
          </w:p>
        </w:tc>
        <w:tc>
          <w:tcPr>
            <w:tcW w:w="4061" w:type="pct"/>
            <w:tcBorders>
              <w:top w:val="nil"/>
              <w:bottom w:val="single" w:sz="4" w:space="0" w:color="auto"/>
            </w:tcBorders>
            <w:shd w:val="clear" w:color="auto" w:fill="auto"/>
            <w:vAlign w:val="center"/>
          </w:tcPr>
          <w:p w14:paraId="0DB84DCD" w14:textId="5F4C7AC1" w:rsidR="00B81C62" w:rsidRPr="00B81C62" w:rsidRDefault="00B81C62" w:rsidP="00B81C62">
            <w:pPr>
              <w:tabs>
                <w:tab w:val="left" w:pos="0"/>
              </w:tabs>
              <w:jc w:val="left"/>
              <w:rPr>
                <w:rFonts w:cs="Arial"/>
                <w:iCs/>
              </w:rPr>
            </w:pPr>
            <w:r w:rsidRPr="00B81C62">
              <w:rPr>
                <w:rFonts w:cs="Arial"/>
                <w:iCs/>
              </w:rPr>
              <w:t xml:space="preserve">Prone to cell wall fragility due to poor expression of </w:t>
            </w:r>
            <w:r w:rsidRPr="00B81C62">
              <w:rPr>
                <w:rFonts w:cs="Arial"/>
                <w:i/>
                <w:iCs/>
              </w:rPr>
              <w:t>Chs6</w:t>
            </w:r>
            <w:r w:rsidRPr="00B81C62">
              <w:rPr>
                <w:rFonts w:cs="Arial"/>
                <w:iCs/>
              </w:rPr>
              <w:t xml:space="preserve"> encoding chitin synthase, poor thermotolerance, susceptible to low oxygen and antifungal </w:t>
            </w:r>
            <w:r w:rsidRPr="00B81C62">
              <w:rPr>
                <w:rFonts w:cs="Arial"/>
                <w:iCs/>
              </w:rPr>
              <w:fldChar w:fldCharType="begin">
                <w:fldData xml:space="preserve">PEVuZE5vdGU+PENpdGU+PEF1dGhvcj5MZXY8L0F1dGhvcj48WWVhcj4yMDEyPC9ZZWFyPjxSZWNO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PEVuZE5vdGU+PENpdGU+PEF1dGhvcj5MZXY8L0F1dGhvcj48WWVhcj4yMDEyPC9ZZWFyPjxSZWNO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[56]</w:t>
            </w:r>
            <w:r w:rsidRPr="00B81C62">
              <w:rPr>
                <w:rFonts w:cs="Arial"/>
                <w:iCs/>
              </w:rPr>
              <w:fldChar w:fldCharType="end"/>
            </w:r>
            <w:r w:rsidRPr="00B81C62">
              <w:rPr>
                <w:rFonts w:cs="Arial"/>
                <w:iCs/>
              </w:rPr>
              <w:t xml:space="preserve">. Attenuated virulence for </w:t>
            </w:r>
            <w:r w:rsidRPr="00B81C62">
              <w:rPr>
                <w:rFonts w:cs="Arial"/>
                <w:i/>
                <w:iCs/>
                <w:lang w:val="x-none"/>
              </w:rPr>
              <w:t>Δ</w:t>
            </w:r>
            <w:r w:rsidRPr="00B81C62">
              <w:rPr>
                <w:rFonts w:cs="Arial"/>
                <w:i/>
                <w:iCs/>
              </w:rPr>
              <w:t xml:space="preserve">crz1 </w:t>
            </w:r>
            <w:r w:rsidRPr="00B81C62">
              <w:rPr>
                <w:rFonts w:cs="Arial"/>
                <w:iCs/>
              </w:rPr>
              <w:t xml:space="preserve">mutant, but the </w:t>
            </w:r>
            <w:r w:rsidRPr="00B81C62">
              <w:rPr>
                <w:rFonts w:cs="Arial"/>
                <w:i/>
                <w:iCs/>
                <w:lang w:val="x-none"/>
              </w:rPr>
              <w:t>Δ</w:t>
            </w:r>
            <w:r w:rsidRPr="00B81C62">
              <w:rPr>
                <w:rFonts w:cs="Arial"/>
                <w:i/>
                <w:iCs/>
              </w:rPr>
              <w:t xml:space="preserve">cna1 </w:t>
            </w:r>
            <w:r w:rsidRPr="00B81C62">
              <w:rPr>
                <w:rFonts w:cs="Arial"/>
                <w:iCs/>
              </w:rPr>
              <w:t xml:space="preserve">mutants remained avirulence </w:t>
            </w:r>
            <w:r w:rsidRPr="00B81C62">
              <w:rPr>
                <w:rFonts w:cs="Arial"/>
                <w:iCs/>
              </w:rPr>
              <w:fldChar w:fldCharType="begin">
                <w:fldData xml:space="preserve">PEVuZE5vdGU+PENpdGU+PEF1dGhvcj5QYXJrPC9BdXRob3I+PFllYXI+MjAxNjwvWWVhcj48UmVj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PEVuZE5vdGU+PENpdGU+PEF1dGhvcj5QYXJrPC9BdXRob3I+PFllYXI+MjAxNjwvWWVhcj48UmVj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[43]</w:t>
            </w:r>
            <w:r w:rsidRPr="00B81C62">
              <w:rPr>
                <w:rFonts w:cs="Arial"/>
                <w:iCs/>
              </w:rPr>
              <w:fldChar w:fldCharType="end"/>
            </w:r>
          </w:p>
        </w:tc>
      </w:tr>
      <w:tr w:rsidR="00B81C62" w:rsidRPr="00B81C62" w14:paraId="1CF792C6" w14:textId="77777777" w:rsidTr="00B81C62">
        <w:tc>
          <w:tcPr>
            <w:tcW w:w="939" w:type="pct"/>
            <w:tcBorders>
              <w:bottom w:val="single" w:sz="4" w:space="0" w:color="auto"/>
            </w:tcBorders>
            <w:shd w:val="clear" w:color="auto" w:fill="auto"/>
            <w:vAlign w:val="center"/>
          </w:tcPr>
          <w:p w14:paraId="0E027A56" w14:textId="60C67A00"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crz1, </w:t>
            </w:r>
            <w:r w:rsidRPr="00B81C62">
              <w:rPr>
                <w:rFonts w:cs="Arial"/>
                <w:i/>
                <w:iCs/>
                <w:lang w:val="x-none"/>
              </w:rPr>
              <w:t>Δ</w:t>
            </w:r>
            <w:r w:rsidRPr="00B81C62">
              <w:rPr>
                <w:rFonts w:cs="Arial"/>
                <w:i/>
                <w:iCs/>
              </w:rPr>
              <w:t>had1</w:t>
            </w:r>
          </w:p>
        </w:tc>
        <w:tc>
          <w:tcPr>
            <w:tcW w:w="4061" w:type="pct"/>
            <w:tcBorders>
              <w:top w:val="nil"/>
              <w:bottom w:val="single" w:sz="4" w:space="0" w:color="auto"/>
            </w:tcBorders>
            <w:shd w:val="clear" w:color="auto" w:fill="auto"/>
            <w:vAlign w:val="center"/>
          </w:tcPr>
          <w:p w14:paraId="101BFE4D" w14:textId="4AE8ED02" w:rsidR="00B81C62" w:rsidRPr="00B81C62" w:rsidRDefault="00B81C62" w:rsidP="00B81C62">
            <w:pPr>
              <w:tabs>
                <w:tab w:val="left" w:pos="0"/>
              </w:tabs>
              <w:jc w:val="left"/>
              <w:rPr>
                <w:rFonts w:cs="Arial"/>
                <w:iCs/>
              </w:rPr>
            </w:pPr>
            <w:r w:rsidRPr="00B81C62">
              <w:rPr>
                <w:rFonts w:cs="Arial"/>
                <w:iCs/>
              </w:rPr>
              <w:t>Reduced growth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increased sensitivity to cell wall perturbation and ER stressor, and attenuated virulence in MIMC</w:t>
            </w:r>
            <w:r w:rsidRPr="00B81C62">
              <w:rPr>
                <w:rFonts w:cs="Arial"/>
                <w:iCs/>
              </w:rPr>
              <w:t xml:space="preserve">. Double deletion </w:t>
            </w:r>
            <w:r w:rsidRPr="00B81C62">
              <w:rPr>
                <w:rFonts w:cs="Arial"/>
                <w:i/>
                <w:iCs/>
                <w:lang w:val="x-none"/>
              </w:rPr>
              <w:t>Δ</w:t>
            </w:r>
            <w:r w:rsidRPr="00B81C62">
              <w:rPr>
                <w:rFonts w:cs="Arial"/>
                <w:i/>
                <w:iCs/>
              </w:rPr>
              <w:t>crz1</w:t>
            </w:r>
            <w:r w:rsidRPr="00B81C62">
              <w:rPr>
                <w:rFonts w:cs="Arial"/>
                <w:i/>
                <w:iCs/>
                <w:lang w:val="x-none"/>
              </w:rPr>
              <w:t>Δ</w:t>
            </w:r>
            <w:r w:rsidRPr="00B81C62">
              <w:rPr>
                <w:rFonts w:cs="Arial"/>
                <w:i/>
                <w:iCs/>
              </w:rPr>
              <w:t xml:space="preserve">had1 </w:t>
            </w:r>
            <w:r w:rsidRPr="00B81C62">
              <w:rPr>
                <w:rFonts w:cs="Arial"/>
                <w:iCs/>
              </w:rPr>
              <w:t xml:space="preserve">increased thermosensitivity, cell wall distress and further impaired virulence. Increased sensitivity of </w:t>
            </w:r>
            <w:r w:rsidRPr="00B81C62">
              <w:rPr>
                <w:rFonts w:cs="Arial"/>
                <w:i/>
                <w:iCs/>
                <w:lang w:val="x-none"/>
              </w:rPr>
              <w:lastRenderedPageBreak/>
              <w:t>Δ</w:t>
            </w:r>
            <w:r w:rsidRPr="00B81C62">
              <w:rPr>
                <w:rFonts w:cs="Arial"/>
                <w:i/>
                <w:iCs/>
              </w:rPr>
              <w:t>crz1</w:t>
            </w:r>
            <w:r w:rsidRPr="00B81C62">
              <w:rPr>
                <w:rFonts w:cs="Arial"/>
                <w:i/>
                <w:iCs/>
                <w:lang w:val="x-none"/>
              </w:rPr>
              <w:t>Δ</w:t>
            </w:r>
            <w:r w:rsidRPr="00B81C62">
              <w:rPr>
                <w:rFonts w:cs="Arial"/>
                <w:i/>
                <w:iCs/>
              </w:rPr>
              <w:t xml:space="preserve">had1 </w:t>
            </w:r>
            <w:r w:rsidRPr="00B81C62">
              <w:rPr>
                <w:rFonts w:cs="Arial"/>
                <w:iCs/>
              </w:rPr>
              <w:t xml:space="preserve">mutants to cell wall perturbators, temperature, and higher attenuated virulence coupled with a more reduced fungal burden as compared to </w:t>
            </w:r>
            <w:r w:rsidRPr="00B81C62">
              <w:rPr>
                <w:rFonts w:cs="Arial"/>
                <w:i/>
                <w:iCs/>
                <w:lang w:val="x-none"/>
              </w:rPr>
              <w:t>Δ</w:t>
            </w:r>
            <w:r w:rsidRPr="00B81C62">
              <w:rPr>
                <w:rFonts w:cs="Arial"/>
                <w:i/>
                <w:iCs/>
              </w:rPr>
              <w:t xml:space="preserve">crz1 </w:t>
            </w:r>
            <w:r w:rsidRPr="00B81C62">
              <w:rPr>
                <w:rFonts w:cs="Arial"/>
              </w:rPr>
              <w:t xml:space="preserve">or </w:t>
            </w:r>
            <w:r w:rsidRPr="00B81C62">
              <w:rPr>
                <w:rFonts w:cs="Arial"/>
                <w:i/>
                <w:iCs/>
                <w:lang w:val="x-none"/>
              </w:rPr>
              <w:t>Δ</w:t>
            </w:r>
            <w:r w:rsidRPr="00B81C62">
              <w:rPr>
                <w:rFonts w:cs="Arial"/>
                <w:i/>
                <w:iCs/>
              </w:rPr>
              <w:t xml:space="preserve">had1 </w:t>
            </w:r>
            <w:r w:rsidRPr="00B81C62">
              <w:rPr>
                <w:rFonts w:cs="Arial"/>
                <w:iCs/>
              </w:rPr>
              <w:t xml:space="preserve">mutant suggests synergistic downstream regulation of Crz1p and Had1p in Cna1/Cnb1 cascade event to regulate cell wall integrity </w:t>
            </w:r>
            <w:r w:rsidRPr="00B81C62">
              <w:rPr>
                <w:rFonts w:cs="Arial"/>
                <w:iCs/>
              </w:rPr>
              <w:fldChar w:fldCharType="begin">
                <w:fldData xml:space="preserve">PEVuZE5vdGU+PENpdGU+PEF1dGhvcj5KdW5nPC9BdXRob3I+PFllYXI+MjAxODwvWWVhcj48UmVj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PEVuZE5vdGU+PENpdGU+PEF1dGhvcj5KdW5nPC9BdXRob3I+PFllYXI+MjAxODwvWWVhcj48UmVj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[57]</w:t>
            </w:r>
            <w:r w:rsidRPr="00B81C62">
              <w:rPr>
                <w:rFonts w:cs="Arial"/>
                <w:iCs/>
              </w:rPr>
              <w:fldChar w:fldCharType="end"/>
            </w:r>
          </w:p>
        </w:tc>
      </w:tr>
      <w:tr w:rsidR="00B81C62" w:rsidRPr="00B81C62" w14:paraId="7303A9ED" w14:textId="77777777" w:rsidTr="00B81C62">
        <w:tc>
          <w:tcPr>
            <w:tcW w:w="939" w:type="pct"/>
            <w:tcBorders>
              <w:bottom w:val="single" w:sz="4" w:space="0" w:color="auto"/>
            </w:tcBorders>
            <w:shd w:val="clear" w:color="auto" w:fill="auto"/>
            <w:vAlign w:val="center"/>
          </w:tcPr>
          <w:p w14:paraId="1CC057E5" w14:textId="6E9AE7F3"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cuf1/</w:t>
            </w:r>
            <w:r w:rsidRPr="00B81C62">
              <w:rPr>
                <w:rFonts w:cs="Arial"/>
                <w:i/>
                <w:iCs/>
                <w:lang w:val="x-none"/>
              </w:rPr>
              <w:t>Δ</w:t>
            </w:r>
            <w:r w:rsidRPr="00B81C62">
              <w:rPr>
                <w:rFonts w:cs="Arial"/>
                <w:i/>
                <w:iCs/>
              </w:rPr>
              <w:t>mac1</w:t>
            </w:r>
          </w:p>
        </w:tc>
        <w:tc>
          <w:tcPr>
            <w:tcW w:w="4061" w:type="pct"/>
            <w:tcBorders>
              <w:top w:val="nil"/>
              <w:bottom w:val="single" w:sz="4" w:space="0" w:color="auto"/>
            </w:tcBorders>
            <w:shd w:val="clear" w:color="auto" w:fill="auto"/>
            <w:vAlign w:val="center"/>
          </w:tcPr>
          <w:p w14:paraId="19F8A5F7" w14:textId="761216F7" w:rsidR="00B81C62" w:rsidRPr="00B81C62" w:rsidRDefault="00B81C62" w:rsidP="00B81C62">
            <w:pPr>
              <w:tabs>
                <w:tab w:val="left" w:pos="0"/>
              </w:tabs>
              <w:jc w:val="left"/>
              <w:rPr>
                <w:rFonts w:cs="Arial"/>
                <w:iCs/>
              </w:rPr>
            </w:pPr>
            <w:r w:rsidRPr="00B81C62">
              <w:rPr>
                <w:rFonts w:cs="Arial"/>
                <w:iCs/>
              </w:rPr>
              <w:t xml:space="preserve">Reduced melanisation (impaired laccase function), filamentation, and growth at </w:t>
            </w:r>
            <w:r w:rsidRPr="00B81C62">
              <w:rPr>
                <w:rFonts w:cs="Arial"/>
              </w:rPr>
              <w:t>37</w:t>
            </w:r>
            <w:r w:rsidRPr="00B81C62">
              <w:rPr>
                <w:rFonts w:cs="Arial"/>
                <w:vertAlign w:val="superscript"/>
              </w:rPr>
              <w:t>o</w:t>
            </w:r>
            <w:r w:rsidRPr="00B81C62">
              <w:rPr>
                <w:rFonts w:cs="Arial"/>
              </w:rPr>
              <w:t xml:space="preserve">C; sensitivity to low and high-copper-containing media; normal capsule and urease production; poor CSF dissemination but normal growth in the lung; attenuated virulence in </w:t>
            </w:r>
            <w:r w:rsidR="00B91BFC">
              <w:rPr>
                <w:rFonts w:cs="Arial"/>
              </w:rPr>
              <w:t xml:space="preserve">a </w:t>
            </w:r>
            <w:r w:rsidRPr="00B81C62">
              <w:rPr>
                <w:rFonts w:cs="Arial"/>
              </w:rPr>
              <w:t xml:space="preserve">mouse model </w:t>
            </w:r>
            <w:r w:rsidRPr="00B81C62">
              <w:rPr>
                <w:rFonts w:cs="Arial"/>
              </w:rPr>
              <w:fldChar w:fldCharType="begin">
                <w:fldData xml:space="preserve">PEVuZE5vdGU+PENpdGU+PEF1dGhvcj5EaW5nPC9BdXRob3I+PFllYXI+MjAxMTwvWWVhcj48UmVj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</w:fldData>
              </w:fldChar>
            </w:r>
            <w:r w:rsidR="00706F40">
              <w:rPr>
                <w:rFonts w:cs="Arial"/>
              </w:rPr>
              <w:instrText xml:space="preserve"> ADDIN EN.CITE </w:instrText>
            </w:r>
            <w:r w:rsidR="00706F40">
              <w:rPr>
                <w:rFonts w:cs="Arial"/>
              </w:rPr>
              <w:fldChar w:fldCharType="begin">
                <w:fldData xml:space="preserve">PEVuZE5vdGU+PENpdGU+PEF1dGhvcj5EaW5nPC9BdXRob3I+PFllYXI+MjAxMTwvWWVhcj48UmVj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[55,58-60]</w:t>
            </w:r>
            <w:r w:rsidRPr="00B81C62">
              <w:rPr>
                <w:rFonts w:cs="Arial"/>
              </w:rPr>
              <w:fldChar w:fldCharType="end"/>
            </w:r>
          </w:p>
        </w:tc>
      </w:tr>
      <w:tr w:rsidR="00B81C62" w:rsidRPr="00B81C62" w14:paraId="0F14F843" w14:textId="77777777" w:rsidTr="00B81C62">
        <w:tc>
          <w:tcPr>
            <w:tcW w:w="939" w:type="pct"/>
            <w:tcBorders>
              <w:bottom w:val="single" w:sz="4" w:space="0" w:color="auto"/>
            </w:tcBorders>
            <w:shd w:val="clear" w:color="auto" w:fill="auto"/>
            <w:vAlign w:val="center"/>
          </w:tcPr>
          <w:p w14:paraId="430E5703" w14:textId="3284EE2B"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czc1 </w:t>
            </w:r>
            <w:r w:rsidRPr="00B81C62">
              <w:rPr>
                <w:rFonts w:cs="Arial"/>
                <w:iCs/>
              </w:rPr>
              <w:t xml:space="preserve">and </w:t>
            </w:r>
            <w:r w:rsidRPr="00B81C62">
              <w:rPr>
                <w:rFonts w:cs="Arial"/>
                <w:i/>
                <w:iCs/>
                <w:lang w:val="x-none"/>
              </w:rPr>
              <w:t>Δ</w:t>
            </w:r>
            <w:r w:rsidRPr="00B81C62">
              <w:rPr>
                <w:rFonts w:cs="Arial"/>
                <w:i/>
                <w:iCs/>
              </w:rPr>
              <w:t>cpp2</w:t>
            </w:r>
          </w:p>
        </w:tc>
        <w:tc>
          <w:tcPr>
            <w:tcW w:w="4061" w:type="pct"/>
            <w:tcBorders>
              <w:top w:val="nil"/>
              <w:bottom w:val="single" w:sz="4" w:space="0" w:color="auto"/>
            </w:tcBorders>
            <w:shd w:val="clear" w:color="auto" w:fill="auto"/>
            <w:vAlign w:val="center"/>
          </w:tcPr>
          <w:p w14:paraId="182CF08C" w14:textId="3B07D4BE" w:rsidR="00B81C62" w:rsidRPr="00B81C62" w:rsidRDefault="00B81C62" w:rsidP="00B81C62">
            <w:pPr>
              <w:tabs>
                <w:tab w:val="left" w:pos="0"/>
              </w:tabs>
              <w:jc w:val="left"/>
              <w:rPr>
                <w:rFonts w:cs="Arial"/>
                <w:iCs/>
              </w:rPr>
            </w:pPr>
            <w:r w:rsidRPr="00B81C62">
              <w:rPr>
                <w:rFonts w:cs="Arial"/>
                <w:iCs/>
              </w:rPr>
              <w:t xml:space="preserve">Normal growth in YPD/synthetic media with melanin and capsule production, whether </w:t>
            </w:r>
            <w:r w:rsidRPr="00B81C62">
              <w:rPr>
                <w:rFonts w:cs="Arial"/>
                <w:i/>
                <w:iCs/>
              </w:rPr>
              <w:t>in vivo/in vitro</w:t>
            </w:r>
            <w:r w:rsidRPr="00B81C62">
              <w:rPr>
                <w:rFonts w:cs="Arial"/>
                <w:iCs/>
              </w:rPr>
              <w:t xml:space="preserve"> </w:t>
            </w:r>
            <w:r w:rsidRPr="00B81C62">
              <w:rPr>
                <w:rFonts w:cs="Arial"/>
                <w:iCs/>
              </w:rPr>
              <w:fldChar w:fldCharType="begin">
                <w:fldData xml:space="preserve">PEVuZE5vdGU+PENpdGU+PEF1dGhvcj5GYW48L0F1dGhvcj48WWVhcj4yMDA1PC9ZZWFyPjxSZWNO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</w:fldData>
              </w:fldChar>
            </w:r>
            <w:r w:rsidR="00706F40">
              <w:rPr>
                <w:rFonts w:cs="Arial"/>
                <w:iCs/>
              </w:rPr>
              <w:instrText xml:space="preserve"> ADDIN EN.CITE </w:instrText>
            </w:r>
            <w:r w:rsidR="00706F40">
              <w:rPr>
                <w:rFonts w:cs="Arial"/>
                <w:iCs/>
              </w:rPr>
              <w:fldChar w:fldCharType="begin">
                <w:fldData xml:space="preserve">PEVuZE5vdGU+PENpdGU+PEF1dGhvcj5GYW48L0F1dGhvcj48WWVhcj4yMDA1PC9ZZWFyPjxSZWNO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[30]</w:t>
            </w:r>
            <w:r w:rsidRPr="00B81C62">
              <w:rPr>
                <w:rFonts w:cs="Arial"/>
                <w:iCs/>
              </w:rPr>
              <w:fldChar w:fldCharType="end"/>
            </w:r>
          </w:p>
        </w:tc>
      </w:tr>
      <w:tr w:rsidR="00B81C62" w:rsidRPr="00B81C62" w14:paraId="6B72ABED" w14:textId="77777777" w:rsidTr="00B81C62">
        <w:tc>
          <w:tcPr>
            <w:tcW w:w="939" w:type="pct"/>
            <w:tcBorders>
              <w:bottom w:val="single" w:sz="4" w:space="0" w:color="auto"/>
            </w:tcBorders>
            <w:shd w:val="clear" w:color="auto" w:fill="auto"/>
            <w:vAlign w:val="center"/>
          </w:tcPr>
          <w:p w14:paraId="759F603F" w14:textId="293A9E82"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ena1, </w:t>
            </w:r>
            <w:r w:rsidRPr="00B81C62">
              <w:rPr>
                <w:rFonts w:cs="Arial"/>
                <w:i/>
                <w:iCs/>
                <w:lang w:val="x-none"/>
              </w:rPr>
              <w:t>Δ</w:t>
            </w:r>
            <w:r w:rsidRPr="00B81C62">
              <w:rPr>
                <w:rFonts w:cs="Arial"/>
                <w:i/>
                <w:iCs/>
              </w:rPr>
              <w:t>cna1</w:t>
            </w:r>
          </w:p>
        </w:tc>
        <w:tc>
          <w:tcPr>
            <w:tcW w:w="4061" w:type="pct"/>
            <w:tcBorders>
              <w:top w:val="nil"/>
              <w:bottom w:val="single" w:sz="4" w:space="0" w:color="auto"/>
            </w:tcBorders>
            <w:shd w:val="clear" w:color="auto" w:fill="auto"/>
            <w:vAlign w:val="center"/>
          </w:tcPr>
          <w:p w14:paraId="7E3C5415" w14:textId="2D4CC738" w:rsidR="00B81C62" w:rsidRPr="00B81C62" w:rsidRDefault="00B81C62" w:rsidP="00B81C62">
            <w:pPr>
              <w:tabs>
                <w:tab w:val="left" w:pos="0"/>
              </w:tabs>
              <w:jc w:val="left"/>
              <w:rPr>
                <w:rFonts w:cs="Arial"/>
                <w:iCs/>
              </w:rPr>
            </w:pPr>
            <w:r w:rsidRPr="00B81C62">
              <w:rPr>
                <w:rFonts w:cs="Arial"/>
              </w:rPr>
              <w:t xml:space="preserve">The </w:t>
            </w:r>
            <w:r w:rsidRPr="00B81C62">
              <w:rPr>
                <w:rFonts w:cs="Arial"/>
                <w:i/>
                <w:iCs/>
              </w:rPr>
              <w:t xml:space="preserve">Δena1 </w:t>
            </w:r>
            <w:r w:rsidRPr="00B81C62">
              <w:rPr>
                <w:rFonts w:cs="Arial"/>
                <w:iCs/>
              </w:rPr>
              <w:t xml:space="preserve">mutants displayed attenuated virulence, impaired resistance to high salt concentration (osmotic stress), especially in the glucose-limited medium, and sensitivity to alkaline pH but not acidic medium </w:t>
            </w:r>
            <w:r w:rsidRPr="00B81C62">
              <w:rPr>
                <w:rFonts w:cs="Arial"/>
                <w:iCs/>
              </w:rPr>
              <w:fldChar w:fldCharType="begin">
                <w:fldData xml:space="preserve">PEVuZE5vdGU+PENpdGU+PEF1dGhvcj5KdW5nPC9BdXRob3I+PFllYXI+MjAxMjwvWWVhcj48UmVj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</w:fldData>
              </w:fldChar>
            </w:r>
            <w:r w:rsidR="00706F40">
              <w:rPr>
                <w:rFonts w:cs="Arial"/>
                <w:iCs/>
              </w:rPr>
              <w:instrText xml:space="preserve"> ADDIN EN.CITE </w:instrText>
            </w:r>
            <w:r w:rsidR="00706F40">
              <w:rPr>
                <w:rFonts w:cs="Arial"/>
                <w:iCs/>
              </w:rPr>
              <w:fldChar w:fldCharType="begin">
                <w:fldData xml:space="preserve">PEVuZE5vdGU+PENpdGU+PEF1dGhvcj5KdW5nPC9BdXRob3I+PFllYXI+MjAxMjwvWWVhcj48UmVj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[61]</w:t>
            </w:r>
            <w:r w:rsidRPr="00B81C62">
              <w:rPr>
                <w:rFonts w:cs="Arial"/>
                <w:iCs/>
              </w:rPr>
              <w:fldChar w:fldCharType="end"/>
            </w:r>
            <w:r w:rsidRPr="00B81C62">
              <w:rPr>
                <w:rFonts w:cs="Arial"/>
                <w:iCs/>
              </w:rPr>
              <w:t xml:space="preserve">. </w:t>
            </w:r>
            <w:r w:rsidRPr="00B81C62">
              <w:rPr>
                <w:rFonts w:cs="Arial"/>
                <w:i/>
                <w:iCs/>
              </w:rPr>
              <w:t xml:space="preserve">Δcna1 </w:t>
            </w:r>
            <w:r w:rsidRPr="00B81C62">
              <w:rPr>
                <w:rFonts w:cs="Arial"/>
                <w:iCs/>
              </w:rPr>
              <w:t xml:space="preserve">mutants are sensitive to alkaline pH, and higher sensitivity to higher pH was observed with </w:t>
            </w:r>
            <w:r w:rsidRPr="00B81C62">
              <w:rPr>
                <w:rFonts w:cs="Arial"/>
                <w:i/>
                <w:iCs/>
              </w:rPr>
              <w:t xml:space="preserve">Δcna1Δena1 </w:t>
            </w:r>
            <w:r w:rsidRPr="00B81C62">
              <w:rPr>
                <w:rFonts w:cs="Arial"/>
                <w:iCs/>
              </w:rPr>
              <w:fldChar w:fldCharType="begin">
                <w:fldData xml:space="preserve">PEVuZE5vdGU+PENpdGU+PEF1dGhvcj5JZG51cm08L0F1dGhvcj48WWVhcj4yMDA5PC9ZZWFyPjxS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PEVuZE5vdGU+PENpdGU+PEF1dGhvcj5JZG51cm08L0F1dGhvcj48WWVhcj4yMDA5PC9ZZWFyPjxS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[62]</w:t>
            </w:r>
            <w:r w:rsidRPr="00B81C62">
              <w:rPr>
                <w:rFonts w:cs="Arial"/>
                <w:iCs/>
              </w:rPr>
              <w:fldChar w:fldCharType="end"/>
            </w:r>
            <w:r w:rsidRPr="00B81C62">
              <w:rPr>
                <w:rFonts w:cs="Arial"/>
                <w:iCs/>
              </w:rPr>
              <w:t>.</w:t>
            </w:r>
          </w:p>
        </w:tc>
      </w:tr>
      <w:tr w:rsidR="00B81C62" w:rsidRPr="00B81C62" w14:paraId="0D72C3CA" w14:textId="77777777" w:rsidTr="00B81C62">
        <w:tc>
          <w:tcPr>
            <w:tcW w:w="939" w:type="pct"/>
            <w:tcBorders>
              <w:bottom w:val="single" w:sz="4" w:space="0" w:color="auto"/>
            </w:tcBorders>
            <w:shd w:val="clear" w:color="auto" w:fill="auto"/>
            <w:vAlign w:val="center"/>
          </w:tcPr>
          <w:p w14:paraId="041E1427" w14:textId="06CDDAC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ena1, </w:t>
            </w:r>
            <w:r w:rsidRPr="00B81C62">
              <w:rPr>
                <w:rFonts w:cs="Arial"/>
                <w:i/>
                <w:iCs/>
                <w:lang w:val="x-none"/>
              </w:rPr>
              <w:t>Δ</w:t>
            </w:r>
            <w:r w:rsidRPr="00B81C62">
              <w:rPr>
                <w:rFonts w:cs="Arial"/>
                <w:i/>
                <w:iCs/>
              </w:rPr>
              <w:t>rub1,</w:t>
            </w:r>
            <w:r w:rsidRPr="00B81C62">
              <w:rPr>
                <w:rFonts w:cs="Arial"/>
                <w:iCs/>
              </w:rPr>
              <w:t xml:space="preserve"> and </w:t>
            </w:r>
            <w:r w:rsidRPr="00B81C62">
              <w:rPr>
                <w:rFonts w:cs="Arial"/>
                <w:i/>
                <w:iCs/>
                <w:lang w:val="x-none"/>
              </w:rPr>
              <w:t>Δ</w:t>
            </w:r>
            <w:r w:rsidRPr="00B81C62">
              <w:rPr>
                <w:rFonts w:cs="Arial"/>
                <w:i/>
                <w:iCs/>
              </w:rPr>
              <w:t>pik1</w:t>
            </w:r>
          </w:p>
        </w:tc>
        <w:tc>
          <w:tcPr>
            <w:tcW w:w="4061" w:type="pct"/>
            <w:tcBorders>
              <w:top w:val="nil"/>
              <w:bottom w:val="single" w:sz="4" w:space="0" w:color="auto"/>
            </w:tcBorders>
            <w:shd w:val="clear" w:color="auto" w:fill="auto"/>
            <w:vAlign w:val="center"/>
          </w:tcPr>
          <w:p w14:paraId="10F7CCA6" w14:textId="4B1A2337" w:rsidR="00B81C62" w:rsidRPr="00B81C62" w:rsidRDefault="00B81C62" w:rsidP="00B81C62">
            <w:pPr>
              <w:tabs>
                <w:tab w:val="left" w:pos="0"/>
              </w:tabs>
              <w:jc w:val="left"/>
              <w:rPr>
                <w:rFonts w:cs="Arial"/>
              </w:rPr>
            </w:pPr>
            <w:r w:rsidRPr="00B81C62">
              <w:rPr>
                <w:rFonts w:cs="Arial"/>
                <w:iCs/>
              </w:rPr>
              <w:t xml:space="preserve">None survived hCSF medium; hyper-reduction of CFU recovered from macrophage intracellular milieus after 48 hours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n</w:t>
            </w:r>
            <w:r w:rsidRPr="00B81C62">
              <w:rPr>
                <w:rFonts w:cs="Arial"/>
                <w:iCs/>
              </w:rPr>
              <w:t xml:space="preserve">ormal capsulation but only </w:t>
            </w:r>
            <w:r w:rsidRPr="00B81C62">
              <w:rPr>
                <w:rFonts w:cs="Arial"/>
                <w:i/>
                <w:iCs/>
                <w:lang w:val="x-none"/>
              </w:rPr>
              <w:t>Δ</w:t>
            </w:r>
            <w:r w:rsidRPr="00B81C62">
              <w:rPr>
                <w:rFonts w:cs="Arial"/>
                <w:i/>
                <w:iCs/>
              </w:rPr>
              <w:t xml:space="preserve">rub1 </w:t>
            </w:r>
            <w:r w:rsidRPr="00B81C62">
              <w:rPr>
                <w:rFonts w:cs="Arial"/>
                <w:iCs/>
              </w:rPr>
              <w:t xml:space="preserve">remained albino; attenuated virulence in a rabbit model of infection; </w:t>
            </w:r>
            <w:r w:rsidRPr="00B81C62">
              <w:rPr>
                <w:rFonts w:cs="Arial"/>
                <w:i/>
              </w:rPr>
              <w:t>wt</w:t>
            </w:r>
            <w:r w:rsidRPr="00B81C62">
              <w:rPr>
                <w:rFonts w:cs="Arial"/>
                <w:iCs/>
              </w:rPr>
              <w:t xml:space="preserve"> osmoresistant; CSF metabolites &lt;3kDa inhibited their growth; proteinase K-treated or peroxide-treated CSF failed to restore their growth defect; however, heat-treated CSF may probably slightly restore their growth </w:t>
            </w:r>
            <w:r w:rsidRPr="00B81C62">
              <w:rPr>
                <w:rFonts w:cs="Arial"/>
                <w:iCs/>
              </w:rPr>
              <w:fldChar w:fldCharType="begin">
                <w:fldData xml:space="preserve">PEVuZE5vdGU+PENpdGU+PEF1dGhvcj5MZWU8L0F1dGhvcj48WWVhcj4yMDEwPC9ZZWFyPjxSZWNO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PEVuZE5vdGU+PENpdGU+PEF1dGhvcj5MZWU8L0F1dGhvcj48WWVhcj4yMDEwPC9ZZWFyPjxSZWNO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[63,64]</w:t>
            </w:r>
            <w:r w:rsidRPr="00B81C62">
              <w:rPr>
                <w:rFonts w:cs="Arial"/>
                <w:iCs/>
              </w:rPr>
              <w:fldChar w:fldCharType="end"/>
            </w:r>
            <w:r w:rsidRPr="00B81C62">
              <w:rPr>
                <w:rFonts w:cs="Arial"/>
                <w:iCs/>
              </w:rPr>
              <w:t>.</w:t>
            </w:r>
          </w:p>
        </w:tc>
      </w:tr>
      <w:tr w:rsidR="00B81C62" w:rsidRPr="00B81C62" w14:paraId="0DF0AB49" w14:textId="77777777" w:rsidTr="00B81C62">
        <w:tc>
          <w:tcPr>
            <w:tcW w:w="939" w:type="pct"/>
            <w:tcBorders>
              <w:bottom w:val="single" w:sz="4" w:space="0" w:color="auto"/>
            </w:tcBorders>
            <w:shd w:val="clear" w:color="auto" w:fill="auto"/>
            <w:vAlign w:val="center"/>
          </w:tcPr>
          <w:p w14:paraId="4E37592E" w14:textId="64E7BD39"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erg6</w:t>
            </w:r>
          </w:p>
        </w:tc>
        <w:tc>
          <w:tcPr>
            <w:tcW w:w="4061" w:type="pct"/>
            <w:tcBorders>
              <w:top w:val="nil"/>
              <w:bottom w:val="single" w:sz="4" w:space="0" w:color="auto"/>
            </w:tcBorders>
            <w:shd w:val="clear" w:color="auto" w:fill="auto"/>
            <w:vAlign w:val="center"/>
          </w:tcPr>
          <w:p w14:paraId="3C651C04" w14:textId="3766ECDA" w:rsidR="00B81C62" w:rsidRPr="00B81C62" w:rsidRDefault="00B81C62" w:rsidP="00B81C62">
            <w:pPr>
              <w:tabs>
                <w:tab w:val="left" w:pos="0"/>
              </w:tabs>
              <w:jc w:val="left"/>
              <w:rPr>
                <w:rFonts w:cs="Arial"/>
                <w:iCs/>
              </w:rPr>
            </w:pPr>
            <w:r w:rsidRPr="00B81C62">
              <w:rPr>
                <w:rFonts w:cs="Arial"/>
                <w:color w:val="2E2E2E"/>
                <w:shd w:val="clear" w:color="auto" w:fill="FFFFFF"/>
              </w:rPr>
              <w:t xml:space="preserve">Impaired thermotolerance, susceptibility to osmotic stress, oxidative stress, and different antifungals, avirulent, and decreased membrane ergosterol </w:t>
            </w:r>
            <w:r w:rsidRPr="00B81C62">
              <w:rPr>
                <w:rFonts w:cs="Arial"/>
                <w:color w:val="2E2E2E"/>
                <w:shd w:val="clear" w:color="auto" w:fill="FFFFFF"/>
              </w:rPr>
              <w:fldChar w:fldCharType="begin">
                <w:fldData xml:space="preserve">PEVuZE5vdGU+PENpdGU+PEF1dGhvcj5PbGl2ZWlyYTwvQXV0aG9yPjxZZWFyPjIwMjA8L1llYXI+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PEVuZE5vdGU+PENpdGU+PEF1dGhvcj5PbGl2ZWlyYTwvQXV0aG9yPjxZZWFyPjIwMjA8L1llYXI+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[65]</w:t>
            </w:r>
            <w:r w:rsidRPr="00B81C62">
              <w:rPr>
                <w:rFonts w:cs="Arial"/>
                <w:color w:val="2E2E2E"/>
                <w:shd w:val="clear" w:color="auto" w:fill="FFFFFF"/>
              </w:rPr>
              <w:fldChar w:fldCharType="end"/>
            </w:r>
          </w:p>
        </w:tc>
      </w:tr>
      <w:tr w:rsidR="00B81C62" w:rsidRPr="00B81C62" w14:paraId="4067E125" w14:textId="77777777" w:rsidTr="00B81C62">
        <w:tc>
          <w:tcPr>
            <w:tcW w:w="939" w:type="pct"/>
            <w:tcBorders>
              <w:bottom w:val="single" w:sz="4" w:space="0" w:color="auto"/>
            </w:tcBorders>
            <w:shd w:val="clear" w:color="auto" w:fill="auto"/>
            <w:vAlign w:val="center"/>
          </w:tcPr>
          <w:p w14:paraId="09FE528C" w14:textId="6C352A85"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fbp1</w:t>
            </w:r>
          </w:p>
        </w:tc>
        <w:tc>
          <w:tcPr>
            <w:tcW w:w="4061" w:type="pct"/>
            <w:tcBorders>
              <w:top w:val="nil"/>
              <w:bottom w:val="single" w:sz="4" w:space="0" w:color="auto"/>
            </w:tcBorders>
            <w:shd w:val="clear" w:color="auto" w:fill="auto"/>
            <w:vAlign w:val="center"/>
          </w:tcPr>
          <w:p w14:paraId="7CB17F26" w14:textId="2156B468"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The mutant displayed a </w:t>
            </w:r>
            <w:r w:rsidRPr="00B81C62">
              <w:rPr>
                <w:rFonts w:cs="Arial"/>
                <w:i/>
                <w:iCs/>
                <w:color w:val="2E2E2E"/>
                <w:shd w:val="clear" w:color="auto" w:fill="FFFFFF"/>
              </w:rPr>
              <w:t>wt</w:t>
            </w:r>
            <w:r w:rsidRPr="00B81C62">
              <w:rPr>
                <w:rFonts w:cs="Arial"/>
                <w:color w:val="2E2E2E"/>
                <w:shd w:val="clear" w:color="auto" w:fill="FFFFFF"/>
              </w:rPr>
              <w:t xml:space="preserve"> melanin formation, capsule (even in physiological 10%</w:t>
            </w:r>
            <w:r w:rsidRPr="00B81C62">
              <w:rPr>
                <w:rFonts w:cs="Arial"/>
                <w:lang w:val="x-none"/>
              </w:rPr>
              <w:t>CO</w:t>
            </w:r>
            <w:r w:rsidRPr="00B81C62">
              <w:rPr>
                <w:rFonts w:cs="Arial"/>
                <w:vertAlign w:val="subscript"/>
                <w:lang w:val="x-none"/>
              </w:rPr>
              <w:t>2</w:t>
            </w:r>
            <w:r w:rsidRPr="00B81C62">
              <w:rPr>
                <w:rFonts w:cs="Arial"/>
                <w:vertAlign w:val="subscript"/>
              </w:rPr>
              <w:t xml:space="preserve"> </w:t>
            </w:r>
            <w:r w:rsidRPr="00B81C62">
              <w:rPr>
                <w:rFonts w:cs="Arial"/>
                <w:color w:val="2E2E2E"/>
                <w:shd w:val="clear" w:color="auto" w:fill="FFFFFF"/>
              </w:rPr>
              <w:t xml:space="preserve">condition), phagocytic index and survival, and thermotolerance yet avirulent in a murine inhalation infection model, which was attributed to impaired formation SCF E3 ubiquitin ligase-mediated proteolysis and poor membrane integrity; lack of tissue dissemination and invasion with a very minimal tissue lesion in the lung; normal unilateral mating; normal dikaryotic hyphae formation but failed to produce basidiospores (for sporulation) during bilateral mating of the mutants due to impaired meiosis and nuclear division; hypersensitive to SDS but not CFW/Congo red. The </w:t>
            </w:r>
            <w:r w:rsidRPr="00B81C62">
              <w:rPr>
                <w:rFonts w:cs="Arial"/>
                <w:i/>
                <w:iCs/>
                <w:color w:val="2E2E2E"/>
                <w:shd w:val="clear" w:color="auto" w:fill="FFFFFF"/>
              </w:rPr>
              <w:t>Fbp1</w:t>
            </w:r>
            <w:r w:rsidRPr="00B81C62">
              <w:rPr>
                <w:rFonts w:cs="Arial"/>
                <w:color w:val="2E2E2E"/>
                <w:shd w:val="clear" w:color="auto" w:fill="FFFFFF"/>
              </w:rPr>
              <w:t xml:space="preserve"> expression is under glucose repression and negatively represses </w:t>
            </w:r>
            <w:r w:rsidRPr="00B81C62">
              <w:rPr>
                <w:rFonts w:cs="Arial"/>
                <w:i/>
                <w:iCs/>
                <w:color w:val="2E2E2E"/>
                <w:shd w:val="clear" w:color="auto" w:fill="FFFFFF"/>
              </w:rPr>
              <w:t>Hxt3</w:t>
            </w:r>
            <w:r w:rsidRPr="00B81C62">
              <w:rPr>
                <w:rFonts w:cs="Arial"/>
                <w:color w:val="2E2E2E"/>
                <w:shd w:val="clear" w:color="auto" w:fill="FFFFFF"/>
              </w:rPr>
              <w:t xml:space="preserve"> expression in glucose-rich medium </w:t>
            </w:r>
            <w:r w:rsidRPr="00B81C62">
              <w:rPr>
                <w:rFonts w:cs="Arial"/>
                <w:color w:val="2E2E2E"/>
                <w:shd w:val="clear" w:color="auto" w:fill="FFFFFF"/>
              </w:rPr>
              <w:fldChar w:fldCharType="begin">
                <w:fldData xml:space="preserve">PEVuZE5vdGU+PENpdGU+PEF1dGhvcj5MaXU8L0F1dGhvcj48WWVhcj4yMDExPC9ZZWFyPjxSZWNO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PEVuZE5vdGU+PENpdGU+PEF1dGhvcj5MaXU8L0F1dGhvcj48WWVhcj4yMDExPC9ZZWFyPjxSZWNO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[66]</w:t>
            </w:r>
            <w:r w:rsidRPr="00B81C62">
              <w:rPr>
                <w:rFonts w:cs="Arial"/>
                <w:color w:val="2E2E2E"/>
                <w:shd w:val="clear" w:color="auto" w:fill="FFFFFF"/>
              </w:rPr>
              <w:fldChar w:fldCharType="end"/>
            </w:r>
          </w:p>
        </w:tc>
      </w:tr>
      <w:tr w:rsidR="00B81C62" w:rsidRPr="00B81C62" w14:paraId="7B308944" w14:textId="77777777" w:rsidTr="00B81C62">
        <w:tc>
          <w:tcPr>
            <w:tcW w:w="939" w:type="pct"/>
            <w:tcBorders>
              <w:bottom w:val="single" w:sz="4" w:space="0" w:color="auto"/>
            </w:tcBorders>
            <w:shd w:val="clear" w:color="auto" w:fill="auto"/>
            <w:vAlign w:val="center"/>
          </w:tcPr>
          <w:p w14:paraId="5E9CCE11" w14:textId="100EFB27"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fhb1, </w:t>
            </w:r>
            <w:r w:rsidRPr="00B81C62">
              <w:rPr>
                <w:rFonts w:cs="Arial"/>
                <w:i/>
                <w:iCs/>
                <w:lang w:val="x-none"/>
              </w:rPr>
              <w:t>Δ</w:t>
            </w:r>
            <w:r w:rsidRPr="00B81C62">
              <w:rPr>
                <w:rFonts w:cs="Arial"/>
                <w:i/>
                <w:iCs/>
              </w:rPr>
              <w:t xml:space="preserve">gno1, </w:t>
            </w:r>
            <w:r w:rsidRPr="00B81C62">
              <w:rPr>
                <w:rFonts w:cs="Arial"/>
                <w:i/>
                <w:iCs/>
                <w:lang w:val="x-none"/>
              </w:rPr>
              <w:t>Δ</w:t>
            </w:r>
            <w:r w:rsidRPr="00B81C62">
              <w:rPr>
                <w:rFonts w:cs="Arial"/>
                <w:i/>
                <w:iCs/>
              </w:rPr>
              <w:t>sod1</w:t>
            </w:r>
          </w:p>
        </w:tc>
        <w:tc>
          <w:tcPr>
            <w:tcW w:w="4061" w:type="pct"/>
            <w:tcBorders>
              <w:top w:val="nil"/>
              <w:bottom w:val="single" w:sz="4" w:space="0" w:color="auto"/>
            </w:tcBorders>
            <w:shd w:val="clear" w:color="auto" w:fill="auto"/>
            <w:vAlign w:val="center"/>
          </w:tcPr>
          <w:p w14:paraId="409A515F" w14:textId="30C83949" w:rsidR="00B81C62" w:rsidRPr="00B81C62" w:rsidRDefault="00B81C62" w:rsidP="00B81C62">
            <w:pPr>
              <w:tabs>
                <w:tab w:val="left" w:pos="0"/>
              </w:tabs>
              <w:jc w:val="left"/>
              <w:rPr>
                <w:rFonts w:cs="Arial"/>
                <w:color w:val="2E2E2E"/>
                <w:shd w:val="clear" w:color="auto" w:fill="FFFFFF"/>
              </w:rPr>
            </w:pPr>
            <w:r w:rsidRPr="00B81C62">
              <w:rPr>
                <w:rFonts w:cs="Arial"/>
                <w:iCs/>
              </w:rPr>
              <w:t xml:space="preserve">The </w:t>
            </w:r>
            <w:r w:rsidRPr="00B81C62">
              <w:rPr>
                <w:rFonts w:cs="Arial"/>
                <w:i/>
                <w:iCs/>
                <w:lang w:val="x-none"/>
              </w:rPr>
              <w:t>Δ</w:t>
            </w:r>
            <w:r w:rsidRPr="00B81C62">
              <w:rPr>
                <w:rFonts w:cs="Arial"/>
                <w:i/>
                <w:iCs/>
              </w:rPr>
              <w:t xml:space="preserve">fhb1 </w:t>
            </w:r>
            <w:r w:rsidRPr="00B81C62">
              <w:rPr>
                <w:rFonts w:cs="Arial"/>
                <w:iCs/>
              </w:rPr>
              <w:t xml:space="preserve">mutants are susceptible to nitrosative stress but not </w:t>
            </w:r>
            <w:r w:rsidRPr="00B81C62">
              <w:rPr>
                <w:rFonts w:cs="Arial"/>
                <w:i/>
                <w:iCs/>
                <w:lang w:val="x-none"/>
              </w:rPr>
              <w:t>Δ</w:t>
            </w:r>
            <w:r w:rsidRPr="00B81C62">
              <w:rPr>
                <w:rFonts w:cs="Arial"/>
                <w:i/>
                <w:iCs/>
              </w:rPr>
              <w:t>gno1</w:t>
            </w:r>
            <w:r w:rsidRPr="00B81C62">
              <w:rPr>
                <w:rFonts w:cs="Arial"/>
                <w:iCs/>
              </w:rPr>
              <w:t xml:space="preserve">; </w:t>
            </w:r>
            <w:r w:rsidRPr="00B81C62">
              <w:rPr>
                <w:rFonts w:cs="Arial"/>
                <w:i/>
                <w:iCs/>
                <w:lang w:val="x-none"/>
              </w:rPr>
              <w:t>Δ</w:t>
            </w:r>
            <w:r w:rsidRPr="00B81C62">
              <w:rPr>
                <w:rFonts w:cs="Arial"/>
                <w:i/>
                <w:iCs/>
              </w:rPr>
              <w:t xml:space="preserve">fhb1 </w:t>
            </w:r>
            <w:r w:rsidRPr="00B81C62">
              <w:rPr>
                <w:rFonts w:cs="Arial"/>
                <w:iCs/>
              </w:rPr>
              <w:t xml:space="preserve">mutants showed attenuated virulence in a murine model and reduced survival in activated macrophages; </w:t>
            </w:r>
            <w:r w:rsidRPr="00B81C62">
              <w:rPr>
                <w:rFonts w:cs="Arial"/>
                <w:i/>
                <w:iCs/>
                <w:lang w:val="x-none"/>
              </w:rPr>
              <w:t>Δ</w:t>
            </w:r>
            <w:r w:rsidRPr="00B81C62">
              <w:rPr>
                <w:rFonts w:cs="Arial"/>
                <w:i/>
                <w:iCs/>
              </w:rPr>
              <w:t>fhb1</w:t>
            </w:r>
            <w:r w:rsidRPr="00B81C62">
              <w:rPr>
                <w:rFonts w:cs="Arial"/>
                <w:i/>
                <w:iCs/>
                <w:lang w:val="x-none"/>
              </w:rPr>
              <w:t>Δ</w:t>
            </w:r>
            <w:r w:rsidRPr="00B81C62">
              <w:rPr>
                <w:rFonts w:cs="Arial"/>
                <w:i/>
                <w:iCs/>
              </w:rPr>
              <w:t xml:space="preserve">gno1 </w:t>
            </w:r>
            <w:r w:rsidRPr="00B81C62">
              <w:rPr>
                <w:rFonts w:cs="Arial"/>
                <w:iCs/>
              </w:rPr>
              <w:t xml:space="preserve">or </w:t>
            </w:r>
            <w:r w:rsidRPr="00B81C62">
              <w:rPr>
                <w:rFonts w:cs="Arial"/>
                <w:i/>
                <w:iCs/>
                <w:lang w:val="x-none"/>
              </w:rPr>
              <w:t>Δ</w:t>
            </w:r>
            <w:r w:rsidRPr="00B81C62">
              <w:rPr>
                <w:rFonts w:cs="Arial"/>
                <w:i/>
                <w:iCs/>
              </w:rPr>
              <w:t>fhb1</w:t>
            </w:r>
            <w:r w:rsidRPr="00B81C62">
              <w:rPr>
                <w:rFonts w:cs="Arial"/>
                <w:i/>
                <w:iCs/>
                <w:lang w:val="x-none"/>
              </w:rPr>
              <w:t>Δ</w:t>
            </w:r>
            <w:r w:rsidRPr="00B81C62">
              <w:rPr>
                <w:rFonts w:cs="Arial"/>
                <w:i/>
                <w:iCs/>
              </w:rPr>
              <w:t xml:space="preserve">sod1 </w:t>
            </w:r>
            <w:r w:rsidRPr="00B81C62">
              <w:rPr>
                <w:rFonts w:cs="Arial"/>
                <w:iCs/>
              </w:rPr>
              <w:t xml:space="preserve">mutants displayed cumulative attenuated virulence </w:t>
            </w:r>
            <w:r w:rsidRPr="00B81C62">
              <w:rPr>
                <w:rFonts w:cs="Arial"/>
                <w:iCs/>
              </w:rPr>
              <w:fldChar w:fldCharType="begin">
                <w:fldData xml:space="preserve">PEVuZE5vdGU+PENpdGU+PEF1dGhvcj5kZSBKZXN1cy1CZXJyaW9zPC9BdXRob3I+PFllYXI+MjAw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PEVuZE5vdGU+PENpdGU+PEF1dGhvcj5kZSBKZXN1cy1CZXJyaW9zPC9BdXRob3I+PFllYXI+MjAw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[67]</w:t>
            </w:r>
            <w:r w:rsidRPr="00B81C62">
              <w:rPr>
                <w:rFonts w:cs="Arial"/>
                <w:iCs/>
              </w:rPr>
              <w:fldChar w:fldCharType="end"/>
            </w:r>
          </w:p>
        </w:tc>
      </w:tr>
      <w:tr w:rsidR="00B81C62" w:rsidRPr="00B81C62" w14:paraId="76B0599E" w14:textId="77777777" w:rsidTr="00B81C62">
        <w:tc>
          <w:tcPr>
            <w:tcW w:w="939" w:type="pct"/>
            <w:tcBorders>
              <w:bottom w:val="single" w:sz="4" w:space="0" w:color="auto"/>
            </w:tcBorders>
            <w:shd w:val="clear" w:color="auto" w:fill="auto"/>
            <w:vAlign w:val="center"/>
          </w:tcPr>
          <w:p w14:paraId="05C29D24" w14:textId="666AFA35"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gat1/</w:t>
            </w:r>
            <w:r w:rsidRPr="00B81C62">
              <w:rPr>
                <w:rFonts w:cs="Arial"/>
                <w:i/>
                <w:iCs/>
                <w:lang w:val="x-none"/>
              </w:rPr>
              <w:t>Δ</w:t>
            </w:r>
            <w:r w:rsidRPr="00B81C62">
              <w:rPr>
                <w:rFonts w:cs="Arial"/>
                <w:i/>
                <w:iCs/>
              </w:rPr>
              <w:t>are1</w:t>
            </w:r>
          </w:p>
        </w:tc>
        <w:tc>
          <w:tcPr>
            <w:tcW w:w="4061" w:type="pct"/>
            <w:tcBorders>
              <w:top w:val="nil"/>
              <w:bottom w:val="single" w:sz="4" w:space="0" w:color="auto"/>
            </w:tcBorders>
            <w:shd w:val="clear" w:color="auto" w:fill="auto"/>
            <w:vAlign w:val="center"/>
          </w:tcPr>
          <w:p w14:paraId="16131F9C" w14:textId="08062ABA" w:rsidR="00B81C62" w:rsidRPr="00B81C62" w:rsidRDefault="00B81C62" w:rsidP="00B81C62">
            <w:pPr>
              <w:tabs>
                <w:tab w:val="left" w:pos="0"/>
              </w:tabs>
              <w:jc w:val="left"/>
              <w:rPr>
                <w:rFonts w:cs="Arial"/>
                <w:iCs/>
              </w:rPr>
            </w:pPr>
            <w:r w:rsidRPr="00B81C62">
              <w:rPr>
                <w:rFonts w:cs="Arial"/>
                <w:iCs/>
              </w:rPr>
              <w:t xml:space="preserve">Impaired nitrogen uptake and metabolism from different nitrogen sources, including the nitrogen sources from the ecological niche of </w:t>
            </w:r>
            <w:r w:rsidR="00E100A1" w:rsidRPr="00E100A1">
              <w:rPr>
                <w:rFonts w:cs="Arial"/>
                <w:i/>
                <w:iCs/>
                <w:lang w:val="x-none"/>
              </w:rPr>
              <w:t>C. neoformans</w:t>
            </w:r>
            <w:r w:rsidRPr="00B81C62">
              <w:rPr>
                <w:rFonts w:cs="Arial"/>
                <w:i/>
                <w:iCs/>
                <w:lang w:val="en-US"/>
              </w:rPr>
              <w:t xml:space="preserve"> </w:t>
            </w:r>
            <w:r w:rsidRPr="00B81C62">
              <w:rPr>
                <w:rFonts w:cs="Arial"/>
                <w:lang w:val="en-US"/>
              </w:rPr>
              <w:t>such as</w:t>
            </w:r>
            <w:r w:rsidRPr="00B81C62">
              <w:rPr>
                <w:rFonts w:cs="Arial"/>
                <w:iCs/>
              </w:rPr>
              <w:t xml:space="preserve"> NH</w:t>
            </w:r>
            <w:r w:rsidRPr="00B81C62">
              <w:rPr>
                <w:rFonts w:cs="Arial"/>
                <w:iCs/>
                <w:vertAlign w:val="subscript"/>
              </w:rPr>
              <w:t>4</w:t>
            </w:r>
            <w:r w:rsidRPr="00B81C62">
              <w:rPr>
                <w:rFonts w:cs="Arial"/>
                <w:iCs/>
                <w:vertAlign w:val="superscript"/>
              </w:rPr>
              <w:t>+</w:t>
            </w:r>
            <w:r w:rsidRPr="00B81C62">
              <w:rPr>
                <w:rFonts w:cs="Arial"/>
                <w:iCs/>
              </w:rPr>
              <w:t xml:space="preserve">, urate, urea, and creatinine; impaired NCR but improved mating (filamentation and basidiospore formations); impaired expression of </w:t>
            </w:r>
            <w:r w:rsidRPr="00B81C62">
              <w:rPr>
                <w:rFonts w:cs="Arial"/>
                <w:i/>
              </w:rPr>
              <w:t xml:space="preserve">Amt1, Amt2, </w:t>
            </w:r>
            <w:r w:rsidRPr="00B81C62">
              <w:rPr>
                <w:rFonts w:cs="Arial"/>
                <w:iCs/>
              </w:rPr>
              <w:t xml:space="preserve">and </w:t>
            </w:r>
            <w:r w:rsidRPr="00B81C62">
              <w:rPr>
                <w:rFonts w:cs="Arial"/>
                <w:i/>
              </w:rPr>
              <w:t xml:space="preserve">Gdh1; </w:t>
            </w:r>
            <w:r w:rsidRPr="00B81C62">
              <w:rPr>
                <w:rFonts w:cs="Arial"/>
                <w:iCs/>
              </w:rPr>
              <w:t xml:space="preserve">a high dose inoculum is required to induce virulence in mouse model </w:t>
            </w:r>
            <w:r w:rsidRPr="00B81C62">
              <w:rPr>
                <w:rFonts w:cs="Arial"/>
                <w:iCs/>
              </w:rPr>
              <w:fldChar w:fldCharType="begin">
                <w:fldData xml:space="preserve">PEVuZE5vdGU+PENpdGU+PEF1dGhvcj5LbWV0enNjaDwvQXV0aG9yPjxZZWFyPjIwMTE8L1llYXI+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PEVuZE5vdGU+PENpdGU+PEF1dGhvcj5LbWV0enNjaDwvQXV0aG9yPjxZZWFyPjIwMTE8L1llYXI+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[68]</w:t>
            </w:r>
            <w:r w:rsidRPr="00B81C62">
              <w:rPr>
                <w:rFonts w:cs="Arial"/>
                <w:iCs/>
              </w:rPr>
              <w:fldChar w:fldCharType="end"/>
            </w:r>
            <w:r w:rsidRPr="00B81C62">
              <w:rPr>
                <w:rFonts w:cs="Arial"/>
                <w:iCs/>
              </w:rPr>
              <w:t xml:space="preserve"> but Lee et al. concluded a slightly more virulence of this mutant in MIMC</w:t>
            </w:r>
            <w:r w:rsidRPr="00B81C62">
              <w:rPr>
                <w:rFonts w:cs="Arial"/>
                <w:i/>
                <w:iCs/>
              </w:rPr>
              <w:t xml:space="preserve"> </w:t>
            </w:r>
            <w:r w:rsidRPr="00B81C62">
              <w:rPr>
                <w:rFonts w:cs="Arial"/>
                <w:iCs/>
              </w:rPr>
              <w:t xml:space="preserve">than the </w:t>
            </w:r>
            <w:r w:rsidRPr="00B81C62">
              <w:rPr>
                <w:rFonts w:cs="Arial"/>
                <w:i/>
              </w:rPr>
              <w:t xml:space="preserve">wt </w:t>
            </w:r>
            <w:r w:rsidRPr="00B81C62">
              <w:rPr>
                <w:rFonts w:cs="Arial"/>
                <w:iCs/>
              </w:rPr>
              <w:t xml:space="preserve">with a claim that the mutant was </w:t>
            </w:r>
            <w:r w:rsidRPr="00B81C62">
              <w:rPr>
                <w:rFonts w:cs="Arial"/>
              </w:rPr>
              <w:t xml:space="preserve">thermotolerance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lang w:val="en-US"/>
              </w:rPr>
              <w:t xml:space="preserve"> with </w:t>
            </w:r>
            <w:r w:rsidRPr="00B81C62">
              <w:rPr>
                <w:rFonts w:cs="Arial"/>
                <w:iCs/>
              </w:rPr>
              <w:t>increased melanin production</w:t>
            </w:r>
            <w:r w:rsidRPr="00B81C62">
              <w:rPr>
                <w:rFonts w:cs="Arial"/>
              </w:rPr>
              <w:t xml:space="preserve"> </w:t>
            </w:r>
            <w:r w:rsidRPr="00B81C62">
              <w:rPr>
                <w:rFonts w:cs="Arial"/>
                <w:iCs/>
              </w:rPr>
              <w:fldChar w:fldCharType="begin">
                <w:fldData xml:space="preserve">PEVuZE5vdGU+PENpdGU+PEF1dGhvcj5MZWU8L0F1dGhvcj48WWVhcj4yMDExPC9ZZWFyPjxSZWNO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</w:fldData>
              </w:fldChar>
            </w:r>
            <w:r w:rsidR="00706F40">
              <w:rPr>
                <w:rFonts w:cs="Arial"/>
                <w:iCs/>
              </w:rPr>
              <w:instrText xml:space="preserve"> ADDIN EN.CITE </w:instrText>
            </w:r>
            <w:r w:rsidR="00706F40">
              <w:rPr>
                <w:rFonts w:cs="Arial"/>
                <w:iCs/>
              </w:rPr>
              <w:fldChar w:fldCharType="begin">
                <w:fldData xml:space="preserve">PEVuZE5vdGU+PENpdGU+PEF1dGhvcj5MZWU8L0F1dGhvcj48WWVhcj4yMDExPC9ZZWFyPjxSZWNO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[69]</w:t>
            </w:r>
            <w:r w:rsidRPr="00B81C62">
              <w:rPr>
                <w:rFonts w:cs="Arial"/>
                <w:iCs/>
              </w:rPr>
              <w:fldChar w:fldCharType="end"/>
            </w:r>
            <w:r w:rsidRPr="00B81C62">
              <w:rPr>
                <w:rFonts w:cs="Arial"/>
              </w:rPr>
              <w:t xml:space="preserve">; infection in </w:t>
            </w:r>
            <w:r w:rsidRPr="00B81C62">
              <w:rPr>
                <w:rFonts w:cs="Arial"/>
                <w:i/>
              </w:rPr>
              <w:t xml:space="preserve">C. elegans </w:t>
            </w:r>
            <w:r w:rsidRPr="00B81C62">
              <w:rPr>
                <w:rFonts w:cs="Arial"/>
              </w:rPr>
              <w:t xml:space="preserve">is the same as the </w:t>
            </w:r>
            <w:r w:rsidRPr="00B81C62">
              <w:rPr>
                <w:rFonts w:cs="Arial"/>
                <w:i/>
                <w:iCs/>
              </w:rPr>
              <w:t>wt,</w:t>
            </w:r>
            <w:r w:rsidRPr="00B81C62">
              <w:rPr>
                <w:rFonts w:cs="Arial"/>
              </w:rPr>
              <w:t xml:space="preserve"> but in mice, the infection progresses to morbidity slightly earlier than the </w:t>
            </w:r>
            <w:r w:rsidRPr="00B81C62">
              <w:rPr>
                <w:rFonts w:cs="Arial"/>
                <w:i/>
                <w:iCs/>
              </w:rPr>
              <w:t xml:space="preserve">wt </w:t>
            </w:r>
            <w:r w:rsidRPr="00B81C62">
              <w:rPr>
                <w:rFonts w:cs="Arial"/>
              </w:rPr>
              <w:t>infected mice</w:t>
            </w:r>
            <w:r w:rsidRPr="00B81C62">
              <w:rPr>
                <w:rFonts w:cs="Arial"/>
                <w:iCs/>
              </w:rPr>
              <w:t xml:space="preserve"> </w:t>
            </w:r>
            <w:r w:rsidRPr="00B81C62">
              <w:rPr>
                <w:rFonts w:cs="Arial"/>
                <w:iCs/>
              </w:rPr>
              <w:fldChar w:fldCharType="begin">
                <w:fldData xml:space="preserve">PEVuZE5vdGU+PENpdGU+PEF1dGhvcj5MZWU8L0F1dGhvcj48WWVhcj4yMDExPC9ZZWFyPjxSZWNO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</w:fldData>
              </w:fldChar>
            </w:r>
            <w:r w:rsidR="00706F40">
              <w:rPr>
                <w:rFonts w:cs="Arial"/>
                <w:iCs/>
              </w:rPr>
              <w:instrText xml:space="preserve"> ADDIN EN.CITE </w:instrText>
            </w:r>
            <w:r w:rsidR="00706F40">
              <w:rPr>
                <w:rFonts w:cs="Arial"/>
                <w:iCs/>
              </w:rPr>
              <w:fldChar w:fldCharType="begin">
                <w:fldData xml:space="preserve">PEVuZE5vdGU+PENpdGU+PEF1dGhvcj5MZWU8L0F1dGhvcj48WWVhcj4yMDExPC9ZZWFyPjxSZWNO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[69]</w:t>
            </w:r>
            <w:r w:rsidRPr="00B81C62">
              <w:rPr>
                <w:rFonts w:cs="Arial"/>
                <w:iCs/>
              </w:rPr>
              <w:fldChar w:fldCharType="end"/>
            </w:r>
          </w:p>
        </w:tc>
      </w:tr>
      <w:tr w:rsidR="00B81C62" w:rsidRPr="00B81C62" w14:paraId="0DFE04C9" w14:textId="77777777" w:rsidTr="00B81C62">
        <w:tc>
          <w:tcPr>
            <w:tcW w:w="939" w:type="pct"/>
            <w:tcBorders>
              <w:bottom w:val="single" w:sz="4" w:space="0" w:color="auto"/>
            </w:tcBorders>
            <w:shd w:val="clear" w:color="auto" w:fill="auto"/>
            <w:vAlign w:val="center"/>
          </w:tcPr>
          <w:p w14:paraId="78EB7B5F" w14:textId="650A5315"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gat201</w:t>
            </w:r>
            <w:r w:rsidRPr="00B81C62">
              <w:rPr>
                <w:rFonts w:cs="Arial"/>
                <w:iCs/>
              </w:rPr>
              <w:t xml:space="preserve"> and </w:t>
            </w:r>
            <w:proofErr w:type="spellStart"/>
            <w:r w:rsidRPr="00B81C62">
              <w:rPr>
                <w:rFonts w:cs="Arial"/>
                <w:i/>
                <w:iCs/>
                <w:lang w:val="x-none"/>
              </w:rPr>
              <w:t>Δ</w:t>
            </w:r>
            <w:r w:rsidRPr="00B81C62">
              <w:rPr>
                <w:rFonts w:cs="Arial"/>
                <w:i/>
                <w:iCs/>
              </w:rPr>
              <w:t>cap</w:t>
            </w:r>
            <w:proofErr w:type="spellEnd"/>
          </w:p>
        </w:tc>
        <w:tc>
          <w:tcPr>
            <w:tcW w:w="4061" w:type="pct"/>
            <w:tcBorders>
              <w:top w:val="nil"/>
              <w:bottom w:val="single" w:sz="4" w:space="0" w:color="auto"/>
            </w:tcBorders>
            <w:shd w:val="clear" w:color="auto" w:fill="auto"/>
            <w:vAlign w:val="center"/>
          </w:tcPr>
          <w:p w14:paraId="7CE8E74A" w14:textId="27B2014A" w:rsidR="00B81C62" w:rsidRPr="00B81C62" w:rsidRDefault="00B81C62" w:rsidP="00B81C62">
            <w:pPr>
              <w:tabs>
                <w:tab w:val="left" w:pos="0"/>
              </w:tabs>
              <w:jc w:val="left"/>
              <w:rPr>
                <w:rFonts w:cs="Arial"/>
                <w:iCs/>
              </w:rPr>
            </w:pPr>
            <w:r w:rsidRPr="00B81C62">
              <w:rPr>
                <w:rFonts w:cs="Arial"/>
                <w:iCs/>
              </w:rPr>
              <w:t xml:space="preserve">Impaired capsule induction, poor growth, and highly prone to phagocytosis </w:t>
            </w:r>
            <w:r w:rsidRPr="00B81C62">
              <w:rPr>
                <w:rFonts w:cs="Arial"/>
                <w:iCs/>
              </w:rPr>
              <w:fldChar w:fldCharType="begin"/>
            </w:r>
            <w:r w:rsidR="00706F40">
              <w:rPr>
                <w:rFonts w:cs="Arial"/>
                <w:iCs/>
              </w:rPr>
              <w:instrText xml:space="preserve"> ADDIN EN.CITE &lt;EndNote&gt;&lt;Cite&gt;&lt;Author&gt;Liu&lt;/Author&gt;&lt;Year&gt;2008&lt;/Year&gt;&lt;RecNum&gt;107&lt;/RecNum&gt;&lt;DisplayText&gt;&lt;style size="10"&gt;[70]&lt;/style&gt;&lt;/DisplayText&gt;&lt;record&gt;&lt;rec-number&gt;107&lt;/rec-number&gt;&lt;foreign-keys&gt;&lt;key app="EN" db-id="2ef9ffxzfstzs5e9dzov9txxs20trda0deex" timestamp="1591582843"&gt;107&lt;/key&gt;&lt;/foreign-keys&gt;&lt;ref-type name="Journal Article"&gt;17&lt;/ref-type&gt;&lt;contributors&gt;&lt;authors&gt;&lt;author&gt;Liu, O. W.&lt;/author&gt;&lt;author&gt;Chun, C. D.&lt;/author&gt;&lt;author&gt;Chow, E. D.&lt;/author&gt;&lt;author&gt;Chen, C.&lt;/author&gt;&lt;author&gt;Madhani, H. D.&lt;/author&gt;&lt;author&gt;Noble, S. M.&lt;/author&gt;&lt;/authors&gt;&lt;/contributors&gt;&lt;auth-address&gt;Department of Biochemistry and Biophysics, University of California, San Francisco, 600 16th St., GH-N372C, San Francisco, CA 94158, USA.&lt;/auth-address&gt;&lt;titles&gt;&lt;title&gt;Systematic genetic analysis of virulence in the human fungal pathogen Cryptococcus neoformans&lt;/title&gt;&lt;secondary-title&gt;Cell&lt;/secondary-title&gt;&lt;/titles&gt;&lt;periodical&gt;&lt;full-title&gt;Cell&lt;/full-title&gt;&lt;/periodical&gt;&lt;pages&gt;174-88&lt;/pages&gt;&lt;volume&gt;135&lt;/volume&gt;&lt;number&gt;1&lt;/number&gt;&lt;edition&gt;2008/10/16&lt;/edition&gt;&lt;keywords&gt;&lt;keyword&gt;Animals&lt;/keyword&gt;&lt;keyword&gt;Bacterial Capsules/genetics&lt;/keyword&gt;&lt;keyword&gt;Cryptococcosis/*microbiology&lt;/keyword&gt;&lt;keyword&gt;Cryptococcus neoformans/*genetics/*pathogenicity&lt;/keyword&gt;&lt;keyword&gt;Gene Deletion&lt;/keyword&gt;&lt;keyword&gt;Humans&lt;/keyword&gt;&lt;keyword&gt;Lung/microbiology&lt;/keyword&gt;&lt;keyword&gt;Melanins/genetics&lt;/keyword&gt;&lt;keyword&gt;Mice&lt;/keyword&gt;&lt;keyword&gt;Mutagenesis, Insertional&lt;/keyword&gt;&lt;keyword&gt;Virulence&lt;/keyword&gt;&lt;/keywords&gt;&lt;dates&gt;&lt;year&gt;2008&lt;/year&gt;&lt;pub-dates&gt;&lt;date&gt;Oct 3&lt;/date&gt;&lt;/pub-dates&gt;&lt;/dates&gt;&lt;publisher&gt;Elsevier&lt;/publisher&gt;&lt;isbn&gt;1097-4172 (Electronic)&amp;#xD;0092-8674 (Print)&amp;#xD;0092-8674 (Linking)&lt;/isbn&gt;&lt;accession-num&gt;18854164&lt;/accession-num&gt;&lt;urls&gt;&lt;related-urls&gt;&lt;url&gt;https://www.ncbi.nlm.nih.gov/pubmed/18854164&lt;/url&gt;&lt;/related-urls&gt;&lt;/urls&gt;&lt;custom2&gt;PMC2628477&lt;/custom2&gt;&lt;electronic-resource-num&gt;10.1016/j.cell.2008.07.046&lt;/electronic-resource-num&gt;&lt;remote-database-name&gt;Medline&lt;/remote-database-name&gt;&lt;remote-database-provider&gt;NLM&lt;/remote-database-provider&gt;&lt;/record&gt;&lt;/Cite&gt;&lt;/EndNote&gt;</w:instrText>
            </w:r>
            <w:r w:rsidRPr="00B81C62">
              <w:rPr>
                <w:rFonts w:cs="Arial"/>
                <w:iCs/>
              </w:rPr>
              <w:fldChar w:fldCharType="separate"/>
            </w:r>
            <w:r w:rsidR="00706F40">
              <w:rPr>
                <w:rFonts w:cs="Arial"/>
                <w:iCs/>
                <w:noProof/>
              </w:rPr>
              <w:t>[70]</w:t>
            </w:r>
            <w:r w:rsidRPr="00B81C62">
              <w:rPr>
                <w:rFonts w:cs="Arial"/>
                <w:iCs/>
              </w:rPr>
              <w:fldChar w:fldCharType="end"/>
            </w:r>
          </w:p>
        </w:tc>
      </w:tr>
      <w:tr w:rsidR="00B81C62" w:rsidRPr="00B81C62" w14:paraId="7CB43498" w14:textId="77777777" w:rsidTr="00B81C62">
        <w:tc>
          <w:tcPr>
            <w:tcW w:w="939" w:type="pct"/>
            <w:tcBorders>
              <w:bottom w:val="single" w:sz="4" w:space="0" w:color="auto"/>
            </w:tcBorders>
            <w:shd w:val="clear" w:color="auto" w:fill="auto"/>
            <w:vAlign w:val="center"/>
          </w:tcPr>
          <w:p w14:paraId="11024B60" w14:textId="2852A1E8"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gcn5</w:t>
            </w:r>
          </w:p>
        </w:tc>
        <w:tc>
          <w:tcPr>
            <w:tcW w:w="4061" w:type="pct"/>
            <w:tcBorders>
              <w:top w:val="nil"/>
              <w:bottom w:val="single" w:sz="4" w:space="0" w:color="auto"/>
            </w:tcBorders>
            <w:shd w:val="clear" w:color="auto" w:fill="auto"/>
            <w:vAlign w:val="center"/>
          </w:tcPr>
          <w:p w14:paraId="201264DD" w14:textId="57825AA9" w:rsidR="00B81C62" w:rsidRPr="00B81C62" w:rsidRDefault="00B81C62" w:rsidP="00B81C62">
            <w:pPr>
              <w:tabs>
                <w:tab w:val="left" w:pos="0"/>
              </w:tabs>
              <w:jc w:val="left"/>
              <w:rPr>
                <w:rFonts w:cs="Arial"/>
                <w:iCs/>
              </w:rPr>
            </w:pPr>
            <w:r w:rsidRPr="00B81C62">
              <w:rPr>
                <w:rFonts w:cs="Arial"/>
                <w:iCs/>
              </w:rPr>
              <w:t xml:space="preserve">Defective nucleus localised histone acetyltransferase for chromatin remodelling, thermosensitive due to poor expression of </w:t>
            </w:r>
            <w:r w:rsidRPr="00B81C62">
              <w:rPr>
                <w:rFonts w:cs="Arial"/>
                <w:i/>
              </w:rPr>
              <w:t>Cna1</w:t>
            </w:r>
            <w:r w:rsidRPr="00B81C62">
              <w:rPr>
                <w:rFonts w:cs="Arial"/>
                <w:iCs/>
              </w:rPr>
              <w:t xml:space="preserve"> gene, and delayed growth due to suspected repression of G-protein regulators; decreased capsule size and defective capsular-cell wall attachment (poor cell wall integrity) due to poor expression of glycan-associated Skn1/Kre61 family protein and </w:t>
            </w:r>
            <w:r w:rsidRPr="00B81C62">
              <w:rPr>
                <w:rFonts w:cs="Arial"/>
                <w:i/>
              </w:rPr>
              <w:t>Cap64</w:t>
            </w:r>
            <w:r w:rsidRPr="00B81C62">
              <w:rPr>
                <w:rFonts w:cs="Arial"/>
                <w:iCs/>
              </w:rPr>
              <w:t xml:space="preserve"> gene product; normal melanin production; susceptible to FK506 inhibition because of the purported increased in the </w:t>
            </w:r>
            <w:r w:rsidRPr="00B81C62">
              <w:rPr>
                <w:rFonts w:cs="Arial"/>
                <w:i/>
              </w:rPr>
              <w:t>Fkbp12</w:t>
            </w:r>
            <w:r w:rsidRPr="00B81C62">
              <w:rPr>
                <w:rFonts w:cs="Arial"/>
                <w:iCs/>
              </w:rPr>
              <w:t xml:space="preserve"> expression; sensitive to oxidative stress because of the </w:t>
            </w:r>
            <w:r w:rsidRPr="00B81C62">
              <w:rPr>
                <w:rFonts w:cs="Arial"/>
                <w:i/>
              </w:rPr>
              <w:t>CatA</w:t>
            </w:r>
            <w:r w:rsidRPr="00B81C62">
              <w:rPr>
                <w:rFonts w:cs="Arial"/>
                <w:iCs/>
              </w:rPr>
              <w:t xml:space="preserve"> repression, and the mutant is avirulent </w:t>
            </w:r>
            <w:r w:rsidRPr="00B81C62">
              <w:rPr>
                <w:rFonts w:cs="Arial"/>
                <w:iCs/>
              </w:rPr>
              <w:fldChar w:fldCharType="begin">
                <w:fldData xml:space="preserve">PEVuZE5vdGU+PENpdGU+PEF1dGhvcj5PJmFwb3M7TWVhcmE8L0F1dGhvcj48WWVhcj4yMDEwPC9Z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</w:fldData>
              </w:fldChar>
            </w:r>
            <w:r w:rsidR="00706F40">
              <w:rPr>
                <w:rFonts w:cs="Arial"/>
                <w:iCs/>
              </w:rPr>
              <w:instrText xml:space="preserve"> ADDIN EN.CITE </w:instrText>
            </w:r>
            <w:r w:rsidR="00706F40">
              <w:rPr>
                <w:rFonts w:cs="Arial"/>
                <w:iCs/>
              </w:rPr>
              <w:fldChar w:fldCharType="begin">
                <w:fldData xml:space="preserve">PEVuZE5vdGU+PENpdGU+PEF1dGhvcj5PJmFwb3M7TWVhcmE8L0F1dGhvcj48WWVhcj4yMDEwPC9Z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[71]</w:t>
            </w:r>
            <w:r w:rsidRPr="00B81C62">
              <w:rPr>
                <w:rFonts w:cs="Arial"/>
                <w:iCs/>
              </w:rPr>
              <w:fldChar w:fldCharType="end"/>
            </w:r>
          </w:p>
        </w:tc>
      </w:tr>
      <w:tr w:rsidR="00B81C62" w:rsidRPr="00B81C62" w14:paraId="56FE322D" w14:textId="77777777" w:rsidTr="00B81C62">
        <w:tc>
          <w:tcPr>
            <w:tcW w:w="939" w:type="pct"/>
            <w:tcBorders>
              <w:bottom w:val="single" w:sz="4" w:space="0" w:color="auto"/>
            </w:tcBorders>
            <w:shd w:val="clear" w:color="auto" w:fill="auto"/>
            <w:vAlign w:val="center"/>
          </w:tcPr>
          <w:p w14:paraId="487FDE02" w14:textId="70D7C82E"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gcs1</w:t>
            </w:r>
          </w:p>
        </w:tc>
        <w:tc>
          <w:tcPr>
            <w:tcW w:w="4061" w:type="pct"/>
            <w:tcBorders>
              <w:top w:val="nil"/>
              <w:bottom w:val="single" w:sz="4" w:space="0" w:color="auto"/>
            </w:tcBorders>
            <w:shd w:val="clear" w:color="auto" w:fill="auto"/>
            <w:vAlign w:val="center"/>
          </w:tcPr>
          <w:p w14:paraId="6C74C6DE" w14:textId="004B927A" w:rsidR="00B81C62" w:rsidRPr="00B81C62" w:rsidRDefault="00B81C62" w:rsidP="00B81C62">
            <w:pPr>
              <w:tabs>
                <w:tab w:val="left" w:pos="0"/>
              </w:tabs>
              <w:jc w:val="left"/>
              <w:rPr>
                <w:rFonts w:cs="Arial"/>
                <w:iCs/>
              </w:rPr>
            </w:pPr>
            <w:r w:rsidRPr="00B81C62">
              <w:rPr>
                <w:rFonts w:cs="Arial"/>
                <w:iCs/>
              </w:rPr>
              <w:t xml:space="preserve">Mutants displayed </w:t>
            </w:r>
            <w:r w:rsidRPr="00B81C62">
              <w:rPr>
                <w:rFonts w:cs="Arial"/>
                <w:i/>
              </w:rPr>
              <w:t>wt</w:t>
            </w:r>
            <w:r w:rsidRPr="00B81C62">
              <w:rPr>
                <w:rFonts w:cs="Arial"/>
                <w:iCs/>
              </w:rPr>
              <w:t xml:space="preserve"> capsule and melanin production with unaffected growth within the macrophage internalised compartment. Nevertheless, the mutants are highly attenuated for virulence with a significant impairment of tissue invasion, drastic tissue burden CFU reduction, and a rapid immunological response squad within the lungs in an intranasally inoculated MIMC. Intravenous inoculation, however, leads to less attenuation with a high degree of dissemination, characterised by a higher tissue burden in the brain than any other internal organs. A neutral-alkaline solution of pH 7.4 and </w:t>
            </w:r>
            <w:r w:rsidRPr="00B81C62">
              <w:rPr>
                <w:rFonts w:cs="Arial"/>
                <w:lang w:val="x-none"/>
              </w:rPr>
              <w:t>CO</w:t>
            </w:r>
            <w:r w:rsidRPr="00B81C62">
              <w:rPr>
                <w:rFonts w:cs="Arial"/>
                <w:vertAlign w:val="subscript"/>
                <w:lang w:val="x-none"/>
              </w:rPr>
              <w:t>2</w:t>
            </w:r>
            <w:r w:rsidRPr="00B81C62">
              <w:rPr>
                <w:rFonts w:cs="Arial"/>
                <w:vertAlign w:val="subscript"/>
              </w:rPr>
              <w:t xml:space="preserve"> </w:t>
            </w:r>
            <w:r w:rsidRPr="00B81C62">
              <w:rPr>
                <w:rFonts w:cs="Arial"/>
                <w:iCs/>
              </w:rPr>
              <w:t>level &gt;0.04% will not support the growth of this mutant, which is perpetually locked in the S and G</w:t>
            </w:r>
            <w:r w:rsidRPr="00B81C62">
              <w:rPr>
                <w:rFonts w:cs="Arial"/>
                <w:iCs/>
                <w:vertAlign w:val="subscript"/>
              </w:rPr>
              <w:t>2</w:t>
            </w:r>
            <w:r w:rsidRPr="00B81C62">
              <w:rPr>
                <w:rFonts w:cs="Arial"/>
                <w:iCs/>
              </w:rPr>
              <w:t xml:space="preserve">/M growth phase, unlike in the acidic pH 4.0 medium where growth is supported. The growth defect at pH 7.4/5% </w:t>
            </w:r>
            <w:r w:rsidRPr="00B81C62">
              <w:rPr>
                <w:rFonts w:cs="Arial"/>
                <w:lang w:val="x-none"/>
              </w:rPr>
              <w:t>CO</w:t>
            </w:r>
            <w:r w:rsidRPr="00B81C62">
              <w:rPr>
                <w:rFonts w:cs="Arial"/>
                <w:vertAlign w:val="subscript"/>
                <w:lang w:val="x-none"/>
              </w:rPr>
              <w:t>2</w:t>
            </w:r>
            <w:r w:rsidRPr="00B81C62">
              <w:rPr>
                <w:rFonts w:cs="Arial"/>
                <w:vertAlign w:val="subscript"/>
              </w:rPr>
              <w:t xml:space="preserve"> </w:t>
            </w:r>
            <w:r w:rsidRPr="00B81C62">
              <w:rPr>
                <w:rFonts w:cs="Arial"/>
                <w:iCs/>
              </w:rPr>
              <w:t xml:space="preserve">appeared restored when transferred to pH 4.0 </w:t>
            </w:r>
            <w:r w:rsidRPr="00B81C62">
              <w:rPr>
                <w:rFonts w:cs="Arial"/>
                <w:iCs/>
              </w:rPr>
              <w:fldChar w:fldCharType="begin">
                <w:fldData xml:space="preserve">PEVuZE5vdGU+PENpdGU+PEF1dGhvcj5SaXR0ZXJzaGF1czwvQXV0aG9yPjxZZWFyPjIwMDY8L1ll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</w:fldData>
              </w:fldChar>
            </w:r>
            <w:r w:rsidR="00706F40">
              <w:rPr>
                <w:rFonts w:cs="Arial"/>
                <w:iCs/>
              </w:rPr>
              <w:instrText xml:space="preserve"> ADDIN EN.CITE </w:instrText>
            </w:r>
            <w:r w:rsidR="00706F40">
              <w:rPr>
                <w:rFonts w:cs="Arial"/>
                <w:iCs/>
              </w:rPr>
              <w:fldChar w:fldCharType="begin">
                <w:fldData xml:space="preserve">PEVuZE5vdGU+PENpdGU+PEF1dGhvcj5SaXR0ZXJzaGF1czwvQXV0aG9yPjxZZWFyPjIwMDY8L1ll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[72]</w:t>
            </w:r>
            <w:r w:rsidRPr="00B81C62">
              <w:rPr>
                <w:rFonts w:cs="Arial"/>
                <w:iCs/>
              </w:rPr>
              <w:fldChar w:fldCharType="end"/>
            </w:r>
            <w:r w:rsidRPr="00B81C62">
              <w:rPr>
                <w:rFonts w:cs="Arial"/>
                <w:iCs/>
              </w:rPr>
              <w:t xml:space="preserve">. These growth defects, attenuated virulence, and immunological arrest of </w:t>
            </w:r>
            <w:r w:rsidRPr="00B81C62">
              <w:rPr>
                <w:rFonts w:cs="Arial"/>
                <w:i/>
                <w:iCs/>
                <w:lang w:val="x-none"/>
              </w:rPr>
              <w:t>Δ</w:t>
            </w:r>
            <w:r w:rsidRPr="00B81C62">
              <w:rPr>
                <w:rFonts w:cs="Arial"/>
                <w:i/>
                <w:iCs/>
              </w:rPr>
              <w:t xml:space="preserve">gcs1 </w:t>
            </w:r>
            <w:r w:rsidRPr="00B81C62">
              <w:rPr>
                <w:rFonts w:cs="Arial"/>
                <w:iCs/>
              </w:rPr>
              <w:t xml:space="preserve">mutants in the intranasal inoculation are very similar to the </w:t>
            </w:r>
            <w:r w:rsidRPr="00B81C62">
              <w:rPr>
                <w:rFonts w:cs="Arial"/>
                <w:i/>
                <w:iCs/>
                <w:lang w:val="x-none"/>
              </w:rPr>
              <w:t>Δ</w:t>
            </w:r>
            <w:r w:rsidRPr="00B81C62">
              <w:rPr>
                <w:rFonts w:cs="Arial"/>
                <w:i/>
                <w:iCs/>
              </w:rPr>
              <w:t xml:space="preserve">smt1 </w:t>
            </w:r>
            <w:r w:rsidRPr="00B81C62">
              <w:rPr>
                <w:rFonts w:cs="Arial"/>
                <w:iCs/>
              </w:rPr>
              <w:t>mutants, which accumulate demethylated ceramide and demethylated glucosylceramide (</w:t>
            </w:r>
            <w:proofErr w:type="spellStart"/>
            <w:r w:rsidRPr="00B81C62">
              <w:rPr>
                <w:rFonts w:cs="Arial"/>
                <w:iCs/>
              </w:rPr>
              <w:t>GlcCer</w:t>
            </w:r>
            <w:proofErr w:type="spellEnd"/>
            <w:r w:rsidRPr="00B81C62">
              <w:rPr>
                <w:rFonts w:cs="Arial"/>
                <w:iCs/>
              </w:rPr>
              <w:t xml:space="preserve">) unfit for Gcs1p to maintain the membrane integrity and permeability </w:t>
            </w:r>
            <w:r w:rsidRPr="00B81C62">
              <w:rPr>
                <w:rFonts w:cs="Arial"/>
                <w:iCs/>
              </w:rPr>
              <w:fldChar w:fldCharType="begin">
                <w:fldData xml:space="preserve">PEVuZE5vdGU+PENpdGU+PEF1dGhvcj5TaW5naDwvQXV0aG9yPjxZZWFyPjIwMTI8L1llYXI+PFJl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</w:fldData>
              </w:fldChar>
            </w:r>
            <w:r w:rsidR="00706F40">
              <w:rPr>
                <w:rFonts w:cs="Arial"/>
                <w:iCs/>
              </w:rPr>
              <w:instrText xml:space="preserve"> ADDIN EN.CITE </w:instrText>
            </w:r>
            <w:r w:rsidR="00706F40">
              <w:rPr>
                <w:rFonts w:cs="Arial"/>
                <w:iCs/>
              </w:rPr>
              <w:fldChar w:fldCharType="begin">
                <w:fldData xml:space="preserve">PEVuZE5vdGU+PENpdGU+PEF1dGhvcj5TaW5naDwvQXV0aG9yPjxZZWFyPjIwMTI8L1llYXI+PFJl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[73]</w:t>
            </w:r>
            <w:r w:rsidRPr="00B81C62">
              <w:rPr>
                <w:rFonts w:cs="Arial"/>
                <w:iCs/>
              </w:rPr>
              <w:fldChar w:fldCharType="end"/>
            </w:r>
          </w:p>
        </w:tc>
      </w:tr>
      <w:tr w:rsidR="00B81C62" w:rsidRPr="00B81C62" w14:paraId="271745FC" w14:textId="77777777" w:rsidTr="00B81C62">
        <w:tc>
          <w:tcPr>
            <w:tcW w:w="939" w:type="pct"/>
            <w:tcBorders>
              <w:bottom w:val="single" w:sz="4" w:space="0" w:color="auto"/>
            </w:tcBorders>
            <w:shd w:val="clear" w:color="auto" w:fill="auto"/>
            <w:vAlign w:val="center"/>
          </w:tcPr>
          <w:p w14:paraId="5C6B4930" w14:textId="42E4980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gpa1</w:t>
            </w:r>
          </w:p>
        </w:tc>
        <w:tc>
          <w:tcPr>
            <w:tcW w:w="4061" w:type="pct"/>
            <w:tcBorders>
              <w:top w:val="nil"/>
              <w:bottom w:val="single" w:sz="4" w:space="0" w:color="auto"/>
            </w:tcBorders>
            <w:shd w:val="clear" w:color="auto" w:fill="auto"/>
            <w:vAlign w:val="center"/>
          </w:tcPr>
          <w:p w14:paraId="1AE38FFB" w14:textId="1F51F522" w:rsidR="00B81C62" w:rsidRPr="00B81C62" w:rsidRDefault="00B81C62" w:rsidP="00B81C62">
            <w:pPr>
              <w:tabs>
                <w:tab w:val="left" w:pos="0"/>
              </w:tabs>
              <w:jc w:val="left"/>
              <w:rPr>
                <w:rFonts w:cs="Arial"/>
                <w:iCs/>
              </w:rPr>
            </w:pPr>
            <w:r w:rsidRPr="00B81C62">
              <w:rPr>
                <w:rFonts w:cs="Arial"/>
                <w:color w:val="2E2E2E"/>
                <w:shd w:val="clear" w:color="auto" w:fill="FFFFFF"/>
              </w:rPr>
              <w:t xml:space="preserve">cAMP not produced, leading to defective mating, impaired melanin and capsule production, and susceptibility to macrophage killing </w:t>
            </w:r>
            <w:r w:rsidRPr="00B81C62">
              <w:rPr>
                <w:rFonts w:cs="Arial"/>
                <w:color w:val="2E2E2E"/>
                <w:shd w:val="clear" w:color="auto" w:fill="FFFFFF"/>
              </w:rPr>
              <w:fldChar w:fldCharType="begin">
                <w:fldData xml:space="preserve">PEVuZE5vdGU+PENpdGU+PEF1dGhvcj5GYW48L0F1dGhvcj48WWVhcj4yMDA1PC9ZZWFyPjxSZWNO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PEVuZE5vdGU+PENpdGU+PEF1dGhvcj5GYW48L0F1dGhvcj48WWVhcj4yMDA1PC9ZZWFyPjxSZWNO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[30,74]</w:t>
            </w:r>
            <w:r w:rsidRPr="00B81C62">
              <w:rPr>
                <w:rFonts w:cs="Arial"/>
                <w:color w:val="2E2E2E"/>
                <w:shd w:val="clear" w:color="auto" w:fill="FFFFFF"/>
              </w:rPr>
              <w:fldChar w:fldCharType="end"/>
            </w:r>
          </w:p>
        </w:tc>
      </w:tr>
      <w:tr w:rsidR="00B81C62" w:rsidRPr="00B81C62" w14:paraId="391FD1E3" w14:textId="77777777" w:rsidTr="00B81C62">
        <w:tc>
          <w:tcPr>
            <w:tcW w:w="939" w:type="pct"/>
            <w:tcBorders>
              <w:bottom w:val="single" w:sz="4" w:space="0" w:color="auto"/>
            </w:tcBorders>
            <w:shd w:val="clear" w:color="auto" w:fill="auto"/>
            <w:vAlign w:val="center"/>
          </w:tcPr>
          <w:p w14:paraId="4DD5CE90" w14:textId="14C3BD72"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gpa1, </w:t>
            </w:r>
            <w:r w:rsidRPr="00B81C62">
              <w:rPr>
                <w:rFonts w:cs="Arial"/>
                <w:i/>
                <w:iCs/>
                <w:lang w:val="x-none"/>
              </w:rPr>
              <w:t>Δ</w:t>
            </w:r>
            <w:r w:rsidRPr="00B81C62">
              <w:rPr>
                <w:rFonts w:cs="Arial"/>
                <w:i/>
                <w:iCs/>
              </w:rPr>
              <w:t xml:space="preserve">cac1, </w:t>
            </w:r>
            <w:r w:rsidRPr="00B81C62">
              <w:rPr>
                <w:rFonts w:cs="Arial"/>
                <w:i/>
                <w:iCs/>
                <w:lang w:val="x-none"/>
              </w:rPr>
              <w:t>Δ</w:t>
            </w:r>
            <w:r w:rsidRPr="00B81C62">
              <w:rPr>
                <w:rFonts w:cs="Arial"/>
                <w:i/>
                <w:iCs/>
              </w:rPr>
              <w:t>pka1</w:t>
            </w:r>
          </w:p>
        </w:tc>
        <w:tc>
          <w:tcPr>
            <w:tcW w:w="4061" w:type="pct"/>
            <w:tcBorders>
              <w:top w:val="nil"/>
              <w:bottom w:val="single" w:sz="4" w:space="0" w:color="auto"/>
            </w:tcBorders>
            <w:shd w:val="clear" w:color="auto" w:fill="auto"/>
            <w:vAlign w:val="center"/>
          </w:tcPr>
          <w:p w14:paraId="1E62388A" w14:textId="3DFD16F2"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Individually and collectively showed impaired capsule formation in </w:t>
            </w:r>
            <w:r w:rsidRPr="00B81C62">
              <w:rPr>
                <w:rFonts w:cs="Arial"/>
                <w:i/>
                <w:color w:val="2E2E2E"/>
                <w:shd w:val="clear" w:color="auto" w:fill="FFFFFF"/>
              </w:rPr>
              <w:t xml:space="preserve">Δhog1 </w:t>
            </w:r>
            <w:r w:rsidRPr="00B81C62">
              <w:rPr>
                <w:rFonts w:cs="Arial"/>
                <w:iCs/>
                <w:color w:val="2E2E2E"/>
                <w:shd w:val="clear" w:color="auto" w:fill="FFFFFF"/>
              </w:rPr>
              <w:t>background s</w:t>
            </w:r>
            <w:r w:rsidRPr="00B81C62">
              <w:rPr>
                <w:rFonts w:cs="Arial"/>
                <w:lang w:val="en-US"/>
              </w:rPr>
              <w:t>erotype A</w:t>
            </w:r>
            <w:r w:rsidRPr="00B81C62">
              <w:rPr>
                <w:rFonts w:cs="Arial"/>
                <w:i/>
                <w:color w:val="2E2E2E"/>
                <w:shd w:val="clear" w:color="auto" w:fill="FFFFFF"/>
              </w:rPr>
              <w:t xml:space="preserve"> </w:t>
            </w:r>
            <w:r w:rsidRPr="00B81C62">
              <w:rPr>
                <w:rFonts w:cs="Arial"/>
                <w:color w:val="2E2E2E"/>
                <w:shd w:val="clear" w:color="auto" w:fill="FFFFFF"/>
              </w:rPr>
              <w:t xml:space="preserve">mutant </w:t>
            </w:r>
            <w:r w:rsidRPr="00B81C62">
              <w:rPr>
                <w:rFonts w:cs="Arial"/>
                <w:color w:val="2E2E2E"/>
                <w:shd w:val="clear" w:color="auto" w:fill="FFFFFF"/>
              </w:rPr>
              <w:fldChar w:fldCharType="begin">
                <w:fldData xml:space="preserve">PEVuZE5vdGU+PENpdGU+PEF1dGhvcj5CYWhuPC9BdXRob3I+PFllYXI+MjAwNTwvWWVhcj48UmVj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==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PEVuZE5vdGU+PENpdGU+PEF1dGhvcj5CYWhuPC9BdXRob3I+PFllYXI+MjAwNTwvWWVhcj48UmVj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==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[75]</w:t>
            </w:r>
            <w:r w:rsidRPr="00B81C62">
              <w:rPr>
                <w:rFonts w:cs="Arial"/>
                <w:color w:val="2E2E2E"/>
                <w:shd w:val="clear" w:color="auto" w:fill="FFFFFF"/>
              </w:rPr>
              <w:fldChar w:fldCharType="end"/>
            </w:r>
          </w:p>
        </w:tc>
      </w:tr>
      <w:tr w:rsidR="00B81C62" w:rsidRPr="00B81C62" w14:paraId="1DA8665E" w14:textId="77777777" w:rsidTr="00B81C62">
        <w:tc>
          <w:tcPr>
            <w:tcW w:w="939" w:type="pct"/>
            <w:tcBorders>
              <w:bottom w:val="single" w:sz="4" w:space="0" w:color="auto"/>
            </w:tcBorders>
            <w:shd w:val="clear" w:color="auto" w:fill="auto"/>
            <w:vAlign w:val="center"/>
          </w:tcPr>
          <w:p w14:paraId="717E081C" w14:textId="606BD5E6"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gpa1</w:t>
            </w:r>
            <w:r w:rsidRPr="00B81C62">
              <w:rPr>
                <w:rFonts w:cs="Arial"/>
                <w:iCs/>
              </w:rPr>
              <w:t xml:space="preserve">, </w:t>
            </w:r>
            <w:r w:rsidRPr="00B81C62">
              <w:rPr>
                <w:rFonts w:cs="Arial"/>
                <w:i/>
                <w:iCs/>
                <w:lang w:val="x-none"/>
              </w:rPr>
              <w:t>Δ</w:t>
            </w:r>
            <w:r w:rsidRPr="00B81C62">
              <w:rPr>
                <w:rFonts w:cs="Arial"/>
                <w:i/>
                <w:iCs/>
              </w:rPr>
              <w:t>pka1</w:t>
            </w:r>
          </w:p>
        </w:tc>
        <w:tc>
          <w:tcPr>
            <w:tcW w:w="4061" w:type="pct"/>
            <w:tcBorders>
              <w:top w:val="nil"/>
              <w:bottom w:val="single" w:sz="4" w:space="0" w:color="auto"/>
            </w:tcBorders>
            <w:shd w:val="clear" w:color="auto" w:fill="auto"/>
            <w:vAlign w:val="center"/>
          </w:tcPr>
          <w:p w14:paraId="0B0A1A87" w14:textId="07563FB5"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Impaired sugar metabolism, attenuated virulence, and prone to phagocytosis </w:t>
            </w:r>
            <w:r w:rsidRPr="00B81C62">
              <w:rPr>
                <w:rFonts w:cs="Arial"/>
                <w:color w:val="2E2E2E"/>
                <w:shd w:val="clear" w:color="auto" w:fill="FFFFFF"/>
              </w:rPr>
              <w:fldChar w:fldCharType="begin">
                <w:fldData xml:space="preserve">PEVuZE5vdGU+PENpdGU+PEF1dGhvcj5GYW48L0F1dGhvcj48WWVhcj4yMDA1PC9ZZWFyPjxSZWNO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PEVuZE5vdGU+PENpdGU+PEF1dGhvcj5GYW48L0F1dGhvcj48WWVhcj4yMDA1PC9ZZWFyPjxSZWNO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[30]</w:t>
            </w:r>
            <w:r w:rsidRPr="00B81C62">
              <w:rPr>
                <w:rFonts w:cs="Arial"/>
                <w:color w:val="2E2E2E"/>
                <w:shd w:val="clear" w:color="auto" w:fill="FFFFFF"/>
              </w:rPr>
              <w:fldChar w:fldCharType="end"/>
            </w:r>
          </w:p>
        </w:tc>
      </w:tr>
      <w:tr w:rsidR="00B81C62" w:rsidRPr="00B81C62" w14:paraId="2CCFD352" w14:textId="77777777" w:rsidTr="00B81C62">
        <w:tc>
          <w:tcPr>
            <w:tcW w:w="939" w:type="pct"/>
            <w:tcBorders>
              <w:bottom w:val="single" w:sz="4" w:space="0" w:color="auto"/>
            </w:tcBorders>
            <w:shd w:val="clear" w:color="auto" w:fill="auto"/>
            <w:vAlign w:val="center"/>
          </w:tcPr>
          <w:p w14:paraId="67AD5ED5" w14:textId="3BEAB44D"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 xml:space="preserve">gpp1, </w:t>
            </w:r>
            <w:r w:rsidRPr="00B81C62">
              <w:rPr>
                <w:rFonts w:cs="Arial"/>
                <w:i/>
                <w:iCs/>
                <w:lang w:val="x-none"/>
              </w:rPr>
              <w:t>Δ</w:t>
            </w:r>
            <w:r w:rsidRPr="00B81C62">
              <w:rPr>
                <w:rFonts w:cs="Arial"/>
                <w:i/>
                <w:iCs/>
              </w:rPr>
              <w:t xml:space="preserve">gpp2, </w:t>
            </w:r>
            <w:r w:rsidRPr="00B81C62">
              <w:rPr>
                <w:rFonts w:cs="Arial"/>
                <w:i/>
                <w:iCs/>
                <w:lang w:val="x-none"/>
              </w:rPr>
              <w:t>Δ</w:t>
            </w:r>
            <w:r w:rsidRPr="00B81C62">
              <w:rPr>
                <w:rFonts w:cs="Arial"/>
                <w:i/>
                <w:iCs/>
              </w:rPr>
              <w:t xml:space="preserve">dog1, </w:t>
            </w:r>
            <w:r w:rsidRPr="00B81C62">
              <w:rPr>
                <w:rFonts w:cs="Arial"/>
                <w:i/>
                <w:iCs/>
                <w:lang w:val="x-none"/>
              </w:rPr>
              <w:t>Δ</w:t>
            </w:r>
            <w:r w:rsidRPr="00B81C62">
              <w:rPr>
                <w:rFonts w:cs="Arial"/>
                <w:i/>
                <w:iCs/>
              </w:rPr>
              <w:t>dog2</w:t>
            </w:r>
          </w:p>
        </w:tc>
        <w:tc>
          <w:tcPr>
            <w:tcW w:w="4061" w:type="pct"/>
            <w:tcBorders>
              <w:top w:val="nil"/>
              <w:bottom w:val="single" w:sz="4" w:space="0" w:color="auto"/>
            </w:tcBorders>
            <w:shd w:val="clear" w:color="auto" w:fill="auto"/>
            <w:vAlign w:val="center"/>
          </w:tcPr>
          <w:p w14:paraId="011C1149" w14:textId="006E0F4B"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Normally capsulated but hypovirulent and unable to produce melanin, phospholipase, and urease. The mutants are sensitive to cold shock, membrane and cell wall destabiliser, alkaline conditions, and osmotic stress. There is an unregulated sulphur-containing amino acid biosynthesis due to a perpetual expression of </w:t>
            </w:r>
            <w:r w:rsidRPr="00B81C62">
              <w:rPr>
                <w:rFonts w:cs="Arial"/>
                <w:i/>
                <w:iCs/>
                <w:color w:val="2E2E2E"/>
                <w:shd w:val="clear" w:color="auto" w:fill="FFFFFF"/>
              </w:rPr>
              <w:t>Cys3</w:t>
            </w:r>
            <w:r w:rsidRPr="00B81C62">
              <w:rPr>
                <w:rFonts w:cs="Arial"/>
                <w:color w:val="2E2E2E"/>
                <w:shd w:val="clear" w:color="auto" w:fill="FFFFFF"/>
              </w:rPr>
              <w:t xml:space="preserve"> orchestrated by the Cna1 pathway. Growth defect in SD fortified with various nitrogen sources/amino acids except with Pro, Gln, Asn, Asp, and Met at </w:t>
            </w:r>
            <w:r w:rsidRPr="00B81C62">
              <w:rPr>
                <w:rFonts w:cs="Arial"/>
                <w:lang w:val="x-none"/>
              </w:rPr>
              <w:t>30</w:t>
            </w:r>
            <w:r w:rsidRPr="00B81C62">
              <w:rPr>
                <w:rFonts w:cs="Arial"/>
              </w:rPr>
              <w:t xml:space="preserve"> or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color w:val="2E2E2E"/>
                <w:shd w:val="clear" w:color="auto" w:fill="FFFFFF"/>
              </w:rPr>
              <w:t xml:space="preserve"> </w:t>
            </w:r>
            <w:r w:rsidRPr="00B81C62">
              <w:rPr>
                <w:rFonts w:cs="Arial"/>
                <w:color w:val="2E2E2E"/>
                <w:shd w:val="clear" w:color="auto" w:fill="FFFFFF"/>
              </w:rPr>
              <w:fldChar w:fldCharType="begin">
                <w:fldData xml:space="preserve">PEVuZE5vdGU+PENpdGU+PEF1dGhvcj5NYXJ0aG88L0F1dGhvcj48WWVhcj4yMDE5PC9ZZWFyPjxS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PEVuZE5vdGU+PENpdGU+PEF1dGhvcj5NYXJ0aG88L0F1dGhvcj48WWVhcj4yMDE5PC9ZZWFyPjxS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[76,77]</w:t>
            </w:r>
            <w:r w:rsidRPr="00B81C62">
              <w:rPr>
                <w:rFonts w:cs="Arial"/>
                <w:color w:val="2E2E2E"/>
                <w:shd w:val="clear" w:color="auto" w:fill="FFFFFF"/>
              </w:rPr>
              <w:fldChar w:fldCharType="end"/>
            </w:r>
          </w:p>
        </w:tc>
      </w:tr>
      <w:tr w:rsidR="00B81C62" w:rsidRPr="00B81C62" w14:paraId="7BE1A664" w14:textId="77777777" w:rsidTr="00B81C62">
        <w:tc>
          <w:tcPr>
            <w:tcW w:w="939" w:type="pct"/>
            <w:tcBorders>
              <w:bottom w:val="single" w:sz="4" w:space="0" w:color="auto"/>
            </w:tcBorders>
            <w:shd w:val="clear" w:color="auto" w:fill="auto"/>
            <w:vAlign w:val="center"/>
          </w:tcPr>
          <w:p w14:paraId="0B0EB15D" w14:textId="1AB946C9"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gpx1, </w:t>
            </w:r>
            <w:r w:rsidRPr="00B81C62">
              <w:rPr>
                <w:rFonts w:cs="Arial"/>
                <w:i/>
                <w:iCs/>
                <w:lang w:val="x-none"/>
              </w:rPr>
              <w:t>Δ</w:t>
            </w:r>
            <w:r w:rsidRPr="00B81C62">
              <w:rPr>
                <w:rFonts w:cs="Arial"/>
                <w:i/>
                <w:iCs/>
              </w:rPr>
              <w:t>gpx2</w:t>
            </w:r>
          </w:p>
        </w:tc>
        <w:tc>
          <w:tcPr>
            <w:tcW w:w="4061" w:type="pct"/>
            <w:tcBorders>
              <w:top w:val="nil"/>
              <w:bottom w:val="single" w:sz="4" w:space="0" w:color="auto"/>
            </w:tcBorders>
            <w:shd w:val="clear" w:color="auto" w:fill="auto"/>
            <w:vAlign w:val="center"/>
          </w:tcPr>
          <w:p w14:paraId="4DB6E0FA" w14:textId="06D18ADA"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The single and double mutants are sensitive to oxidative-induced macrophage killing and show no impact on the survival and virulence in the MIMC</w:t>
            </w:r>
            <w:r w:rsidRPr="00B81C62">
              <w:rPr>
                <w:rFonts w:cs="Arial"/>
                <w:i/>
                <w:iCs/>
              </w:rPr>
              <w:t xml:space="preserve"> </w:t>
            </w:r>
            <w:r w:rsidRPr="00B81C62">
              <w:rPr>
                <w:rFonts w:cs="Arial"/>
                <w:iCs/>
              </w:rPr>
              <w:fldChar w:fldCharType="begin"/>
            </w:r>
            <w:r w:rsidR="00706F40">
              <w:rPr>
                <w:rFonts w:cs="Arial"/>
                <w:iCs/>
              </w:rPr>
              <w:instrText xml:space="preserve"> ADDIN EN.CITE &lt;EndNote&gt;&lt;Cite&gt;&lt;Author&gt;Missall&lt;/Author&gt;&lt;Year&gt;2005&lt;/Year&gt;&lt;RecNum&gt;351&lt;/RecNum&gt;&lt;DisplayText&gt;&lt;style size="10"&gt;[78]&lt;/style&gt;&lt;/DisplayText&gt;&lt;record&gt;&lt;rec-number&gt;351&lt;/rec-number&gt;&lt;foreign-keys&gt;&lt;key app="EN" db-id="2ef9ffxzfstzs5e9dzov9txxs20trda0deex" timestamp="1603749031"&gt;351&lt;/key&gt;&lt;/foreign-keys&gt;&lt;ref-type name="Journal Article"&gt;17&lt;/ref-type&gt;&lt;contributors&gt;&lt;authors&gt;&lt;author&gt;Missall, T. A.&lt;/author&gt;&lt;author&gt;Cherry-Harris, J. F.&lt;/author&gt;&lt;author&gt;Lodge, J. K.&lt;/author&gt;&lt;/authors&gt;&lt;/contributors&gt;&lt;auth-address&gt;Edward A. Doisy Department of Biochemistry and Molecular Biology, Saint Louis University School of Medicine, 1402 S. Grand Blvd, St Louis, MO 63104, USA.&amp;#xD;Department of Molecular Microbiology and Immunology, Saint Louis University School of Medicine, 1402 S. Grand Blvd, St Louis, MO 63104, USA.&lt;/auth-address&gt;&lt;titles&gt;&lt;title&gt;Two glutathione peroxidases in the fungal pathogen Cryptococcus neoformans are expressed in the presence of specific substrates&lt;/title&gt;&lt;secondary-title&gt;Microbiology (Reading)&lt;/secondary-title&gt;&lt;/titles&gt;&lt;periodical&gt;&lt;full-title&gt;Microbiology (Reading)&lt;/full-title&gt;&lt;/periodical&gt;&lt;pages&gt;2573-2581&lt;/pages&gt;&lt;volume&gt;151&lt;/volume&gt;&lt;number&gt;Pt 8&lt;/number&gt;&lt;edition&gt;2005/08/05&lt;/edition&gt;&lt;keywords&gt;&lt;keyword&gt;Animals&lt;/keyword&gt;&lt;keyword&gt;Cryptococcus neoformans/*enzymology/genetics/metabolism&lt;/keyword&gt;&lt;keyword&gt;Gene Expression Regulation, Fungal&lt;/keyword&gt;&lt;keyword&gt;Glutathione Peroxidase/genetics/*metabolism&lt;/keyword&gt;&lt;keyword&gt;Mice&lt;/keyword&gt;&lt;keyword&gt;Oxidative Stress&lt;/keyword&gt;&lt;keyword&gt;Substrate Specificity&lt;/keyword&gt;&lt;/keywords&gt;&lt;dates&gt;&lt;year&gt;2005&lt;/year&gt;&lt;pub-dates&gt;&lt;date&gt;Aug&lt;/date&gt;&lt;/pub-dates&gt;&lt;/dates&gt;&lt;isbn&gt;1350-0872 (Print)&amp;#xD;1350-0872 (Linking)&lt;/isbn&gt;&lt;accession-num&gt;16079336&lt;/accession-num&gt;&lt;urls&gt;&lt;related-urls&gt;&lt;url&gt;https://www.ncbi.nlm.nih.gov/pubmed/16079336&lt;/url&gt;&lt;/related-urls&gt;&lt;/urls&gt;&lt;electronic-resource-num&gt;10.1099/mic.0.28132-0&lt;/electronic-resource-num&gt;&lt;remote-database-name&gt;Medline&lt;/remote-database-name&gt;&lt;remote-database-provider&gt;NLM&lt;/remote-database-provider&gt;&lt;/record&gt;&lt;/Cite&gt;&lt;/EndNote&gt;</w:instrText>
            </w:r>
            <w:r w:rsidRPr="00B81C62">
              <w:rPr>
                <w:rFonts w:cs="Arial"/>
                <w:iCs/>
              </w:rPr>
              <w:fldChar w:fldCharType="separate"/>
            </w:r>
            <w:r w:rsidR="00706F40">
              <w:rPr>
                <w:rFonts w:cs="Arial"/>
                <w:iCs/>
                <w:noProof/>
              </w:rPr>
              <w:t>[78]</w:t>
            </w:r>
            <w:r w:rsidRPr="00B81C62">
              <w:rPr>
                <w:rFonts w:cs="Arial"/>
                <w:iCs/>
              </w:rPr>
              <w:fldChar w:fldCharType="end"/>
            </w:r>
          </w:p>
        </w:tc>
      </w:tr>
      <w:tr w:rsidR="00B81C62" w:rsidRPr="00B81C62" w14:paraId="2B7A8AB6" w14:textId="77777777" w:rsidTr="00B81C62">
        <w:tc>
          <w:tcPr>
            <w:tcW w:w="939" w:type="pct"/>
            <w:tcBorders>
              <w:bottom w:val="single" w:sz="4" w:space="0" w:color="auto"/>
            </w:tcBorders>
            <w:shd w:val="clear" w:color="auto" w:fill="auto"/>
            <w:vAlign w:val="center"/>
          </w:tcPr>
          <w:p w14:paraId="0B791F7C" w14:textId="17283C90" w:rsidR="00B81C62" w:rsidRPr="00B81C62" w:rsidRDefault="00B81C62" w:rsidP="00B81C62">
            <w:pPr>
              <w:pStyle w:val="MDPI42tablebody"/>
              <w:jc w:val="left"/>
              <w:rPr>
                <w:rFonts w:cs="Arial"/>
                <w:i/>
                <w:iCs/>
                <w:lang w:val="x-none"/>
              </w:rPr>
            </w:pPr>
            <w:proofErr w:type="spellStart"/>
            <w:r w:rsidRPr="00B81C62">
              <w:rPr>
                <w:rFonts w:cs="Arial"/>
                <w:i/>
                <w:iCs/>
                <w:lang w:val="x-none"/>
              </w:rPr>
              <w:t>Δ</w:t>
            </w:r>
            <w:r w:rsidRPr="00B81C62">
              <w:rPr>
                <w:rFonts w:cs="Arial"/>
                <w:i/>
                <w:iCs/>
              </w:rPr>
              <w:t>grasp</w:t>
            </w:r>
            <w:proofErr w:type="spellEnd"/>
          </w:p>
        </w:tc>
        <w:tc>
          <w:tcPr>
            <w:tcW w:w="4061" w:type="pct"/>
            <w:tcBorders>
              <w:top w:val="nil"/>
              <w:bottom w:val="single" w:sz="4" w:space="0" w:color="auto"/>
            </w:tcBorders>
            <w:shd w:val="clear" w:color="auto" w:fill="auto"/>
            <w:vAlign w:val="center"/>
          </w:tcPr>
          <w:p w14:paraId="40B99AF5" w14:textId="251F0808"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Poor morphology of Golgi apparatus; attenuated virulence (hypocapsulation due to poor secretion of GXM); poor phagoresistance but normal pigmentation/melanisation and urease activity </w:t>
            </w:r>
            <w:r w:rsidRPr="00B81C62">
              <w:rPr>
                <w:rFonts w:cs="Arial"/>
                <w:color w:val="2E2E2E"/>
                <w:shd w:val="clear" w:color="auto" w:fill="FFFFFF"/>
              </w:rPr>
              <w:fldChar w:fldCharType="begin">
                <w:fldData xml:space="preserve">PEVuZE5vdGU+PENpdGU+PEF1dGhvcj5LbWV0enNjaDwvQXV0aG9yPjxZZWFyPjIwMTE8L1llYXI+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PEVuZE5vdGU+PENpdGU+PEF1dGhvcj5LbWV0enNjaDwvQXV0aG9yPjxZZWFyPjIwMTE8L1llYXI+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[79]</w:t>
            </w:r>
            <w:r w:rsidRPr="00B81C62">
              <w:rPr>
                <w:rFonts w:cs="Arial"/>
                <w:color w:val="2E2E2E"/>
                <w:shd w:val="clear" w:color="auto" w:fill="FFFFFF"/>
              </w:rPr>
              <w:fldChar w:fldCharType="end"/>
            </w:r>
          </w:p>
        </w:tc>
      </w:tr>
      <w:tr w:rsidR="00B81C62" w:rsidRPr="00B81C62" w14:paraId="0A17CE42" w14:textId="77777777" w:rsidTr="00B81C62">
        <w:tc>
          <w:tcPr>
            <w:tcW w:w="939" w:type="pct"/>
            <w:tcBorders>
              <w:bottom w:val="single" w:sz="4" w:space="0" w:color="auto"/>
            </w:tcBorders>
            <w:shd w:val="clear" w:color="auto" w:fill="auto"/>
            <w:vAlign w:val="center"/>
          </w:tcPr>
          <w:p w14:paraId="0EA20806" w14:textId="4E50668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grx4</w:t>
            </w:r>
          </w:p>
        </w:tc>
        <w:tc>
          <w:tcPr>
            <w:tcW w:w="4061" w:type="pct"/>
            <w:tcBorders>
              <w:top w:val="nil"/>
              <w:bottom w:val="single" w:sz="4" w:space="0" w:color="auto"/>
            </w:tcBorders>
            <w:shd w:val="clear" w:color="auto" w:fill="auto"/>
            <w:vAlign w:val="center"/>
          </w:tcPr>
          <w:p w14:paraId="791A8972" w14:textId="5258DAD6"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The avirulent mutant showed impaired growth at </w:t>
            </w:r>
            <w:r w:rsidRPr="00B81C62">
              <w:rPr>
                <w:rFonts w:cs="Arial"/>
                <w:lang w:val="x-none"/>
              </w:rPr>
              <w:t>37 and 39</w:t>
            </w:r>
            <w:r w:rsidRPr="00B81C62">
              <w:rPr>
                <w:rFonts w:cs="Arial"/>
                <w:vertAlign w:val="superscript"/>
                <w:lang w:val="x-none"/>
              </w:rPr>
              <w:t>o</w:t>
            </w:r>
            <w:r w:rsidRPr="00B81C62">
              <w:rPr>
                <w:rFonts w:cs="Arial"/>
                <w:lang w:val="x-none"/>
              </w:rPr>
              <w:t>C</w:t>
            </w:r>
            <w:r w:rsidRPr="00B81C62">
              <w:rPr>
                <w:rFonts w:cs="Arial"/>
                <w:lang w:val="en-US"/>
              </w:rPr>
              <w:t xml:space="preserve"> with poor chitin-chitosan production at 39</w:t>
            </w:r>
            <w:r w:rsidRPr="00B81C62">
              <w:rPr>
                <w:rFonts w:cs="Arial"/>
                <w:vertAlign w:val="superscript"/>
                <w:lang w:val="en-US"/>
              </w:rPr>
              <w:t>o</w:t>
            </w:r>
            <w:r w:rsidRPr="00B81C62">
              <w:rPr>
                <w:rFonts w:cs="Arial"/>
                <w:lang w:val="en-US"/>
              </w:rPr>
              <w:t xml:space="preserve">C, </w:t>
            </w:r>
            <w:proofErr w:type="spellStart"/>
            <w:r w:rsidRPr="00B81C62">
              <w:rPr>
                <w:rFonts w:cs="Arial"/>
                <w:lang w:val="en-US"/>
              </w:rPr>
              <w:t>decolouri</w:t>
            </w:r>
            <w:r w:rsidR="004574CD">
              <w:rPr>
                <w:rFonts w:cs="Arial"/>
                <w:lang w:val="en-US"/>
              </w:rPr>
              <w:t>s</w:t>
            </w:r>
            <w:r w:rsidRPr="00B81C62">
              <w:rPr>
                <w:rFonts w:cs="Arial"/>
                <w:lang w:val="en-US"/>
              </w:rPr>
              <w:t>ed</w:t>
            </w:r>
            <w:proofErr w:type="spellEnd"/>
            <w:r w:rsidRPr="00B81C62">
              <w:rPr>
                <w:rFonts w:cs="Arial"/>
                <w:lang w:val="en-US"/>
              </w:rPr>
              <w:t xml:space="preserve"> (in </w:t>
            </w:r>
            <w:r w:rsidRPr="00B81C62">
              <w:rPr>
                <w:rFonts w:cs="Arial"/>
                <w:i/>
                <w:iCs/>
                <w:lang w:val="en-US"/>
              </w:rPr>
              <w:t>L-</w:t>
            </w:r>
            <w:r w:rsidRPr="00B81C62">
              <w:rPr>
                <w:rFonts w:cs="Arial"/>
                <w:lang w:val="en-US"/>
              </w:rPr>
              <w:t xml:space="preserve">DOPA medium) and hypocapsulated (in defined LIM) colonies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lang w:val="en-US"/>
              </w:rPr>
              <w:t>, hypersensitive to SDS, CFW, caffeine, phleomycin, CoCl</w:t>
            </w:r>
            <w:r w:rsidRPr="00B81C62">
              <w:rPr>
                <w:rFonts w:cs="Arial"/>
                <w:vertAlign w:val="subscript"/>
                <w:lang w:val="en-US"/>
              </w:rPr>
              <w:t>2</w:t>
            </w:r>
            <w:r w:rsidRPr="00B81C62">
              <w:rPr>
                <w:rFonts w:cs="Arial"/>
                <w:lang w:val="en-US"/>
              </w:rPr>
              <w:t xml:space="preserve">, FK506, and CsA. Mutant displayed partial-to-complete nuclear delocalisation of Crz1p (in the presence of glucosamine, calcium, iron limitation, and elevated temperature), impaired Cna1p function, and poor iron homeostasis due to impaired functional Cir1p coupled with dysregulation of iron-dependent metabolisms </w:t>
            </w:r>
            <w:r w:rsidRPr="00B81C62">
              <w:rPr>
                <w:rFonts w:cs="Arial"/>
                <w:lang w:val="en-US"/>
              </w:rPr>
              <w:fldChar w:fldCharType="begin">
                <w:fldData xml:space="preserve">PEVuZE5vdGU+PENpdGU+PEF1dGhvcj5KdW5nPC9BdXRob3I+PFllYXI+MjAwNjwvWWVhcj48UmVj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==
</w:fldData>
              </w:fldChar>
            </w:r>
            <w:r w:rsidR="00706F40">
              <w:rPr>
                <w:rFonts w:cs="Arial"/>
                <w:lang w:val="en-US"/>
              </w:rPr>
              <w:instrText xml:space="preserve"> ADDIN EN.CITE </w:instrText>
            </w:r>
            <w:r w:rsidR="00706F40">
              <w:rPr>
                <w:rFonts w:cs="Arial"/>
                <w:lang w:val="en-US"/>
              </w:rPr>
              <w:fldChar w:fldCharType="begin">
                <w:fldData xml:space="preserve">PEVuZE5vdGU+PENpdGU+PEF1dGhvcj5KdW5nPC9BdXRob3I+PFllYXI+MjAwNjwvWWVhcj48UmVj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==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[80-82]</w:t>
            </w:r>
            <w:r w:rsidRPr="00B81C62">
              <w:rPr>
                <w:rFonts w:cs="Arial"/>
                <w:lang w:val="en-US"/>
              </w:rPr>
              <w:fldChar w:fldCharType="end"/>
            </w:r>
            <w:r w:rsidRPr="00B81C62">
              <w:rPr>
                <w:rFonts w:cs="Arial"/>
                <w:lang w:val="en-US"/>
              </w:rPr>
              <w:t xml:space="preserve">. The mutant shared similar phenotypic defects along with </w:t>
            </w:r>
            <w:r w:rsidRPr="00B81C62">
              <w:rPr>
                <w:rFonts w:cs="Arial"/>
                <w:i/>
                <w:iCs/>
                <w:lang w:val="x-none"/>
              </w:rPr>
              <w:t>Δcrz1</w:t>
            </w:r>
            <w:r w:rsidRPr="00B81C62">
              <w:rPr>
                <w:rFonts w:cs="Arial"/>
                <w:i/>
                <w:iCs/>
                <w:lang w:val="en-US"/>
              </w:rPr>
              <w:t xml:space="preserve"> </w:t>
            </w:r>
            <w:r w:rsidRPr="00B81C62">
              <w:rPr>
                <w:rFonts w:cs="Arial"/>
                <w:lang w:val="en-US"/>
              </w:rPr>
              <w:t xml:space="preserve">and </w:t>
            </w:r>
            <w:r w:rsidRPr="00B81C62">
              <w:rPr>
                <w:rFonts w:cs="Arial"/>
                <w:i/>
                <w:iCs/>
                <w:lang w:val="x-none"/>
              </w:rPr>
              <w:t>Δ</w:t>
            </w:r>
            <w:r w:rsidRPr="00B81C62">
              <w:rPr>
                <w:rFonts w:cs="Arial"/>
                <w:i/>
                <w:iCs/>
                <w:lang w:val="en-US"/>
              </w:rPr>
              <w:t>cna1,</w:t>
            </w:r>
            <w:r w:rsidRPr="00B81C62">
              <w:rPr>
                <w:rFonts w:cs="Arial"/>
                <w:lang w:val="en-US"/>
              </w:rPr>
              <w:t xml:space="preserve"> showing parallel regulation and coordination of each factor by the calcineurin-responsive proteins </w:t>
            </w:r>
            <w:r w:rsidRPr="00B81C62">
              <w:rPr>
                <w:rFonts w:cs="Arial"/>
                <w:lang w:val="en-US"/>
              </w:rPr>
              <w:fldChar w:fldCharType="begin"/>
            </w:r>
            <w:r w:rsidR="00706F40">
              <w:rPr>
                <w:rFonts w:cs="Arial"/>
                <w:lang w:val="en-US"/>
              </w:rPr>
              <w:instrText xml:space="preserve"> ADDIN EN.CITE &lt;EndNote&gt;&lt;Cite&gt;&lt;Author&gt;Hu&lt;/Author&gt;&lt;Year&gt;2021&lt;/Year&gt;&lt;RecNum&gt;541&lt;/RecNum&gt;&lt;DisplayText&gt;&lt;style size="10"&gt;[46]&lt;/style&gt;&lt;/DisplayText&gt;&lt;record&gt;&lt;rec-number&gt;541&lt;/rec-number&gt;&lt;foreign-keys&gt;&lt;key app="EN" db-id="2ef9ffxzfstzs5e9dzov9txxs20trda0deex" timestamp="1670185089"&gt;541&lt;/key&gt;&lt;/foreign-keys&gt;&lt;ref-type name="Journal Article"&gt;17&lt;/ref-type&gt;&lt;contributors&gt;&lt;authors&gt;&lt;author&gt;Hu, G.&lt;/author&gt;&lt;author&gt;Horianopoulos, L.&lt;/author&gt;&lt;author&gt;Sanchez-Leon, E.&lt;/author&gt;&lt;author&gt;Caza, M.&lt;/author&gt;&lt;author&gt;Jung, W.&lt;/author&gt;&lt;author&gt;Kronstad, J. W.&lt;/author&gt;&lt;/authors&gt;&lt;/contributors&gt;&lt;auth-address&gt;Michael Smith Laboratories, Department of Microbiology &amp;amp; Immunology, University of British Columbia, Vancouver, BC V6T 1Z4, Canada.&amp;#xD;Department of Systems Biotechnology, Chung-Ang University, Anseong 17546, Republic of Korea.&lt;/auth-address&gt;&lt;titles&gt;&lt;title&gt;The monothiol glutaredoxin Grx4 influences thermotolerance, cell wall integrity, and Mpk1 signaling in Cryptococcus neoformans&lt;/title&gt;&lt;secondary-title&gt;G3 (Bethesda)&lt;/secondary-title&gt;&lt;/titles&gt;&lt;volume&gt;11&lt;/volume&gt;&lt;number&gt;11&lt;/number&gt;&lt;keywords&gt;&lt;keyword&gt;Cell Wall&lt;/keyword&gt;&lt;keyword&gt;*Cryptococcosis&lt;/keyword&gt;&lt;keyword&gt;*Cryptococcus neoformans/genetics&lt;/keyword&gt;&lt;keyword&gt;Fungal Proteins/genetics&lt;/keyword&gt;&lt;keyword&gt;Glutaredoxins/genetics&lt;/keyword&gt;&lt;keyword&gt;Humans&lt;/keyword&gt;&lt;keyword&gt;*Thermotolerance&lt;/keyword&gt;&lt;keyword&gt;calcineurin&lt;/keyword&gt;&lt;keyword&gt;fungal pathogenesis&lt;/keyword&gt;&lt;keyword&gt;phosphorylation&lt;/keyword&gt;&lt;keyword&gt;stress response&lt;/keyword&gt;&lt;/keywords&gt;&lt;dates&gt;&lt;year&gt;2021&lt;/year&gt;&lt;pub-dates&gt;&lt;date&gt;Oct 19&lt;/date&gt;&lt;/pub-dates&gt;&lt;/dates&gt;&lt;isbn&gt;2160-1836 (Electronic)&amp;#xD;2160-1836 (Linking)&lt;/isbn&gt;&lt;accession-num&gt;34542604&lt;/accession-num&gt;&lt;urls&gt;&lt;related-urls&gt;&lt;url&gt;https://www.ncbi.nlm.nih.gov/pubmed/34542604&lt;/url&gt;&lt;/related-urls&gt;&lt;/urls&gt;&lt;custom1&gt;jkab322&lt;/custom1&gt;&lt;custom2&gt;PMC8527476&lt;/custom2&gt;&lt;electronic-resource-num&gt;10.1093/g3journal/jkab322&lt;/electronic-resource-num&gt;&lt;remote-database-name&gt;Medline&lt;/remote-database-name&gt;&lt;remote-database-provider&gt;NLM&lt;/remote-database-provider&gt;&lt;access-date&gt;12/4/2022&lt;/access-date&gt;&lt;/record&gt;&lt;/Cite&gt;&lt;/EndNote&gt;</w:instrText>
            </w:r>
            <w:r w:rsidRPr="00B81C62">
              <w:rPr>
                <w:rFonts w:cs="Arial"/>
                <w:lang w:val="en-US"/>
              </w:rPr>
              <w:fldChar w:fldCharType="separate"/>
            </w:r>
            <w:r w:rsidR="00706F40">
              <w:rPr>
                <w:rFonts w:cs="Arial"/>
                <w:noProof/>
                <w:lang w:val="en-US"/>
              </w:rPr>
              <w:t>[46]</w:t>
            </w:r>
            <w:r w:rsidRPr="00B81C62">
              <w:rPr>
                <w:rFonts w:cs="Arial"/>
                <w:lang w:val="en-US"/>
              </w:rPr>
              <w:fldChar w:fldCharType="end"/>
            </w:r>
          </w:p>
        </w:tc>
      </w:tr>
      <w:tr w:rsidR="00B81C62" w:rsidRPr="00B81C62" w14:paraId="41C26308" w14:textId="77777777" w:rsidTr="00B81C62">
        <w:tc>
          <w:tcPr>
            <w:tcW w:w="939" w:type="pct"/>
            <w:tcBorders>
              <w:bottom w:val="single" w:sz="4" w:space="0" w:color="auto"/>
            </w:tcBorders>
            <w:shd w:val="clear" w:color="auto" w:fill="auto"/>
            <w:vAlign w:val="center"/>
          </w:tcPr>
          <w:p w14:paraId="52BCD053" w14:textId="595DEE77"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grx4</w:t>
            </w:r>
            <w:r w:rsidRPr="00B81C62">
              <w:rPr>
                <w:rFonts w:cs="Arial"/>
                <w:i/>
                <w:iCs/>
                <w:lang w:val="x-none"/>
              </w:rPr>
              <w:t>Δ</w:t>
            </w:r>
            <w:r w:rsidRPr="00B81C62">
              <w:rPr>
                <w:rFonts w:cs="Arial"/>
                <w:i/>
                <w:iCs/>
              </w:rPr>
              <w:t>cna1</w:t>
            </w:r>
          </w:p>
        </w:tc>
        <w:tc>
          <w:tcPr>
            <w:tcW w:w="4061" w:type="pct"/>
            <w:tcBorders>
              <w:top w:val="nil"/>
              <w:bottom w:val="single" w:sz="4" w:space="0" w:color="auto"/>
            </w:tcBorders>
            <w:shd w:val="clear" w:color="auto" w:fill="auto"/>
            <w:vAlign w:val="center"/>
          </w:tcPr>
          <w:p w14:paraId="3090E588" w14:textId="3F45B6D3" w:rsidR="00B81C62" w:rsidRPr="00B81C62" w:rsidRDefault="00B81C62" w:rsidP="00B81C62">
            <w:pPr>
              <w:tabs>
                <w:tab w:val="left" w:pos="0"/>
              </w:tabs>
              <w:jc w:val="left"/>
              <w:rPr>
                <w:rFonts w:cs="Arial"/>
                <w:color w:val="2E2E2E"/>
                <w:shd w:val="clear" w:color="auto" w:fill="FFFFFF"/>
              </w:rPr>
            </w:pPr>
            <w:r w:rsidRPr="00B81C62">
              <w:rPr>
                <w:rFonts w:cs="Arial"/>
                <w:i/>
                <w:iCs/>
                <w:lang w:val="x-none"/>
              </w:rPr>
              <w:t>Δ</w:t>
            </w:r>
            <w:r w:rsidRPr="00B81C62">
              <w:rPr>
                <w:rFonts w:cs="Arial"/>
                <w:i/>
                <w:iCs/>
                <w:lang w:val="en-US"/>
              </w:rPr>
              <w:t>grx4</w:t>
            </w:r>
            <w:r w:rsidRPr="00B81C62">
              <w:rPr>
                <w:rFonts w:cs="Arial"/>
                <w:i/>
                <w:iCs/>
                <w:lang w:val="x-none"/>
              </w:rPr>
              <w:t>Δ</w:t>
            </w:r>
            <w:r w:rsidRPr="00B81C62">
              <w:rPr>
                <w:rFonts w:cs="Arial"/>
                <w:i/>
                <w:iCs/>
                <w:lang w:val="en-US"/>
              </w:rPr>
              <w:t xml:space="preserve">cna1 </w:t>
            </w:r>
            <w:r w:rsidRPr="00B81C62">
              <w:rPr>
                <w:rFonts w:cs="Arial"/>
                <w:shd w:val="clear" w:color="auto" w:fill="FFFFFF"/>
              </w:rPr>
              <w:t xml:space="preserve">displayed more severe growth defects to the ionic, osmotic, membrane, and cytosolic stress than either of the single mutants; however, similar sensitivity to </w:t>
            </w:r>
            <w:r w:rsidRPr="00B81C62">
              <w:rPr>
                <w:rFonts w:cs="Arial"/>
                <w:i/>
                <w:iCs/>
                <w:lang w:val="x-none"/>
              </w:rPr>
              <w:t>Δ</w:t>
            </w:r>
            <w:r w:rsidRPr="00B81C62">
              <w:rPr>
                <w:rFonts w:cs="Arial"/>
                <w:i/>
                <w:iCs/>
                <w:lang w:val="en-US"/>
              </w:rPr>
              <w:t xml:space="preserve">cna1 </w:t>
            </w:r>
            <w:r w:rsidRPr="00B81C62">
              <w:rPr>
                <w:rFonts w:cs="Arial"/>
                <w:lang w:val="en-US"/>
              </w:rPr>
              <w:t>was observed in SDS, caffeine, Congo red, CpF, MNS, and calcium; more severely deformed cell morphology in the LIM characteri</w:t>
            </w:r>
            <w:r w:rsidR="00B91BFC">
              <w:rPr>
                <w:rFonts w:cs="Arial"/>
                <w:lang w:val="en-US"/>
              </w:rPr>
              <w:t>s</w:t>
            </w:r>
            <w:r w:rsidRPr="00B81C62">
              <w:rPr>
                <w:rFonts w:cs="Arial"/>
                <w:lang w:val="en-US"/>
              </w:rPr>
              <w:t xml:space="preserve">ed by unseparated enlarged cell size </w:t>
            </w:r>
            <w:r w:rsidRPr="00B81C62">
              <w:rPr>
                <w:rFonts w:cs="Arial"/>
                <w:lang w:val="en-US"/>
              </w:rPr>
              <w:fldChar w:fldCharType="begin"/>
            </w:r>
            <w:r w:rsidR="00706F40">
              <w:rPr>
                <w:rFonts w:cs="Arial"/>
                <w:lang w:val="en-US"/>
              </w:rPr>
              <w:instrText xml:space="preserve"> ADDIN EN.CITE &lt;EndNote&gt;&lt;Cite&gt;&lt;Author&gt;Hu&lt;/Author&gt;&lt;Year&gt;2021&lt;/Year&gt;&lt;RecNum&gt;541&lt;/RecNum&gt;&lt;DisplayText&gt;&lt;style size="10"&gt;[46]&lt;/style&gt;&lt;/DisplayText&gt;&lt;record&gt;&lt;rec-number&gt;541&lt;/rec-number&gt;&lt;foreign-keys&gt;&lt;key app="EN" db-id="2ef9ffxzfstzs5e9dzov9txxs20trda0deex" timestamp="1670185089"&gt;541&lt;/key&gt;&lt;/foreign-keys&gt;&lt;ref-type name="Journal Article"&gt;17&lt;/ref-type&gt;&lt;contributors&gt;&lt;authors&gt;&lt;author&gt;Hu, G.&lt;/author&gt;&lt;author&gt;Horianopoulos, L.&lt;/author&gt;&lt;author&gt;Sanchez-Leon, E.&lt;/author&gt;&lt;author&gt;Caza, M.&lt;/author&gt;&lt;author&gt;Jung, W.&lt;/author&gt;&lt;author&gt;Kronstad, J. W.&lt;/author&gt;&lt;/authors&gt;&lt;/contributors&gt;&lt;auth-address&gt;Michael Smith Laboratories, Department of Microbiology &amp;amp; Immunology, University of British Columbia, Vancouver, BC V6T 1Z4, Canada.&amp;#xD;Department of Systems Biotechnology, Chung-Ang University, Anseong 17546, Republic of Korea.&lt;/auth-address&gt;&lt;titles&gt;&lt;title&gt;The monothiol glutaredoxin Grx4 influences thermotolerance, cell wall integrity, and Mpk1 signaling in Cryptococcus neoformans&lt;/title&gt;&lt;secondary-title&gt;G3 (Bethesda)&lt;/secondary-title&gt;&lt;/titles&gt;&lt;volume&gt;11&lt;/volume&gt;&lt;number&gt;11&lt;/number&gt;&lt;keywords&gt;&lt;keyword&gt;Cell Wall&lt;/keyword&gt;&lt;keyword&gt;*Cryptococcosis&lt;/keyword&gt;&lt;keyword&gt;*Cryptococcus neoformans/genetics&lt;/keyword&gt;&lt;keyword&gt;Fungal Proteins/genetics&lt;/keyword&gt;&lt;keyword&gt;Glutaredoxins/genetics&lt;/keyword&gt;&lt;keyword&gt;Humans&lt;/keyword&gt;&lt;keyword&gt;*Thermotolerance&lt;/keyword&gt;&lt;keyword&gt;calcineurin&lt;/keyword&gt;&lt;keyword&gt;fungal pathogenesis&lt;/keyword&gt;&lt;keyword&gt;phosphorylation&lt;/keyword&gt;&lt;keyword&gt;stress response&lt;/keyword&gt;&lt;/keywords&gt;&lt;dates&gt;&lt;year&gt;2021&lt;/year&gt;&lt;pub-dates&gt;&lt;date&gt;Oct 19&lt;/date&gt;&lt;/pub-dates&gt;&lt;/dates&gt;&lt;isbn&gt;2160-1836 (Electronic)&amp;#xD;2160-1836 (Linking)&lt;/isbn&gt;&lt;accession-num&gt;34542604&lt;/accession-num&gt;&lt;urls&gt;&lt;related-urls&gt;&lt;url&gt;https://www.ncbi.nlm.nih.gov/pubmed/34542604&lt;/url&gt;&lt;/related-urls&gt;&lt;/urls&gt;&lt;custom1&gt;jkab322&lt;/custom1&gt;&lt;custom2&gt;PMC8527476&lt;/custom2&gt;&lt;electronic-resource-num&gt;10.1093/g3journal/jkab322&lt;/electronic-resource-num&gt;&lt;remote-database-name&gt;Medline&lt;/remote-database-name&gt;&lt;remote-database-provider&gt;NLM&lt;/remote-database-provider&gt;&lt;access-date&gt;12/4/2022&lt;/access-date&gt;&lt;/record&gt;&lt;/Cite&gt;&lt;/EndNote&gt;</w:instrText>
            </w:r>
            <w:r w:rsidRPr="00B81C62">
              <w:rPr>
                <w:rFonts w:cs="Arial"/>
                <w:lang w:val="en-US"/>
              </w:rPr>
              <w:fldChar w:fldCharType="separate"/>
            </w:r>
            <w:r w:rsidR="00706F40">
              <w:rPr>
                <w:rFonts w:cs="Arial"/>
                <w:noProof/>
                <w:lang w:val="en-US"/>
              </w:rPr>
              <w:t>[46]</w:t>
            </w:r>
            <w:r w:rsidRPr="00B81C62">
              <w:rPr>
                <w:rFonts w:cs="Arial"/>
                <w:lang w:val="en-US"/>
              </w:rPr>
              <w:fldChar w:fldCharType="end"/>
            </w:r>
          </w:p>
        </w:tc>
      </w:tr>
      <w:tr w:rsidR="00B81C62" w:rsidRPr="00B81C62" w14:paraId="64426A08" w14:textId="77777777" w:rsidTr="00B81C62">
        <w:tc>
          <w:tcPr>
            <w:tcW w:w="939" w:type="pct"/>
            <w:tcBorders>
              <w:bottom w:val="single" w:sz="4" w:space="0" w:color="auto"/>
            </w:tcBorders>
            <w:shd w:val="clear" w:color="auto" w:fill="auto"/>
            <w:vAlign w:val="center"/>
          </w:tcPr>
          <w:p w14:paraId="4E8849D6" w14:textId="62EA96E9" w:rsidR="00B81C62" w:rsidRPr="00B81C62" w:rsidRDefault="00B81C62" w:rsidP="00B81C62">
            <w:pPr>
              <w:pStyle w:val="MDPI42tablebody"/>
              <w:jc w:val="left"/>
              <w:rPr>
                <w:rFonts w:cs="Arial"/>
                <w:i/>
                <w:iCs/>
                <w:lang w:val="x-none"/>
              </w:rPr>
            </w:pPr>
            <w:r w:rsidRPr="00B81C62">
              <w:rPr>
                <w:rFonts w:cs="Arial"/>
                <w:i/>
                <w:iCs/>
                <w:lang w:val="x-none"/>
              </w:rPr>
              <w:t>Δgrx</w:t>
            </w:r>
            <w:r w:rsidRPr="00B81C62">
              <w:rPr>
                <w:rFonts w:cs="Arial"/>
                <w:i/>
                <w:iCs/>
              </w:rPr>
              <w:t>4</w:t>
            </w:r>
            <w:r w:rsidRPr="00B81C62">
              <w:rPr>
                <w:rFonts w:cs="Arial"/>
                <w:i/>
                <w:iCs/>
                <w:lang w:val="x-none"/>
              </w:rPr>
              <w:t>Δ</w:t>
            </w:r>
            <w:r w:rsidRPr="00B81C62">
              <w:rPr>
                <w:rFonts w:cs="Arial"/>
                <w:i/>
                <w:iCs/>
              </w:rPr>
              <w:t>crz1</w:t>
            </w:r>
          </w:p>
        </w:tc>
        <w:tc>
          <w:tcPr>
            <w:tcW w:w="4061" w:type="pct"/>
            <w:tcBorders>
              <w:top w:val="nil"/>
              <w:bottom w:val="single" w:sz="4" w:space="0" w:color="auto"/>
            </w:tcBorders>
            <w:shd w:val="clear" w:color="auto" w:fill="auto"/>
            <w:vAlign w:val="center"/>
          </w:tcPr>
          <w:p w14:paraId="5D857766" w14:textId="61F28A7D" w:rsidR="00B81C62" w:rsidRPr="00B81C62" w:rsidRDefault="00B81C62" w:rsidP="00B81C62">
            <w:pPr>
              <w:tabs>
                <w:tab w:val="left" w:pos="0"/>
              </w:tabs>
              <w:jc w:val="left"/>
              <w:rPr>
                <w:rFonts w:cs="Arial"/>
                <w:i/>
                <w:iCs/>
                <w:lang w:val="x-none"/>
              </w:rPr>
            </w:pPr>
            <w:r w:rsidRPr="00B81C62">
              <w:rPr>
                <w:rFonts w:cs="Arial"/>
                <w:lang w:val="en-US"/>
              </w:rPr>
              <w:t xml:space="preserve">Generally displayed </w:t>
            </w:r>
            <w:r w:rsidRPr="00B81C62">
              <w:rPr>
                <w:rFonts w:cs="Arial"/>
                <w:i/>
                <w:iCs/>
                <w:lang w:val="x-none"/>
              </w:rPr>
              <w:t>Δ</w:t>
            </w:r>
            <w:r w:rsidRPr="00B81C62">
              <w:rPr>
                <w:rFonts w:cs="Arial"/>
                <w:i/>
                <w:iCs/>
                <w:lang w:val="en-US"/>
              </w:rPr>
              <w:t>grx4</w:t>
            </w:r>
            <w:r w:rsidRPr="00B81C62">
              <w:rPr>
                <w:rFonts w:cs="Arial"/>
                <w:lang w:val="en-US"/>
              </w:rPr>
              <w:t xml:space="preserve">-like phenotypic defects caused by CFW, CR, and stress by ions, salts, and unfolded proteins. Again, </w:t>
            </w:r>
            <w:r w:rsidRPr="00B81C62">
              <w:rPr>
                <w:rFonts w:cs="Arial"/>
                <w:i/>
                <w:iCs/>
                <w:lang w:val="x-none"/>
              </w:rPr>
              <w:t>Δ</w:t>
            </w:r>
            <w:r w:rsidRPr="00B81C62">
              <w:rPr>
                <w:rFonts w:cs="Arial"/>
                <w:i/>
                <w:iCs/>
                <w:lang w:val="en-US"/>
              </w:rPr>
              <w:t>grx4</w:t>
            </w:r>
            <w:r w:rsidRPr="00B81C62">
              <w:rPr>
                <w:rFonts w:cs="Arial"/>
                <w:i/>
                <w:iCs/>
                <w:lang w:val="x-none"/>
              </w:rPr>
              <w:t>Δ</w:t>
            </w:r>
            <w:r w:rsidRPr="00B81C62">
              <w:rPr>
                <w:rFonts w:cs="Arial"/>
                <w:i/>
                <w:iCs/>
                <w:lang w:val="en-US"/>
              </w:rPr>
              <w:t xml:space="preserve">crz1 </w:t>
            </w:r>
            <w:r w:rsidRPr="00B81C62">
              <w:rPr>
                <w:rFonts w:cs="Arial"/>
                <w:lang w:val="en-US"/>
              </w:rPr>
              <w:t xml:space="preserve">and </w:t>
            </w:r>
            <w:r w:rsidRPr="00B81C62">
              <w:rPr>
                <w:rFonts w:cs="Arial"/>
                <w:i/>
                <w:iCs/>
                <w:lang w:val="x-none"/>
              </w:rPr>
              <w:t>Δ</w:t>
            </w:r>
            <w:r w:rsidRPr="00B81C62">
              <w:rPr>
                <w:rFonts w:cs="Arial"/>
                <w:i/>
                <w:iCs/>
                <w:lang w:val="en-US"/>
              </w:rPr>
              <w:t xml:space="preserve">grx4 </w:t>
            </w:r>
            <w:r w:rsidRPr="00B81C62">
              <w:rPr>
                <w:rFonts w:cs="Arial"/>
                <w:lang w:val="en-US"/>
              </w:rPr>
              <w:t xml:space="preserve">shared common cell deformation, unsegregated cell division, and highly attenuated capsule formation </w:t>
            </w:r>
            <w:r w:rsidRPr="00B81C62">
              <w:rPr>
                <w:rFonts w:cs="Arial"/>
                <w:lang w:val="en-US"/>
              </w:rPr>
              <w:fldChar w:fldCharType="begin"/>
            </w:r>
            <w:r w:rsidR="00706F40">
              <w:rPr>
                <w:rFonts w:cs="Arial"/>
                <w:lang w:val="en-US"/>
              </w:rPr>
              <w:instrText xml:space="preserve"> ADDIN EN.CITE &lt;EndNote&gt;&lt;Cite&gt;&lt;Author&gt;Hu&lt;/Author&gt;&lt;Year&gt;2021&lt;/Year&gt;&lt;RecNum&gt;541&lt;/RecNum&gt;&lt;DisplayText&gt;&lt;style size="10"&gt;[46]&lt;/style&gt;&lt;/DisplayText&gt;&lt;record&gt;&lt;rec-number&gt;541&lt;/rec-number&gt;&lt;foreign-keys&gt;&lt;key app="EN" db-id="2ef9ffxzfstzs5e9dzov9txxs20trda0deex" timestamp="1670185089"&gt;541&lt;/key&gt;&lt;/foreign-keys&gt;&lt;ref-type name="Journal Article"&gt;17&lt;/ref-type&gt;&lt;contributors&gt;&lt;authors&gt;&lt;author&gt;Hu, G.&lt;/author&gt;&lt;author&gt;Horianopoulos, L.&lt;/author&gt;&lt;author&gt;Sanchez-Leon, E.&lt;/author&gt;&lt;author&gt;Caza, M.&lt;/author&gt;&lt;author&gt;Jung, W.&lt;/author&gt;&lt;author&gt;Kronstad, J. W.&lt;/author&gt;&lt;/authors&gt;&lt;/contributors&gt;&lt;auth-address&gt;Michael Smith Laboratories, Department of Microbiology &amp;amp; Immunology, University of British Columbia, Vancouver, BC V6T 1Z4, Canada.&amp;#xD;Department of Systems Biotechnology, Chung-Ang University, Anseong 17546, Republic of Korea.&lt;/auth-address&gt;&lt;titles&gt;&lt;title&gt;The monothiol glutaredoxin Grx4 influences thermotolerance, cell wall integrity, and Mpk1 signaling in Cryptococcus neoformans&lt;/title&gt;&lt;secondary-title&gt;G3 (Bethesda)&lt;/secondary-title&gt;&lt;/titles&gt;&lt;volume&gt;11&lt;/volume&gt;&lt;number&gt;11&lt;/number&gt;&lt;keywords&gt;&lt;keyword&gt;Cell Wall&lt;/keyword&gt;&lt;keyword&gt;*Cryptococcosis&lt;/keyword&gt;&lt;keyword&gt;*Cryptococcus neoformans/genetics&lt;/keyword&gt;&lt;keyword&gt;Fungal Proteins/genetics&lt;/keyword&gt;&lt;keyword&gt;Glutaredoxins/genetics&lt;/keyword&gt;&lt;keyword&gt;Humans&lt;/keyword&gt;&lt;keyword&gt;*Thermotolerance&lt;/keyword&gt;&lt;keyword&gt;calcineurin&lt;/keyword&gt;&lt;keyword&gt;fungal pathogenesis&lt;/keyword&gt;&lt;keyword&gt;phosphorylation&lt;/keyword&gt;&lt;keyword&gt;stress response&lt;/keyword&gt;&lt;/keywords&gt;&lt;dates&gt;&lt;year&gt;2021&lt;/year&gt;&lt;pub-dates&gt;&lt;date&gt;Oct 19&lt;/date&gt;&lt;/pub-dates&gt;&lt;/dates&gt;&lt;isbn&gt;2160-1836 (Electronic)&amp;#xD;2160-1836 (Linking)&lt;/isbn&gt;&lt;accession-num&gt;34542604&lt;/accession-num&gt;&lt;urls&gt;&lt;related-urls&gt;&lt;url&gt;https://www.ncbi.nlm.nih.gov/pubmed/34542604&lt;/url&gt;&lt;/related-urls&gt;&lt;/urls&gt;&lt;custom1&gt;jkab322&lt;/custom1&gt;&lt;custom2&gt;PMC8527476&lt;/custom2&gt;&lt;electronic-resource-num&gt;10.1093/g3journal/jkab322&lt;/electronic-resource-num&gt;&lt;remote-database-name&gt;Medline&lt;/remote-database-name&gt;&lt;remote-database-provider&gt;NLM&lt;/remote-database-provider&gt;&lt;access-date&gt;12/4/2022&lt;/access-date&gt;&lt;/record&gt;&lt;/Cite&gt;&lt;/EndNote&gt;</w:instrText>
            </w:r>
            <w:r w:rsidRPr="00B81C62">
              <w:rPr>
                <w:rFonts w:cs="Arial"/>
                <w:lang w:val="en-US"/>
              </w:rPr>
              <w:fldChar w:fldCharType="separate"/>
            </w:r>
            <w:r w:rsidR="00706F40">
              <w:rPr>
                <w:rFonts w:cs="Arial"/>
                <w:noProof/>
                <w:lang w:val="en-US"/>
              </w:rPr>
              <w:t>[46]</w:t>
            </w:r>
            <w:r w:rsidRPr="00B81C62">
              <w:rPr>
                <w:rFonts w:cs="Arial"/>
                <w:lang w:val="en-US"/>
              </w:rPr>
              <w:fldChar w:fldCharType="end"/>
            </w:r>
          </w:p>
        </w:tc>
      </w:tr>
      <w:tr w:rsidR="00B81C62" w:rsidRPr="00B81C62" w14:paraId="2DC6F9BC" w14:textId="77777777" w:rsidTr="00B81C62">
        <w:tc>
          <w:tcPr>
            <w:tcW w:w="939" w:type="pct"/>
            <w:tcBorders>
              <w:bottom w:val="single" w:sz="4" w:space="0" w:color="auto"/>
            </w:tcBorders>
            <w:shd w:val="clear" w:color="auto" w:fill="auto"/>
            <w:vAlign w:val="center"/>
          </w:tcPr>
          <w:p w14:paraId="331D64DA" w14:textId="456774B1"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gsk3, </w:t>
            </w:r>
            <w:r w:rsidRPr="00B81C62">
              <w:rPr>
                <w:rFonts w:cs="Arial"/>
                <w:i/>
                <w:iCs/>
                <w:lang w:val="x-none"/>
              </w:rPr>
              <w:t>Δ</w:t>
            </w:r>
            <w:r w:rsidRPr="00B81C62">
              <w:rPr>
                <w:rFonts w:cs="Arial"/>
                <w:i/>
                <w:iCs/>
              </w:rPr>
              <w:t>kic1</w:t>
            </w:r>
          </w:p>
        </w:tc>
        <w:tc>
          <w:tcPr>
            <w:tcW w:w="4061" w:type="pct"/>
            <w:tcBorders>
              <w:top w:val="nil"/>
              <w:bottom w:val="single" w:sz="4" w:space="0" w:color="auto"/>
            </w:tcBorders>
            <w:shd w:val="clear" w:color="auto" w:fill="auto"/>
            <w:vAlign w:val="center"/>
          </w:tcPr>
          <w:p w14:paraId="09B2DCA2" w14:textId="5D867663" w:rsidR="00B81C62" w:rsidRPr="00B81C62" w:rsidRDefault="00B81C62" w:rsidP="00B81C62">
            <w:pPr>
              <w:tabs>
                <w:tab w:val="left" w:pos="0"/>
              </w:tabs>
              <w:jc w:val="left"/>
              <w:rPr>
                <w:rFonts w:cs="Arial"/>
                <w:lang w:val="en-US"/>
              </w:rPr>
            </w:pPr>
            <w:r w:rsidRPr="00B81C62">
              <w:rPr>
                <w:rFonts w:cs="Arial"/>
                <w:color w:val="2E2E2E"/>
                <w:shd w:val="clear" w:color="auto" w:fill="FFFFFF"/>
              </w:rPr>
              <w:t xml:space="preserve">Impaired </w:t>
            </w:r>
            <w:r w:rsidRPr="00B81C62">
              <w:rPr>
                <w:rFonts w:cs="Arial"/>
                <w:i/>
                <w:color w:val="2E2E2E"/>
                <w:shd w:val="clear" w:color="auto" w:fill="FFFFFF"/>
              </w:rPr>
              <w:t>Lac1</w:t>
            </w:r>
            <w:r w:rsidRPr="00B81C62">
              <w:rPr>
                <w:rFonts w:cs="Arial"/>
                <w:color w:val="2E2E2E"/>
                <w:shd w:val="clear" w:color="auto" w:fill="FFFFFF"/>
              </w:rPr>
              <w:t xml:space="preserve"> and </w:t>
            </w:r>
            <w:r w:rsidRPr="00B81C62">
              <w:rPr>
                <w:rFonts w:cs="Arial"/>
                <w:i/>
                <w:color w:val="2E2E2E"/>
                <w:shd w:val="clear" w:color="auto" w:fill="FFFFFF"/>
              </w:rPr>
              <w:t>Bzp4</w:t>
            </w:r>
            <w:r w:rsidRPr="00B81C62">
              <w:rPr>
                <w:rFonts w:cs="Arial"/>
                <w:color w:val="2E2E2E"/>
                <w:shd w:val="clear" w:color="auto" w:fill="FFFFFF"/>
              </w:rPr>
              <w:t xml:space="preserve"> induction, perturbation of </w:t>
            </w:r>
            <w:r w:rsidRPr="00B81C62">
              <w:rPr>
                <w:rFonts w:cs="Arial"/>
                <w:iCs/>
                <w:color w:val="2E2E2E"/>
                <w:shd w:val="clear" w:color="auto" w:fill="FFFFFF"/>
              </w:rPr>
              <w:t>Bzp4</w:t>
            </w:r>
            <w:r w:rsidRPr="00B81C62">
              <w:rPr>
                <w:rFonts w:cs="Arial"/>
                <w:color w:val="2E2E2E"/>
                <w:shd w:val="clear" w:color="auto" w:fill="FFFFFF"/>
              </w:rPr>
              <w:t xml:space="preserve"> nuclear translocation, poor regulation of </w:t>
            </w:r>
            <w:r w:rsidRPr="00B81C62">
              <w:rPr>
                <w:rFonts w:cs="Arial"/>
                <w:iCs/>
                <w:color w:val="2E2E2E"/>
                <w:shd w:val="clear" w:color="auto" w:fill="FFFFFF"/>
              </w:rPr>
              <w:t>Hob1, Usv101, and Mbs1</w:t>
            </w:r>
            <w:r w:rsidRPr="00B81C62">
              <w:rPr>
                <w:rFonts w:cs="Arial"/>
                <w:color w:val="2E2E2E"/>
                <w:shd w:val="clear" w:color="auto" w:fill="FFFFFF"/>
              </w:rPr>
              <w:t xml:space="preserve"> </w:t>
            </w:r>
            <w:r w:rsidRPr="00B81C62">
              <w:rPr>
                <w:rFonts w:cs="Arial"/>
                <w:color w:val="2E2E2E"/>
                <w:shd w:val="clear" w:color="auto" w:fill="FFFFFF"/>
              </w:rPr>
              <w:fldChar w:fldCharType="begin">
                <w:fldData xml:space="preserve">PEVuZE5vdGU+PENpdGU+PEF1dGhvcj5MZWU8L0F1dGhvcj48WWVhcj4yMDE5PC9ZZWFyPjxSZWNO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PEVuZE5vdGU+PENpdGU+PEF1dGhvcj5MZWU8L0F1dGhvcj48WWVhcj4yMDE5PC9ZZWFyPjxSZWNO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[83]</w:t>
            </w:r>
            <w:r w:rsidRPr="00B81C62">
              <w:rPr>
                <w:rFonts w:cs="Arial"/>
                <w:color w:val="2E2E2E"/>
                <w:shd w:val="clear" w:color="auto" w:fill="FFFFFF"/>
              </w:rPr>
              <w:fldChar w:fldCharType="end"/>
            </w:r>
          </w:p>
        </w:tc>
      </w:tr>
      <w:tr w:rsidR="00B81C62" w:rsidRPr="00B81C62" w14:paraId="0B30F162" w14:textId="77777777" w:rsidTr="00B81C62">
        <w:tc>
          <w:tcPr>
            <w:tcW w:w="939" w:type="pct"/>
            <w:tcBorders>
              <w:bottom w:val="single" w:sz="4" w:space="0" w:color="auto"/>
            </w:tcBorders>
            <w:shd w:val="clear" w:color="auto" w:fill="auto"/>
            <w:vAlign w:val="center"/>
          </w:tcPr>
          <w:p w14:paraId="70329189" w14:textId="6FA8FCE3"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hap3, </w:t>
            </w:r>
            <w:r w:rsidRPr="00B81C62">
              <w:rPr>
                <w:rFonts w:cs="Arial"/>
                <w:i/>
                <w:iCs/>
                <w:lang w:val="x-none"/>
              </w:rPr>
              <w:t>Δ</w:t>
            </w:r>
            <w:r w:rsidRPr="00B81C62">
              <w:rPr>
                <w:rFonts w:cs="Arial"/>
                <w:i/>
                <w:iCs/>
              </w:rPr>
              <w:t xml:space="preserve">hap5, </w:t>
            </w:r>
            <w:r w:rsidRPr="00B81C62">
              <w:rPr>
                <w:rFonts w:cs="Arial"/>
                <w:i/>
                <w:iCs/>
                <w:lang w:val="x-none"/>
              </w:rPr>
              <w:t>Δ</w:t>
            </w:r>
            <w:r w:rsidRPr="00B81C62">
              <w:rPr>
                <w:rFonts w:cs="Arial"/>
                <w:i/>
                <w:iCs/>
              </w:rPr>
              <w:t xml:space="preserve">hapX, </w:t>
            </w:r>
            <w:r w:rsidRPr="00B81C62">
              <w:rPr>
                <w:rFonts w:cs="Arial"/>
                <w:i/>
                <w:iCs/>
                <w:lang w:val="x-none"/>
              </w:rPr>
              <w:t>Δc</w:t>
            </w:r>
            <w:r w:rsidRPr="00B81C62">
              <w:rPr>
                <w:rFonts w:cs="Arial"/>
                <w:i/>
                <w:iCs/>
              </w:rPr>
              <w:t>fo1</w:t>
            </w:r>
          </w:p>
        </w:tc>
        <w:tc>
          <w:tcPr>
            <w:tcW w:w="4061" w:type="pct"/>
            <w:tcBorders>
              <w:top w:val="nil"/>
              <w:bottom w:val="single" w:sz="4" w:space="0" w:color="auto"/>
            </w:tcBorders>
            <w:shd w:val="clear" w:color="auto" w:fill="auto"/>
            <w:vAlign w:val="center"/>
          </w:tcPr>
          <w:p w14:paraId="5F062E74" w14:textId="1C6B70D1" w:rsidR="00B81C62" w:rsidRPr="00B81C62" w:rsidRDefault="00B81C62" w:rsidP="00B81C62">
            <w:pPr>
              <w:tabs>
                <w:tab w:val="left" w:pos="0"/>
              </w:tabs>
              <w:jc w:val="left"/>
              <w:rPr>
                <w:rFonts w:cs="Arial"/>
                <w:color w:val="2E2E2E"/>
                <w:shd w:val="clear" w:color="auto" w:fill="FFFFFF"/>
              </w:rPr>
            </w:pPr>
            <w:r w:rsidRPr="00B81C62">
              <w:rPr>
                <w:rFonts w:cs="Arial"/>
                <w:i/>
                <w:iCs/>
              </w:rPr>
              <w:t xml:space="preserve">Δhap3, </w:t>
            </w:r>
            <w:bookmarkStart w:id="4" w:name="OLE_LINK69"/>
            <w:r w:rsidRPr="00B81C62">
              <w:rPr>
                <w:rFonts w:cs="Arial"/>
                <w:i/>
                <w:iCs/>
              </w:rPr>
              <w:t>Δhap3Δcfo1</w:t>
            </w:r>
            <w:bookmarkEnd w:id="4"/>
            <w:r w:rsidRPr="00B81C62">
              <w:rPr>
                <w:rFonts w:cs="Arial"/>
                <w:i/>
                <w:iCs/>
              </w:rPr>
              <w:t>,</w:t>
            </w:r>
            <w:r w:rsidRPr="00B81C62">
              <w:rPr>
                <w:rFonts w:cs="Arial"/>
                <w:iCs/>
              </w:rPr>
              <w:t xml:space="preserve"> </w:t>
            </w:r>
            <w:r w:rsidRPr="00B81C62">
              <w:rPr>
                <w:rFonts w:cs="Arial"/>
                <w:i/>
                <w:iCs/>
              </w:rPr>
              <w:t xml:space="preserve">Δhap5, </w:t>
            </w:r>
            <w:r w:rsidRPr="00B81C62">
              <w:rPr>
                <w:rFonts w:cs="Arial"/>
                <w:iCs/>
              </w:rPr>
              <w:t xml:space="preserve">and </w:t>
            </w:r>
            <w:r w:rsidRPr="00B81C62">
              <w:rPr>
                <w:rFonts w:cs="Arial"/>
                <w:i/>
                <w:iCs/>
              </w:rPr>
              <w:t xml:space="preserve">Δhap5Δcfo1 </w:t>
            </w:r>
            <w:r w:rsidRPr="00B81C62">
              <w:rPr>
                <w:rFonts w:cs="Arial"/>
                <w:iCs/>
              </w:rPr>
              <w:t xml:space="preserve">produced smaller capsule sizes compared to the </w:t>
            </w:r>
            <w:r w:rsidRPr="00B81C62">
              <w:rPr>
                <w:rFonts w:cs="Arial"/>
                <w:i/>
              </w:rPr>
              <w:t xml:space="preserve">wt </w:t>
            </w:r>
            <w:r w:rsidRPr="00B81C62">
              <w:rPr>
                <w:rFonts w:cs="Arial"/>
                <w:iCs/>
              </w:rPr>
              <w:t xml:space="preserve">or </w:t>
            </w:r>
            <w:r w:rsidRPr="00B81C62">
              <w:rPr>
                <w:rFonts w:cs="Arial"/>
                <w:i/>
                <w:iCs/>
              </w:rPr>
              <w:t xml:space="preserve">ΔhapX </w:t>
            </w:r>
            <w:r w:rsidRPr="00B81C62">
              <w:rPr>
                <w:rFonts w:cs="Arial"/>
                <w:iCs/>
              </w:rPr>
              <w:t xml:space="preserve">but no influence on the </w:t>
            </w:r>
            <w:r w:rsidRPr="00B81C62">
              <w:rPr>
                <w:rFonts w:cs="Arial"/>
                <w:i/>
              </w:rPr>
              <w:t>Lac1</w:t>
            </w:r>
            <w:r w:rsidRPr="00B81C62">
              <w:rPr>
                <w:rFonts w:cs="Arial"/>
                <w:iCs/>
              </w:rPr>
              <w:t xml:space="preserve"> expression; </w:t>
            </w:r>
            <w:r w:rsidRPr="00B81C62">
              <w:rPr>
                <w:rFonts w:cs="Arial"/>
                <w:i/>
                <w:iCs/>
              </w:rPr>
              <w:t xml:space="preserve">Δhap3Δcfo1 </w:t>
            </w:r>
            <w:r w:rsidRPr="00B81C62">
              <w:rPr>
                <w:rFonts w:cs="Arial"/>
                <w:iCs/>
              </w:rPr>
              <w:t xml:space="preserve">and </w:t>
            </w:r>
            <w:r w:rsidRPr="00B81C62">
              <w:rPr>
                <w:rFonts w:cs="Arial"/>
                <w:i/>
                <w:iCs/>
              </w:rPr>
              <w:t xml:space="preserve">Δcfo1 </w:t>
            </w:r>
            <w:r w:rsidRPr="00B81C62">
              <w:rPr>
                <w:rFonts w:cs="Arial"/>
                <w:iCs/>
              </w:rPr>
              <w:t xml:space="preserve">showed similarly delayed virulence; all the mutants including </w:t>
            </w:r>
            <w:r w:rsidRPr="00B81C62">
              <w:rPr>
                <w:rFonts w:cs="Arial"/>
                <w:i/>
                <w:iCs/>
              </w:rPr>
              <w:t>ΔhapX</w:t>
            </w:r>
            <w:r w:rsidRPr="00B81C62">
              <w:rPr>
                <w:rFonts w:cs="Arial"/>
                <w:iCs/>
              </w:rPr>
              <w:t xml:space="preserve"> and </w:t>
            </w:r>
            <w:r w:rsidRPr="00B81C62">
              <w:rPr>
                <w:rFonts w:cs="Arial"/>
                <w:i/>
                <w:iCs/>
              </w:rPr>
              <w:t xml:space="preserve">ΔhapXΔcfo1 </w:t>
            </w:r>
            <w:r w:rsidRPr="00B81C62">
              <w:rPr>
                <w:rFonts w:cs="Arial"/>
                <w:iCs/>
              </w:rPr>
              <w:t xml:space="preserve">grew better than the </w:t>
            </w:r>
            <w:r w:rsidRPr="00B81C62">
              <w:rPr>
                <w:rFonts w:cs="Arial"/>
                <w:i/>
              </w:rPr>
              <w:t>wt</w:t>
            </w:r>
            <w:r w:rsidRPr="00B81C62">
              <w:rPr>
                <w:rFonts w:cs="Arial"/>
                <w:iCs/>
              </w:rPr>
              <w:t xml:space="preserve"> at</w:t>
            </w:r>
            <w:r w:rsidRPr="00B81C62">
              <w:rPr>
                <w:rFonts w:cs="Arial"/>
                <w:i/>
                <w:iCs/>
              </w:rPr>
              <w:t xml:space="preserve"> </w:t>
            </w:r>
            <w:r w:rsidRPr="00B81C62">
              <w:rPr>
                <w:rFonts w:cs="Arial"/>
              </w:rPr>
              <w:t>37</w:t>
            </w:r>
            <w:r w:rsidRPr="00B81C62">
              <w:rPr>
                <w:rFonts w:cs="Arial"/>
                <w:vertAlign w:val="superscript"/>
              </w:rPr>
              <w:t>o</w:t>
            </w:r>
            <w:r w:rsidRPr="00B81C62">
              <w:rPr>
                <w:rFonts w:cs="Arial"/>
              </w:rPr>
              <w:t xml:space="preserve">C, but the addition of hemin enhances all the growths including </w:t>
            </w:r>
            <w:r w:rsidRPr="00B81C62">
              <w:rPr>
                <w:rFonts w:cs="Arial"/>
                <w:i/>
                <w:iCs/>
              </w:rPr>
              <w:t xml:space="preserve">Δcfo1 </w:t>
            </w:r>
            <w:r w:rsidRPr="00B81C62">
              <w:rPr>
                <w:rFonts w:cs="Arial"/>
                <w:iCs/>
              </w:rPr>
              <w:t>mutant</w:t>
            </w:r>
            <w:r w:rsidRPr="00B81C62">
              <w:rPr>
                <w:rFonts w:cs="Arial"/>
              </w:rPr>
              <w:t xml:space="preserve">; there is no significant growth difference in all the mutant strains and </w:t>
            </w:r>
            <w:r w:rsidRPr="00B81C62">
              <w:rPr>
                <w:rFonts w:cs="Arial"/>
                <w:i/>
                <w:iCs/>
              </w:rPr>
              <w:t>wt</w:t>
            </w:r>
            <w:r w:rsidRPr="00B81C62">
              <w:rPr>
                <w:rFonts w:cs="Arial"/>
              </w:rPr>
              <w:t xml:space="preserve"> at 30</w:t>
            </w:r>
            <w:r w:rsidRPr="00B81C62">
              <w:rPr>
                <w:rFonts w:cs="Arial"/>
                <w:vertAlign w:val="superscript"/>
              </w:rPr>
              <w:t>o</w:t>
            </w:r>
            <w:r w:rsidRPr="00B81C62">
              <w:rPr>
                <w:rFonts w:cs="Arial"/>
              </w:rPr>
              <w:t xml:space="preserve">C in YPD </w:t>
            </w:r>
            <w:r w:rsidRPr="00B81C62">
              <w:rPr>
                <w:rFonts w:cs="Arial"/>
              </w:rPr>
              <w:fldChar w:fldCharType="begin">
                <w:fldData xml:space="preserve">PEVuZE5vdGU+PENpdGU+PEF1dGhvcj5KdW5nPC9BdXRob3I+PFllYXI+MjAxMDwvWWVhcj48UmVj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</w:fldData>
              </w:fldChar>
            </w:r>
            <w:r w:rsidR="00706F40">
              <w:rPr>
                <w:rFonts w:cs="Arial"/>
              </w:rPr>
              <w:instrText xml:space="preserve"> ADDIN EN.CITE </w:instrText>
            </w:r>
            <w:r w:rsidR="00706F40">
              <w:rPr>
                <w:rFonts w:cs="Arial"/>
              </w:rPr>
              <w:fldChar w:fldCharType="begin">
                <w:fldData xml:space="preserve">PEVuZE5vdGU+PENpdGU+PEF1dGhvcj5KdW5nPC9BdXRob3I+PFllYXI+MjAxMDwvWWVhcj48UmVj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[28,84]</w:t>
            </w:r>
            <w:r w:rsidRPr="00B81C62">
              <w:rPr>
                <w:rFonts w:cs="Arial"/>
              </w:rPr>
              <w:fldChar w:fldCharType="end"/>
            </w:r>
          </w:p>
        </w:tc>
      </w:tr>
      <w:tr w:rsidR="00B81C62" w:rsidRPr="00B81C62" w14:paraId="3E43EBFB" w14:textId="77777777" w:rsidTr="00B81C62">
        <w:tc>
          <w:tcPr>
            <w:tcW w:w="939" w:type="pct"/>
            <w:tcBorders>
              <w:bottom w:val="single" w:sz="4" w:space="0" w:color="auto"/>
            </w:tcBorders>
            <w:shd w:val="clear" w:color="auto" w:fill="auto"/>
            <w:vAlign w:val="center"/>
          </w:tcPr>
          <w:p w14:paraId="0A0EA105" w14:textId="4EC0CFE1"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hapX, </w:t>
            </w:r>
            <w:r w:rsidRPr="00B81C62">
              <w:rPr>
                <w:rFonts w:cs="Arial"/>
                <w:i/>
                <w:iCs/>
                <w:lang w:val="x-none"/>
              </w:rPr>
              <w:t>Δ</w:t>
            </w:r>
            <w:r w:rsidRPr="00B81C62">
              <w:rPr>
                <w:rFonts w:cs="Arial"/>
                <w:i/>
                <w:iCs/>
              </w:rPr>
              <w:t>hap3</w:t>
            </w:r>
          </w:p>
        </w:tc>
        <w:tc>
          <w:tcPr>
            <w:tcW w:w="4061" w:type="pct"/>
            <w:tcBorders>
              <w:top w:val="nil"/>
              <w:bottom w:val="single" w:sz="4" w:space="0" w:color="auto"/>
            </w:tcBorders>
            <w:shd w:val="clear" w:color="auto" w:fill="auto"/>
            <w:vAlign w:val="center"/>
          </w:tcPr>
          <w:p w14:paraId="6E43E8B9" w14:textId="5A79D61C" w:rsidR="00B81C62" w:rsidRPr="00B81C62" w:rsidRDefault="00B81C62" w:rsidP="00B81C62">
            <w:pPr>
              <w:tabs>
                <w:tab w:val="left" w:pos="0"/>
              </w:tabs>
              <w:jc w:val="left"/>
              <w:rPr>
                <w:rFonts w:cs="Arial"/>
                <w:i/>
                <w:iCs/>
              </w:rPr>
            </w:pPr>
            <w:r w:rsidRPr="00B81C62">
              <w:rPr>
                <w:rFonts w:cs="Arial"/>
                <w:iCs/>
              </w:rPr>
              <w:t xml:space="preserve">Under iron starvation, the mutants failed to utilise iron-rich heme and transferrin in the media and repressed the expression of mitochondria genes for respiration and TCA but regulated the expression of </w:t>
            </w:r>
            <w:r w:rsidRPr="00B81C62">
              <w:rPr>
                <w:rFonts w:cs="Arial"/>
                <w:i/>
                <w:iCs/>
              </w:rPr>
              <w:t>Erg</w:t>
            </w:r>
            <w:r w:rsidRPr="00B81C62">
              <w:rPr>
                <w:rFonts w:cs="Arial"/>
                <w:iCs/>
              </w:rPr>
              <w:t xml:space="preserve"> genes for ergosterol synthesis; either of the mutations failed to further attenuate virulence in </w:t>
            </w:r>
            <w:r w:rsidRPr="00B81C62">
              <w:rPr>
                <w:rFonts w:cs="Arial"/>
                <w:i/>
                <w:iCs/>
              </w:rPr>
              <w:t xml:space="preserve">Δcfo1 </w:t>
            </w:r>
            <w:r w:rsidRPr="00B81C62">
              <w:rPr>
                <w:rFonts w:cs="Arial"/>
                <w:iCs/>
              </w:rPr>
              <w:t xml:space="preserve">background mutant </w:t>
            </w:r>
            <w:r w:rsidRPr="00B81C62">
              <w:rPr>
                <w:rFonts w:cs="Arial"/>
                <w:iCs/>
              </w:rPr>
              <w:fldChar w:fldCharType="begin">
                <w:fldData xml:space="preserve">PEVuZE5vdGU+PENpdGU+PEF1dGhvcj5KdW5nPC9BdXRob3I+PFllYXI+MjAxMDwvWWVhcj48UmVj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</w:fldData>
              </w:fldChar>
            </w:r>
            <w:r w:rsidR="00706F40">
              <w:rPr>
                <w:rFonts w:cs="Arial"/>
                <w:iCs/>
              </w:rPr>
              <w:instrText xml:space="preserve"> ADDIN EN.CITE </w:instrText>
            </w:r>
            <w:r w:rsidR="00706F40">
              <w:rPr>
                <w:rFonts w:cs="Arial"/>
                <w:iCs/>
              </w:rPr>
              <w:fldChar w:fldCharType="begin">
                <w:fldData xml:space="preserve">PEVuZE5vdGU+PENpdGU+PEF1dGhvcj5KdW5nPC9BdXRob3I+PFllYXI+MjAxMDwvWWVhcj48UmVj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[84]</w:t>
            </w:r>
            <w:r w:rsidRPr="00B81C62">
              <w:rPr>
                <w:rFonts w:cs="Arial"/>
                <w:iCs/>
              </w:rPr>
              <w:fldChar w:fldCharType="end"/>
            </w:r>
          </w:p>
        </w:tc>
      </w:tr>
      <w:tr w:rsidR="00B81C62" w:rsidRPr="00B81C62" w14:paraId="1A77BA77" w14:textId="77777777" w:rsidTr="00B81C62">
        <w:tc>
          <w:tcPr>
            <w:tcW w:w="939" w:type="pct"/>
            <w:tcBorders>
              <w:bottom w:val="single" w:sz="4" w:space="0" w:color="auto"/>
            </w:tcBorders>
            <w:shd w:val="clear" w:color="auto" w:fill="auto"/>
            <w:vAlign w:val="center"/>
          </w:tcPr>
          <w:p w14:paraId="361A7758" w14:textId="7E392EA2"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hapX</w:t>
            </w:r>
          </w:p>
        </w:tc>
        <w:tc>
          <w:tcPr>
            <w:tcW w:w="4061" w:type="pct"/>
            <w:tcBorders>
              <w:top w:val="nil"/>
              <w:bottom w:val="single" w:sz="4" w:space="0" w:color="auto"/>
            </w:tcBorders>
            <w:shd w:val="clear" w:color="auto" w:fill="auto"/>
            <w:vAlign w:val="center"/>
          </w:tcPr>
          <w:p w14:paraId="3061293C" w14:textId="1ED8D14F" w:rsidR="00B81C62" w:rsidRPr="00B81C62" w:rsidRDefault="00B81C62" w:rsidP="00B81C62">
            <w:pPr>
              <w:tabs>
                <w:tab w:val="left" w:pos="0"/>
              </w:tabs>
              <w:jc w:val="left"/>
              <w:rPr>
                <w:rFonts w:cs="Arial"/>
                <w:iCs/>
              </w:rPr>
            </w:pPr>
            <w:r w:rsidRPr="00B81C62">
              <w:rPr>
                <w:rFonts w:cs="Arial"/>
                <w:iCs/>
              </w:rPr>
              <w:t xml:space="preserve">Impaired environmental iron uptake by siderophore iron transporter, apparent loss of virulence in </w:t>
            </w:r>
            <w:r w:rsidRPr="00B81C62">
              <w:rPr>
                <w:rFonts w:cs="Arial"/>
                <w:i/>
                <w:iCs/>
              </w:rPr>
              <w:t xml:space="preserve">Δcir1 </w:t>
            </w:r>
            <w:r w:rsidRPr="00B81C62">
              <w:rPr>
                <w:rFonts w:cs="Arial"/>
                <w:iCs/>
              </w:rPr>
              <w:t xml:space="preserve">background mutant, poor regulation of </w:t>
            </w:r>
            <w:r w:rsidRPr="00B81C62">
              <w:rPr>
                <w:rFonts w:cs="Arial"/>
                <w:i/>
                <w:iCs/>
              </w:rPr>
              <w:t xml:space="preserve">Sit1 </w:t>
            </w:r>
            <w:r w:rsidRPr="00B81C62">
              <w:rPr>
                <w:rFonts w:cs="Arial"/>
                <w:iCs/>
              </w:rPr>
              <w:t xml:space="preserve">and </w:t>
            </w:r>
            <w:r w:rsidRPr="00B81C62">
              <w:rPr>
                <w:rFonts w:cs="Arial"/>
                <w:i/>
                <w:iCs/>
              </w:rPr>
              <w:t>Cir1</w:t>
            </w:r>
            <w:r w:rsidRPr="00B81C62">
              <w:rPr>
                <w:rFonts w:cs="Arial"/>
                <w:iCs/>
              </w:rPr>
              <w:t xml:space="preserve"> expression </w:t>
            </w:r>
            <w:r w:rsidRPr="00B81C62">
              <w:rPr>
                <w:rFonts w:cs="Arial"/>
                <w:iCs/>
              </w:rPr>
              <w:fldChar w:fldCharType="begin">
                <w:fldData xml:space="preserve">PEVuZE5vdGU+PENpdGU+PEF1dGhvcj5KdW5nPC9BdXRob3I+PFllYXI+MjAxMDwvWWVhcj48UmVj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</w:fldData>
              </w:fldChar>
            </w:r>
            <w:r w:rsidR="00706F40">
              <w:rPr>
                <w:rFonts w:cs="Arial"/>
                <w:iCs/>
              </w:rPr>
              <w:instrText xml:space="preserve"> ADDIN EN.CITE </w:instrText>
            </w:r>
            <w:r w:rsidR="00706F40">
              <w:rPr>
                <w:rFonts w:cs="Arial"/>
                <w:iCs/>
              </w:rPr>
              <w:fldChar w:fldCharType="begin">
                <w:fldData xml:space="preserve">PEVuZE5vdGU+PENpdGU+PEF1dGhvcj5KdW5nPC9BdXRob3I+PFllYXI+MjAxMDwvWWVhcj48UmVj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[84]</w:t>
            </w:r>
            <w:r w:rsidRPr="00B81C62">
              <w:rPr>
                <w:rFonts w:cs="Arial"/>
                <w:iCs/>
              </w:rPr>
              <w:fldChar w:fldCharType="end"/>
            </w:r>
          </w:p>
        </w:tc>
      </w:tr>
      <w:tr w:rsidR="00B81C62" w:rsidRPr="00B81C62" w14:paraId="67FEAD35" w14:textId="77777777" w:rsidTr="00B81C62">
        <w:tc>
          <w:tcPr>
            <w:tcW w:w="939" w:type="pct"/>
            <w:tcBorders>
              <w:bottom w:val="single" w:sz="4" w:space="0" w:color="auto"/>
            </w:tcBorders>
            <w:shd w:val="clear" w:color="auto" w:fill="auto"/>
            <w:vAlign w:val="center"/>
          </w:tcPr>
          <w:p w14:paraId="32F4977E" w14:textId="3047BE2B"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hog1</w:t>
            </w:r>
          </w:p>
        </w:tc>
        <w:tc>
          <w:tcPr>
            <w:tcW w:w="4061" w:type="pct"/>
            <w:tcBorders>
              <w:top w:val="nil"/>
              <w:bottom w:val="single" w:sz="4" w:space="0" w:color="auto"/>
            </w:tcBorders>
            <w:shd w:val="clear" w:color="auto" w:fill="auto"/>
            <w:vAlign w:val="center"/>
          </w:tcPr>
          <w:p w14:paraId="6C648993" w14:textId="3A7BEF56" w:rsidR="00B81C62" w:rsidRPr="00B81C62" w:rsidRDefault="00B81C62" w:rsidP="00B81C62">
            <w:pPr>
              <w:tabs>
                <w:tab w:val="left" w:pos="0"/>
              </w:tabs>
              <w:jc w:val="left"/>
              <w:rPr>
                <w:rFonts w:cs="Arial"/>
                <w:iCs/>
              </w:rPr>
            </w:pPr>
            <w:r w:rsidRPr="00B81C62">
              <w:rPr>
                <w:rFonts w:cs="Arial"/>
                <w:iCs/>
              </w:rPr>
              <w:t xml:space="preserve">Stimulate melanin and capsule production and restore melanin production in </w:t>
            </w:r>
            <w:r w:rsidRPr="00B81C62">
              <w:rPr>
                <w:rFonts w:cs="Arial"/>
                <w:i/>
                <w:iCs/>
              </w:rPr>
              <w:t>Δgpa1, Δcac1,</w:t>
            </w:r>
            <w:r w:rsidRPr="00B81C62">
              <w:rPr>
                <w:rFonts w:cs="Arial"/>
                <w:iCs/>
              </w:rPr>
              <w:t xml:space="preserve"> and </w:t>
            </w:r>
            <w:r w:rsidRPr="00B81C62">
              <w:rPr>
                <w:rFonts w:cs="Arial"/>
                <w:i/>
                <w:iCs/>
              </w:rPr>
              <w:t>Δpka1</w:t>
            </w:r>
            <w:r w:rsidRPr="00B81C62">
              <w:rPr>
                <w:rFonts w:cs="Arial"/>
                <w:iCs/>
              </w:rPr>
              <w:t xml:space="preserve"> background mutants; the mutant showed attenuated virulence </w:t>
            </w:r>
            <w:r w:rsidRPr="00B81C62">
              <w:rPr>
                <w:rFonts w:cs="Arial"/>
                <w:iCs/>
              </w:rPr>
              <w:fldChar w:fldCharType="begin">
                <w:fldData xml:space="preserve">PEVuZE5vdGU+PENpdGU+PEF1dGhvcj5CYWhuPC9BdXRob3I+PFllYXI+MjAwNTwvWWVhcj48UmVj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==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PEVuZE5vdGU+PENpdGU+PEF1dGhvcj5CYWhuPC9BdXRob3I+PFllYXI+MjAwNTwvWWVhcj48UmVj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==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[75]</w:t>
            </w:r>
            <w:r w:rsidRPr="00B81C62">
              <w:rPr>
                <w:rFonts w:cs="Arial"/>
                <w:iCs/>
              </w:rPr>
              <w:fldChar w:fldCharType="end"/>
            </w:r>
            <w:r w:rsidRPr="00B81C62">
              <w:rPr>
                <w:rFonts w:cs="Arial"/>
                <w:iCs/>
              </w:rPr>
              <w:t xml:space="preserve">. Enhance mating, agar adhesion, and invasion; mutant is FDX and FCZ resistant. Unlike </w:t>
            </w:r>
            <w:r w:rsidRPr="00B81C62">
              <w:rPr>
                <w:rFonts w:cs="Arial"/>
                <w:i/>
                <w:iCs/>
                <w:lang w:val="x-none"/>
              </w:rPr>
              <w:t>Δ</w:t>
            </w:r>
            <w:r w:rsidRPr="00B81C62">
              <w:rPr>
                <w:rFonts w:cs="Arial"/>
                <w:i/>
                <w:iCs/>
              </w:rPr>
              <w:t xml:space="preserve">cna1 </w:t>
            </w:r>
            <w:r w:rsidRPr="00B81C62">
              <w:rPr>
                <w:rFonts w:cs="Arial"/>
              </w:rPr>
              <w:t>mutant</w:t>
            </w:r>
            <w:r w:rsidRPr="00B81C62">
              <w:rPr>
                <w:rFonts w:cs="Arial"/>
                <w:i/>
                <w:iCs/>
              </w:rPr>
              <w:t xml:space="preserve">, </w:t>
            </w:r>
            <w:r w:rsidRPr="00B81C62">
              <w:rPr>
                <w:rFonts w:cs="Arial"/>
                <w:i/>
                <w:iCs/>
                <w:lang w:val="x-none"/>
              </w:rPr>
              <w:t>Δ</w:t>
            </w:r>
            <w:r w:rsidRPr="00B81C62">
              <w:rPr>
                <w:rFonts w:cs="Arial"/>
                <w:i/>
                <w:iCs/>
              </w:rPr>
              <w:t xml:space="preserve">hog1 </w:t>
            </w:r>
            <w:r w:rsidRPr="00B81C62">
              <w:rPr>
                <w:rFonts w:cs="Arial"/>
                <w:iCs/>
              </w:rPr>
              <w:t>displayed</w:t>
            </w:r>
            <w:r w:rsidRPr="00B81C62">
              <w:rPr>
                <w:rFonts w:cs="Arial"/>
                <w:i/>
                <w:iCs/>
              </w:rPr>
              <w:t xml:space="preserve"> </w:t>
            </w:r>
            <w:r w:rsidRPr="00B81C62">
              <w:rPr>
                <w:rFonts w:cs="Arial"/>
                <w:iCs/>
              </w:rPr>
              <w:t xml:space="preserve">normal cell morphology (failed to accumulate glycerol) and cytokinesis in the presence of FDX, similar to serotype D </w:t>
            </w:r>
            <w:r w:rsidRPr="00B81C62">
              <w:rPr>
                <w:rFonts w:cs="Arial"/>
                <w:i/>
              </w:rPr>
              <w:t>wt</w:t>
            </w:r>
            <w:r w:rsidRPr="00B81C62">
              <w:rPr>
                <w:rFonts w:cs="Arial"/>
                <w:iCs/>
              </w:rPr>
              <w:t xml:space="preserve"> </w:t>
            </w:r>
            <w:r w:rsidRPr="00B81C62">
              <w:rPr>
                <w:rFonts w:cs="Arial"/>
                <w:iCs/>
              </w:rPr>
              <w:fldChar w:fldCharType="begin">
                <w:fldData xml:space="preserve">PEVuZE5vdGU+PENpdGU+PEF1dGhvcj5Lb2ppbWE8L0F1dGhvcj48WWVhcj4yMDA2PC9ZZWFyPjxS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</w:fldData>
              </w:fldChar>
            </w:r>
            <w:r w:rsidR="00706F40">
              <w:rPr>
                <w:rFonts w:cs="Arial"/>
                <w:iCs/>
              </w:rPr>
              <w:instrText xml:space="preserve"> ADDIN EN.CITE </w:instrText>
            </w:r>
            <w:r w:rsidR="00706F40">
              <w:rPr>
                <w:rFonts w:cs="Arial"/>
                <w:iCs/>
              </w:rPr>
              <w:fldChar w:fldCharType="begin">
                <w:fldData xml:space="preserve">PEVuZE5vdGU+PENpdGU+PEF1dGhvcj5Lb2ppbWE8L0F1dGhvcj48WWVhcj4yMDA2PC9ZZWFyPjxS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[85]</w:t>
            </w:r>
            <w:r w:rsidRPr="00B81C62">
              <w:rPr>
                <w:rFonts w:cs="Arial"/>
                <w:iCs/>
              </w:rPr>
              <w:fldChar w:fldCharType="end"/>
            </w:r>
          </w:p>
        </w:tc>
      </w:tr>
      <w:tr w:rsidR="00B81C62" w:rsidRPr="00B81C62" w14:paraId="48D2C457" w14:textId="77777777" w:rsidTr="00B81C62">
        <w:tc>
          <w:tcPr>
            <w:tcW w:w="939" w:type="pct"/>
            <w:tcBorders>
              <w:bottom w:val="single" w:sz="4" w:space="0" w:color="auto"/>
            </w:tcBorders>
            <w:shd w:val="clear" w:color="auto" w:fill="auto"/>
            <w:vAlign w:val="center"/>
          </w:tcPr>
          <w:p w14:paraId="2F7BB2B4" w14:textId="58C31C9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hom3, </w:t>
            </w:r>
            <w:r w:rsidRPr="00B81C62">
              <w:rPr>
                <w:rFonts w:cs="Arial"/>
                <w:i/>
                <w:iCs/>
                <w:lang w:val="x-none"/>
              </w:rPr>
              <w:t>Δ</w:t>
            </w:r>
            <w:r w:rsidRPr="00B81C62">
              <w:rPr>
                <w:rFonts w:cs="Arial"/>
                <w:i/>
                <w:iCs/>
              </w:rPr>
              <w:t>thr1</w:t>
            </w:r>
          </w:p>
        </w:tc>
        <w:tc>
          <w:tcPr>
            <w:tcW w:w="4061" w:type="pct"/>
            <w:tcBorders>
              <w:top w:val="nil"/>
              <w:bottom w:val="single" w:sz="4" w:space="0" w:color="auto"/>
            </w:tcBorders>
            <w:shd w:val="clear" w:color="auto" w:fill="auto"/>
            <w:vAlign w:val="center"/>
          </w:tcPr>
          <w:p w14:paraId="378372AA" w14:textId="12F7FBC1" w:rsidR="00B81C62" w:rsidRPr="00B81C62" w:rsidRDefault="00B81C62" w:rsidP="00B81C62">
            <w:pPr>
              <w:tabs>
                <w:tab w:val="left" w:pos="0"/>
              </w:tabs>
              <w:jc w:val="left"/>
              <w:rPr>
                <w:rFonts w:cs="Arial"/>
                <w:iCs/>
              </w:rPr>
            </w:pPr>
            <w:r w:rsidRPr="00B81C62">
              <w:rPr>
                <w:rFonts w:cs="Arial"/>
                <w:iCs/>
              </w:rPr>
              <w:t xml:space="preserve">Under a repressible </w:t>
            </w:r>
            <w:r w:rsidRPr="00B81C62">
              <w:rPr>
                <w:rFonts w:cs="Arial"/>
                <w:i/>
                <w:iCs/>
              </w:rPr>
              <w:t>P</w:t>
            </w:r>
            <w:r w:rsidRPr="00B81C62">
              <w:rPr>
                <w:rFonts w:cs="Arial"/>
                <w:i/>
                <w:iCs/>
                <w:vertAlign w:val="subscript"/>
              </w:rPr>
              <w:t>ctr4</w:t>
            </w:r>
            <w:r w:rsidRPr="00B81C62">
              <w:rPr>
                <w:rFonts w:cs="Arial"/>
                <w:i/>
                <w:iCs/>
              </w:rPr>
              <w:t>,</w:t>
            </w:r>
            <w:r w:rsidRPr="00B81C62">
              <w:rPr>
                <w:rFonts w:cs="Arial"/>
                <w:iCs/>
              </w:rPr>
              <w:t xml:space="preserve"> both mutants showed temperature-dependent growth and were hypersensitive to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either in the repressed or induced state. Under SD repressible media, the presence of Met, Thr, Ala-Thr, Met-Leu, and homoserine improved </w:t>
            </w:r>
            <w:r w:rsidRPr="00B81C62">
              <w:rPr>
                <w:rFonts w:cs="Arial"/>
                <w:i/>
                <w:iCs/>
                <w:lang w:val="x-none"/>
              </w:rPr>
              <w:t>Δ</w:t>
            </w:r>
            <w:r w:rsidRPr="00B81C62">
              <w:rPr>
                <w:rFonts w:cs="Arial"/>
                <w:i/>
                <w:iCs/>
                <w:lang w:val="en-US"/>
              </w:rPr>
              <w:t>h</w:t>
            </w:r>
            <w:r w:rsidRPr="00B81C62">
              <w:rPr>
                <w:rFonts w:cs="Arial"/>
                <w:i/>
              </w:rPr>
              <w:t>om3</w:t>
            </w:r>
            <w:r w:rsidRPr="00B81C62">
              <w:rPr>
                <w:rFonts w:cs="Arial"/>
              </w:rPr>
              <w:t xml:space="preserve"> growth better than </w:t>
            </w:r>
            <w:proofErr w:type="spellStart"/>
            <w:r w:rsidRPr="00B81C62">
              <w:rPr>
                <w:rFonts w:cs="Arial"/>
                <w:i/>
                <w:iCs/>
                <w:lang w:val="x-none"/>
              </w:rPr>
              <w:t>Δ</w:t>
            </w:r>
            <w:r w:rsidRPr="00B81C62">
              <w:rPr>
                <w:rFonts w:cs="Arial"/>
                <w:i/>
                <w:iCs/>
                <w:lang w:val="en-US"/>
              </w:rPr>
              <w:t>t</w:t>
            </w:r>
            <w:proofErr w:type="spellEnd"/>
            <w:r w:rsidRPr="00B81C62">
              <w:rPr>
                <w:rFonts w:cs="Arial"/>
                <w:i/>
              </w:rPr>
              <w:t>hr1,</w:t>
            </w:r>
            <w:r w:rsidRPr="00B81C62">
              <w:rPr>
                <w:rFonts w:cs="Arial"/>
              </w:rPr>
              <w:t xml:space="preserve"> but Ala-Thr appeared better with </w:t>
            </w:r>
            <w:proofErr w:type="spellStart"/>
            <w:r w:rsidRPr="00B81C62">
              <w:rPr>
                <w:rFonts w:cs="Arial"/>
                <w:i/>
                <w:iCs/>
                <w:lang w:val="x-none"/>
              </w:rPr>
              <w:t>Δ</w:t>
            </w:r>
            <w:r w:rsidRPr="00B81C62">
              <w:rPr>
                <w:rFonts w:cs="Arial"/>
                <w:i/>
                <w:iCs/>
                <w:lang w:val="en-US"/>
              </w:rPr>
              <w:t>t</w:t>
            </w:r>
            <w:proofErr w:type="spellEnd"/>
            <w:r w:rsidRPr="00B81C62">
              <w:rPr>
                <w:rFonts w:cs="Arial"/>
                <w:i/>
              </w:rPr>
              <w:t>hr1</w:t>
            </w:r>
            <w:r w:rsidRPr="00B81C62">
              <w:rPr>
                <w:rFonts w:cs="Arial"/>
              </w:rPr>
              <w:t xml:space="preserve"> mutant than </w:t>
            </w:r>
            <w:r w:rsidRPr="00B81C62">
              <w:rPr>
                <w:rFonts w:cs="Arial"/>
                <w:i/>
                <w:iCs/>
                <w:lang w:val="x-none"/>
              </w:rPr>
              <w:t>Δ</w:t>
            </w:r>
            <w:r w:rsidRPr="00B81C62">
              <w:rPr>
                <w:rFonts w:cs="Arial"/>
                <w:i/>
                <w:iCs/>
                <w:lang w:val="en-US"/>
              </w:rPr>
              <w:t>h</w:t>
            </w:r>
            <w:r w:rsidRPr="00B81C62">
              <w:rPr>
                <w:rFonts w:cs="Arial"/>
                <w:i/>
              </w:rPr>
              <w:t>om3</w:t>
            </w:r>
            <w:r w:rsidRPr="00B81C62">
              <w:rPr>
                <w:rFonts w:cs="Arial"/>
              </w:rPr>
              <w:t xml:space="preserve">. In all, no </w:t>
            </w:r>
            <w:r w:rsidRPr="00B81C62">
              <w:rPr>
                <w:rFonts w:cs="Arial"/>
                <w:i/>
                <w:iCs/>
              </w:rPr>
              <w:t>wt</w:t>
            </w:r>
            <w:r w:rsidRPr="00B81C62">
              <w:rPr>
                <w:rFonts w:cs="Arial"/>
              </w:rPr>
              <w:t xml:space="preserve"> growth level could be achieved in all the mutants </w:t>
            </w:r>
            <w:r w:rsidRPr="00B81C62">
              <w:rPr>
                <w:rFonts w:cs="Arial"/>
              </w:rPr>
              <w:fldChar w:fldCharType="begin">
                <w:fldData xml:space="preserve">PEVuZE5vdGU+PENpdGU+PEF1dGhvcj5LaW5nc2J1cnk8L0F1dGhvcj48WWVhcj4yMDA4PC9ZZWFy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</w:fldData>
              </w:fldChar>
            </w:r>
            <w:r w:rsidR="00706F40">
              <w:rPr>
                <w:rFonts w:cs="Arial"/>
              </w:rPr>
              <w:instrText xml:space="preserve"> ADDIN EN.CITE </w:instrText>
            </w:r>
            <w:r w:rsidR="00706F40">
              <w:rPr>
                <w:rFonts w:cs="Arial"/>
              </w:rPr>
              <w:fldChar w:fldCharType="begin">
                <w:fldData xml:space="preserve">PEVuZE5vdGU+PENpdGU+PEF1dGhvcj5LaW5nc2J1cnk8L0F1dGhvcj48WWVhcj4yMDA4PC9ZZWFy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[86]</w:t>
            </w:r>
            <w:r w:rsidRPr="00B81C62">
              <w:rPr>
                <w:rFonts w:cs="Arial"/>
              </w:rPr>
              <w:fldChar w:fldCharType="end"/>
            </w:r>
          </w:p>
        </w:tc>
      </w:tr>
      <w:tr w:rsidR="00B81C62" w:rsidRPr="00B81C62" w14:paraId="0EE64832" w14:textId="77777777" w:rsidTr="00B81C62">
        <w:tc>
          <w:tcPr>
            <w:tcW w:w="939" w:type="pct"/>
            <w:tcBorders>
              <w:bottom w:val="single" w:sz="4" w:space="0" w:color="auto"/>
            </w:tcBorders>
            <w:shd w:val="clear" w:color="auto" w:fill="auto"/>
            <w:vAlign w:val="center"/>
          </w:tcPr>
          <w:p w14:paraId="36A35D3B" w14:textId="336C6D46"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hxk1, </w:t>
            </w:r>
            <w:r w:rsidRPr="00B81C62">
              <w:rPr>
                <w:rFonts w:cs="Arial"/>
                <w:i/>
                <w:iCs/>
                <w:lang w:val="x-none"/>
              </w:rPr>
              <w:t>Δ</w:t>
            </w:r>
            <w:r w:rsidRPr="00B81C62">
              <w:rPr>
                <w:rFonts w:cs="Arial"/>
                <w:i/>
                <w:iCs/>
              </w:rPr>
              <w:t>hxk2,</w:t>
            </w:r>
            <w:r w:rsidRPr="00B81C62">
              <w:rPr>
                <w:rFonts w:cs="Arial"/>
                <w:iCs/>
              </w:rPr>
              <w:t xml:space="preserve"> and </w:t>
            </w:r>
            <w:r w:rsidRPr="00B81C62">
              <w:rPr>
                <w:rFonts w:cs="Arial"/>
                <w:i/>
                <w:iCs/>
                <w:lang w:val="x-none"/>
              </w:rPr>
              <w:t>Δ</w:t>
            </w:r>
            <w:r w:rsidRPr="00B81C62">
              <w:rPr>
                <w:rFonts w:cs="Arial"/>
                <w:i/>
                <w:iCs/>
              </w:rPr>
              <w:t>pyk1</w:t>
            </w:r>
          </w:p>
        </w:tc>
        <w:tc>
          <w:tcPr>
            <w:tcW w:w="4061" w:type="pct"/>
            <w:tcBorders>
              <w:top w:val="nil"/>
              <w:bottom w:val="single" w:sz="4" w:space="0" w:color="auto"/>
            </w:tcBorders>
            <w:shd w:val="clear" w:color="auto" w:fill="auto"/>
            <w:vAlign w:val="center"/>
          </w:tcPr>
          <w:p w14:paraId="343C7877" w14:textId="703EA74D" w:rsidR="00B81C62" w:rsidRPr="00B81C62" w:rsidRDefault="00B81C62" w:rsidP="00B81C62">
            <w:pPr>
              <w:tabs>
                <w:tab w:val="left" w:pos="0"/>
              </w:tabs>
              <w:jc w:val="left"/>
              <w:rPr>
                <w:rFonts w:cs="Arial"/>
                <w:iCs/>
              </w:rPr>
            </w:pPr>
            <w:r w:rsidRPr="00B81C62">
              <w:rPr>
                <w:rFonts w:cs="Arial"/>
                <w:iCs/>
              </w:rPr>
              <w:t xml:space="preserve">Impaired glucose utilisation but active glucose catabolite repression; severely attenuated virulence though with no apparent effect on the melanin and capsule formation; mutants failed to survive in the rabbit CSF but survived in the mice lungs </w:t>
            </w:r>
            <w:r w:rsidRPr="00B81C62">
              <w:rPr>
                <w:rFonts w:cs="Arial"/>
                <w:iCs/>
              </w:rPr>
              <w:fldChar w:fldCharType="begin">
                <w:fldData xml:space="preserve">PEVuZE5vdGU+PENpdGU+PEF1dGhvcj5QcmljZTwvQXV0aG9yPjxZZWFyPjIwMTE8L1llYXI+PFJl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</w:fldData>
              </w:fldChar>
            </w:r>
            <w:r w:rsidR="00706F40">
              <w:rPr>
                <w:rFonts w:cs="Arial"/>
                <w:iCs/>
              </w:rPr>
              <w:instrText xml:space="preserve"> ADDIN EN.CITE </w:instrText>
            </w:r>
            <w:r w:rsidR="00706F40">
              <w:rPr>
                <w:rFonts w:cs="Arial"/>
                <w:iCs/>
              </w:rPr>
              <w:fldChar w:fldCharType="begin">
                <w:fldData xml:space="preserve">PEVuZE5vdGU+PENpdGU+PEF1dGhvcj5QcmljZTwvQXV0aG9yPjxZZWFyPjIwMTE8L1llYXI+PFJl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[87]</w:t>
            </w:r>
            <w:r w:rsidRPr="00B81C62">
              <w:rPr>
                <w:rFonts w:cs="Arial"/>
                <w:iCs/>
              </w:rPr>
              <w:fldChar w:fldCharType="end"/>
            </w:r>
            <w:r w:rsidRPr="00B81C62">
              <w:rPr>
                <w:rFonts w:cs="Arial"/>
                <w:iCs/>
              </w:rPr>
              <w:t xml:space="preserve">. Reduced growth with </w:t>
            </w:r>
            <w:r w:rsidRPr="00B81C62">
              <w:rPr>
                <w:rFonts w:cs="Arial"/>
                <w:i/>
                <w:iCs/>
                <w:lang w:val="x-none"/>
              </w:rPr>
              <w:t>Δ</w:t>
            </w:r>
            <w:r w:rsidRPr="00B81C62">
              <w:rPr>
                <w:rFonts w:cs="Arial"/>
                <w:i/>
                <w:iCs/>
              </w:rPr>
              <w:t xml:space="preserve">hxk2 </w:t>
            </w:r>
            <w:r w:rsidRPr="00B81C62">
              <w:rPr>
                <w:rFonts w:cs="Arial"/>
                <w:iCs/>
              </w:rPr>
              <w:t xml:space="preserve">in the presence of glucose </w:t>
            </w:r>
            <w:r w:rsidRPr="00B81C62">
              <w:rPr>
                <w:rFonts w:cs="Arial"/>
                <w:iCs/>
              </w:rPr>
              <w:fldChar w:fldCharType="begin">
                <w:fldData xml:space="preserve">PEVuZE5vdGU+PENpdGU+PEF1dGhvcj5JZG51cm08L0F1dGhvcj48WWVhcj4yMDA3PC9ZZWFyPjxS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PEVuZE5vdGU+PENpdGU+PEF1dGhvcj5JZG51cm08L0F1dGhvcj48WWVhcj4yMDA3PC9ZZWFyPjxS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[88]</w:t>
            </w:r>
            <w:r w:rsidRPr="00B81C62">
              <w:rPr>
                <w:rFonts w:cs="Arial"/>
                <w:iCs/>
              </w:rPr>
              <w:fldChar w:fldCharType="end"/>
            </w:r>
          </w:p>
        </w:tc>
      </w:tr>
      <w:tr w:rsidR="00B81C62" w:rsidRPr="00B81C62" w14:paraId="73B09199" w14:textId="77777777" w:rsidTr="00B81C62">
        <w:tc>
          <w:tcPr>
            <w:tcW w:w="939" w:type="pct"/>
            <w:tcBorders>
              <w:bottom w:val="single" w:sz="4" w:space="0" w:color="auto"/>
            </w:tcBorders>
            <w:shd w:val="clear" w:color="auto" w:fill="auto"/>
            <w:vAlign w:val="center"/>
          </w:tcPr>
          <w:p w14:paraId="62F6E443" w14:textId="57CE879A"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hxl1, </w:t>
            </w:r>
            <w:r w:rsidRPr="00B81C62">
              <w:rPr>
                <w:rFonts w:cs="Arial"/>
                <w:i/>
                <w:iCs/>
                <w:lang w:val="x-none"/>
              </w:rPr>
              <w:t>Δ</w:t>
            </w:r>
            <w:r w:rsidRPr="00B81C62">
              <w:rPr>
                <w:rFonts w:cs="Arial"/>
                <w:i/>
                <w:iCs/>
              </w:rPr>
              <w:t>ire1</w:t>
            </w:r>
          </w:p>
        </w:tc>
        <w:tc>
          <w:tcPr>
            <w:tcW w:w="4061" w:type="pct"/>
            <w:tcBorders>
              <w:top w:val="nil"/>
              <w:bottom w:val="single" w:sz="4" w:space="0" w:color="auto"/>
            </w:tcBorders>
            <w:shd w:val="clear" w:color="auto" w:fill="auto"/>
            <w:vAlign w:val="center"/>
          </w:tcPr>
          <w:p w14:paraId="349FDB65" w14:textId="69644BE3" w:rsidR="00B81C62" w:rsidRPr="00B81C62" w:rsidRDefault="00B81C62" w:rsidP="00B81C62">
            <w:pPr>
              <w:tabs>
                <w:tab w:val="left" w:pos="0"/>
              </w:tabs>
              <w:jc w:val="left"/>
              <w:rPr>
                <w:rFonts w:cs="Arial"/>
                <w:iCs/>
              </w:rPr>
            </w:pPr>
            <w:r w:rsidRPr="00B81C62">
              <w:rPr>
                <w:rFonts w:cs="Arial"/>
                <w:iCs/>
              </w:rPr>
              <w:t xml:space="preserve">Attenuated virulence </w:t>
            </w:r>
            <w:r w:rsidRPr="00B81C62">
              <w:rPr>
                <w:rFonts w:cs="Arial"/>
                <w:iCs/>
              </w:rPr>
              <w:fldChar w:fldCharType="begin">
                <w:fldData xml:space="preserve">PEVuZE5vdGU+PENpdGU+PEF1dGhvcj5DaGVvbjwvQXV0aG9yPjxZZWFyPjIwMTE8L1llYXI+PFJl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PEVuZE5vdGU+PENpdGU+PEF1dGhvcj5DaGVvbjwvQXV0aG9yPjxZZWFyPjIwMTE8L1llYXI+PFJl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[89]</w:t>
            </w:r>
            <w:r w:rsidRPr="00B81C62">
              <w:rPr>
                <w:rFonts w:cs="Arial"/>
                <w:iCs/>
              </w:rPr>
              <w:fldChar w:fldCharType="end"/>
            </w:r>
          </w:p>
        </w:tc>
      </w:tr>
      <w:tr w:rsidR="00B81C62" w:rsidRPr="00B81C62" w14:paraId="551CFB21" w14:textId="77777777" w:rsidTr="00B81C62">
        <w:tc>
          <w:tcPr>
            <w:tcW w:w="939" w:type="pct"/>
            <w:tcBorders>
              <w:bottom w:val="single" w:sz="4" w:space="0" w:color="auto"/>
            </w:tcBorders>
            <w:shd w:val="clear" w:color="auto" w:fill="auto"/>
            <w:vAlign w:val="center"/>
          </w:tcPr>
          <w:p w14:paraId="685C7D9C" w14:textId="53DB0AF0"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hxt1</w:t>
            </w:r>
          </w:p>
        </w:tc>
        <w:tc>
          <w:tcPr>
            <w:tcW w:w="4061" w:type="pct"/>
            <w:tcBorders>
              <w:top w:val="nil"/>
              <w:bottom w:val="single" w:sz="4" w:space="0" w:color="auto"/>
            </w:tcBorders>
            <w:shd w:val="clear" w:color="auto" w:fill="auto"/>
            <w:vAlign w:val="center"/>
          </w:tcPr>
          <w:p w14:paraId="3F4BAC47" w14:textId="45D197A2" w:rsidR="00B81C62" w:rsidRPr="00B81C62" w:rsidRDefault="00B81C62" w:rsidP="00B81C62">
            <w:pPr>
              <w:tabs>
                <w:tab w:val="left" w:pos="0"/>
              </w:tabs>
              <w:jc w:val="left"/>
              <w:rPr>
                <w:rFonts w:cs="Arial"/>
                <w:iCs/>
              </w:rPr>
            </w:pPr>
            <w:r w:rsidRPr="00B81C62">
              <w:rPr>
                <w:rFonts w:cs="Arial"/>
                <w:iCs/>
              </w:rPr>
              <w:t xml:space="preserve">Decreased intracellular activated glucose; early melanin formation with normal capsule synthesis hence unaffected virulence </w:t>
            </w:r>
            <w:r w:rsidRPr="00B81C62">
              <w:rPr>
                <w:rFonts w:cs="Arial"/>
                <w:iCs/>
              </w:rPr>
              <w:fldChar w:fldCharType="begin">
                <w:fldData xml:space="preserve">PEVuZE5vdGU+PENpdGU+PEF1dGhvcj5IdTwvQXV0aG9yPjxZZWFyPjIwMDg8L1llYXI+PFJlY051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PEVuZE5vdGU+PENpdGU+PEF1dGhvcj5IdTwvQXV0aG9yPjxZZWFyPjIwMDg8L1llYXI+PFJlY051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[2]</w:t>
            </w:r>
            <w:r w:rsidRPr="00B81C62">
              <w:rPr>
                <w:rFonts w:cs="Arial"/>
                <w:iCs/>
              </w:rPr>
              <w:fldChar w:fldCharType="end"/>
            </w:r>
          </w:p>
        </w:tc>
      </w:tr>
      <w:tr w:rsidR="00B81C62" w:rsidRPr="00B81C62" w14:paraId="6698E7E5" w14:textId="77777777" w:rsidTr="00B81C62">
        <w:tc>
          <w:tcPr>
            <w:tcW w:w="939" w:type="pct"/>
            <w:tcBorders>
              <w:bottom w:val="single" w:sz="4" w:space="0" w:color="auto"/>
            </w:tcBorders>
            <w:shd w:val="clear" w:color="auto" w:fill="auto"/>
            <w:vAlign w:val="center"/>
          </w:tcPr>
          <w:p w14:paraId="669B421C" w14:textId="13053B33" w:rsidR="00B81C62" w:rsidRPr="00B81C62" w:rsidRDefault="00B81C62" w:rsidP="00B81C62">
            <w:pPr>
              <w:pStyle w:val="MDPI42tablebody"/>
              <w:jc w:val="left"/>
              <w:rPr>
                <w:rFonts w:cs="Arial"/>
                <w:i/>
                <w:iCs/>
                <w:lang w:val="x-none"/>
              </w:rPr>
            </w:pPr>
            <w:proofErr w:type="spellStart"/>
            <w:r w:rsidRPr="00B81C62">
              <w:rPr>
                <w:rFonts w:cs="Arial"/>
                <w:i/>
                <w:iCs/>
                <w:lang w:val="x-none"/>
              </w:rPr>
              <w:t>Δ</w:t>
            </w:r>
            <w:r w:rsidRPr="00B81C62">
              <w:rPr>
                <w:rFonts w:cs="Arial"/>
                <w:i/>
                <w:iCs/>
              </w:rPr>
              <w:t>icl</w:t>
            </w:r>
            <w:proofErr w:type="spellEnd"/>
            <w:r w:rsidRPr="00B81C62">
              <w:rPr>
                <w:rFonts w:cs="Arial"/>
                <w:i/>
                <w:iCs/>
              </w:rPr>
              <w:t xml:space="preserve">, </w:t>
            </w:r>
            <w:r w:rsidRPr="00B81C62">
              <w:rPr>
                <w:rFonts w:cs="Arial"/>
                <w:i/>
                <w:iCs/>
                <w:lang w:val="x-none"/>
              </w:rPr>
              <w:t>Δ</w:t>
            </w:r>
            <w:r w:rsidRPr="00B81C62">
              <w:rPr>
                <w:rFonts w:cs="Arial"/>
                <w:i/>
                <w:iCs/>
              </w:rPr>
              <w:t>mls1</w:t>
            </w:r>
          </w:p>
        </w:tc>
        <w:tc>
          <w:tcPr>
            <w:tcW w:w="4061" w:type="pct"/>
            <w:tcBorders>
              <w:top w:val="nil"/>
              <w:bottom w:val="single" w:sz="4" w:space="0" w:color="auto"/>
            </w:tcBorders>
            <w:shd w:val="clear" w:color="auto" w:fill="auto"/>
            <w:vAlign w:val="center"/>
          </w:tcPr>
          <w:p w14:paraId="6D440C4D" w14:textId="68CF1812" w:rsidR="00B81C62" w:rsidRPr="00B81C62" w:rsidRDefault="00B81C62" w:rsidP="00B81C62">
            <w:pPr>
              <w:tabs>
                <w:tab w:val="left" w:pos="0"/>
              </w:tabs>
              <w:jc w:val="left"/>
              <w:rPr>
                <w:rFonts w:cs="Arial"/>
                <w:iCs/>
              </w:rPr>
            </w:pPr>
            <w:r w:rsidRPr="00B81C62">
              <w:rPr>
                <w:rFonts w:cs="Arial"/>
                <w:iCs/>
              </w:rPr>
              <w:t xml:space="preserve">Each mutant showed full virulence in animal models but failed to grow in acetate medium </w:t>
            </w:r>
            <w:r w:rsidRPr="00B81C62">
              <w:rPr>
                <w:rFonts w:cs="Arial"/>
                <w:iCs/>
              </w:rPr>
              <w:fldChar w:fldCharType="begin">
                <w:fldData xml:space="preserve">PEVuZE5vdGU+PENpdGU+PEF1dGhvcj5IdTwvQXV0aG9yPjxZZWFyPjIwMDg8L1llYXI+PFJlY051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==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PEVuZE5vdGU+PENpdGU+PEF1dGhvcj5IdTwvQXV0aG9yPjxZZWFyPjIwMDg8L1llYXI+PFJlY051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==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[2,88,90]</w:t>
            </w:r>
            <w:r w:rsidRPr="00B81C62">
              <w:rPr>
                <w:rFonts w:cs="Arial"/>
                <w:iCs/>
              </w:rPr>
              <w:fldChar w:fldCharType="end"/>
            </w:r>
          </w:p>
        </w:tc>
      </w:tr>
      <w:tr w:rsidR="00B81C62" w:rsidRPr="00B81C62" w14:paraId="7394FBA2" w14:textId="77777777" w:rsidTr="00B81C62">
        <w:tc>
          <w:tcPr>
            <w:tcW w:w="939" w:type="pct"/>
            <w:tcBorders>
              <w:bottom w:val="single" w:sz="4" w:space="0" w:color="auto"/>
            </w:tcBorders>
            <w:shd w:val="clear" w:color="auto" w:fill="auto"/>
            <w:vAlign w:val="center"/>
          </w:tcPr>
          <w:p w14:paraId="0FF9CA41" w14:textId="35867DF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ilv2</w:t>
            </w:r>
          </w:p>
        </w:tc>
        <w:tc>
          <w:tcPr>
            <w:tcW w:w="4061" w:type="pct"/>
            <w:tcBorders>
              <w:top w:val="nil"/>
              <w:bottom w:val="single" w:sz="4" w:space="0" w:color="auto"/>
            </w:tcBorders>
            <w:shd w:val="clear" w:color="auto" w:fill="auto"/>
            <w:vAlign w:val="center"/>
          </w:tcPr>
          <w:p w14:paraId="7CD0DC01" w14:textId="10C1AC1D" w:rsidR="00B81C62" w:rsidRPr="00B81C62" w:rsidRDefault="00B81C62" w:rsidP="00B81C62">
            <w:pPr>
              <w:tabs>
                <w:tab w:val="left" w:pos="0"/>
              </w:tabs>
              <w:jc w:val="left"/>
              <w:rPr>
                <w:rFonts w:cs="Arial"/>
                <w:iCs/>
              </w:rPr>
            </w:pPr>
            <w:r w:rsidRPr="00B81C62">
              <w:rPr>
                <w:rFonts w:cs="Arial"/>
              </w:rPr>
              <w:t xml:space="preserve">An avirulent mutant that failed to survive </w:t>
            </w:r>
            <w:r w:rsidRPr="00B81C62">
              <w:rPr>
                <w:rFonts w:cs="Arial"/>
                <w:i/>
                <w:iCs/>
              </w:rPr>
              <w:t>in vivo</w:t>
            </w:r>
            <w:r w:rsidRPr="00B81C62">
              <w:rPr>
                <w:rFonts w:cs="Arial"/>
                <w:i/>
              </w:rPr>
              <w:t xml:space="preserve"> </w:t>
            </w:r>
            <w:r w:rsidRPr="00B81C62">
              <w:rPr>
                <w:rFonts w:cs="Arial"/>
              </w:rPr>
              <w:t xml:space="preserve">but was highly resistant to sulfonylurea sulfometuron methyl irrespective of the strain/serotype due to transferable and dominant </w:t>
            </w:r>
            <w:r w:rsidRPr="00B81C62">
              <w:rPr>
                <w:rFonts w:cs="Arial"/>
                <w:i/>
                <w:iCs/>
              </w:rPr>
              <w:t>ilv2</w:t>
            </w:r>
            <w:r w:rsidRPr="00B81C62">
              <w:rPr>
                <w:rFonts w:cs="Arial"/>
              </w:rPr>
              <w:t xml:space="preserve"> gene. In Ile-Val or Val-Ile dipeptide supplemented medium, no growth at 37</w:t>
            </w:r>
            <w:r w:rsidRPr="00B81C62">
              <w:rPr>
                <w:rFonts w:cs="Arial"/>
                <w:vertAlign w:val="superscript"/>
              </w:rPr>
              <w:t>o</w:t>
            </w:r>
            <w:r w:rsidRPr="00B81C62">
              <w:rPr>
                <w:rFonts w:cs="Arial"/>
              </w:rPr>
              <w:t xml:space="preserve">C; melanin production remained unaltered, but capsule production was significantly lower than the </w:t>
            </w:r>
            <w:r w:rsidRPr="00B81C62">
              <w:rPr>
                <w:rFonts w:cs="Arial"/>
                <w:i/>
                <w:iCs/>
              </w:rPr>
              <w:t>wt</w:t>
            </w:r>
            <w:r w:rsidRPr="00B81C62">
              <w:rPr>
                <w:rFonts w:cs="Arial"/>
              </w:rPr>
              <w:t xml:space="preserve">/reconstituted mutant </w:t>
            </w:r>
            <w:r w:rsidRPr="00B81C62">
              <w:rPr>
                <w:rFonts w:cs="Arial"/>
              </w:rPr>
              <w:fldChar w:fldCharType="begin">
                <w:fldData xml:space="preserve">PEVuZE5vdGU+PENpdGU+PEF1dGhvcj5LaW5nc2J1cnk8L0F1dGhvcj48WWVhcj4yMDA0PC9ZZWFy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==
</w:fldData>
              </w:fldChar>
            </w:r>
            <w:r w:rsidR="00706F40">
              <w:rPr>
                <w:rFonts w:cs="Arial"/>
              </w:rPr>
              <w:instrText xml:space="preserve"> ADDIN EN.CITE </w:instrText>
            </w:r>
            <w:r w:rsidR="00706F40">
              <w:rPr>
                <w:rFonts w:cs="Arial"/>
              </w:rPr>
              <w:fldChar w:fldCharType="begin">
                <w:fldData xml:space="preserve">PEVuZE5vdGU+PENpdGU+PEF1dGhvcj5LaW5nc2J1cnk8L0F1dGhvcj48WWVhcj4yMDA0PC9ZZWFy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==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[91]</w:t>
            </w:r>
            <w:r w:rsidRPr="00B81C62">
              <w:rPr>
                <w:rFonts w:cs="Arial"/>
              </w:rPr>
              <w:fldChar w:fldCharType="end"/>
            </w:r>
            <w:r w:rsidRPr="00B81C62">
              <w:rPr>
                <w:rFonts w:cs="Arial"/>
              </w:rPr>
              <w:t xml:space="preserve"> </w:t>
            </w:r>
          </w:p>
        </w:tc>
      </w:tr>
      <w:tr w:rsidR="00B81C62" w:rsidRPr="00B81C62" w14:paraId="6223C2E4" w14:textId="77777777" w:rsidTr="00B81C62">
        <w:tc>
          <w:tcPr>
            <w:tcW w:w="939" w:type="pct"/>
            <w:tcBorders>
              <w:bottom w:val="single" w:sz="4" w:space="0" w:color="auto"/>
            </w:tcBorders>
            <w:shd w:val="clear" w:color="auto" w:fill="auto"/>
            <w:vAlign w:val="center"/>
          </w:tcPr>
          <w:p w14:paraId="473FCF72" w14:textId="10F88890"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ima1</w:t>
            </w:r>
          </w:p>
        </w:tc>
        <w:tc>
          <w:tcPr>
            <w:tcW w:w="4061" w:type="pct"/>
            <w:tcBorders>
              <w:top w:val="nil"/>
              <w:bottom w:val="single" w:sz="4" w:space="0" w:color="auto"/>
            </w:tcBorders>
            <w:shd w:val="clear" w:color="auto" w:fill="auto"/>
            <w:vAlign w:val="center"/>
          </w:tcPr>
          <w:p w14:paraId="7606136A" w14:textId="29B31C5E" w:rsidR="00B81C62" w:rsidRPr="00B81C62" w:rsidRDefault="00B81C62" w:rsidP="00B81C62">
            <w:pPr>
              <w:tabs>
                <w:tab w:val="left" w:pos="0"/>
              </w:tabs>
              <w:jc w:val="left"/>
              <w:rPr>
                <w:rFonts w:cs="Arial"/>
              </w:rPr>
            </w:pPr>
            <w:r w:rsidRPr="00B81C62">
              <w:rPr>
                <w:rFonts w:cs="Arial"/>
              </w:rPr>
              <w:t xml:space="preserve">Poor growth in isomaltose medium but overexpression of Ima2p, which ordinarily will not catalyse isomaltose, restored the growth </w:t>
            </w:r>
            <w:r w:rsidRPr="00B81C62">
              <w:rPr>
                <w:rFonts w:cs="Arial"/>
              </w:rPr>
              <w:fldChar w:fldCharType="begin">
                <w:fldData xml:space="preserve">PEVuZE5vdGU+PENpdGU+PEF1dGhvcj5VcGFkaHlhPC9BdXRob3I+PFllYXI+MjAxMzwvWWVhcj48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</w:fldData>
              </w:fldChar>
            </w:r>
            <w:r w:rsidR="00706F40">
              <w:rPr>
                <w:rFonts w:cs="Arial"/>
              </w:rPr>
              <w:instrText xml:space="preserve"> ADDIN EN.CITE </w:instrText>
            </w:r>
            <w:r w:rsidR="00706F40">
              <w:rPr>
                <w:rFonts w:cs="Arial"/>
              </w:rPr>
              <w:fldChar w:fldCharType="begin">
                <w:fldData xml:space="preserve">PEVuZE5vdGU+PENpdGU+PEF1dGhvcj5VcGFkaHlhPC9BdXRob3I+PFllYXI+MjAxMzwvWWVhcj48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[92]</w:t>
            </w:r>
            <w:r w:rsidRPr="00B81C62">
              <w:rPr>
                <w:rFonts w:cs="Arial"/>
              </w:rPr>
              <w:fldChar w:fldCharType="end"/>
            </w:r>
          </w:p>
        </w:tc>
      </w:tr>
      <w:tr w:rsidR="00B81C62" w:rsidRPr="00B81C62" w14:paraId="448F4B34" w14:textId="77777777" w:rsidTr="00B81C62">
        <w:tc>
          <w:tcPr>
            <w:tcW w:w="939" w:type="pct"/>
            <w:tcBorders>
              <w:bottom w:val="single" w:sz="4" w:space="0" w:color="auto"/>
            </w:tcBorders>
            <w:shd w:val="clear" w:color="auto" w:fill="auto"/>
            <w:vAlign w:val="center"/>
          </w:tcPr>
          <w:p w14:paraId="13F99204" w14:textId="4844EA2C"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ipk1, </w:t>
            </w:r>
            <w:r w:rsidRPr="00B81C62">
              <w:rPr>
                <w:rFonts w:cs="Arial"/>
                <w:i/>
                <w:iCs/>
                <w:lang w:val="x-none"/>
              </w:rPr>
              <w:t>Δ</w:t>
            </w:r>
            <w:r w:rsidRPr="00B81C62">
              <w:rPr>
                <w:rFonts w:cs="Arial"/>
                <w:i/>
                <w:iCs/>
              </w:rPr>
              <w:t>kcs1</w:t>
            </w:r>
          </w:p>
        </w:tc>
        <w:tc>
          <w:tcPr>
            <w:tcW w:w="4061" w:type="pct"/>
            <w:tcBorders>
              <w:top w:val="nil"/>
              <w:bottom w:val="single" w:sz="4" w:space="0" w:color="auto"/>
            </w:tcBorders>
            <w:shd w:val="clear" w:color="auto" w:fill="auto"/>
            <w:vAlign w:val="center"/>
          </w:tcPr>
          <w:p w14:paraId="68634D09" w14:textId="70D5F8EA" w:rsidR="00B81C62" w:rsidRPr="00B81C62" w:rsidRDefault="00B81C62" w:rsidP="00B81C62">
            <w:pPr>
              <w:tabs>
                <w:tab w:val="left" w:pos="0"/>
              </w:tabs>
              <w:jc w:val="left"/>
              <w:rPr>
                <w:rFonts w:cs="Arial"/>
              </w:rPr>
            </w:pPr>
            <w:r w:rsidRPr="00B81C62">
              <w:rPr>
                <w:rFonts w:cs="Arial"/>
              </w:rPr>
              <w:t xml:space="preserve">Attenuation of phosphate sensing pathway in phosphate-depleted minimal media despite the accumulation of inositol pyrophosphate intermediates </w:t>
            </w:r>
            <w:r w:rsidRPr="00B81C62">
              <w:rPr>
                <w:rFonts w:cs="Arial"/>
                <w:iCs/>
              </w:rPr>
              <w:fldChar w:fldCharType="begin">
                <w:fldData xml:space="preserve">PEVuZE5vdGU+PENpdGU+PEF1dGhvcj5EZXNtYXJpbmk8L0F1dGhvcj48WWVhcj4yMDIwPC9ZZWFy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</w:fldData>
              </w:fldChar>
            </w:r>
            <w:r w:rsidR="00706F40">
              <w:rPr>
                <w:rFonts w:cs="Arial"/>
                <w:iCs/>
              </w:rPr>
              <w:instrText xml:space="preserve"> ADDIN EN.CITE </w:instrText>
            </w:r>
            <w:r w:rsidR="00706F40">
              <w:rPr>
                <w:rFonts w:cs="Arial"/>
                <w:iCs/>
              </w:rPr>
              <w:fldChar w:fldCharType="begin">
                <w:fldData xml:space="preserve">PEVuZE5vdGU+PENpdGU+PEF1dGhvcj5EZXNtYXJpbmk8L0F1dGhvcj48WWVhcj4yMDIwPC9ZZWFy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[93]</w:t>
            </w:r>
            <w:r w:rsidRPr="00B81C62">
              <w:rPr>
                <w:rFonts w:cs="Arial"/>
                <w:iCs/>
              </w:rPr>
              <w:fldChar w:fldCharType="end"/>
            </w:r>
            <w:r w:rsidRPr="00B81C62">
              <w:rPr>
                <w:rFonts w:cs="Arial"/>
                <w:iCs/>
              </w:rPr>
              <w:t xml:space="preserve">; profound attenuation of virulence accompanied with a more reduced lung burden in </w:t>
            </w:r>
            <w:bookmarkStart w:id="5" w:name="OLE_LINK56"/>
            <w:r w:rsidRPr="00B81C62">
              <w:rPr>
                <w:rFonts w:cs="Arial"/>
                <w:i/>
                <w:iCs/>
                <w:lang w:val="x-none"/>
              </w:rPr>
              <w:t>Δ</w:t>
            </w:r>
            <w:r w:rsidRPr="00B81C62">
              <w:rPr>
                <w:rFonts w:cs="Arial"/>
                <w:i/>
                <w:iCs/>
                <w:lang w:val="en-US"/>
              </w:rPr>
              <w:t>ipk1</w:t>
            </w:r>
            <w:r w:rsidRPr="00B81C62">
              <w:rPr>
                <w:rFonts w:cs="Arial"/>
                <w:i/>
                <w:iCs/>
                <w:lang w:val="x-none"/>
              </w:rPr>
              <w:t>Δ</w:t>
            </w:r>
            <w:r w:rsidRPr="00B81C62">
              <w:rPr>
                <w:rFonts w:cs="Arial"/>
                <w:i/>
                <w:iCs/>
                <w:lang w:val="en-US"/>
              </w:rPr>
              <w:t xml:space="preserve">kcs1 </w:t>
            </w:r>
            <w:r w:rsidRPr="00B81C62">
              <w:rPr>
                <w:rFonts w:cs="Arial"/>
                <w:lang w:val="en-US"/>
              </w:rPr>
              <w:t xml:space="preserve">than </w:t>
            </w:r>
            <w:r w:rsidRPr="00B81C62">
              <w:rPr>
                <w:rFonts w:cs="Arial"/>
                <w:i/>
                <w:iCs/>
                <w:lang w:val="x-none"/>
              </w:rPr>
              <w:t>Δ</w:t>
            </w:r>
            <w:r w:rsidRPr="00B81C62">
              <w:rPr>
                <w:rFonts w:cs="Arial"/>
                <w:i/>
                <w:iCs/>
                <w:lang w:val="en-US"/>
              </w:rPr>
              <w:t xml:space="preserve">ipk1 </w:t>
            </w:r>
            <w:bookmarkEnd w:id="5"/>
            <w:r w:rsidRPr="00B81C62">
              <w:rPr>
                <w:rFonts w:cs="Arial"/>
                <w:lang w:val="en-US"/>
              </w:rPr>
              <w:t xml:space="preserve">mutant; </w:t>
            </w:r>
            <w:r w:rsidRPr="00B81C62">
              <w:rPr>
                <w:rFonts w:cs="Arial"/>
                <w:i/>
                <w:iCs/>
                <w:lang w:val="x-none"/>
              </w:rPr>
              <w:t>Δ</w:t>
            </w:r>
            <w:r w:rsidRPr="00B81C62">
              <w:rPr>
                <w:rFonts w:cs="Arial"/>
                <w:i/>
                <w:iCs/>
                <w:lang w:val="en-US"/>
              </w:rPr>
              <w:t>ipk1</w:t>
            </w:r>
            <w:r w:rsidRPr="00B81C62">
              <w:rPr>
                <w:rFonts w:cs="Arial"/>
                <w:i/>
                <w:iCs/>
                <w:lang w:val="x-none"/>
              </w:rPr>
              <w:t>Δ</w:t>
            </w:r>
            <w:r w:rsidRPr="00B81C62">
              <w:rPr>
                <w:rFonts w:cs="Arial"/>
                <w:i/>
                <w:iCs/>
                <w:lang w:val="en-US"/>
              </w:rPr>
              <w:t xml:space="preserve">kcs1 </w:t>
            </w:r>
            <w:r w:rsidRPr="00B81C62">
              <w:rPr>
                <w:rFonts w:cs="Arial"/>
                <w:lang w:val="en-US"/>
              </w:rPr>
              <w:t xml:space="preserve">and </w:t>
            </w:r>
            <w:r w:rsidRPr="00B81C62">
              <w:rPr>
                <w:rFonts w:cs="Arial"/>
                <w:i/>
                <w:iCs/>
                <w:lang w:val="x-none"/>
              </w:rPr>
              <w:t>Δ</w:t>
            </w:r>
            <w:r w:rsidRPr="00B81C62">
              <w:rPr>
                <w:rFonts w:cs="Arial"/>
                <w:i/>
                <w:iCs/>
                <w:lang w:val="en-US"/>
              </w:rPr>
              <w:t>kcs1</w:t>
            </w:r>
            <w:r w:rsidRPr="00B81C62">
              <w:rPr>
                <w:rFonts w:cs="Arial"/>
                <w:lang w:val="en-US"/>
              </w:rPr>
              <w:t xml:space="preserve"> but not </w:t>
            </w:r>
            <w:r w:rsidRPr="00B81C62">
              <w:rPr>
                <w:rFonts w:cs="Arial"/>
                <w:i/>
                <w:iCs/>
                <w:lang w:val="x-none"/>
              </w:rPr>
              <w:t>Δ</w:t>
            </w:r>
            <w:r w:rsidRPr="00B81C62">
              <w:rPr>
                <w:rFonts w:cs="Arial"/>
                <w:i/>
                <w:iCs/>
                <w:lang w:val="en-US"/>
              </w:rPr>
              <w:t>ipk1</w:t>
            </w:r>
            <w:r w:rsidRPr="00B81C62">
              <w:rPr>
                <w:rFonts w:cs="Arial"/>
                <w:lang w:val="en-US"/>
              </w:rPr>
              <w:t xml:space="preserve"> mutants failed to disseminate into the brain in a mouse model infection perhaps because of the more accumulation of IP</w:t>
            </w:r>
            <w:r w:rsidRPr="00B81C62">
              <w:rPr>
                <w:rFonts w:cs="Arial"/>
                <w:vertAlign w:val="subscript"/>
                <w:lang w:val="en-US"/>
              </w:rPr>
              <w:t>5</w:t>
            </w:r>
            <w:r w:rsidRPr="00B81C62">
              <w:rPr>
                <w:rFonts w:cs="Arial"/>
                <w:lang w:val="en-US"/>
              </w:rPr>
              <w:t xml:space="preserve"> and PP-IP</w:t>
            </w:r>
            <w:r w:rsidRPr="00B81C62">
              <w:rPr>
                <w:rFonts w:cs="Arial"/>
                <w:vertAlign w:val="subscript"/>
                <w:lang w:val="en-US"/>
              </w:rPr>
              <w:t>4</w:t>
            </w:r>
            <w:r w:rsidRPr="00B81C62">
              <w:rPr>
                <w:rFonts w:cs="Arial"/>
                <w:lang w:val="en-US"/>
              </w:rPr>
              <w:t xml:space="preserve"> in the </w:t>
            </w:r>
            <w:r w:rsidRPr="00B81C62">
              <w:rPr>
                <w:rFonts w:cs="Arial"/>
                <w:i/>
                <w:iCs/>
                <w:lang w:val="x-none"/>
              </w:rPr>
              <w:t>Δ</w:t>
            </w:r>
            <w:r w:rsidRPr="00B81C62">
              <w:rPr>
                <w:rFonts w:cs="Arial"/>
                <w:i/>
                <w:iCs/>
                <w:lang w:val="en-US"/>
              </w:rPr>
              <w:t xml:space="preserve">ipk1 </w:t>
            </w:r>
            <w:r w:rsidRPr="00B81C62">
              <w:rPr>
                <w:rFonts w:cs="Arial"/>
                <w:lang w:val="en-US"/>
              </w:rPr>
              <w:t>due to functional Kcs1p (IP</w:t>
            </w:r>
            <w:r w:rsidRPr="00B81C62">
              <w:rPr>
                <w:rFonts w:cs="Arial"/>
                <w:vertAlign w:val="subscript"/>
                <w:lang w:val="en-US"/>
              </w:rPr>
              <w:t>6</w:t>
            </w:r>
            <w:r w:rsidRPr="00B81C62">
              <w:rPr>
                <w:rFonts w:cs="Arial"/>
                <w:lang w:val="en-US"/>
              </w:rPr>
              <w:t xml:space="preserve"> kinase)</w:t>
            </w:r>
            <w:r w:rsidRPr="00B81C62">
              <w:rPr>
                <w:rFonts w:cs="Arial"/>
                <w:i/>
                <w:iCs/>
                <w:lang w:val="en-US"/>
              </w:rPr>
              <w:t xml:space="preserve">, </w:t>
            </w:r>
            <w:r w:rsidRPr="00B81C62">
              <w:rPr>
                <w:rFonts w:cs="Arial"/>
                <w:lang w:val="en-US"/>
              </w:rPr>
              <w:t>which may provide an alternative route of generating PP-IP</w:t>
            </w:r>
            <w:r w:rsidRPr="00B81C62">
              <w:rPr>
                <w:rFonts w:cs="Arial"/>
                <w:vertAlign w:val="subscript"/>
                <w:lang w:val="en-US"/>
              </w:rPr>
              <w:t>5</w:t>
            </w:r>
            <w:r w:rsidRPr="00B81C62">
              <w:rPr>
                <w:rFonts w:cs="Arial"/>
                <w:lang w:val="en-US"/>
              </w:rPr>
              <w:t>/IP</w:t>
            </w:r>
            <w:r w:rsidRPr="00B81C62">
              <w:rPr>
                <w:rFonts w:cs="Arial"/>
                <w:vertAlign w:val="subscript"/>
                <w:lang w:val="en-US"/>
              </w:rPr>
              <w:t>7</w:t>
            </w:r>
            <w:r w:rsidRPr="00B81C62">
              <w:rPr>
                <w:rFonts w:cs="Arial"/>
                <w:lang w:val="en-US"/>
              </w:rPr>
              <w:t xml:space="preserve"> that is strongly needed for virulence; the two mutants are attenuated for laccase and </w:t>
            </w:r>
            <w:r w:rsidRPr="00B81C62">
              <w:rPr>
                <w:rFonts w:cs="Arial"/>
                <w:lang w:val="en-US"/>
              </w:rPr>
              <w:lastRenderedPageBreak/>
              <w:t xml:space="preserve">urease activities with a poor growth under oxidative/nitrosative stress; </w:t>
            </w:r>
            <w:r w:rsidRPr="00B81C62">
              <w:rPr>
                <w:rFonts w:cs="Arial"/>
                <w:i/>
                <w:iCs/>
                <w:lang w:val="x-none"/>
              </w:rPr>
              <w:t>Δ</w:t>
            </w:r>
            <w:r w:rsidRPr="00B81C62">
              <w:rPr>
                <w:rFonts w:cs="Arial"/>
                <w:i/>
                <w:iCs/>
                <w:lang w:val="en-US"/>
              </w:rPr>
              <w:t>kcs1</w:t>
            </w:r>
            <w:r w:rsidRPr="00B81C62">
              <w:rPr>
                <w:rFonts w:cs="Arial"/>
                <w:lang w:val="en-US"/>
              </w:rPr>
              <w:t xml:space="preserve"> mutants but not </w:t>
            </w:r>
            <w:r w:rsidRPr="00B81C62">
              <w:rPr>
                <w:rFonts w:cs="Arial"/>
                <w:i/>
                <w:iCs/>
                <w:lang w:val="x-none"/>
              </w:rPr>
              <w:t>Δ</w:t>
            </w:r>
            <w:r w:rsidRPr="00B81C62">
              <w:rPr>
                <w:rFonts w:cs="Arial"/>
                <w:i/>
                <w:iCs/>
                <w:lang w:val="en-US"/>
              </w:rPr>
              <w:t xml:space="preserve">ipk1 </w:t>
            </w:r>
            <w:r w:rsidRPr="00B81C62">
              <w:rPr>
                <w:rFonts w:cs="Arial"/>
                <w:lang w:val="en-US"/>
              </w:rPr>
              <w:t xml:space="preserve">are unable to utilise alternative carbon sources effectively; </w:t>
            </w:r>
            <w:r w:rsidRPr="00B81C62">
              <w:rPr>
                <w:rFonts w:cs="Arial"/>
                <w:i/>
                <w:iCs/>
                <w:lang w:val="x-none"/>
              </w:rPr>
              <w:t>Δ</w:t>
            </w:r>
            <w:r w:rsidRPr="00B81C62">
              <w:rPr>
                <w:rFonts w:cs="Arial"/>
                <w:i/>
                <w:iCs/>
                <w:lang w:val="en-US"/>
              </w:rPr>
              <w:t xml:space="preserve">kcs1, </w:t>
            </w:r>
            <w:r w:rsidRPr="00B81C62">
              <w:rPr>
                <w:rFonts w:cs="Arial"/>
                <w:i/>
                <w:iCs/>
                <w:lang w:val="x-none"/>
              </w:rPr>
              <w:t>Δ</w:t>
            </w:r>
            <w:r w:rsidRPr="00B81C62">
              <w:rPr>
                <w:rFonts w:cs="Arial"/>
                <w:i/>
                <w:iCs/>
                <w:lang w:val="en-US"/>
              </w:rPr>
              <w:t>ipk1,</w:t>
            </w:r>
            <w:r w:rsidRPr="00B81C62">
              <w:rPr>
                <w:rFonts w:cs="Arial"/>
                <w:lang w:val="en-US"/>
              </w:rPr>
              <w:t xml:space="preserve"> and </w:t>
            </w:r>
            <w:r w:rsidRPr="00B81C62">
              <w:rPr>
                <w:rFonts w:cs="Arial"/>
                <w:i/>
                <w:iCs/>
                <w:lang w:val="x-none"/>
              </w:rPr>
              <w:t>Δ</w:t>
            </w:r>
            <w:r w:rsidRPr="00B81C62">
              <w:rPr>
                <w:rFonts w:cs="Arial"/>
                <w:i/>
                <w:iCs/>
                <w:lang w:val="en-US"/>
              </w:rPr>
              <w:t>ipk1</w:t>
            </w:r>
            <w:r w:rsidRPr="00B81C62">
              <w:rPr>
                <w:rFonts w:cs="Arial"/>
                <w:i/>
                <w:iCs/>
                <w:lang w:val="x-none"/>
              </w:rPr>
              <w:t>Δ</w:t>
            </w:r>
            <w:r w:rsidRPr="00B81C62">
              <w:rPr>
                <w:rFonts w:cs="Arial"/>
                <w:i/>
                <w:iCs/>
                <w:lang w:val="en-US"/>
              </w:rPr>
              <w:t xml:space="preserve">kcs1 </w:t>
            </w:r>
            <w:r w:rsidRPr="00B81C62">
              <w:rPr>
                <w:rFonts w:cs="Arial"/>
                <w:lang w:val="en-US"/>
              </w:rPr>
              <w:t>lacked PP-IP</w:t>
            </w:r>
            <w:r w:rsidRPr="00B81C62">
              <w:rPr>
                <w:rFonts w:cs="Arial"/>
                <w:vertAlign w:val="subscript"/>
                <w:lang w:val="en-US"/>
              </w:rPr>
              <w:t>5</w:t>
            </w:r>
            <w:r w:rsidRPr="00B81C62">
              <w:rPr>
                <w:rFonts w:cs="Arial"/>
                <w:lang w:val="en-US"/>
              </w:rPr>
              <w:t>/IP</w:t>
            </w:r>
            <w:r w:rsidRPr="00B81C62">
              <w:rPr>
                <w:rFonts w:cs="Arial"/>
                <w:vertAlign w:val="subscript"/>
                <w:lang w:val="en-US"/>
              </w:rPr>
              <w:t>7</w:t>
            </w:r>
            <w:r w:rsidRPr="00B81C62">
              <w:rPr>
                <w:rFonts w:cs="Arial"/>
                <w:lang w:val="en-US"/>
              </w:rPr>
              <w:t xml:space="preserve"> so also </w:t>
            </w:r>
            <w:r w:rsidRPr="00B81C62">
              <w:rPr>
                <w:rFonts w:cs="Arial"/>
                <w:i/>
                <w:iCs/>
                <w:lang w:val="x-none"/>
              </w:rPr>
              <w:t>Δ</w:t>
            </w:r>
            <w:r w:rsidRPr="00B81C62">
              <w:rPr>
                <w:rFonts w:cs="Arial"/>
                <w:i/>
                <w:iCs/>
                <w:lang w:val="en-US"/>
              </w:rPr>
              <w:t xml:space="preserve">ipk1 </w:t>
            </w:r>
            <w:r w:rsidRPr="00B81C62">
              <w:rPr>
                <w:rFonts w:cs="Arial"/>
                <w:lang w:val="en-US"/>
              </w:rPr>
              <w:t xml:space="preserve">and </w:t>
            </w:r>
            <w:r w:rsidRPr="00B81C62">
              <w:rPr>
                <w:rFonts w:cs="Arial"/>
                <w:i/>
                <w:iCs/>
                <w:lang w:val="x-none"/>
              </w:rPr>
              <w:t>Δ</w:t>
            </w:r>
            <w:r w:rsidRPr="00B81C62">
              <w:rPr>
                <w:rFonts w:cs="Arial"/>
                <w:i/>
                <w:iCs/>
                <w:lang w:val="en-US"/>
              </w:rPr>
              <w:t>ipk1</w:t>
            </w:r>
            <w:r w:rsidRPr="00B81C62">
              <w:rPr>
                <w:rFonts w:cs="Arial"/>
                <w:i/>
                <w:iCs/>
                <w:lang w:val="x-none"/>
              </w:rPr>
              <w:t>Δ</w:t>
            </w:r>
            <w:r w:rsidRPr="00B81C62">
              <w:rPr>
                <w:rFonts w:cs="Arial"/>
                <w:i/>
                <w:iCs/>
                <w:lang w:val="en-US"/>
              </w:rPr>
              <w:t>kcs1</w:t>
            </w:r>
            <w:r w:rsidRPr="00B81C62">
              <w:rPr>
                <w:rFonts w:cs="Arial"/>
                <w:lang w:val="en-US"/>
              </w:rPr>
              <w:t xml:space="preserve"> lacked IP</w:t>
            </w:r>
            <w:r w:rsidRPr="00B81C62">
              <w:rPr>
                <w:rFonts w:cs="Arial"/>
                <w:vertAlign w:val="subscript"/>
                <w:lang w:val="en-US"/>
              </w:rPr>
              <w:t>6</w:t>
            </w:r>
            <w:r w:rsidRPr="00B81C62">
              <w:rPr>
                <w:rFonts w:cs="Arial"/>
                <w:lang w:val="en-US"/>
              </w:rPr>
              <w:t xml:space="preserve">; </w:t>
            </w:r>
            <w:r w:rsidRPr="00B81C62">
              <w:rPr>
                <w:rFonts w:cs="Arial"/>
                <w:i/>
                <w:iCs/>
                <w:lang w:val="x-none"/>
              </w:rPr>
              <w:t>Δ</w:t>
            </w:r>
            <w:r w:rsidRPr="00B81C62">
              <w:rPr>
                <w:rFonts w:cs="Arial"/>
                <w:i/>
                <w:iCs/>
                <w:lang w:val="en-US"/>
              </w:rPr>
              <w:t xml:space="preserve">kcs1 </w:t>
            </w:r>
            <w:r w:rsidRPr="00B81C62">
              <w:rPr>
                <w:rFonts w:cs="Arial"/>
                <w:lang w:val="en-US"/>
              </w:rPr>
              <w:t xml:space="preserve">and </w:t>
            </w:r>
            <w:r w:rsidRPr="00B81C62">
              <w:rPr>
                <w:rFonts w:cs="Arial"/>
                <w:i/>
                <w:iCs/>
                <w:lang w:val="x-none"/>
              </w:rPr>
              <w:t>Δ</w:t>
            </w:r>
            <w:r w:rsidRPr="00B81C62">
              <w:rPr>
                <w:rFonts w:cs="Arial"/>
                <w:i/>
                <w:iCs/>
                <w:lang w:val="en-US"/>
              </w:rPr>
              <w:t>ipk1</w:t>
            </w:r>
            <w:r w:rsidRPr="00B81C62">
              <w:rPr>
                <w:rFonts w:cs="Arial"/>
                <w:i/>
                <w:iCs/>
                <w:lang w:val="x-none"/>
              </w:rPr>
              <w:t>Δ</w:t>
            </w:r>
            <w:r w:rsidRPr="00B81C62">
              <w:rPr>
                <w:rFonts w:cs="Arial"/>
                <w:i/>
                <w:iCs/>
                <w:lang w:val="en-US"/>
              </w:rPr>
              <w:t xml:space="preserve">kcs1 </w:t>
            </w:r>
            <w:r w:rsidRPr="00B81C62">
              <w:rPr>
                <w:rFonts w:cs="Arial"/>
                <w:lang w:val="en-US"/>
              </w:rPr>
              <w:t>mutants</w:t>
            </w:r>
            <w:r w:rsidRPr="00B81C62">
              <w:rPr>
                <w:rFonts w:cs="Arial"/>
                <w:i/>
                <w:iCs/>
                <w:lang w:val="en-US"/>
              </w:rPr>
              <w:t xml:space="preserve"> </w:t>
            </w:r>
            <w:r w:rsidRPr="00B81C62">
              <w:rPr>
                <w:rFonts w:cs="Arial"/>
                <w:lang w:val="en-US"/>
              </w:rPr>
              <w:t xml:space="preserve">showed a mild growth defect in YPD as temperature increased from </w:t>
            </w:r>
            <w:r w:rsidRPr="00B81C62">
              <w:rPr>
                <w:rFonts w:cs="Arial"/>
                <w:lang w:val="x-none"/>
              </w:rPr>
              <w:t>30</w:t>
            </w:r>
            <w:r w:rsidRPr="00B81C62">
              <w:rPr>
                <w:rFonts w:cs="Arial"/>
                <w:lang w:val="en-US"/>
              </w:rPr>
              <w:t xml:space="preserve"> to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lang w:val="en-US"/>
              </w:rPr>
              <w:t xml:space="preserve">; all the mutants are slightly susceptible to Congo red and much more to Caffein </w:t>
            </w:r>
            <w:r w:rsidRPr="00B81C62">
              <w:rPr>
                <w:rFonts w:cs="Arial"/>
                <w:iCs/>
              </w:rPr>
              <w:fldChar w:fldCharType="begin"/>
            </w:r>
            <w:r w:rsidR="00706F40">
              <w:rPr>
                <w:rFonts w:cs="Arial"/>
                <w:iCs/>
              </w:rPr>
              <w:instrText xml:space="preserve"> ADDIN EN.CITE &lt;EndNote&gt;&lt;Cite&gt;&lt;Author&gt;Li&lt;/Author&gt;&lt;Year&gt;2016&lt;/Year&gt;&lt;RecNum&gt;560&lt;/RecNum&gt;&lt;DisplayText&gt;&lt;style size="10"&gt;[94,95]&lt;/style&gt;&lt;/DisplayText&gt;&lt;record&gt;&lt;rec-number&gt;560&lt;/rec-number&gt;&lt;foreign-keys&gt;&lt;key app="EN" db-id="2ef9ffxzfstzs5e9dzov9txxs20trda0deex" timestamp="1670427304"&gt;560&lt;/key&gt;&lt;/foreign-keys&gt;&lt;ref-type name="Journal Article"&gt;17&lt;/ref-type&gt;&lt;contributors&gt;&lt;authors&gt;&lt;author&gt;Li, Cecilia&lt;/author&gt;&lt;author&gt;Lev, Sophie&lt;/author&gt;&lt;author&gt;Saiardi, Adolfo&lt;/author&gt;&lt;author&gt;Desmarini, Desmarini&lt;/author&gt;&lt;author&gt;Sorrell, Tania C&lt;/author&gt;&lt;author&gt;Djordjevic, Julianne T&lt;/author&gt;&lt;/authors&gt;&lt;/contributors&gt;&lt;titles&gt;&lt;title&gt;Identification of a major IP5 kinase in Cryptococcus neoformans confirms that PP-IP5/IP7, not IP6, is essential for virulence&lt;/title&gt;&lt;secondary-title&gt;Scientific reports&lt;/secondary-title&gt;&lt;/titles&gt;&lt;periodical&gt;&lt;full-title&gt;Scientific reports&lt;/full-title&gt;&lt;/periodical&gt;&lt;pages&gt;1-13&lt;/pages&gt;&lt;volume&gt;6&lt;/volume&gt;&lt;number&gt;1&lt;/number&gt;&lt;dates&gt;&lt;year&gt;2016&lt;/year&gt;&lt;/dates&gt;&lt;isbn&gt;2045-2322&lt;/isbn&gt;&lt;urls&gt;&lt;/urls&gt;&lt;/record&gt;&lt;/Cite&gt;&lt;Cite&gt;&lt;Author&gt;Lev&lt;/Author&gt;&lt;Year&gt;2015&lt;/Year&gt;&lt;RecNum&gt;561&lt;/RecNum&gt;&lt;record&gt;&lt;rec-number&gt;561&lt;/rec-number&gt;&lt;foreign-keys&gt;&lt;key app="EN" db-id="2ef9ffxzfstzs5e9dzov9txxs20trda0deex" timestamp="1670427328"&gt;561&lt;/key&gt;&lt;/foreign-keys&gt;&lt;ref-type name="Journal Article"&gt;17&lt;/ref-type&gt;&lt;contributors&gt;&lt;authors&gt;&lt;author&gt;Lev, Sophie&lt;/author&gt;&lt;author&gt;Li, Cecilia&lt;/author&gt;&lt;author&gt;Desmarini, Desmarini&lt;/author&gt;&lt;author&gt;Saiardi, Adolfo&lt;/author&gt;&lt;author&gt;Fewings, Nicole L&lt;/author&gt;&lt;author&gt;Schibeci, Stephen D&lt;/author&gt;&lt;author&gt;Sharma, Raghwa&lt;/author&gt;&lt;author&gt;Sorrell, Tania C&lt;/author&gt;&lt;author&gt;Djordjevic, Julianne T&lt;/author&gt;&lt;/authors&gt;&lt;/contributors&gt;&lt;titles&gt;&lt;title&gt;Fungal inositol pyrophosphate IP7 is crucial for metabolic adaptation to the host environment and pathogenicity&lt;/title&gt;&lt;secondary-title&gt;MBio&lt;/secondary-title&gt;&lt;/titles&gt;&lt;periodical&gt;&lt;full-title&gt;MBio&lt;/full-title&gt;&lt;/periodical&gt;&lt;pages&gt;e00531-15&lt;/pages&gt;&lt;volume&gt;6&lt;/volume&gt;&lt;number&gt;3&lt;/number&gt;&lt;dates&gt;&lt;year&gt;2015&lt;/year&gt;&lt;/dates&gt;&lt;isbn&gt;2161-2129&lt;/isbn&gt;&lt;urls&gt;&lt;/urls&gt;&lt;/record&gt;&lt;/Cite&gt;&lt;/EndNote&gt;</w:instrText>
            </w:r>
            <w:r w:rsidRPr="00B81C62">
              <w:rPr>
                <w:rFonts w:cs="Arial"/>
                <w:iCs/>
              </w:rPr>
              <w:fldChar w:fldCharType="separate"/>
            </w:r>
            <w:r w:rsidR="00706F40">
              <w:rPr>
                <w:rFonts w:cs="Arial"/>
                <w:iCs/>
                <w:noProof/>
              </w:rPr>
              <w:t>[94,95]</w:t>
            </w:r>
            <w:r w:rsidRPr="00B81C62">
              <w:rPr>
                <w:rFonts w:cs="Arial"/>
                <w:iCs/>
              </w:rPr>
              <w:fldChar w:fldCharType="end"/>
            </w:r>
          </w:p>
        </w:tc>
      </w:tr>
      <w:tr w:rsidR="00B81C62" w:rsidRPr="00B81C62" w14:paraId="60B4C2CA" w14:textId="77777777" w:rsidTr="00B81C62">
        <w:tc>
          <w:tcPr>
            <w:tcW w:w="939" w:type="pct"/>
            <w:tcBorders>
              <w:bottom w:val="single" w:sz="4" w:space="0" w:color="auto"/>
            </w:tcBorders>
            <w:shd w:val="clear" w:color="auto" w:fill="auto"/>
            <w:vAlign w:val="center"/>
          </w:tcPr>
          <w:p w14:paraId="6F1AD119" w14:textId="11A1A836"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 xml:space="preserve">kcs1, </w:t>
            </w:r>
            <w:r w:rsidRPr="00B81C62">
              <w:rPr>
                <w:rFonts w:cs="Arial"/>
                <w:i/>
                <w:iCs/>
                <w:lang w:val="x-none"/>
              </w:rPr>
              <w:t>Δ</w:t>
            </w:r>
            <w:r w:rsidRPr="00B81C62">
              <w:rPr>
                <w:rFonts w:cs="Arial"/>
                <w:i/>
                <w:iCs/>
              </w:rPr>
              <w:t>arg1</w:t>
            </w:r>
          </w:p>
        </w:tc>
        <w:tc>
          <w:tcPr>
            <w:tcW w:w="4061" w:type="pct"/>
            <w:tcBorders>
              <w:top w:val="nil"/>
              <w:bottom w:val="single" w:sz="4" w:space="0" w:color="auto"/>
            </w:tcBorders>
            <w:shd w:val="clear" w:color="auto" w:fill="auto"/>
            <w:vAlign w:val="center"/>
          </w:tcPr>
          <w:p w14:paraId="72D49714" w14:textId="2BC0F1CE" w:rsidR="00B81C62" w:rsidRPr="00B81C62" w:rsidRDefault="00B81C62" w:rsidP="00B81C62">
            <w:pPr>
              <w:tabs>
                <w:tab w:val="left" w:pos="0"/>
              </w:tabs>
              <w:jc w:val="left"/>
              <w:rPr>
                <w:rFonts w:cs="Arial"/>
              </w:rPr>
            </w:pPr>
            <w:r w:rsidRPr="00B81C62">
              <w:rPr>
                <w:rFonts w:cs="Arial"/>
                <w:lang w:val="en-US"/>
              </w:rPr>
              <w:t xml:space="preserve">The </w:t>
            </w:r>
            <w:r w:rsidRPr="00B81C62">
              <w:rPr>
                <w:rFonts w:cs="Arial"/>
                <w:i/>
                <w:iCs/>
                <w:lang w:val="x-none"/>
              </w:rPr>
              <w:t>Δ</w:t>
            </w:r>
            <w:r w:rsidRPr="00B81C62">
              <w:rPr>
                <w:rFonts w:cs="Arial"/>
                <w:i/>
                <w:iCs/>
                <w:lang w:val="en-US"/>
              </w:rPr>
              <w:t xml:space="preserve">kcs1 </w:t>
            </w:r>
            <w:r w:rsidRPr="00B81C62">
              <w:rPr>
                <w:rFonts w:cs="Arial"/>
                <w:lang w:val="en-US"/>
              </w:rPr>
              <w:t xml:space="preserve">mutants compromised growth in the low-glucose environment of the lungs in the mice infection model with impaired virulence in </w:t>
            </w:r>
            <w:r w:rsidRPr="00B81C62">
              <w:rPr>
                <w:rFonts w:cs="Arial"/>
                <w:i/>
                <w:iCs/>
                <w:lang w:val="en-US"/>
              </w:rPr>
              <w:t xml:space="preserve">Galleria mellonella </w:t>
            </w:r>
            <w:r w:rsidRPr="00B81C62">
              <w:rPr>
                <w:rFonts w:cs="Arial"/>
                <w:lang w:val="en-US"/>
              </w:rPr>
              <w:t xml:space="preserve">and mice. Both are more susceptible to NTC, PCZ, VCZ, ICZ, FCZ, 5-FC, and AmpB than the </w:t>
            </w:r>
            <w:r w:rsidRPr="00B81C62">
              <w:rPr>
                <w:rFonts w:cs="Arial"/>
                <w:i/>
                <w:iCs/>
                <w:lang w:val="en-US"/>
              </w:rPr>
              <w:t>wt</w:t>
            </w:r>
            <w:r w:rsidRPr="00B81C62">
              <w:rPr>
                <w:rFonts w:cs="Arial"/>
                <w:lang w:val="en-US"/>
              </w:rPr>
              <w:t xml:space="preserve">. Both displayed a </w:t>
            </w:r>
            <w:r w:rsidRPr="00B81C62">
              <w:rPr>
                <w:rFonts w:cs="Arial"/>
                <w:i/>
                <w:iCs/>
                <w:lang w:val="en-US"/>
              </w:rPr>
              <w:t xml:space="preserve">wt </w:t>
            </w:r>
            <w:r w:rsidRPr="00B81C62">
              <w:rPr>
                <w:rFonts w:cs="Arial"/>
                <w:lang w:val="en-US"/>
              </w:rPr>
              <w:t xml:space="preserve">susceptibility to </w:t>
            </w:r>
            <w:proofErr w:type="spellStart"/>
            <w:r w:rsidRPr="00B81C62">
              <w:rPr>
                <w:rFonts w:cs="Arial"/>
                <w:lang w:val="en-US"/>
              </w:rPr>
              <w:t>AdF</w:t>
            </w:r>
            <w:proofErr w:type="spellEnd"/>
            <w:r w:rsidRPr="00B81C62">
              <w:rPr>
                <w:rFonts w:cs="Arial"/>
                <w:lang w:val="en-US"/>
              </w:rPr>
              <w:t xml:space="preserve">, </w:t>
            </w:r>
            <w:proofErr w:type="spellStart"/>
            <w:r w:rsidRPr="00B81C62">
              <w:rPr>
                <w:rFonts w:cs="Arial"/>
                <w:lang w:val="en-US"/>
              </w:rPr>
              <w:t>McF</w:t>
            </w:r>
            <w:proofErr w:type="spellEnd"/>
            <w:r w:rsidRPr="00B81C62">
              <w:rPr>
                <w:rFonts w:cs="Arial"/>
                <w:lang w:val="en-US"/>
              </w:rPr>
              <w:t xml:space="preserve">, CpF, and ECC. The </w:t>
            </w:r>
            <w:r w:rsidRPr="00B81C62">
              <w:rPr>
                <w:rFonts w:cs="Arial"/>
                <w:i/>
                <w:iCs/>
                <w:lang w:val="x-none"/>
              </w:rPr>
              <w:t>Δ</w:t>
            </w:r>
            <w:r w:rsidRPr="00B81C62">
              <w:rPr>
                <w:rFonts w:cs="Arial"/>
                <w:i/>
                <w:iCs/>
                <w:lang w:val="en-US"/>
              </w:rPr>
              <w:t xml:space="preserve">kcs1 </w:t>
            </w:r>
            <w:r w:rsidRPr="00B81C62">
              <w:rPr>
                <w:rFonts w:cs="Arial"/>
                <w:lang w:val="en-US"/>
              </w:rPr>
              <w:t xml:space="preserve">is hyper-resistant to neomycin, but the </w:t>
            </w:r>
            <w:r w:rsidRPr="00B81C62">
              <w:rPr>
                <w:rFonts w:cs="Arial"/>
                <w:i/>
                <w:iCs/>
                <w:lang w:val="en-US"/>
              </w:rPr>
              <w:t xml:space="preserve">wt </w:t>
            </w:r>
            <w:r w:rsidRPr="00B81C62">
              <w:rPr>
                <w:rFonts w:cs="Arial"/>
                <w:lang w:val="en-US"/>
              </w:rPr>
              <w:t xml:space="preserve">is hypersensitive. Though </w:t>
            </w:r>
            <w:r w:rsidRPr="00B81C62">
              <w:rPr>
                <w:rFonts w:cs="Arial"/>
                <w:i/>
                <w:iCs/>
                <w:lang w:val="x-none"/>
              </w:rPr>
              <w:t>Δ</w:t>
            </w:r>
            <w:r w:rsidRPr="00B81C62">
              <w:rPr>
                <w:rFonts w:cs="Arial"/>
                <w:i/>
                <w:iCs/>
                <w:lang w:val="en-US"/>
              </w:rPr>
              <w:t xml:space="preserve">kcs1 </w:t>
            </w:r>
            <w:r w:rsidRPr="00B81C62">
              <w:rPr>
                <w:rFonts w:cs="Arial"/>
                <w:lang w:val="en-US"/>
              </w:rPr>
              <w:t xml:space="preserve">budded cells were observed in the infected animal lungs with proof of enlarged </w:t>
            </w:r>
            <w:r w:rsidRPr="00B81C62">
              <w:rPr>
                <w:rFonts w:cs="Arial"/>
                <w:i/>
                <w:iCs/>
                <w:lang w:val="en-US"/>
              </w:rPr>
              <w:t>in vitro</w:t>
            </w:r>
            <w:r w:rsidRPr="00B81C62">
              <w:rPr>
                <w:rFonts w:cs="Arial"/>
                <w:lang w:val="en-US"/>
              </w:rPr>
              <w:t xml:space="preserve"> capsular production but a defective melanisation. Apparent monocyte recognition due to reduced expression of cell surface mannoprotein and impaired filament production when unilaterally cross-mated with KN99 </w:t>
            </w:r>
            <w:r w:rsidRPr="00B81C62">
              <w:rPr>
                <w:rFonts w:cs="Arial"/>
                <w:i/>
                <w:iCs/>
                <w:lang w:val="en-US"/>
              </w:rPr>
              <w:t xml:space="preserve">MAT </w:t>
            </w:r>
            <w:r w:rsidRPr="00B81C62">
              <w:rPr>
                <w:rFonts w:cs="Arial"/>
                <w:b/>
                <w:bCs/>
                <w:i/>
                <w:iCs/>
                <w:lang w:val="en-US"/>
              </w:rPr>
              <w:t>a</w:t>
            </w:r>
            <w:r w:rsidRPr="00B81C62">
              <w:rPr>
                <w:rFonts w:cs="Arial"/>
                <w:lang w:val="en-US"/>
              </w:rPr>
              <w:t xml:space="preserve"> </w:t>
            </w:r>
            <w:r w:rsidRPr="00B81C62">
              <w:rPr>
                <w:rFonts w:cs="Arial"/>
                <w:lang w:val="en-US"/>
              </w:rPr>
              <w:fldChar w:fldCharType="begin"/>
            </w:r>
            <w:r w:rsidR="00706F40">
              <w:rPr>
                <w:rFonts w:cs="Arial"/>
                <w:lang w:val="en-US"/>
              </w:rPr>
              <w:instrText xml:space="preserve"> ADDIN EN.CITE &lt;EndNote&gt;&lt;Cite&gt;&lt;Author&gt;Lev&lt;/Author&gt;&lt;Year&gt;2015&lt;/Year&gt;&lt;RecNum&gt;561&lt;/RecNum&gt;&lt;DisplayText&gt;&lt;style size="10"&gt;[95]&lt;/style&gt;&lt;/DisplayText&gt;&lt;record&gt;&lt;rec-number&gt;561&lt;/rec-number&gt;&lt;foreign-keys&gt;&lt;key app="EN" db-id="2ef9ffxzfstzs5e9dzov9txxs20trda0deex" timestamp="1670427328"&gt;561&lt;/key&gt;&lt;/foreign-keys&gt;&lt;ref-type name="Journal Article"&gt;17&lt;/ref-type&gt;&lt;contributors&gt;&lt;authors&gt;&lt;author&gt;Lev, Sophie&lt;/author&gt;&lt;author&gt;Li, Cecilia&lt;/author&gt;&lt;author&gt;Desmarini, Desmarini&lt;/author&gt;&lt;author&gt;Saiardi, Adolfo&lt;/author&gt;&lt;author&gt;Fewings, Nicole L&lt;/author&gt;&lt;author&gt;Schibeci, Stephen D&lt;/author&gt;&lt;author&gt;Sharma, Raghwa&lt;/author&gt;&lt;author&gt;Sorrell, Tania C&lt;/author&gt;&lt;author&gt;Djordjevic, Julianne T&lt;/author&gt;&lt;/authors&gt;&lt;/contributors&gt;&lt;titles&gt;&lt;title&gt;Fungal inositol pyrophosphate IP7 is crucial for metabolic adaptation to the host environment and pathogenicity&lt;/title&gt;&lt;secondary-title&gt;MBio&lt;/secondary-title&gt;&lt;/titles&gt;&lt;periodical&gt;&lt;full-title&gt;MBio&lt;/full-title&gt;&lt;/periodical&gt;&lt;pages&gt;e00531-15&lt;/pages&gt;&lt;volume&gt;6&lt;/volume&gt;&lt;number&gt;3&lt;/number&gt;&lt;dates&gt;&lt;year&gt;2015&lt;/year&gt;&lt;/dates&gt;&lt;isbn&gt;2161-2129&lt;/isbn&gt;&lt;urls&gt;&lt;/urls&gt;&lt;/record&gt;&lt;/Cite&gt;&lt;/EndNote&gt;</w:instrText>
            </w:r>
            <w:r w:rsidRPr="00B81C62">
              <w:rPr>
                <w:rFonts w:cs="Arial"/>
                <w:lang w:val="en-US"/>
              </w:rPr>
              <w:fldChar w:fldCharType="separate"/>
            </w:r>
            <w:r w:rsidR="00706F40">
              <w:rPr>
                <w:rFonts w:cs="Arial"/>
                <w:noProof/>
                <w:lang w:val="en-US"/>
              </w:rPr>
              <w:t>[95]</w:t>
            </w:r>
            <w:r w:rsidRPr="00B81C62">
              <w:rPr>
                <w:rFonts w:cs="Arial"/>
                <w:lang w:val="en-US"/>
              </w:rPr>
              <w:fldChar w:fldCharType="end"/>
            </w:r>
          </w:p>
        </w:tc>
      </w:tr>
      <w:tr w:rsidR="00B81C62" w:rsidRPr="00B81C62" w14:paraId="1E6329E1" w14:textId="77777777" w:rsidTr="00B81C62">
        <w:tc>
          <w:tcPr>
            <w:tcW w:w="939" w:type="pct"/>
            <w:tcBorders>
              <w:bottom w:val="single" w:sz="4" w:space="0" w:color="auto"/>
            </w:tcBorders>
            <w:shd w:val="clear" w:color="auto" w:fill="auto"/>
            <w:vAlign w:val="center"/>
          </w:tcPr>
          <w:p w14:paraId="5330AE09" w14:textId="5D4A70BB" w:rsidR="00B81C62" w:rsidRPr="00B81C62" w:rsidRDefault="00B81C62" w:rsidP="00B81C62">
            <w:pPr>
              <w:pStyle w:val="MDPI42tablebody"/>
              <w:jc w:val="left"/>
              <w:rPr>
                <w:rFonts w:cs="Arial"/>
                <w:i/>
                <w:iCs/>
                <w:lang w:val="x-none"/>
              </w:rPr>
            </w:pPr>
            <w:proofErr w:type="spellStart"/>
            <w:r w:rsidRPr="00B81C62">
              <w:rPr>
                <w:rFonts w:cs="Arial"/>
                <w:i/>
                <w:iCs/>
                <w:lang w:val="x-none"/>
              </w:rPr>
              <w:t>Δ</w:t>
            </w:r>
            <w:r w:rsidRPr="00B81C62">
              <w:rPr>
                <w:rFonts w:cs="Arial"/>
                <w:i/>
                <w:iCs/>
              </w:rPr>
              <w:t>kre</w:t>
            </w:r>
            <w:proofErr w:type="spellEnd"/>
            <w:r w:rsidRPr="00B81C62">
              <w:rPr>
                <w:rFonts w:cs="Arial"/>
                <w:i/>
                <w:iCs/>
              </w:rPr>
              <w:t xml:space="preserve">, </w:t>
            </w:r>
            <w:r w:rsidRPr="00B81C62">
              <w:rPr>
                <w:rFonts w:cs="Arial"/>
                <w:i/>
                <w:iCs/>
                <w:lang w:val="x-none"/>
              </w:rPr>
              <w:t>Δ</w:t>
            </w:r>
            <w:r w:rsidRPr="00B81C62">
              <w:rPr>
                <w:rFonts w:cs="Arial"/>
                <w:i/>
                <w:iCs/>
              </w:rPr>
              <w:t>skn1</w:t>
            </w:r>
          </w:p>
        </w:tc>
        <w:tc>
          <w:tcPr>
            <w:tcW w:w="4061" w:type="pct"/>
            <w:tcBorders>
              <w:top w:val="nil"/>
              <w:bottom w:val="single" w:sz="4" w:space="0" w:color="auto"/>
            </w:tcBorders>
            <w:shd w:val="clear" w:color="auto" w:fill="auto"/>
            <w:vAlign w:val="center"/>
          </w:tcPr>
          <w:p w14:paraId="0D916883" w14:textId="5BF5328C" w:rsidR="00B81C62" w:rsidRPr="00B81C62" w:rsidRDefault="00B81C62" w:rsidP="00B81C62">
            <w:pPr>
              <w:tabs>
                <w:tab w:val="left" w:pos="0"/>
              </w:tabs>
              <w:jc w:val="left"/>
              <w:rPr>
                <w:rFonts w:cs="Arial"/>
                <w:lang w:val="en-US"/>
              </w:rPr>
            </w:pPr>
            <w:r w:rsidRPr="00B81C62">
              <w:rPr>
                <w:rFonts w:cs="Arial"/>
                <w:i/>
                <w:iCs/>
                <w:lang w:val="x-none"/>
              </w:rPr>
              <w:t>Δ</w:t>
            </w:r>
            <w:r w:rsidRPr="00B81C62">
              <w:rPr>
                <w:rFonts w:cs="Arial"/>
                <w:i/>
                <w:iCs/>
              </w:rPr>
              <w:t xml:space="preserve">kre5 </w:t>
            </w:r>
            <w:r w:rsidRPr="00B81C62">
              <w:rPr>
                <w:rFonts w:cs="Arial"/>
                <w:iCs/>
              </w:rPr>
              <w:t>and</w:t>
            </w:r>
            <w:r w:rsidRPr="00B81C62">
              <w:rPr>
                <w:rFonts w:cs="Arial"/>
                <w:i/>
                <w:iCs/>
              </w:rPr>
              <w:t xml:space="preserve"> </w:t>
            </w:r>
            <w:r w:rsidRPr="00B81C62">
              <w:rPr>
                <w:rFonts w:cs="Arial"/>
                <w:i/>
                <w:iCs/>
                <w:lang w:val="x-none"/>
              </w:rPr>
              <w:t>Δ</w:t>
            </w:r>
            <w:r w:rsidRPr="00B81C62">
              <w:rPr>
                <w:rFonts w:cs="Arial"/>
                <w:i/>
                <w:iCs/>
              </w:rPr>
              <w:t>kre6</w:t>
            </w:r>
            <w:r w:rsidRPr="00B81C62">
              <w:rPr>
                <w:rFonts w:cs="Arial"/>
                <w:i/>
                <w:iCs/>
                <w:lang w:val="x-none"/>
              </w:rPr>
              <w:t>Δ</w:t>
            </w:r>
            <w:r w:rsidRPr="00B81C62">
              <w:rPr>
                <w:rFonts w:cs="Arial"/>
                <w:i/>
                <w:iCs/>
              </w:rPr>
              <w:t xml:space="preserve">skn1 </w:t>
            </w:r>
            <w:r w:rsidRPr="00B81C62">
              <w:rPr>
                <w:rFonts w:cs="Arial"/>
                <w:iCs/>
              </w:rPr>
              <w:t>mutants showed an i</w:t>
            </w:r>
            <w:r w:rsidRPr="00B81C62">
              <w:rPr>
                <w:rFonts w:cs="Arial"/>
              </w:rPr>
              <w:t xml:space="preserve">mpaired formation of β-1,6-glucan – leading to reduced formation, retention, and cell wall-associated GPI-anchored Plb1p but rather increased secretion due to poor GPI-anchor; poor formation of cell wall mannoproteins; formation of chitosan but improperly positioned and mislocalised within the cell wall (loss of cell wall integrity), and sensitive to the cell wall and membrane stressors. The mutants further showed poor cell morphology characterised with enlarged aggregated cells having incomplete budding; enlarged capsules just like </w:t>
            </w:r>
            <w:r w:rsidRPr="00B81C62">
              <w:rPr>
                <w:rFonts w:cs="Arial"/>
                <w:i/>
                <w:iCs/>
                <w:lang w:val="x-none"/>
              </w:rPr>
              <w:t>Δ</w:t>
            </w:r>
            <w:r w:rsidRPr="00B81C62">
              <w:rPr>
                <w:rFonts w:cs="Arial"/>
                <w:i/>
                <w:iCs/>
              </w:rPr>
              <w:t xml:space="preserve">chs3 </w:t>
            </w:r>
            <w:r w:rsidRPr="00B81C62">
              <w:rPr>
                <w:rFonts w:cs="Arial"/>
                <w:iCs/>
              </w:rPr>
              <w:t>and</w:t>
            </w:r>
            <w:r w:rsidRPr="00B81C62">
              <w:rPr>
                <w:rFonts w:cs="Arial"/>
                <w:i/>
                <w:iCs/>
              </w:rPr>
              <w:t xml:space="preserve"> </w:t>
            </w:r>
            <w:r w:rsidRPr="00B81C62">
              <w:rPr>
                <w:rFonts w:cs="Arial"/>
                <w:i/>
                <w:iCs/>
                <w:lang w:val="x-none"/>
              </w:rPr>
              <w:t>Δ</w:t>
            </w:r>
            <w:r w:rsidRPr="00B81C62">
              <w:rPr>
                <w:rFonts w:cs="Arial"/>
                <w:i/>
                <w:iCs/>
              </w:rPr>
              <w:t>cda1</w:t>
            </w:r>
            <w:r w:rsidRPr="00B81C62">
              <w:rPr>
                <w:rFonts w:cs="Arial"/>
                <w:i/>
                <w:iCs/>
                <w:lang w:val="x-none"/>
              </w:rPr>
              <w:t>Δ</w:t>
            </w:r>
            <w:r w:rsidRPr="00B81C62">
              <w:rPr>
                <w:rFonts w:cs="Arial"/>
                <w:i/>
                <w:iCs/>
              </w:rPr>
              <w:t>cda2</w:t>
            </w:r>
            <w:r w:rsidRPr="00B81C62">
              <w:rPr>
                <w:rFonts w:cs="Arial"/>
                <w:i/>
                <w:iCs/>
                <w:lang w:val="x-none"/>
              </w:rPr>
              <w:t>Δ</w:t>
            </w:r>
            <w:r w:rsidRPr="00B81C62">
              <w:rPr>
                <w:rFonts w:cs="Arial"/>
                <w:i/>
                <w:iCs/>
              </w:rPr>
              <w:t xml:space="preserve">cda3 </w:t>
            </w:r>
            <w:r w:rsidRPr="00B81C62">
              <w:rPr>
                <w:rFonts w:cs="Arial"/>
                <w:iCs/>
              </w:rPr>
              <w:t xml:space="preserve">mutants </w:t>
            </w:r>
            <w:r w:rsidRPr="00B81C62">
              <w:rPr>
                <w:rFonts w:cs="Arial"/>
              </w:rPr>
              <w:t xml:space="preserve">but poor exopolysaccharide formation characterised with rough edges and highly diffused and porous; reduced/delayed melanin production unlike </w:t>
            </w:r>
            <w:r w:rsidRPr="00B81C62">
              <w:rPr>
                <w:rFonts w:cs="Arial"/>
                <w:i/>
                <w:iCs/>
                <w:lang w:val="x-none"/>
              </w:rPr>
              <w:t>Δ</w:t>
            </w:r>
            <w:r w:rsidRPr="00B81C62">
              <w:rPr>
                <w:rFonts w:cs="Arial"/>
                <w:i/>
              </w:rPr>
              <w:t>kre6</w:t>
            </w:r>
            <w:r w:rsidRPr="00B81C62">
              <w:rPr>
                <w:rFonts w:cs="Arial"/>
              </w:rPr>
              <w:t xml:space="preserve">, </w:t>
            </w:r>
            <w:r w:rsidRPr="00B81C62">
              <w:rPr>
                <w:rFonts w:cs="Arial"/>
                <w:i/>
                <w:iCs/>
                <w:lang w:val="x-none"/>
              </w:rPr>
              <w:t>Δ</w:t>
            </w:r>
            <w:r w:rsidRPr="00B81C62">
              <w:rPr>
                <w:rFonts w:cs="Arial"/>
                <w:i/>
                <w:iCs/>
              </w:rPr>
              <w:t xml:space="preserve">skn1, </w:t>
            </w:r>
            <w:r w:rsidRPr="00B81C62">
              <w:rPr>
                <w:rFonts w:cs="Arial"/>
                <w:iCs/>
              </w:rPr>
              <w:t xml:space="preserve">and </w:t>
            </w:r>
            <w:r w:rsidRPr="00B81C62">
              <w:rPr>
                <w:rFonts w:cs="Arial"/>
                <w:i/>
                <w:iCs/>
                <w:lang w:val="x-none"/>
              </w:rPr>
              <w:t>Δ</w:t>
            </w:r>
            <w:r w:rsidRPr="00B81C62">
              <w:rPr>
                <w:rFonts w:cs="Arial"/>
                <w:i/>
                <w:iCs/>
              </w:rPr>
              <w:t>kre6</w:t>
            </w:r>
            <w:r w:rsidRPr="00B81C62">
              <w:rPr>
                <w:rFonts w:cs="Arial"/>
                <w:i/>
                <w:iCs/>
                <w:lang w:val="x-none"/>
              </w:rPr>
              <w:t>Δ</w:t>
            </w:r>
            <w:r w:rsidRPr="00B81C62">
              <w:rPr>
                <w:rFonts w:cs="Arial"/>
                <w:i/>
                <w:iCs/>
              </w:rPr>
              <w:t xml:space="preserve">kre61 </w:t>
            </w:r>
            <w:r w:rsidRPr="00B81C62">
              <w:rPr>
                <w:rFonts w:cs="Arial"/>
                <w:iCs/>
              </w:rPr>
              <w:t xml:space="preserve">and </w:t>
            </w:r>
            <w:r w:rsidRPr="00B81C62">
              <w:rPr>
                <w:rFonts w:cs="Arial"/>
              </w:rPr>
              <w:t xml:space="preserve">completely avirulent in mouse inhalation infection model </w:t>
            </w:r>
            <w:r w:rsidRPr="00B81C62">
              <w:rPr>
                <w:rFonts w:cs="Arial"/>
              </w:rPr>
              <w:fldChar w:fldCharType="begin">
                <w:fldData xml:space="preserve">PEVuZE5vdGU+PENpdGU+PEF1dGhvcj5HaWxiZXJ0PC9BdXRob3I+PFllYXI+MjAxMDwvWWVhcj48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=
</w:fldData>
              </w:fldChar>
            </w:r>
            <w:r w:rsidR="00706F40">
              <w:rPr>
                <w:rFonts w:cs="Arial"/>
              </w:rPr>
              <w:instrText xml:space="preserve"> ADDIN EN.CITE </w:instrText>
            </w:r>
            <w:r w:rsidR="00706F40">
              <w:rPr>
                <w:rFonts w:cs="Arial"/>
              </w:rPr>
              <w:fldChar w:fldCharType="begin">
                <w:fldData xml:space="preserve">PEVuZE5vdGU+PENpdGU+PEF1dGhvcj5HaWxiZXJ0PC9BdXRob3I+PFllYXI+MjAxMDwvWWVhcj48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=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[96]</w:t>
            </w:r>
            <w:r w:rsidRPr="00B81C62">
              <w:rPr>
                <w:rFonts w:cs="Arial"/>
              </w:rPr>
              <w:fldChar w:fldCharType="end"/>
            </w:r>
          </w:p>
        </w:tc>
      </w:tr>
      <w:tr w:rsidR="00B81C62" w:rsidRPr="00B81C62" w14:paraId="53025E70" w14:textId="77777777" w:rsidTr="00B81C62">
        <w:tc>
          <w:tcPr>
            <w:tcW w:w="939" w:type="pct"/>
            <w:tcBorders>
              <w:bottom w:val="single" w:sz="4" w:space="0" w:color="auto"/>
            </w:tcBorders>
            <w:shd w:val="clear" w:color="auto" w:fill="auto"/>
            <w:vAlign w:val="center"/>
          </w:tcPr>
          <w:p w14:paraId="37530ABF" w14:textId="1CEDCBC0"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lac1, </w:t>
            </w:r>
            <w:r w:rsidRPr="00B81C62">
              <w:rPr>
                <w:rFonts w:cs="Arial"/>
                <w:i/>
                <w:iCs/>
                <w:lang w:val="x-none"/>
              </w:rPr>
              <w:t>Δ</w:t>
            </w:r>
            <w:r w:rsidRPr="00B81C62">
              <w:rPr>
                <w:rFonts w:cs="Arial"/>
                <w:i/>
                <w:iCs/>
              </w:rPr>
              <w:t>lac2</w:t>
            </w:r>
          </w:p>
        </w:tc>
        <w:tc>
          <w:tcPr>
            <w:tcW w:w="4061" w:type="pct"/>
            <w:tcBorders>
              <w:top w:val="nil"/>
              <w:bottom w:val="single" w:sz="4" w:space="0" w:color="auto"/>
            </w:tcBorders>
            <w:shd w:val="clear" w:color="auto" w:fill="auto"/>
            <w:vAlign w:val="center"/>
          </w:tcPr>
          <w:p w14:paraId="07D00953" w14:textId="2EAEC145" w:rsidR="00B81C62" w:rsidRPr="00B81C62" w:rsidRDefault="00B81C62" w:rsidP="00B81C62">
            <w:pPr>
              <w:tabs>
                <w:tab w:val="left" w:pos="0"/>
              </w:tabs>
              <w:jc w:val="left"/>
              <w:rPr>
                <w:rFonts w:cs="Arial"/>
                <w:i/>
                <w:iCs/>
                <w:lang w:val="x-none"/>
              </w:rPr>
            </w:pPr>
            <w:r w:rsidRPr="00B81C62">
              <w:rPr>
                <w:rFonts w:cs="Arial"/>
                <w:iCs/>
              </w:rPr>
              <w:t xml:space="preserve">Reduced virulence; no melanin production; susceptible to oxidants and macrophage killing; impaired tissue invasion/dissemination but retained tissue persistence/proliferation </w:t>
            </w:r>
            <w:r w:rsidRPr="00B81C62">
              <w:rPr>
                <w:rFonts w:cs="Arial"/>
                <w:iCs/>
              </w:rPr>
              <w:fldChar w:fldCharType="begin">
                <w:fldData xml:space="preserve">PEVuZE5vdGU+PENpdGU+PEF1dGhvcj5Ob3ZlcnI8L0F1dGhvcj48WWVhcj4yMDA0PC9ZZWFyPjxS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</w:fldData>
              </w:fldChar>
            </w:r>
            <w:r w:rsidR="00706F40">
              <w:rPr>
                <w:rFonts w:cs="Arial"/>
                <w:iCs/>
              </w:rPr>
              <w:instrText xml:space="preserve"> ADDIN EN.CITE </w:instrText>
            </w:r>
            <w:r w:rsidR="00706F40">
              <w:rPr>
                <w:rFonts w:cs="Arial"/>
                <w:iCs/>
              </w:rPr>
              <w:fldChar w:fldCharType="begin">
                <w:fldData xml:space="preserve">PEVuZE5vdGU+PENpdGU+PEF1dGhvcj5Ob3ZlcnI8L0F1dGhvcj48WWVhcj4yMDA0PC9ZZWFyPjxS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[30,97-99]</w:t>
            </w:r>
            <w:r w:rsidRPr="00B81C62">
              <w:rPr>
                <w:rFonts w:cs="Arial"/>
                <w:iCs/>
              </w:rPr>
              <w:fldChar w:fldCharType="end"/>
            </w:r>
          </w:p>
        </w:tc>
      </w:tr>
      <w:tr w:rsidR="00B81C62" w:rsidRPr="00B81C62" w14:paraId="20989413" w14:textId="77777777" w:rsidTr="00B81C62">
        <w:tc>
          <w:tcPr>
            <w:tcW w:w="939" w:type="pct"/>
            <w:tcBorders>
              <w:bottom w:val="single" w:sz="4" w:space="0" w:color="auto"/>
            </w:tcBorders>
            <w:shd w:val="clear" w:color="auto" w:fill="auto"/>
            <w:vAlign w:val="center"/>
          </w:tcPr>
          <w:p w14:paraId="038782C9" w14:textId="1875552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leu1</w:t>
            </w:r>
          </w:p>
        </w:tc>
        <w:tc>
          <w:tcPr>
            <w:tcW w:w="4061" w:type="pct"/>
            <w:tcBorders>
              <w:top w:val="nil"/>
              <w:bottom w:val="single" w:sz="4" w:space="0" w:color="auto"/>
            </w:tcBorders>
            <w:shd w:val="clear" w:color="auto" w:fill="auto"/>
            <w:vAlign w:val="center"/>
          </w:tcPr>
          <w:p w14:paraId="00B0FAF7" w14:textId="74AF6F4E" w:rsidR="00B81C62" w:rsidRPr="00B81C62" w:rsidRDefault="00B81C62" w:rsidP="00B81C62">
            <w:pPr>
              <w:tabs>
                <w:tab w:val="left" w:pos="0"/>
              </w:tabs>
              <w:jc w:val="left"/>
              <w:rPr>
                <w:rFonts w:cs="Arial"/>
                <w:iCs/>
              </w:rPr>
            </w:pPr>
            <w:r w:rsidRPr="00B81C62">
              <w:rPr>
                <w:rFonts w:cs="Arial"/>
              </w:rPr>
              <w:t>Leu</w:t>
            </w:r>
            <w:r w:rsidRPr="00B81C62">
              <w:rPr>
                <w:rFonts w:cs="Arial"/>
                <w:iCs/>
              </w:rPr>
              <w:t xml:space="preserve"> autotroph mutants with upregulated mitochondrial Fe-S protein levels such as Nfu1p and Aco1p (indication of mitochondrial dysfunction) but the cytoplasmic Fe-S protein such as Fra2p remained unaffected under LIM; increased activity of mitochondrial Mn-Sod2; increased sensitivity to oxidative stress and cell wall/membrane disruptors; though melanin formation remained unaffected, the capsule formation is greatly reduced (acapsulation) leading to a significantly attenuated virulence in MIMC with a drastic reduction in the CFU recovered from the systemic organs </w:t>
            </w:r>
            <w:r w:rsidRPr="00B81C62">
              <w:rPr>
                <w:rFonts w:cs="Arial"/>
                <w:iCs/>
              </w:rPr>
              <w:fldChar w:fldCharType="begin">
                <w:fldData xml:space="preserve">PEVuZE5vdGU+PENpdGU+PEF1dGhvcj5EbzwvQXV0aG9yPjxZZWFyPjIwMTU8L1llYXI+PFJlY051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</w:fldData>
              </w:fldChar>
            </w:r>
            <w:r w:rsidR="00706F40">
              <w:rPr>
                <w:rFonts w:cs="Arial"/>
                <w:iCs/>
              </w:rPr>
              <w:instrText xml:space="preserve"> ADDIN EN.CITE </w:instrText>
            </w:r>
            <w:r w:rsidR="00706F40">
              <w:rPr>
                <w:rFonts w:cs="Arial"/>
                <w:iCs/>
              </w:rPr>
              <w:fldChar w:fldCharType="begin">
                <w:fldData xml:space="preserve">PEVuZE5vdGU+PENpdGU+PEF1dGhvcj5EbzwvQXV0aG9yPjxZZWFyPjIwMTU8L1llYXI+PFJlY051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[100]</w:t>
            </w:r>
            <w:r w:rsidRPr="00B81C62">
              <w:rPr>
                <w:rFonts w:cs="Arial"/>
                <w:iCs/>
              </w:rPr>
              <w:fldChar w:fldCharType="end"/>
            </w:r>
          </w:p>
        </w:tc>
      </w:tr>
      <w:tr w:rsidR="00B81C62" w:rsidRPr="00B81C62" w14:paraId="5F2301D8" w14:textId="77777777" w:rsidTr="00B81C62">
        <w:tc>
          <w:tcPr>
            <w:tcW w:w="939" w:type="pct"/>
            <w:tcBorders>
              <w:bottom w:val="single" w:sz="4" w:space="0" w:color="auto"/>
            </w:tcBorders>
            <w:shd w:val="clear" w:color="auto" w:fill="auto"/>
            <w:vAlign w:val="center"/>
          </w:tcPr>
          <w:p w14:paraId="028B5392" w14:textId="5D0AA9D6"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lhp1, </w:t>
            </w:r>
            <w:r w:rsidRPr="00B81C62">
              <w:rPr>
                <w:rFonts w:cs="Arial"/>
                <w:i/>
                <w:iCs/>
                <w:lang w:val="x-none"/>
              </w:rPr>
              <w:t>Δ</w:t>
            </w:r>
            <w:r w:rsidRPr="00B81C62">
              <w:rPr>
                <w:rFonts w:cs="Arial"/>
                <w:i/>
                <w:iCs/>
              </w:rPr>
              <w:t>crz1</w:t>
            </w:r>
          </w:p>
        </w:tc>
        <w:tc>
          <w:tcPr>
            <w:tcW w:w="4061" w:type="pct"/>
            <w:tcBorders>
              <w:top w:val="nil"/>
              <w:bottom w:val="single" w:sz="4" w:space="0" w:color="auto"/>
            </w:tcBorders>
            <w:shd w:val="clear" w:color="auto" w:fill="auto"/>
            <w:vAlign w:val="center"/>
          </w:tcPr>
          <w:p w14:paraId="3611ACE8" w14:textId="61C2EAF7" w:rsidR="00B81C62" w:rsidRPr="00B81C62" w:rsidRDefault="00B81C62" w:rsidP="00B81C62">
            <w:pPr>
              <w:tabs>
                <w:tab w:val="left" w:pos="0"/>
              </w:tabs>
              <w:jc w:val="left"/>
              <w:rPr>
                <w:rFonts w:cs="Arial"/>
              </w:rPr>
            </w:pPr>
            <w:r w:rsidRPr="00B81C62">
              <w:rPr>
                <w:rFonts w:cs="Arial"/>
                <w:i/>
                <w:iCs/>
                <w:lang w:val="x-none"/>
              </w:rPr>
              <w:t>Δ</w:t>
            </w:r>
            <w:r w:rsidRPr="00B81C62">
              <w:rPr>
                <w:rFonts w:cs="Arial"/>
                <w:i/>
                <w:iCs/>
                <w:lang w:val="en-US"/>
              </w:rPr>
              <w:t>l</w:t>
            </w:r>
            <w:r w:rsidRPr="00B81C62">
              <w:rPr>
                <w:rFonts w:cs="Arial"/>
                <w:i/>
                <w:iCs/>
              </w:rPr>
              <w:t>hp1</w:t>
            </w:r>
            <w:r w:rsidRPr="00B81C62">
              <w:rPr>
                <w:rFonts w:cs="Arial"/>
                <w:iCs/>
              </w:rPr>
              <w:t xml:space="preserve"> mutants remained virulent, </w:t>
            </w:r>
            <w:r w:rsidRPr="00B81C62">
              <w:rPr>
                <w:rFonts w:cs="Arial"/>
                <w:i/>
                <w:iCs/>
                <w:lang w:val="x-none"/>
              </w:rPr>
              <w:t>Δ</w:t>
            </w:r>
            <w:r w:rsidRPr="00B81C62">
              <w:rPr>
                <w:rFonts w:cs="Arial"/>
                <w:i/>
                <w:iCs/>
              </w:rPr>
              <w:t xml:space="preserve">crz1 </w:t>
            </w:r>
            <w:r w:rsidRPr="00B81C62">
              <w:rPr>
                <w:rFonts w:cs="Arial"/>
                <w:iCs/>
              </w:rPr>
              <w:t xml:space="preserve">mutants are attenuated in virulence while </w:t>
            </w:r>
            <w:r w:rsidRPr="00B81C62">
              <w:rPr>
                <w:rFonts w:cs="Arial"/>
                <w:i/>
                <w:iCs/>
                <w:lang w:val="x-none"/>
              </w:rPr>
              <w:t>Δ</w:t>
            </w:r>
            <w:r w:rsidRPr="00B81C62">
              <w:rPr>
                <w:rFonts w:cs="Arial"/>
                <w:i/>
                <w:iCs/>
              </w:rPr>
              <w:t>crz1</w:t>
            </w:r>
            <w:r w:rsidRPr="00B81C62">
              <w:rPr>
                <w:rFonts w:cs="Arial"/>
                <w:i/>
                <w:iCs/>
                <w:lang w:val="x-none"/>
              </w:rPr>
              <w:t>Δ</w:t>
            </w:r>
            <w:r w:rsidRPr="00B81C62">
              <w:rPr>
                <w:rFonts w:cs="Arial"/>
                <w:i/>
                <w:iCs/>
              </w:rPr>
              <w:t xml:space="preserve">lhp1 </w:t>
            </w:r>
            <w:r w:rsidRPr="00B81C62">
              <w:rPr>
                <w:rFonts w:cs="Arial"/>
                <w:iCs/>
              </w:rPr>
              <w:t xml:space="preserve">are more attenuated than </w:t>
            </w:r>
            <w:r w:rsidRPr="00B81C62">
              <w:rPr>
                <w:rFonts w:cs="Arial"/>
                <w:i/>
                <w:iCs/>
                <w:lang w:val="x-none"/>
              </w:rPr>
              <w:t>Δ</w:t>
            </w:r>
            <w:r w:rsidRPr="00B81C62">
              <w:rPr>
                <w:rFonts w:cs="Arial"/>
                <w:i/>
                <w:iCs/>
                <w:lang w:val="en-US"/>
              </w:rPr>
              <w:t>crz1</w:t>
            </w:r>
            <w:r w:rsidRPr="00B81C62">
              <w:rPr>
                <w:rFonts w:cs="Arial"/>
                <w:iCs/>
              </w:rPr>
              <w:t xml:space="preserve"> </w:t>
            </w:r>
            <w:r w:rsidRPr="00B81C62">
              <w:rPr>
                <w:rFonts w:cs="Arial"/>
                <w:iCs/>
              </w:rPr>
              <w:fldChar w:fldCharType="begin">
                <w:fldData xml:space="preserve">PEVuZE5vdGU+PENpdGU+PEF1dGhvcj5QYXJrPC9BdXRob3I+PFllYXI+MjAxNjwvWWVhcj48UmVj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PEVuZE5vdGU+PENpdGU+PEF1dGhvcj5QYXJrPC9BdXRob3I+PFllYXI+MjAxNjwvWWVhcj48UmVj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[43]</w:t>
            </w:r>
            <w:r w:rsidRPr="00B81C62">
              <w:rPr>
                <w:rFonts w:cs="Arial"/>
                <w:iCs/>
              </w:rPr>
              <w:fldChar w:fldCharType="end"/>
            </w:r>
          </w:p>
        </w:tc>
      </w:tr>
      <w:tr w:rsidR="00B81C62" w:rsidRPr="00B81C62" w14:paraId="20B8C77D" w14:textId="77777777" w:rsidTr="00B81C62">
        <w:tc>
          <w:tcPr>
            <w:tcW w:w="939" w:type="pct"/>
            <w:tcBorders>
              <w:bottom w:val="single" w:sz="4" w:space="0" w:color="auto"/>
            </w:tcBorders>
            <w:shd w:val="clear" w:color="auto" w:fill="auto"/>
            <w:vAlign w:val="center"/>
          </w:tcPr>
          <w:p w14:paraId="2994602C" w14:textId="6BC9BA2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lys4</w:t>
            </w:r>
          </w:p>
        </w:tc>
        <w:tc>
          <w:tcPr>
            <w:tcW w:w="4061" w:type="pct"/>
            <w:tcBorders>
              <w:top w:val="nil"/>
              <w:bottom w:val="single" w:sz="4" w:space="0" w:color="auto"/>
            </w:tcBorders>
            <w:shd w:val="clear" w:color="auto" w:fill="auto"/>
            <w:vAlign w:val="center"/>
          </w:tcPr>
          <w:p w14:paraId="3C3A3966" w14:textId="168BA865" w:rsidR="00B81C62" w:rsidRPr="00B81C62" w:rsidRDefault="00B81C62" w:rsidP="00B81C62">
            <w:pPr>
              <w:tabs>
                <w:tab w:val="left" w:pos="0"/>
              </w:tabs>
              <w:jc w:val="left"/>
              <w:rPr>
                <w:rFonts w:cs="Arial"/>
                <w:i/>
                <w:iCs/>
                <w:lang w:val="x-none"/>
              </w:rPr>
            </w:pPr>
            <w:r w:rsidRPr="00B81C62">
              <w:rPr>
                <w:rFonts w:cs="Arial"/>
                <w:iCs/>
              </w:rPr>
              <w:t xml:space="preserve">Impaired mitochondrial function characterised by increased accumulation of ROS and reduced activity of Aco1p due to partial iron homeostasis linked to Lys4 deletion because Lys4p is a Fe-S containing protein; increased sensitivity to oxidative stress and </w:t>
            </w:r>
            <w:r w:rsidRPr="00B81C62">
              <w:rPr>
                <w:rFonts w:cs="Arial"/>
                <w:iCs/>
              </w:rPr>
              <w:lastRenderedPageBreak/>
              <w:t xml:space="preserve">antifungals such as MCZ and FCZ; reduced ergosterol level; failed to grow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w:t>
            </w:r>
            <w:r w:rsidRPr="00B81C62">
              <w:rPr>
                <w:rFonts w:cs="Arial"/>
                <w:iCs/>
              </w:rPr>
              <w:t xml:space="preserve">hypersensitive to 10 mM SHAM and 50 μM DPI; attenuated virulence in MIMC </w:t>
            </w:r>
            <w:r w:rsidRPr="00B81C62">
              <w:rPr>
                <w:rFonts w:cs="Arial"/>
                <w:iCs/>
              </w:rPr>
              <w:fldChar w:fldCharType="begin">
                <w:fldData xml:space="preserve">PEVuZE5vdGU+PENpdGU+PEF1dGhvcj5EbzwvQXV0aG9yPjxZZWFyPjIwMTY8L1llYXI+PFJlY051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</w:fldData>
              </w:fldChar>
            </w:r>
            <w:r w:rsidR="00706F40">
              <w:rPr>
                <w:rFonts w:cs="Arial"/>
                <w:iCs/>
              </w:rPr>
              <w:instrText xml:space="preserve"> ADDIN EN.CITE </w:instrText>
            </w:r>
            <w:r w:rsidR="00706F40">
              <w:rPr>
                <w:rFonts w:cs="Arial"/>
                <w:iCs/>
              </w:rPr>
              <w:fldChar w:fldCharType="begin">
                <w:fldData xml:space="preserve">PEVuZE5vdGU+PENpdGU+PEF1dGhvcj5EbzwvQXV0aG9yPjxZZWFyPjIwMTY8L1llYXI+PFJlY051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[101]</w:t>
            </w:r>
            <w:r w:rsidRPr="00B81C62">
              <w:rPr>
                <w:rFonts w:cs="Arial"/>
                <w:iCs/>
              </w:rPr>
              <w:fldChar w:fldCharType="end"/>
            </w:r>
          </w:p>
        </w:tc>
      </w:tr>
      <w:tr w:rsidR="00B81C62" w:rsidRPr="00B81C62" w14:paraId="0A152EA5" w14:textId="77777777" w:rsidTr="00B81C62">
        <w:tc>
          <w:tcPr>
            <w:tcW w:w="939" w:type="pct"/>
            <w:tcBorders>
              <w:bottom w:val="single" w:sz="4" w:space="0" w:color="auto"/>
            </w:tcBorders>
            <w:shd w:val="clear" w:color="auto" w:fill="auto"/>
            <w:vAlign w:val="center"/>
          </w:tcPr>
          <w:p w14:paraId="36BF9748" w14:textId="69AB1D6C"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man1</w:t>
            </w:r>
          </w:p>
        </w:tc>
        <w:tc>
          <w:tcPr>
            <w:tcW w:w="4061" w:type="pct"/>
            <w:tcBorders>
              <w:top w:val="nil"/>
              <w:bottom w:val="single" w:sz="4" w:space="0" w:color="auto"/>
            </w:tcBorders>
            <w:shd w:val="clear" w:color="auto" w:fill="auto"/>
            <w:vAlign w:val="center"/>
          </w:tcPr>
          <w:p w14:paraId="6F1B6C43" w14:textId="348F2779" w:rsidR="00B81C62" w:rsidRPr="00B81C62" w:rsidRDefault="00B81C62" w:rsidP="00B81C62">
            <w:pPr>
              <w:tabs>
                <w:tab w:val="left" w:pos="0"/>
              </w:tabs>
              <w:jc w:val="left"/>
              <w:rPr>
                <w:rFonts w:cs="Arial"/>
                <w:iCs/>
              </w:rPr>
            </w:pPr>
            <w:r w:rsidRPr="00B81C62">
              <w:rPr>
                <w:rFonts w:cs="Arial"/>
                <w:iCs/>
              </w:rPr>
              <w:t xml:space="preserve">Total loss of phosphomannose isomerase enzyme activity, poor capsule formation, reduced polysaccharide secretion, defective cell morphology (wrinkled and irregular), impaired cytokinesis and cell budding, complete loss of virulence, effective clearance of the mutant from the infected host system </w:t>
            </w:r>
            <w:r w:rsidRPr="00B81C62">
              <w:rPr>
                <w:rFonts w:cs="Arial"/>
                <w:iCs/>
              </w:rPr>
              <w:fldChar w:fldCharType="begin">
                <w:fldData xml:space="preserve">PEVuZE5vdGU+PENpdGU+PEF1dGhvcj5XaWxsczwvQXV0aG9yPjxZZWFyPjIwMDE8L1llYXI+PFJl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</w:fldData>
              </w:fldChar>
            </w:r>
            <w:r w:rsidR="00706F40">
              <w:rPr>
                <w:rFonts w:cs="Arial"/>
                <w:iCs/>
              </w:rPr>
              <w:instrText xml:space="preserve"> ADDIN EN.CITE </w:instrText>
            </w:r>
            <w:r w:rsidR="00706F40">
              <w:rPr>
                <w:rFonts w:cs="Arial"/>
                <w:iCs/>
              </w:rPr>
              <w:fldChar w:fldCharType="begin">
                <w:fldData xml:space="preserve">PEVuZE5vdGU+PENpdGU+PEF1dGhvcj5XaWxsczwvQXV0aG9yPjxZZWFyPjIwMDE8L1llYXI+PFJl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[102]</w:t>
            </w:r>
            <w:r w:rsidRPr="00B81C62">
              <w:rPr>
                <w:rFonts w:cs="Arial"/>
                <w:iCs/>
              </w:rPr>
              <w:fldChar w:fldCharType="end"/>
            </w:r>
          </w:p>
        </w:tc>
      </w:tr>
      <w:tr w:rsidR="00B81C62" w:rsidRPr="00B81C62" w14:paraId="3E6B6157" w14:textId="77777777" w:rsidTr="00B81C62">
        <w:tc>
          <w:tcPr>
            <w:tcW w:w="939" w:type="pct"/>
            <w:tcBorders>
              <w:bottom w:val="single" w:sz="4" w:space="0" w:color="auto"/>
            </w:tcBorders>
            <w:shd w:val="clear" w:color="auto" w:fill="auto"/>
            <w:vAlign w:val="center"/>
          </w:tcPr>
          <w:p w14:paraId="58E8F888" w14:textId="38821069" w:rsidR="00B81C62" w:rsidRPr="00B81C62" w:rsidRDefault="00B81C62" w:rsidP="00B81C62">
            <w:pPr>
              <w:pStyle w:val="MDPI42tablebody"/>
              <w:jc w:val="left"/>
              <w:rPr>
                <w:rFonts w:cs="Arial"/>
                <w:i/>
                <w:iCs/>
                <w:lang w:val="x-none"/>
              </w:rPr>
            </w:pPr>
            <w:r w:rsidRPr="00B81C62">
              <w:rPr>
                <w:rFonts w:cs="Arial"/>
                <w:i/>
                <w:iCs/>
              </w:rPr>
              <w:t xml:space="preserve">MAT </w:t>
            </w:r>
            <w:r w:rsidRPr="00B81C62">
              <w:rPr>
                <w:rFonts w:cs="Arial"/>
                <w:iCs/>
              </w:rPr>
              <w:t>locus (located on chromosome 4)</w:t>
            </w:r>
          </w:p>
        </w:tc>
        <w:tc>
          <w:tcPr>
            <w:tcW w:w="4061" w:type="pct"/>
            <w:tcBorders>
              <w:top w:val="nil"/>
              <w:bottom w:val="single" w:sz="4" w:space="0" w:color="auto"/>
            </w:tcBorders>
            <w:shd w:val="clear" w:color="auto" w:fill="auto"/>
            <w:vAlign w:val="center"/>
          </w:tcPr>
          <w:p w14:paraId="7C936A8B" w14:textId="3F9E9291" w:rsidR="00B81C62" w:rsidRPr="00B81C62" w:rsidRDefault="00B81C62" w:rsidP="00B81C62">
            <w:pPr>
              <w:tabs>
                <w:tab w:val="left" w:pos="0"/>
              </w:tabs>
              <w:jc w:val="left"/>
              <w:rPr>
                <w:rFonts w:cs="Arial"/>
                <w:iCs/>
              </w:rPr>
            </w:pPr>
            <w:r w:rsidRPr="00B81C62">
              <w:rPr>
                <w:rFonts w:cs="Arial"/>
                <w:iCs/>
              </w:rPr>
              <w:t>A &gt;100 kb gene encoding ≈20 transcription factors with various functions, however, a mutation in any of the following mating-type specific genes (</w:t>
            </w:r>
            <w:r w:rsidRPr="00B81C62">
              <w:rPr>
                <w:rFonts w:cs="Arial"/>
                <w:bCs/>
                <w:i/>
              </w:rPr>
              <w:t>MATα</w:t>
            </w:r>
            <w:r w:rsidRPr="00B81C62">
              <w:rPr>
                <w:rFonts w:cs="Arial"/>
                <w:i/>
                <w:iCs/>
              </w:rPr>
              <w:t>: Cap1α, Cid1α, Etf1α, Gef1α, Lpd1α, Mfα1, Mfα2, Mfα3, Myo2α, Ncm1, Prt1α, Rpl22α, Rpl39α, Rpo41α, Rum1α, Spo14α, Ste11α, Ste12α, Ste3α, Ste20</w:t>
            </w:r>
            <w:r w:rsidRPr="00B81C62">
              <w:rPr>
                <w:rFonts w:cs="Arial"/>
                <w:i/>
                <w:iCs/>
                <w:lang w:val="x-none"/>
              </w:rPr>
              <w:t>α</w:t>
            </w:r>
            <w:r w:rsidRPr="00B81C62">
              <w:rPr>
                <w:rFonts w:cs="Arial"/>
                <w:i/>
                <w:iCs/>
              </w:rPr>
              <w:t>,</w:t>
            </w:r>
            <w:r w:rsidRPr="00B81C62">
              <w:rPr>
                <w:rFonts w:cs="Arial"/>
                <w:iCs/>
              </w:rPr>
              <w:t xml:space="preserve"> Sxi1</w:t>
            </w:r>
            <w:r w:rsidRPr="00B81C62">
              <w:rPr>
                <w:rFonts w:cs="Arial"/>
                <w:i/>
                <w:iCs/>
              </w:rPr>
              <w:t xml:space="preserve">α, Tcn21, Znf1α </w:t>
            </w:r>
            <w:r w:rsidRPr="00B81C62">
              <w:rPr>
                <w:rFonts w:cs="Arial"/>
                <w:iCs/>
              </w:rPr>
              <w:t xml:space="preserve">or </w:t>
            </w:r>
            <w:r w:rsidRPr="00B81C62">
              <w:rPr>
                <w:rFonts w:cs="Arial"/>
                <w:bCs/>
                <w:i/>
              </w:rPr>
              <w:t>MAT</w:t>
            </w:r>
            <w:r w:rsidRPr="00B81C62">
              <w:rPr>
                <w:rFonts w:cs="Arial"/>
                <w:b/>
                <w:i/>
              </w:rPr>
              <w:t>a</w:t>
            </w:r>
            <w:r w:rsidRPr="00B81C62">
              <w:rPr>
                <w:rFonts w:cs="Arial"/>
                <w:iCs/>
              </w:rPr>
              <w:t xml:space="preserve">: </w:t>
            </w:r>
            <w:r w:rsidRPr="00B81C62">
              <w:rPr>
                <w:rFonts w:cs="Arial"/>
                <w:i/>
                <w:iCs/>
              </w:rPr>
              <w:t>Cap1</w:t>
            </w:r>
            <w:r w:rsidRPr="00B91BFC">
              <w:rPr>
                <w:rFonts w:cs="Arial"/>
                <w:b/>
                <w:bCs/>
                <w:i/>
                <w:iCs/>
              </w:rPr>
              <w:t>a</w:t>
            </w:r>
            <w:r w:rsidRPr="00B81C62">
              <w:rPr>
                <w:rFonts w:cs="Arial"/>
                <w:i/>
                <w:iCs/>
              </w:rPr>
              <w:t>, Cid1</w:t>
            </w:r>
            <w:r w:rsidRPr="00B91BFC">
              <w:rPr>
                <w:rFonts w:cs="Arial"/>
                <w:b/>
                <w:bCs/>
                <w:i/>
                <w:iCs/>
              </w:rPr>
              <w:t>a</w:t>
            </w:r>
            <w:r w:rsidRPr="00B81C62">
              <w:rPr>
                <w:rFonts w:cs="Arial"/>
                <w:i/>
                <w:iCs/>
              </w:rPr>
              <w:t>, Etf1</w:t>
            </w:r>
            <w:r w:rsidRPr="00B91BFC">
              <w:rPr>
                <w:rFonts w:cs="Arial"/>
                <w:b/>
                <w:bCs/>
                <w:i/>
                <w:iCs/>
              </w:rPr>
              <w:t>a</w:t>
            </w:r>
            <w:r w:rsidRPr="00B81C62">
              <w:rPr>
                <w:rFonts w:cs="Arial"/>
                <w:i/>
                <w:iCs/>
              </w:rPr>
              <w:t>, Gef1</w:t>
            </w:r>
            <w:r w:rsidRPr="00B91BFC">
              <w:rPr>
                <w:rFonts w:cs="Arial"/>
                <w:b/>
                <w:bCs/>
                <w:i/>
                <w:iCs/>
              </w:rPr>
              <w:t>a</w:t>
            </w:r>
            <w:r w:rsidRPr="00B81C62">
              <w:rPr>
                <w:rFonts w:cs="Arial"/>
                <w:i/>
                <w:iCs/>
              </w:rPr>
              <w:t>, Lpd1</w:t>
            </w:r>
            <w:r w:rsidRPr="00B91BFC">
              <w:rPr>
                <w:rFonts w:cs="Arial"/>
                <w:b/>
                <w:bCs/>
                <w:i/>
                <w:iCs/>
              </w:rPr>
              <w:t>a</w:t>
            </w:r>
            <w:r w:rsidRPr="00B81C62">
              <w:rPr>
                <w:rFonts w:cs="Arial"/>
                <w:i/>
                <w:iCs/>
              </w:rPr>
              <w:t>, Mf</w:t>
            </w:r>
            <w:r w:rsidRPr="00B91BFC">
              <w:rPr>
                <w:rFonts w:cs="Arial"/>
                <w:b/>
                <w:bCs/>
                <w:i/>
                <w:iCs/>
              </w:rPr>
              <w:t>a</w:t>
            </w:r>
            <w:r w:rsidRPr="00B81C62">
              <w:rPr>
                <w:rFonts w:cs="Arial"/>
                <w:i/>
                <w:iCs/>
              </w:rPr>
              <w:t>1, Mf</w:t>
            </w:r>
            <w:r w:rsidRPr="00B91BFC">
              <w:rPr>
                <w:rFonts w:cs="Arial"/>
                <w:b/>
                <w:bCs/>
                <w:i/>
                <w:iCs/>
              </w:rPr>
              <w:t>a</w:t>
            </w:r>
            <w:r w:rsidRPr="00B81C62">
              <w:rPr>
                <w:rFonts w:cs="Arial"/>
                <w:i/>
                <w:iCs/>
              </w:rPr>
              <w:t>2, Mf</w:t>
            </w:r>
            <w:r w:rsidRPr="00B91BFC">
              <w:rPr>
                <w:rFonts w:cs="Arial"/>
                <w:b/>
                <w:bCs/>
                <w:i/>
                <w:iCs/>
              </w:rPr>
              <w:t>a</w:t>
            </w:r>
            <w:r w:rsidRPr="00B81C62">
              <w:rPr>
                <w:rFonts w:cs="Arial"/>
                <w:i/>
                <w:iCs/>
              </w:rPr>
              <w:t>3, My</w:t>
            </w:r>
            <w:r w:rsidRPr="00B81C62">
              <w:rPr>
                <w:rFonts w:cs="Arial"/>
                <w:i/>
              </w:rPr>
              <w:t>o</w:t>
            </w:r>
            <w:r w:rsidRPr="00B81C62">
              <w:rPr>
                <w:rFonts w:cs="Arial"/>
                <w:i/>
                <w:iCs/>
              </w:rPr>
              <w:t>2</w:t>
            </w:r>
            <w:r w:rsidRPr="00B91BFC">
              <w:rPr>
                <w:rFonts w:cs="Arial"/>
                <w:b/>
                <w:bCs/>
                <w:i/>
                <w:iCs/>
              </w:rPr>
              <w:t>a</w:t>
            </w:r>
            <w:r w:rsidRPr="00B81C62">
              <w:rPr>
                <w:rFonts w:cs="Arial"/>
                <w:i/>
                <w:iCs/>
              </w:rPr>
              <w:t>, Ncp1</w:t>
            </w:r>
            <w:r w:rsidRPr="00B91BFC">
              <w:rPr>
                <w:rFonts w:cs="Arial"/>
                <w:b/>
                <w:bCs/>
                <w:i/>
                <w:iCs/>
              </w:rPr>
              <w:t>a</w:t>
            </w:r>
            <w:r w:rsidRPr="00B81C62">
              <w:rPr>
                <w:rFonts w:cs="Arial"/>
                <w:i/>
                <w:iCs/>
              </w:rPr>
              <w:t>, Prt1</w:t>
            </w:r>
            <w:r w:rsidRPr="00B91BFC">
              <w:rPr>
                <w:rFonts w:cs="Arial"/>
                <w:b/>
                <w:bCs/>
                <w:i/>
                <w:iCs/>
              </w:rPr>
              <w:t>a</w:t>
            </w:r>
            <w:r w:rsidRPr="00B81C62">
              <w:rPr>
                <w:rFonts w:cs="Arial"/>
                <w:i/>
                <w:iCs/>
              </w:rPr>
              <w:t>, Rpl22</w:t>
            </w:r>
            <w:r w:rsidRPr="00B91BFC">
              <w:rPr>
                <w:rFonts w:cs="Arial"/>
                <w:b/>
                <w:bCs/>
                <w:i/>
                <w:iCs/>
              </w:rPr>
              <w:t>a</w:t>
            </w:r>
            <w:r w:rsidRPr="00B81C62">
              <w:rPr>
                <w:rFonts w:cs="Arial"/>
                <w:i/>
                <w:iCs/>
              </w:rPr>
              <w:t>, Rpo41</w:t>
            </w:r>
            <w:r w:rsidRPr="00B91BFC">
              <w:rPr>
                <w:rFonts w:cs="Arial"/>
                <w:b/>
                <w:bCs/>
                <w:i/>
                <w:iCs/>
              </w:rPr>
              <w:t>a</w:t>
            </w:r>
            <w:r w:rsidRPr="00B81C62">
              <w:rPr>
                <w:rFonts w:cs="Arial"/>
                <w:i/>
                <w:iCs/>
              </w:rPr>
              <w:t>, Rum1</w:t>
            </w:r>
            <w:r w:rsidRPr="00B91BFC">
              <w:rPr>
                <w:rFonts w:cs="Arial"/>
                <w:b/>
                <w:bCs/>
                <w:i/>
                <w:iCs/>
              </w:rPr>
              <w:t>a</w:t>
            </w:r>
            <w:r w:rsidRPr="00B81C62">
              <w:rPr>
                <w:rFonts w:cs="Arial"/>
                <w:i/>
                <w:iCs/>
              </w:rPr>
              <w:t>, Spo14</w:t>
            </w:r>
            <w:r w:rsidRPr="00B91BFC">
              <w:rPr>
                <w:rFonts w:cs="Arial"/>
                <w:b/>
                <w:bCs/>
                <w:i/>
                <w:iCs/>
              </w:rPr>
              <w:t>a</w:t>
            </w:r>
            <w:r w:rsidRPr="00B81C62">
              <w:rPr>
                <w:rFonts w:cs="Arial"/>
                <w:i/>
                <w:iCs/>
              </w:rPr>
              <w:t>, Ste11</w:t>
            </w:r>
            <w:r w:rsidRPr="00B91BFC">
              <w:rPr>
                <w:rFonts w:cs="Arial"/>
                <w:b/>
                <w:bCs/>
                <w:i/>
                <w:iCs/>
              </w:rPr>
              <w:t>a</w:t>
            </w:r>
            <w:r w:rsidRPr="00B81C62">
              <w:rPr>
                <w:rFonts w:cs="Arial"/>
                <w:i/>
                <w:iCs/>
              </w:rPr>
              <w:t>, Ste12</w:t>
            </w:r>
            <w:r w:rsidRPr="00B91BFC">
              <w:rPr>
                <w:rFonts w:cs="Arial"/>
                <w:b/>
                <w:bCs/>
                <w:i/>
                <w:iCs/>
              </w:rPr>
              <w:t>a</w:t>
            </w:r>
            <w:r w:rsidRPr="00B81C62">
              <w:rPr>
                <w:rFonts w:cs="Arial"/>
                <w:i/>
                <w:iCs/>
              </w:rPr>
              <w:t>, Ste20</w:t>
            </w:r>
            <w:r w:rsidRPr="00B91BFC">
              <w:rPr>
                <w:rFonts w:cs="Arial"/>
                <w:b/>
                <w:bCs/>
                <w:i/>
                <w:iCs/>
              </w:rPr>
              <w:t>a</w:t>
            </w:r>
            <w:r w:rsidRPr="00B81C62">
              <w:rPr>
                <w:rFonts w:cs="Arial"/>
                <w:i/>
                <w:iCs/>
              </w:rPr>
              <w:t>, Ste3</w:t>
            </w:r>
            <w:r w:rsidRPr="00B91BFC">
              <w:rPr>
                <w:rFonts w:cs="Arial"/>
                <w:b/>
                <w:bCs/>
                <w:i/>
                <w:iCs/>
              </w:rPr>
              <w:t>a</w:t>
            </w:r>
            <w:r w:rsidRPr="00B81C62">
              <w:rPr>
                <w:rFonts w:cs="Arial"/>
                <w:i/>
                <w:iCs/>
              </w:rPr>
              <w:t>, Znf1</w:t>
            </w:r>
            <w:r w:rsidRPr="00B91BFC">
              <w:rPr>
                <w:rFonts w:cs="Arial"/>
                <w:b/>
                <w:bCs/>
                <w:i/>
                <w:iCs/>
              </w:rPr>
              <w:t>a</w:t>
            </w:r>
            <w:r w:rsidRPr="00B81C62">
              <w:rPr>
                <w:rFonts w:cs="Arial"/>
                <w:iCs/>
              </w:rPr>
              <w:t xml:space="preserve">) leads to defective or total disruption of pheromone production, pheromone response (formation of shmoos cells with conjugation tubes), cell fusion, mating, dikaryotic filamentation, basidia, basidiospores, and cell viability at any stage of </w:t>
            </w:r>
            <w:r w:rsidR="00E100A1" w:rsidRPr="00E100A1">
              <w:rPr>
                <w:rFonts w:cs="Arial"/>
                <w:i/>
                <w:iCs/>
              </w:rPr>
              <w:t>C. neoformans</w:t>
            </w:r>
            <w:r w:rsidRPr="00B81C62">
              <w:rPr>
                <w:rFonts w:cs="Arial"/>
                <w:i/>
                <w:iCs/>
              </w:rPr>
              <w:t xml:space="preserve"> </w:t>
            </w:r>
            <w:r w:rsidRPr="00B81C62">
              <w:rPr>
                <w:rFonts w:cs="Arial"/>
                <w:iCs/>
              </w:rPr>
              <w:t xml:space="preserve">life cycle and in few cases attenuation of the virulence or avirulent may occur </w:t>
            </w:r>
            <w:r w:rsidRPr="00B81C62">
              <w:rPr>
                <w:rFonts w:cs="Arial"/>
                <w:iCs/>
              </w:rPr>
              <w:fldChar w:fldCharType="begin">
                <w:fldData xml:space="preserve">PEVuZE5vdGU+PENpdGU+PEF1dGhvcj5IdWxsPC9BdXRob3I+PFllYXI+MjAwMjwvWWVhcj48UmVj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</w:fldData>
              </w:fldChar>
            </w:r>
            <w:r w:rsidR="00706F40">
              <w:rPr>
                <w:rFonts w:cs="Arial"/>
                <w:iCs/>
              </w:rPr>
              <w:instrText xml:space="preserve"> ADDIN EN.CITE </w:instrText>
            </w:r>
            <w:r w:rsidR="00706F40">
              <w:rPr>
                <w:rFonts w:cs="Arial"/>
                <w:iCs/>
              </w:rPr>
              <w:fldChar w:fldCharType="begin">
                <w:fldData xml:space="preserve">PEVuZE5vdGU+PENpdGU+PEF1dGhvcj5IdWxsPC9BdXRob3I+PFllYXI+MjAwMjwvWWVhcj48UmVj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[103-106]</w:t>
            </w:r>
            <w:r w:rsidRPr="00B81C62">
              <w:rPr>
                <w:rFonts w:cs="Arial"/>
                <w:iCs/>
              </w:rPr>
              <w:fldChar w:fldCharType="end"/>
            </w:r>
            <w:r w:rsidRPr="00B81C62">
              <w:rPr>
                <w:rFonts w:cs="Arial"/>
                <w:iCs/>
              </w:rPr>
              <w:t xml:space="preserve">. The </w:t>
            </w:r>
            <w:r w:rsidR="00BB1C79" w:rsidRPr="00B81C62">
              <w:rPr>
                <w:rFonts w:cs="Arial"/>
                <w:i/>
              </w:rPr>
              <w:t>Mat2</w:t>
            </w:r>
            <w:r w:rsidR="00BB1C79" w:rsidRPr="00B81C62">
              <w:rPr>
                <w:rFonts w:cs="Arial"/>
                <w:iCs/>
              </w:rPr>
              <w:t xml:space="preserve"> </w:t>
            </w:r>
            <w:r w:rsidRPr="00B81C62">
              <w:rPr>
                <w:rFonts w:cs="Arial"/>
                <w:iCs/>
              </w:rPr>
              <w:t xml:space="preserve">and </w:t>
            </w:r>
            <w:r w:rsidR="00BB1C79" w:rsidRPr="00B81C62">
              <w:rPr>
                <w:rFonts w:cs="Arial"/>
                <w:i/>
              </w:rPr>
              <w:t>Znf2</w:t>
            </w:r>
            <w:r w:rsidR="00BB1C79" w:rsidRPr="00B81C62">
              <w:rPr>
                <w:rFonts w:cs="Arial"/>
                <w:iCs/>
              </w:rPr>
              <w:t xml:space="preserve"> </w:t>
            </w:r>
            <w:r w:rsidRPr="00B81C62">
              <w:rPr>
                <w:rFonts w:cs="Arial"/>
                <w:iCs/>
              </w:rPr>
              <w:t>(encoding Zn-finger protein) are non-mating type locus.</w:t>
            </w:r>
          </w:p>
        </w:tc>
      </w:tr>
      <w:tr w:rsidR="00B81C62" w:rsidRPr="00B81C62" w14:paraId="3E184245" w14:textId="77777777" w:rsidTr="00B81C62">
        <w:tc>
          <w:tcPr>
            <w:tcW w:w="939" w:type="pct"/>
            <w:tcBorders>
              <w:bottom w:val="single" w:sz="4" w:space="0" w:color="auto"/>
            </w:tcBorders>
            <w:shd w:val="clear" w:color="auto" w:fill="auto"/>
            <w:vAlign w:val="center"/>
          </w:tcPr>
          <w:p w14:paraId="0A6D80AD" w14:textId="43B3225D" w:rsidR="00B81C62" w:rsidRPr="00B81C62" w:rsidRDefault="00B81C62" w:rsidP="00B81C62">
            <w:pPr>
              <w:pStyle w:val="MDPI42tablebody"/>
              <w:jc w:val="left"/>
              <w:rPr>
                <w:rFonts w:cs="Arial"/>
                <w:i/>
                <w:iCs/>
              </w:rPr>
            </w:pPr>
            <w:r w:rsidRPr="00B81C62">
              <w:rPr>
                <w:rFonts w:cs="Arial"/>
                <w:i/>
                <w:iCs/>
                <w:lang w:val="x-none"/>
              </w:rPr>
              <w:t>Δ</w:t>
            </w:r>
            <w:r w:rsidRPr="00B81C62">
              <w:rPr>
                <w:rFonts w:cs="Arial"/>
                <w:i/>
                <w:iCs/>
              </w:rPr>
              <w:t xml:space="preserve">mat2 </w:t>
            </w:r>
            <w:r w:rsidRPr="00B81C62">
              <w:rPr>
                <w:rFonts w:cs="Arial"/>
                <w:iCs/>
              </w:rPr>
              <w:t>(located on chromosome 13)</w:t>
            </w:r>
          </w:p>
        </w:tc>
        <w:tc>
          <w:tcPr>
            <w:tcW w:w="4061" w:type="pct"/>
            <w:tcBorders>
              <w:top w:val="nil"/>
              <w:bottom w:val="single" w:sz="4" w:space="0" w:color="auto"/>
            </w:tcBorders>
            <w:shd w:val="clear" w:color="auto" w:fill="auto"/>
            <w:vAlign w:val="center"/>
          </w:tcPr>
          <w:p w14:paraId="25EE329C" w14:textId="3412791E" w:rsidR="00B81C62" w:rsidRPr="00B81C62" w:rsidRDefault="00B81C62" w:rsidP="00B81C62">
            <w:pPr>
              <w:tabs>
                <w:tab w:val="left" w:pos="0"/>
              </w:tabs>
              <w:jc w:val="left"/>
              <w:rPr>
                <w:rFonts w:cs="Arial"/>
                <w:iCs/>
              </w:rPr>
            </w:pPr>
            <w:r w:rsidRPr="00B81C62">
              <w:rPr>
                <w:rFonts w:cs="Arial"/>
                <w:iCs/>
              </w:rPr>
              <w:t xml:space="preserve">Severely impaired filamentation with no cell fusion either in unilateral/bilateral mating just like in </w:t>
            </w:r>
            <w:r w:rsidRPr="00B81C62">
              <w:rPr>
                <w:rFonts w:cs="Arial"/>
                <w:i/>
                <w:iCs/>
                <w:lang w:val="x-none"/>
              </w:rPr>
              <w:t>Δ</w:t>
            </w:r>
            <w:r w:rsidRPr="00B81C62">
              <w:rPr>
                <w:rFonts w:cs="Arial"/>
                <w:i/>
                <w:iCs/>
              </w:rPr>
              <w:t xml:space="preserve">cpk1 </w:t>
            </w:r>
            <w:r w:rsidRPr="00B81C62">
              <w:rPr>
                <w:rFonts w:cs="Arial"/>
                <w:iCs/>
              </w:rPr>
              <w:t xml:space="preserve">mutant, but evidence of delayed unilateral mating is apparent </w:t>
            </w:r>
            <w:r w:rsidRPr="00B81C62">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[49]</w:t>
            </w:r>
            <w:r w:rsidRPr="00B81C62">
              <w:rPr>
                <w:rFonts w:cs="Arial"/>
                <w:iCs/>
              </w:rPr>
              <w:fldChar w:fldCharType="end"/>
            </w:r>
            <w:r w:rsidRPr="00B81C62">
              <w:rPr>
                <w:rFonts w:cs="Arial"/>
                <w:iCs/>
              </w:rPr>
              <w:t>; promote pheromone-independent unisexual development in conjunction with the filamentation/primary hyphal regulator (</w:t>
            </w:r>
            <w:r w:rsidRPr="00B81C62">
              <w:rPr>
                <w:rFonts w:cs="Arial"/>
              </w:rPr>
              <w:t>Znf2</w:t>
            </w:r>
            <w:r w:rsidRPr="00B81C62">
              <w:rPr>
                <w:rFonts w:cs="Arial"/>
                <w:iCs/>
              </w:rPr>
              <w:t>), calcium-regulated and temperature-induced calcineurin (</w:t>
            </w:r>
            <w:r w:rsidRPr="00B81C62">
              <w:rPr>
                <w:rFonts w:cs="Arial"/>
              </w:rPr>
              <w:t>Cna1/Cnb1</w:t>
            </w:r>
            <w:r w:rsidRPr="00B81C62">
              <w:rPr>
                <w:rFonts w:cs="Arial"/>
                <w:iCs/>
              </w:rPr>
              <w:t xml:space="preserve">). Filamentation was induced at </w:t>
            </w:r>
            <w:r w:rsidRPr="00B81C62">
              <w:rPr>
                <w:rFonts w:cs="Arial"/>
              </w:rPr>
              <w:t>37</w:t>
            </w:r>
            <w:r w:rsidRPr="00B81C62">
              <w:rPr>
                <w:rFonts w:cs="Arial"/>
                <w:vertAlign w:val="superscript"/>
              </w:rPr>
              <w:t>o</w:t>
            </w:r>
            <w:r w:rsidRPr="00B81C62">
              <w:rPr>
                <w:rFonts w:cs="Arial"/>
              </w:rPr>
              <w:t xml:space="preserve">C, high </w:t>
            </w:r>
            <w:r w:rsidRPr="00B81C62">
              <w:rPr>
                <w:rFonts w:cs="Arial"/>
                <w:iCs/>
              </w:rPr>
              <w:t xml:space="preserve">calcium level (2.0 mM) and high copper level (400 μM) </w:t>
            </w:r>
            <w:r w:rsidRPr="00B81C62">
              <w:rPr>
                <w:rFonts w:cs="Arial"/>
                <w:iCs/>
              </w:rPr>
              <w:fldChar w:fldCharType="begin">
                <w:fldData xml:space="preserve">PEVuZE5vdGU+PENpdGU+PEF1dGhvcj5HeWF3YWxpPC9BdXRob3I+PFllYXI+MjAxNzwvWWVhcj48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</w:fldData>
              </w:fldChar>
            </w:r>
            <w:r w:rsidR="00706F40">
              <w:rPr>
                <w:rFonts w:cs="Arial"/>
                <w:iCs/>
              </w:rPr>
              <w:instrText xml:space="preserve"> ADDIN EN.CITE </w:instrText>
            </w:r>
            <w:r w:rsidR="00706F40">
              <w:rPr>
                <w:rFonts w:cs="Arial"/>
                <w:iCs/>
              </w:rPr>
              <w:fldChar w:fldCharType="begin">
                <w:fldData xml:space="preserve">PEVuZE5vdGU+PENpdGU+PEF1dGhvcj5HeWF3YWxpPC9BdXRob3I+PFllYXI+MjAxNzwvWWVhcj48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[107]</w:t>
            </w:r>
            <w:r w:rsidRPr="00B81C62">
              <w:rPr>
                <w:rFonts w:cs="Arial"/>
                <w:iCs/>
              </w:rPr>
              <w:fldChar w:fldCharType="end"/>
            </w:r>
            <w:r w:rsidRPr="00B81C62">
              <w:rPr>
                <w:rFonts w:cs="Arial"/>
                <w:iCs/>
              </w:rPr>
              <w:t xml:space="preserve">. Like </w:t>
            </w:r>
            <w:r w:rsidRPr="00B81C62">
              <w:rPr>
                <w:rFonts w:cs="Arial"/>
                <w:i/>
                <w:iCs/>
                <w:lang w:val="x-none"/>
              </w:rPr>
              <w:t>Δ</w:t>
            </w:r>
            <w:r w:rsidRPr="00B81C62">
              <w:rPr>
                <w:rFonts w:cs="Arial"/>
                <w:i/>
                <w:iCs/>
              </w:rPr>
              <w:t>znf2</w:t>
            </w:r>
            <w:r w:rsidRPr="00B81C62">
              <w:rPr>
                <w:rFonts w:cs="Arial"/>
                <w:iCs/>
              </w:rPr>
              <w:t xml:space="preserve">, </w:t>
            </w:r>
            <w:r w:rsidRPr="00B81C62">
              <w:rPr>
                <w:rFonts w:cs="Arial"/>
                <w:i/>
                <w:iCs/>
                <w:lang w:val="x-none"/>
              </w:rPr>
              <w:t>Δ</w:t>
            </w:r>
            <w:r w:rsidRPr="00B81C62">
              <w:rPr>
                <w:rFonts w:cs="Arial"/>
                <w:i/>
                <w:iCs/>
              </w:rPr>
              <w:t>mat2</w:t>
            </w:r>
            <w:r w:rsidRPr="00B81C62">
              <w:rPr>
                <w:rFonts w:cs="Arial"/>
                <w:iCs/>
              </w:rPr>
              <w:t xml:space="preserve"> mutant displayed severely impaired dimorphic filamentation during </w:t>
            </w:r>
            <w:r w:rsidRPr="00B81C62">
              <w:rPr>
                <w:rFonts w:cs="Arial"/>
                <w:i/>
                <w:iCs/>
                <w:lang w:val="x-none"/>
              </w:rPr>
              <w:t>α</w:t>
            </w:r>
            <w:r w:rsidRPr="00B81C62">
              <w:rPr>
                <w:rFonts w:cs="Arial"/>
                <w:i/>
                <w:iCs/>
              </w:rPr>
              <w:t>-</w:t>
            </w:r>
            <w:r w:rsidRPr="00B81C62">
              <w:rPr>
                <w:rFonts w:cs="Arial"/>
                <w:i/>
                <w:iCs/>
                <w:lang w:val="x-none"/>
              </w:rPr>
              <w:t>α</w:t>
            </w:r>
            <w:r w:rsidRPr="00B81C62">
              <w:rPr>
                <w:rFonts w:cs="Arial"/>
              </w:rPr>
              <w:t xml:space="preserve"> </w:t>
            </w:r>
            <w:r w:rsidRPr="00B81C62">
              <w:rPr>
                <w:rFonts w:cs="Arial"/>
                <w:iCs/>
              </w:rPr>
              <w:t>bisexual mating in the filament-inducing media at 22</w:t>
            </w:r>
            <w:r w:rsidRPr="00B81C62">
              <w:rPr>
                <w:rFonts w:cs="Arial"/>
                <w:iCs/>
                <w:vertAlign w:val="superscript"/>
              </w:rPr>
              <w:t>o</w:t>
            </w:r>
            <w:r w:rsidRPr="00B81C62">
              <w:rPr>
                <w:rFonts w:cs="Arial"/>
                <w:iCs/>
              </w:rPr>
              <w:t xml:space="preserve">C in the dark; like </w:t>
            </w:r>
            <w:r w:rsidRPr="00B81C62">
              <w:rPr>
                <w:rFonts w:cs="Arial"/>
                <w:i/>
                <w:iCs/>
                <w:lang w:val="x-none"/>
              </w:rPr>
              <w:t>Δ</w:t>
            </w:r>
            <w:r w:rsidRPr="00B81C62">
              <w:rPr>
                <w:rFonts w:cs="Arial"/>
                <w:i/>
                <w:iCs/>
              </w:rPr>
              <w:t xml:space="preserve">ste7, </w:t>
            </w:r>
            <w:r w:rsidRPr="00B81C62">
              <w:rPr>
                <w:rFonts w:cs="Arial"/>
                <w:i/>
                <w:iCs/>
                <w:lang w:val="x-none"/>
              </w:rPr>
              <w:t>Δ</w:t>
            </w:r>
            <w:r w:rsidRPr="00B81C62">
              <w:rPr>
                <w:rFonts w:cs="Arial"/>
                <w:i/>
                <w:iCs/>
              </w:rPr>
              <w:t xml:space="preserve">mat2 </w:t>
            </w:r>
            <w:r w:rsidRPr="00B81C62">
              <w:rPr>
                <w:rFonts w:cs="Arial"/>
                <w:iCs/>
              </w:rPr>
              <w:t xml:space="preserve">mutant displayed a </w:t>
            </w:r>
            <w:r w:rsidRPr="00B81C62">
              <w:rPr>
                <w:rFonts w:cs="Arial"/>
                <w:i/>
              </w:rPr>
              <w:t>wt</w:t>
            </w:r>
            <w:r w:rsidRPr="00B81C62">
              <w:rPr>
                <w:rFonts w:cs="Arial"/>
                <w:iCs/>
              </w:rPr>
              <w:t xml:space="preserve"> virulence in MIMC </w:t>
            </w:r>
            <w:r w:rsidRPr="00B81C62">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[49]</w:t>
            </w:r>
            <w:r w:rsidRPr="00B81C62">
              <w:rPr>
                <w:rFonts w:cs="Arial"/>
                <w:iCs/>
              </w:rPr>
              <w:fldChar w:fldCharType="end"/>
            </w:r>
          </w:p>
        </w:tc>
      </w:tr>
      <w:tr w:rsidR="00B81C62" w:rsidRPr="00B81C62" w14:paraId="3679274B" w14:textId="77777777" w:rsidTr="00B81C62">
        <w:tc>
          <w:tcPr>
            <w:tcW w:w="939" w:type="pct"/>
            <w:tcBorders>
              <w:bottom w:val="single" w:sz="4" w:space="0" w:color="auto"/>
            </w:tcBorders>
            <w:shd w:val="clear" w:color="auto" w:fill="auto"/>
            <w:vAlign w:val="center"/>
          </w:tcPr>
          <w:p w14:paraId="193DC60B" w14:textId="60E54947"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may1</w:t>
            </w:r>
          </w:p>
        </w:tc>
        <w:tc>
          <w:tcPr>
            <w:tcW w:w="4061" w:type="pct"/>
            <w:tcBorders>
              <w:top w:val="nil"/>
              <w:bottom w:val="single" w:sz="4" w:space="0" w:color="auto"/>
            </w:tcBorders>
            <w:shd w:val="clear" w:color="auto" w:fill="auto"/>
            <w:vAlign w:val="center"/>
          </w:tcPr>
          <w:p w14:paraId="71E34273" w14:textId="2E643C3E" w:rsidR="00B81C62" w:rsidRPr="00B81C62" w:rsidRDefault="00B81C62" w:rsidP="00B81C62">
            <w:pPr>
              <w:tabs>
                <w:tab w:val="left" w:pos="0"/>
              </w:tabs>
              <w:jc w:val="left"/>
              <w:rPr>
                <w:rFonts w:cs="Arial"/>
                <w:iCs/>
              </w:rPr>
            </w:pPr>
            <w:r w:rsidRPr="00B81C62">
              <w:rPr>
                <w:rFonts w:cs="Arial"/>
                <w:iCs/>
              </w:rPr>
              <w:t xml:space="preserve">Attenuated virulence; sensitive to acidic pH; low replication and reduced cell density; reduced tissue burden and significant low accumulation within the macrophage after phagocytosis </w:t>
            </w:r>
            <w:r w:rsidRPr="00B81C62">
              <w:rPr>
                <w:rFonts w:cs="Arial"/>
                <w:iCs/>
              </w:rPr>
              <w:fldChar w:fldCharType="begin">
                <w:fldData xml:space="preserve">PEVuZE5vdGU+PENpdGU+PEF1dGhvcj5DbGFya2U8L0F1dGhvcj48WWVhcj4yMDE2PC9ZZWFyPjxS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</w:fldData>
              </w:fldChar>
            </w:r>
            <w:r w:rsidR="00706F40">
              <w:rPr>
                <w:rFonts w:cs="Arial"/>
                <w:iCs/>
              </w:rPr>
              <w:instrText xml:space="preserve"> ADDIN EN.CITE </w:instrText>
            </w:r>
            <w:r w:rsidR="00706F40">
              <w:rPr>
                <w:rFonts w:cs="Arial"/>
                <w:iCs/>
              </w:rPr>
              <w:fldChar w:fldCharType="begin">
                <w:fldData xml:space="preserve">PEVuZE5vdGU+PENpdGU+PEF1dGhvcj5DbGFya2U8L0F1dGhvcj48WWVhcj4yMDE2PC9ZZWFyPjxS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[108]</w:t>
            </w:r>
            <w:r w:rsidRPr="00B81C62">
              <w:rPr>
                <w:rFonts w:cs="Arial"/>
                <w:iCs/>
              </w:rPr>
              <w:fldChar w:fldCharType="end"/>
            </w:r>
          </w:p>
        </w:tc>
      </w:tr>
      <w:tr w:rsidR="00B81C62" w:rsidRPr="00B81C62" w14:paraId="6D1E6B38" w14:textId="77777777" w:rsidTr="00B81C62">
        <w:tc>
          <w:tcPr>
            <w:tcW w:w="939" w:type="pct"/>
            <w:tcBorders>
              <w:bottom w:val="single" w:sz="4" w:space="0" w:color="auto"/>
            </w:tcBorders>
            <w:shd w:val="clear" w:color="auto" w:fill="auto"/>
            <w:vAlign w:val="center"/>
          </w:tcPr>
          <w:p w14:paraId="5326E015" w14:textId="43043BD4"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mbs1</w:t>
            </w:r>
          </w:p>
        </w:tc>
        <w:tc>
          <w:tcPr>
            <w:tcW w:w="4061" w:type="pct"/>
            <w:tcBorders>
              <w:top w:val="nil"/>
              <w:bottom w:val="single" w:sz="4" w:space="0" w:color="auto"/>
            </w:tcBorders>
            <w:shd w:val="clear" w:color="auto" w:fill="auto"/>
            <w:vAlign w:val="center"/>
          </w:tcPr>
          <w:p w14:paraId="156F6265" w14:textId="56061385" w:rsidR="00B81C62" w:rsidRPr="00B81C62" w:rsidRDefault="00B81C62" w:rsidP="00B81C62">
            <w:pPr>
              <w:tabs>
                <w:tab w:val="left" w:pos="0"/>
              </w:tabs>
              <w:jc w:val="left"/>
              <w:rPr>
                <w:rFonts w:cs="Arial"/>
                <w:iCs/>
              </w:rPr>
            </w:pPr>
            <w:r w:rsidRPr="00B81C62">
              <w:rPr>
                <w:rFonts w:cs="Arial"/>
                <w:iCs/>
              </w:rPr>
              <w:t xml:space="preserve">Increased resistance to azole but decreased resistance to polyene because Mbs1 is a negative regulator of </w:t>
            </w:r>
            <w:r w:rsidRPr="00B81C62">
              <w:rPr>
                <w:rFonts w:cs="Arial"/>
                <w:i/>
              </w:rPr>
              <w:t>Erg11</w:t>
            </w:r>
            <w:r w:rsidRPr="00B81C62">
              <w:rPr>
                <w:rFonts w:cs="Arial"/>
                <w:iCs/>
              </w:rPr>
              <w:t xml:space="preserve"> </w:t>
            </w:r>
            <w:r w:rsidRPr="00B81C62">
              <w:rPr>
                <w:rFonts w:cs="Arial"/>
                <w:iCs/>
              </w:rPr>
              <w:fldChar w:fldCharType="begin">
                <w:fldData xml:space="preserve">PEVuZE5vdGU+PENpdGU+PEF1dGhvcj5Tb25nPC9BdXRob3I+PFllYXI+MjAxMjwvWWVhcj48UmVj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</w:fldData>
              </w:fldChar>
            </w:r>
            <w:r w:rsidR="00706F40">
              <w:rPr>
                <w:rFonts w:cs="Arial"/>
                <w:iCs/>
              </w:rPr>
              <w:instrText xml:space="preserve"> ADDIN EN.CITE </w:instrText>
            </w:r>
            <w:r w:rsidR="00706F40">
              <w:rPr>
                <w:rFonts w:cs="Arial"/>
                <w:iCs/>
              </w:rPr>
              <w:fldChar w:fldCharType="begin">
                <w:fldData xml:space="preserve">PEVuZE5vdGU+PENpdGU+PEF1dGhvcj5Tb25nPC9BdXRob3I+PFllYXI+MjAxMjwvWWVhcj48UmVj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[109]</w:t>
            </w:r>
            <w:r w:rsidRPr="00B81C62">
              <w:rPr>
                <w:rFonts w:cs="Arial"/>
                <w:iCs/>
              </w:rPr>
              <w:fldChar w:fldCharType="end"/>
            </w:r>
          </w:p>
        </w:tc>
      </w:tr>
      <w:tr w:rsidR="00B81C62" w:rsidRPr="00B81C62" w14:paraId="50821102" w14:textId="77777777" w:rsidTr="00B81C62">
        <w:tc>
          <w:tcPr>
            <w:tcW w:w="939" w:type="pct"/>
            <w:tcBorders>
              <w:bottom w:val="single" w:sz="4" w:space="0" w:color="auto"/>
            </w:tcBorders>
            <w:shd w:val="clear" w:color="auto" w:fill="auto"/>
            <w:vAlign w:val="center"/>
          </w:tcPr>
          <w:p w14:paraId="3AC620FD" w14:textId="28D358D0"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met3</w:t>
            </w:r>
          </w:p>
        </w:tc>
        <w:tc>
          <w:tcPr>
            <w:tcW w:w="4061" w:type="pct"/>
            <w:tcBorders>
              <w:top w:val="nil"/>
              <w:bottom w:val="single" w:sz="4" w:space="0" w:color="auto"/>
            </w:tcBorders>
            <w:shd w:val="clear" w:color="auto" w:fill="auto"/>
            <w:vAlign w:val="center"/>
          </w:tcPr>
          <w:p w14:paraId="5DEC6240" w14:textId="5DCEEDF8" w:rsidR="00B81C62" w:rsidRPr="00B81C62" w:rsidRDefault="00B81C62" w:rsidP="00B81C62">
            <w:pPr>
              <w:tabs>
                <w:tab w:val="left" w:pos="0"/>
              </w:tabs>
              <w:jc w:val="left"/>
              <w:rPr>
                <w:rFonts w:cs="Arial"/>
                <w:iCs/>
              </w:rPr>
            </w:pPr>
            <w:r w:rsidRPr="00B81C62">
              <w:rPr>
                <w:rFonts w:cs="Arial"/>
                <w:iCs/>
              </w:rPr>
              <w:t xml:space="preserve">Initial loss of melanin formation but reappeared on incubation after 36 hours; reduced growth rate but increased thermotolerance; normal capsule production yet avirulent with poor </w:t>
            </w:r>
            <w:r w:rsidRPr="00B81C62">
              <w:rPr>
                <w:rFonts w:cs="Arial"/>
                <w:i/>
                <w:iCs/>
              </w:rPr>
              <w:t xml:space="preserve">in vivo </w:t>
            </w:r>
            <w:r w:rsidRPr="00B81C62">
              <w:rPr>
                <w:rFonts w:cs="Arial"/>
                <w:iCs/>
              </w:rPr>
              <w:t xml:space="preserve">survival </w:t>
            </w:r>
            <w:r w:rsidRPr="00B81C62">
              <w:rPr>
                <w:rFonts w:cs="Arial"/>
                <w:iCs/>
              </w:rPr>
              <w:fldChar w:fldCharType="begin">
                <w:fldData xml:space="preserve">PEVuZE5vdGU+PENpdGU+PEF1dGhvcj5ZYW5nPC9BdXRob3I+PFllYXI+MjAwMjwvWWVhcj48UmVj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PEVuZE5vdGU+PENpdGU+PEF1dGhvcj5ZYW5nPC9BdXRob3I+PFllYXI+MjAwMjwvWWVhcj48UmVj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[110]</w:t>
            </w:r>
            <w:r w:rsidRPr="00B81C62">
              <w:rPr>
                <w:rFonts w:cs="Arial"/>
                <w:iCs/>
              </w:rPr>
              <w:fldChar w:fldCharType="end"/>
            </w:r>
          </w:p>
        </w:tc>
      </w:tr>
      <w:tr w:rsidR="00B81C62" w:rsidRPr="00B81C62" w14:paraId="7A5D8C37" w14:textId="77777777" w:rsidTr="00B81C62">
        <w:tc>
          <w:tcPr>
            <w:tcW w:w="939" w:type="pct"/>
            <w:tcBorders>
              <w:bottom w:val="single" w:sz="4" w:space="0" w:color="auto"/>
            </w:tcBorders>
            <w:shd w:val="clear" w:color="auto" w:fill="auto"/>
            <w:vAlign w:val="center"/>
          </w:tcPr>
          <w:p w14:paraId="1E15C2E9" w14:textId="71D90FEA"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mfe2, </w:t>
            </w:r>
            <w:r w:rsidRPr="00B81C62">
              <w:rPr>
                <w:rFonts w:cs="Arial"/>
                <w:i/>
                <w:iCs/>
                <w:lang w:val="x-none"/>
              </w:rPr>
              <w:t>Δ</w:t>
            </w:r>
            <w:r w:rsidRPr="00B81C62">
              <w:rPr>
                <w:rFonts w:cs="Arial"/>
                <w:i/>
                <w:iCs/>
              </w:rPr>
              <w:t>had1,</w:t>
            </w:r>
            <w:r w:rsidRPr="00B81C62">
              <w:rPr>
                <w:rFonts w:cs="Arial"/>
                <w:iCs/>
              </w:rPr>
              <w:t xml:space="preserve"> and </w:t>
            </w:r>
            <w:r w:rsidRPr="00B81C62">
              <w:rPr>
                <w:rFonts w:cs="Arial"/>
                <w:i/>
                <w:iCs/>
                <w:lang w:val="x-none"/>
              </w:rPr>
              <w:t>Δ</w:t>
            </w:r>
            <w:r w:rsidRPr="00B81C62">
              <w:rPr>
                <w:rFonts w:cs="Arial"/>
                <w:i/>
                <w:iCs/>
              </w:rPr>
              <w:t>had2</w:t>
            </w:r>
          </w:p>
        </w:tc>
        <w:tc>
          <w:tcPr>
            <w:tcW w:w="4061" w:type="pct"/>
            <w:tcBorders>
              <w:top w:val="nil"/>
              <w:bottom w:val="single" w:sz="4" w:space="0" w:color="auto"/>
            </w:tcBorders>
            <w:shd w:val="clear" w:color="auto" w:fill="auto"/>
            <w:vAlign w:val="center"/>
          </w:tcPr>
          <w:p w14:paraId="43E319B2" w14:textId="18078274" w:rsidR="00B81C62" w:rsidRPr="00B81C62" w:rsidRDefault="00B81C62" w:rsidP="00B81C62">
            <w:pPr>
              <w:tabs>
                <w:tab w:val="left" w:pos="0"/>
              </w:tabs>
              <w:jc w:val="left"/>
              <w:rPr>
                <w:rFonts w:cs="Arial"/>
                <w:iCs/>
              </w:rPr>
            </w:pPr>
            <w:r w:rsidRPr="00B81C62">
              <w:rPr>
                <w:rFonts w:cs="Arial"/>
                <w:iCs/>
              </w:rPr>
              <w:t xml:space="preserve">Poor growth in fatty-acid enriched media, poor production of polysaccharide capsule and melanin, and poor brain colonisation in animal infection model </w:t>
            </w:r>
            <w:r w:rsidRPr="00B81C62">
              <w:rPr>
                <w:rFonts w:cs="Arial"/>
                <w:iCs/>
              </w:rPr>
              <w:fldChar w:fldCharType="begin">
                <w:fldData xml:space="preserve">PEVuZE5vdGU+PENpdGU+PEF1dGhvcj5LcmV0c2NobWVyPC9BdXRob3I+PFllYXI+MjAxMjwvWWVh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</w:fldData>
              </w:fldChar>
            </w:r>
            <w:r w:rsidR="00706F40">
              <w:rPr>
                <w:rFonts w:cs="Arial"/>
                <w:iCs/>
              </w:rPr>
              <w:instrText xml:space="preserve"> ADDIN EN.CITE </w:instrText>
            </w:r>
            <w:r w:rsidR="00706F40">
              <w:rPr>
                <w:rFonts w:cs="Arial"/>
                <w:iCs/>
              </w:rPr>
              <w:fldChar w:fldCharType="begin">
                <w:fldData xml:space="preserve">PEVuZE5vdGU+PENpdGU+PEF1dGhvcj5LcmV0c2NobWVyPC9BdXRob3I+PFllYXI+MjAxMjwvWWVh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[111]</w:t>
            </w:r>
            <w:r w:rsidRPr="00B81C62">
              <w:rPr>
                <w:rFonts w:cs="Arial"/>
                <w:iCs/>
              </w:rPr>
              <w:fldChar w:fldCharType="end"/>
            </w:r>
          </w:p>
        </w:tc>
      </w:tr>
      <w:tr w:rsidR="00B81C62" w:rsidRPr="00B81C62" w14:paraId="539722A3" w14:textId="77777777" w:rsidTr="00B81C62">
        <w:tc>
          <w:tcPr>
            <w:tcW w:w="939" w:type="pct"/>
            <w:tcBorders>
              <w:bottom w:val="single" w:sz="4" w:space="0" w:color="auto"/>
            </w:tcBorders>
            <w:shd w:val="clear" w:color="auto" w:fill="auto"/>
            <w:vAlign w:val="center"/>
          </w:tcPr>
          <w:p w14:paraId="1A4760F7" w14:textId="6818AD6A" w:rsidR="00B81C62" w:rsidRPr="00B81C62" w:rsidRDefault="00B81C62" w:rsidP="00B81C62">
            <w:pPr>
              <w:pStyle w:val="MDPI42tablebody"/>
              <w:jc w:val="left"/>
              <w:rPr>
                <w:rFonts w:cs="Arial"/>
                <w:i/>
                <w:iCs/>
                <w:lang w:val="x-none"/>
              </w:rPr>
            </w:pPr>
            <w:r w:rsidRPr="00B81C62">
              <w:rPr>
                <w:rFonts w:cs="Arial"/>
                <w:i/>
                <w:iCs/>
                <w:lang w:val="el-GR"/>
              </w:rPr>
              <w:lastRenderedPageBreak/>
              <w:t>Δ</w:t>
            </w:r>
            <w:r w:rsidRPr="00B81C62">
              <w:rPr>
                <w:rFonts w:cs="Arial"/>
                <w:i/>
                <w:iCs/>
              </w:rPr>
              <w:t>mga2</w:t>
            </w:r>
          </w:p>
        </w:tc>
        <w:tc>
          <w:tcPr>
            <w:tcW w:w="4061" w:type="pct"/>
            <w:tcBorders>
              <w:top w:val="nil"/>
              <w:bottom w:val="single" w:sz="4" w:space="0" w:color="auto"/>
            </w:tcBorders>
            <w:shd w:val="clear" w:color="auto" w:fill="auto"/>
            <w:vAlign w:val="center"/>
          </w:tcPr>
          <w:p w14:paraId="3F5FA704" w14:textId="4DC273C5" w:rsidR="00B81C62" w:rsidRPr="00B81C62" w:rsidRDefault="00B81C62" w:rsidP="00B81C62">
            <w:pPr>
              <w:tabs>
                <w:tab w:val="left" w:pos="0"/>
              </w:tabs>
              <w:jc w:val="left"/>
              <w:rPr>
                <w:rFonts w:cs="Arial"/>
                <w:iCs/>
              </w:rPr>
            </w:pPr>
            <w:r w:rsidRPr="00B81C62">
              <w:rPr>
                <w:rFonts w:cs="Arial"/>
                <w:iCs/>
              </w:rPr>
              <w:t xml:space="preserve">Extremely sensitive to FCZ and fenpropimorph (sterol biosynthesis inhibitors) but not cycloheximide (a protein biosynthesis inhibitor); poor thermotolerance due to impaired membrane remodelling and poor biosynthetic pathway leading to amino acid and pyrimidine formation; impaired cell morphology </w:t>
            </w:r>
            <w:r w:rsidRPr="00B81C62">
              <w:rPr>
                <w:rFonts w:cs="Arial"/>
                <w:iCs/>
              </w:rPr>
              <w:fldChar w:fldCharType="begin">
                <w:fldData xml:space="preserve">PEVuZE5vdGU+PENpdGU+PEF1dGhvcj5XYW5nPC9BdXRob3I+PFllYXI+MjAwMjwvWWVhcj48UmVj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</w:fldData>
              </w:fldChar>
            </w:r>
            <w:r w:rsidR="00706F40">
              <w:rPr>
                <w:rFonts w:cs="Arial"/>
                <w:iCs/>
              </w:rPr>
              <w:instrText xml:space="preserve"> ADDIN EN.CITE </w:instrText>
            </w:r>
            <w:r w:rsidR="00706F40">
              <w:rPr>
                <w:rFonts w:cs="Arial"/>
                <w:iCs/>
              </w:rPr>
              <w:fldChar w:fldCharType="begin">
                <w:fldData xml:space="preserve">PEVuZE5vdGU+PENpdGU+PEF1dGhvcj5XYW5nPC9BdXRob3I+PFllYXI+MjAwMjwvWWVhcj48UmVj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[112,113]</w:t>
            </w:r>
            <w:r w:rsidRPr="00B81C62">
              <w:rPr>
                <w:rFonts w:cs="Arial"/>
                <w:iCs/>
              </w:rPr>
              <w:fldChar w:fldCharType="end"/>
            </w:r>
          </w:p>
        </w:tc>
      </w:tr>
      <w:tr w:rsidR="00B81C62" w:rsidRPr="00B81C62" w14:paraId="01BBFC1A" w14:textId="77777777" w:rsidTr="00B81C62">
        <w:tc>
          <w:tcPr>
            <w:tcW w:w="939" w:type="pct"/>
            <w:tcBorders>
              <w:bottom w:val="single" w:sz="4" w:space="0" w:color="auto"/>
            </w:tcBorders>
            <w:shd w:val="clear" w:color="auto" w:fill="auto"/>
            <w:vAlign w:val="center"/>
          </w:tcPr>
          <w:p w14:paraId="43A73D03" w14:textId="23C329DF" w:rsidR="00B81C62" w:rsidRPr="00B81C62" w:rsidRDefault="00B81C62" w:rsidP="00B81C62">
            <w:pPr>
              <w:pStyle w:val="MDPI42tablebody"/>
              <w:jc w:val="left"/>
              <w:rPr>
                <w:rFonts w:cs="Arial"/>
                <w:i/>
                <w:iCs/>
                <w:lang w:val="el-GR"/>
              </w:rPr>
            </w:pPr>
            <w:r w:rsidRPr="00B81C62">
              <w:rPr>
                <w:rFonts w:cs="Arial"/>
                <w:i/>
                <w:iCs/>
                <w:lang w:val="x-none"/>
              </w:rPr>
              <w:t>Δ</w:t>
            </w:r>
            <w:r w:rsidRPr="00B81C62">
              <w:rPr>
                <w:rFonts w:cs="Arial"/>
                <w:i/>
                <w:iCs/>
              </w:rPr>
              <w:t xml:space="preserve">mip1, </w:t>
            </w:r>
            <w:r w:rsidRPr="00B81C62">
              <w:rPr>
                <w:rFonts w:cs="Arial"/>
                <w:i/>
                <w:iCs/>
                <w:lang w:val="x-none"/>
              </w:rPr>
              <w:t>Δ</w:t>
            </w:r>
            <w:r w:rsidRPr="00B81C62">
              <w:rPr>
                <w:rFonts w:cs="Arial"/>
                <w:i/>
                <w:iCs/>
              </w:rPr>
              <w:t>mip2</w:t>
            </w:r>
          </w:p>
        </w:tc>
        <w:tc>
          <w:tcPr>
            <w:tcW w:w="4061" w:type="pct"/>
            <w:tcBorders>
              <w:top w:val="nil"/>
              <w:bottom w:val="single" w:sz="4" w:space="0" w:color="auto"/>
            </w:tcBorders>
            <w:shd w:val="clear" w:color="auto" w:fill="auto"/>
            <w:vAlign w:val="center"/>
          </w:tcPr>
          <w:p w14:paraId="01DC7688" w14:textId="55D84B6F" w:rsidR="00B81C62" w:rsidRPr="00B81C62" w:rsidRDefault="00B81C62" w:rsidP="00B81C62">
            <w:pPr>
              <w:tabs>
                <w:tab w:val="left" w:pos="0"/>
              </w:tabs>
              <w:jc w:val="left"/>
              <w:rPr>
                <w:rFonts w:cs="Arial"/>
                <w:iCs/>
              </w:rPr>
            </w:pPr>
            <w:r w:rsidRPr="00B81C62">
              <w:rPr>
                <w:rFonts w:cs="Arial"/>
                <w:iCs/>
              </w:rPr>
              <w:t xml:space="preserve">No visible growth defect in phosphate-limiting condition </w:t>
            </w:r>
            <w:r w:rsidRPr="00B81C62">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[40]</w:t>
            </w:r>
            <w:r w:rsidRPr="00B81C62">
              <w:rPr>
                <w:rFonts w:cs="Arial"/>
                <w:iCs/>
              </w:rPr>
              <w:fldChar w:fldCharType="end"/>
            </w:r>
          </w:p>
        </w:tc>
      </w:tr>
      <w:tr w:rsidR="00B81C62" w:rsidRPr="00B81C62" w14:paraId="1EB49D34" w14:textId="77777777" w:rsidTr="00B81C62">
        <w:tc>
          <w:tcPr>
            <w:tcW w:w="939" w:type="pct"/>
            <w:tcBorders>
              <w:bottom w:val="single" w:sz="4" w:space="0" w:color="auto"/>
            </w:tcBorders>
            <w:shd w:val="clear" w:color="auto" w:fill="auto"/>
            <w:vAlign w:val="center"/>
          </w:tcPr>
          <w:p w14:paraId="371A231B" w14:textId="11FF948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mpd1</w:t>
            </w:r>
          </w:p>
        </w:tc>
        <w:tc>
          <w:tcPr>
            <w:tcW w:w="4061" w:type="pct"/>
            <w:tcBorders>
              <w:top w:val="nil"/>
              <w:bottom w:val="single" w:sz="4" w:space="0" w:color="auto"/>
            </w:tcBorders>
            <w:shd w:val="clear" w:color="auto" w:fill="auto"/>
            <w:vAlign w:val="center"/>
          </w:tcPr>
          <w:p w14:paraId="00C19D1A" w14:textId="6BAC5748" w:rsidR="00B81C62" w:rsidRPr="00B81C62" w:rsidRDefault="00B81C62" w:rsidP="00B81C62">
            <w:pPr>
              <w:tabs>
                <w:tab w:val="left" w:pos="0"/>
              </w:tabs>
              <w:jc w:val="left"/>
              <w:rPr>
                <w:rFonts w:cs="Arial"/>
                <w:iCs/>
              </w:rPr>
            </w:pPr>
            <w:r w:rsidRPr="00B81C62">
              <w:rPr>
                <w:rFonts w:cs="Arial"/>
                <w:iCs/>
              </w:rPr>
              <w:t xml:space="preserve">Susceptible to oxidative and nitrosative attack; reduced PMN survival </w:t>
            </w:r>
            <w:r w:rsidRPr="00B81C62">
              <w:rPr>
                <w:rFonts w:cs="Arial"/>
                <w:iCs/>
              </w:rPr>
              <w:fldChar w:fldCharType="begin">
                <w:fldData xml:space="preserve">PEVuZE5vdGU+PENpdGU+PEF1dGhvcj5DaGF0dXJ2ZWRpPC9BdXRob3I+PFllYXI+MTk5NjwvWWVh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PEVuZE5vdGU+PENpdGU+PEF1dGhvcj5DaGF0dXJ2ZWRpPC9BdXRob3I+PFllYXI+MTk5NjwvWWVh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[2,114]</w:t>
            </w:r>
            <w:r w:rsidRPr="00B81C62">
              <w:rPr>
                <w:rFonts w:cs="Arial"/>
                <w:iCs/>
              </w:rPr>
              <w:fldChar w:fldCharType="end"/>
            </w:r>
          </w:p>
        </w:tc>
      </w:tr>
      <w:tr w:rsidR="00B81C62" w:rsidRPr="00B81C62" w14:paraId="180BA4CE" w14:textId="77777777" w:rsidTr="00B81C62">
        <w:tc>
          <w:tcPr>
            <w:tcW w:w="939" w:type="pct"/>
            <w:tcBorders>
              <w:bottom w:val="single" w:sz="4" w:space="0" w:color="auto"/>
            </w:tcBorders>
            <w:shd w:val="clear" w:color="auto" w:fill="auto"/>
            <w:vAlign w:val="center"/>
          </w:tcPr>
          <w:p w14:paraId="54FECC78" w14:textId="11BE3C32"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mpf3</w:t>
            </w:r>
          </w:p>
        </w:tc>
        <w:tc>
          <w:tcPr>
            <w:tcW w:w="4061" w:type="pct"/>
            <w:tcBorders>
              <w:top w:val="nil"/>
              <w:bottom w:val="single" w:sz="4" w:space="0" w:color="auto"/>
            </w:tcBorders>
            <w:shd w:val="clear" w:color="auto" w:fill="auto"/>
            <w:vAlign w:val="center"/>
          </w:tcPr>
          <w:p w14:paraId="4DF701C4" w14:textId="7693DC55" w:rsidR="00B81C62" w:rsidRPr="00B81C62" w:rsidRDefault="00B81C62" w:rsidP="00B81C62">
            <w:pPr>
              <w:tabs>
                <w:tab w:val="left" w:pos="0"/>
              </w:tabs>
              <w:jc w:val="left"/>
              <w:rPr>
                <w:rFonts w:cs="Arial"/>
                <w:iCs/>
              </w:rPr>
            </w:pPr>
            <w:r w:rsidRPr="00B81C62">
              <w:rPr>
                <w:rFonts w:cs="Arial"/>
                <w:lang w:val="en-US"/>
              </w:rPr>
              <w:t xml:space="preserve">A glucose-repression transcript whose deletion appeared not to affect the growth under glucose, glycerol, or human serum; growth defect in NaCl/sorbitol medium due to defective cell wall similar to </w:t>
            </w:r>
            <w:r w:rsidRPr="00B81C62">
              <w:rPr>
                <w:rFonts w:cs="Arial"/>
                <w:i/>
                <w:iCs/>
                <w:lang w:val="x-none"/>
              </w:rPr>
              <w:t>Δ</w:t>
            </w:r>
            <w:r w:rsidRPr="00B81C62">
              <w:rPr>
                <w:rFonts w:cs="Arial"/>
                <w:i/>
                <w:iCs/>
                <w:lang w:val="en-US"/>
              </w:rPr>
              <w:t xml:space="preserve">vad1; </w:t>
            </w:r>
            <w:r w:rsidRPr="00B81C62">
              <w:rPr>
                <w:rFonts w:cs="Arial"/>
                <w:lang w:val="en-US"/>
              </w:rPr>
              <w:t>attenuated virulence and survival in mice when inoculated at CFU ≤10</w:t>
            </w:r>
            <w:r w:rsidRPr="00B81C62">
              <w:rPr>
                <w:rFonts w:cs="Arial"/>
                <w:vertAlign w:val="superscript"/>
                <w:lang w:val="en-US"/>
              </w:rPr>
              <w:t>3</w:t>
            </w:r>
            <w:r w:rsidRPr="00B81C62">
              <w:rPr>
                <w:rFonts w:cs="Arial"/>
                <w:lang w:val="en-US"/>
              </w:rPr>
              <w:t xml:space="preserve"> but a </w:t>
            </w:r>
            <w:r w:rsidRPr="00B81C62">
              <w:rPr>
                <w:rFonts w:cs="Arial"/>
                <w:i/>
                <w:iCs/>
                <w:lang w:val="en-US"/>
              </w:rPr>
              <w:t>wt</w:t>
            </w:r>
            <w:r w:rsidRPr="00B81C62">
              <w:rPr>
                <w:rFonts w:cs="Arial"/>
                <w:lang w:val="en-US"/>
              </w:rPr>
              <w:t xml:space="preserve"> virulence when the CFU is ≥10</w:t>
            </w:r>
            <w:r w:rsidRPr="00B81C62">
              <w:rPr>
                <w:rFonts w:cs="Arial"/>
                <w:vertAlign w:val="superscript"/>
                <w:lang w:val="en-US"/>
              </w:rPr>
              <w:t>6</w:t>
            </w:r>
            <w:r w:rsidRPr="00B81C62">
              <w:rPr>
                <w:rFonts w:cs="Arial"/>
                <w:lang w:val="en-US"/>
              </w:rPr>
              <w:t xml:space="preserve"> </w:t>
            </w:r>
            <w:r w:rsidRPr="00B81C62">
              <w:rPr>
                <w:rFonts w:cs="Arial"/>
                <w:iCs/>
              </w:rPr>
              <w:fldChar w:fldCharType="begin">
                <w:fldData xml:space="preserve">PEVuZE5vdGU+PENpdGU+PEF1dGhvcj5QYW5lcGludG88L0F1dGhvcj48WWVhcj4yMDA1PC9ZZWFy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 </w:instrText>
            </w:r>
            <w:r w:rsidR="00706F40">
              <w:rPr>
                <w:rFonts w:cs="Arial"/>
                <w:iCs/>
              </w:rPr>
              <w:fldChar w:fldCharType="begin">
                <w:fldData xml:space="preserve">PEVuZE5vdGU+PENpdGU+PEF1dGhvcj5QYW5lcGludG88L0F1dGhvcj48WWVhcj4yMDA1PC9ZZWFy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[115]</w:t>
            </w:r>
            <w:r w:rsidRPr="00B81C62">
              <w:rPr>
                <w:rFonts w:cs="Arial"/>
                <w:iCs/>
              </w:rPr>
              <w:fldChar w:fldCharType="end"/>
            </w:r>
          </w:p>
        </w:tc>
      </w:tr>
      <w:tr w:rsidR="00B81C62" w:rsidRPr="00B81C62" w14:paraId="71C0F328" w14:textId="77777777" w:rsidTr="00B81C62">
        <w:tc>
          <w:tcPr>
            <w:tcW w:w="939" w:type="pct"/>
            <w:tcBorders>
              <w:bottom w:val="single" w:sz="4" w:space="0" w:color="auto"/>
            </w:tcBorders>
            <w:shd w:val="clear" w:color="auto" w:fill="auto"/>
            <w:vAlign w:val="center"/>
          </w:tcPr>
          <w:p w14:paraId="1F716DC2" w14:textId="123D3F85"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mpk1</w:t>
            </w:r>
          </w:p>
        </w:tc>
        <w:tc>
          <w:tcPr>
            <w:tcW w:w="4061" w:type="pct"/>
            <w:tcBorders>
              <w:top w:val="nil"/>
              <w:bottom w:val="single" w:sz="4" w:space="0" w:color="auto"/>
            </w:tcBorders>
            <w:shd w:val="clear" w:color="auto" w:fill="auto"/>
            <w:vAlign w:val="center"/>
          </w:tcPr>
          <w:p w14:paraId="5D8C7DBF" w14:textId="13D4B454" w:rsidR="00B81C62" w:rsidRPr="00B81C62" w:rsidRDefault="00B81C62" w:rsidP="00B81C62">
            <w:pPr>
              <w:tabs>
                <w:tab w:val="left" w:pos="0"/>
              </w:tabs>
              <w:jc w:val="left"/>
              <w:rPr>
                <w:rFonts w:cs="Arial"/>
                <w:lang w:val="en-US"/>
              </w:rPr>
            </w:pPr>
            <w:r w:rsidRPr="00B81C62">
              <w:rPr>
                <w:rFonts w:cs="Arial"/>
                <w:iCs/>
              </w:rPr>
              <w:t xml:space="preserve">Attenuated virulence; defective cell wall integrity; susceptible to antifungal; defective </w:t>
            </w:r>
            <w:r w:rsidRPr="00B81C62">
              <w:rPr>
                <w:rFonts w:cs="Arial"/>
                <w:i/>
                <w:iCs/>
              </w:rPr>
              <w:t xml:space="preserve">in vitro </w:t>
            </w:r>
            <w:r w:rsidRPr="00B81C62">
              <w:rPr>
                <w:rFonts w:cs="Arial"/>
                <w:iCs/>
              </w:rPr>
              <w:t xml:space="preserve">growth at </w:t>
            </w:r>
            <w:r w:rsidRPr="00B81C62">
              <w:rPr>
                <w:rFonts w:cs="Arial"/>
              </w:rPr>
              <w:t>37</w:t>
            </w:r>
            <w:r w:rsidRPr="00B81C62">
              <w:rPr>
                <w:rFonts w:cs="Arial"/>
                <w:vertAlign w:val="superscript"/>
              </w:rPr>
              <w:t>o</w:t>
            </w:r>
            <w:r w:rsidRPr="00B81C62">
              <w:rPr>
                <w:rFonts w:cs="Arial"/>
              </w:rPr>
              <w:t xml:space="preserve">C but can be rescued with 1 M sorbitol in osmotic cushion </w:t>
            </w:r>
            <w:r w:rsidRPr="00B81C62">
              <w:rPr>
                <w:rFonts w:cs="Arial"/>
              </w:rPr>
              <w:fldChar w:fldCharType="begin">
                <w:fldData xml:space="preserve">PEVuZE5vdGU+PENpdGU+PEF1dGhvcj5LcmF1czwvQXV0aG9yPjxZZWFyPjIwMDM8L1llYXI+PFJl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==
</w:fldData>
              </w:fldChar>
            </w:r>
            <w:r w:rsidR="00706F40">
              <w:rPr>
                <w:rFonts w:cs="Arial"/>
              </w:rPr>
              <w:instrText xml:space="preserve"> ADDIN EN.CITE </w:instrText>
            </w:r>
            <w:r w:rsidR="00706F40">
              <w:rPr>
                <w:rFonts w:cs="Arial"/>
              </w:rPr>
              <w:fldChar w:fldCharType="begin">
                <w:fldData xml:space="preserve">PEVuZE5vdGU+PENpdGU+PEF1dGhvcj5LcmF1czwvQXV0aG9yPjxZZWFyPjIwMDM8L1llYXI+PFJl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==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[116]</w:t>
            </w:r>
            <w:r w:rsidRPr="00B81C62">
              <w:rPr>
                <w:rFonts w:cs="Arial"/>
              </w:rPr>
              <w:fldChar w:fldCharType="end"/>
            </w:r>
          </w:p>
        </w:tc>
      </w:tr>
      <w:tr w:rsidR="00B81C62" w:rsidRPr="00B81C62" w14:paraId="5F694AC9" w14:textId="77777777" w:rsidTr="00B81C62">
        <w:tc>
          <w:tcPr>
            <w:tcW w:w="939" w:type="pct"/>
            <w:tcBorders>
              <w:bottom w:val="single" w:sz="4" w:space="0" w:color="auto"/>
            </w:tcBorders>
            <w:shd w:val="clear" w:color="auto" w:fill="auto"/>
            <w:vAlign w:val="center"/>
          </w:tcPr>
          <w:p w14:paraId="3AC30D8E" w14:textId="6566D935"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mrs3/4</w:t>
            </w:r>
          </w:p>
        </w:tc>
        <w:tc>
          <w:tcPr>
            <w:tcW w:w="4061" w:type="pct"/>
            <w:tcBorders>
              <w:top w:val="nil"/>
              <w:bottom w:val="single" w:sz="4" w:space="0" w:color="auto"/>
            </w:tcBorders>
            <w:shd w:val="clear" w:color="auto" w:fill="auto"/>
            <w:vAlign w:val="center"/>
          </w:tcPr>
          <w:p w14:paraId="67EBE2D1" w14:textId="62F57606" w:rsidR="00B81C62" w:rsidRPr="00B81C62" w:rsidRDefault="00B81C62" w:rsidP="00B81C62">
            <w:pPr>
              <w:tabs>
                <w:tab w:val="left" w:pos="0"/>
              </w:tabs>
              <w:jc w:val="left"/>
              <w:rPr>
                <w:rFonts w:cs="Arial"/>
                <w:iCs/>
              </w:rPr>
            </w:pPr>
            <w:r w:rsidRPr="00B81C62">
              <w:rPr>
                <w:rFonts w:cs="Arial"/>
                <w:iCs/>
              </w:rPr>
              <w:t xml:space="preserve">Showed no effect on the mitochondria function or cellular viability, but overexpression causes temperature-dependent phenotypic defects </w:t>
            </w:r>
            <w:r w:rsidRPr="00B81C62">
              <w:rPr>
                <w:rFonts w:cs="Arial"/>
                <w:iCs/>
              </w:rPr>
              <w:fldChar w:fldCharType="begin">
                <w:fldData xml:space="preserve">PEVuZE5vdGU+PENpdGU+PEF1dGhvcj5XaWVzZW5iZXJnZXI8L0F1dGhvcj48WWVhcj4xOTkxPC9Z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PEVuZE5vdGU+PENpdGU+PEF1dGhvcj5XaWVzZW5iZXJnZXI8L0F1dGhvcj48WWVhcj4xOTkxPC9Z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[117]</w:t>
            </w:r>
            <w:r w:rsidRPr="00B81C62">
              <w:rPr>
                <w:rFonts w:cs="Arial"/>
                <w:iCs/>
              </w:rPr>
              <w:fldChar w:fldCharType="end"/>
            </w:r>
            <w:r w:rsidRPr="00B81C62">
              <w:rPr>
                <w:rFonts w:cs="Arial"/>
                <w:iCs/>
              </w:rPr>
              <w:t xml:space="preserve">; </w:t>
            </w:r>
            <w:r w:rsidRPr="00B81C62">
              <w:rPr>
                <w:rFonts w:cs="Arial"/>
                <w:i/>
                <w:iCs/>
              </w:rPr>
              <w:t>Δ</w:t>
            </w:r>
            <w:r w:rsidRPr="00E60295">
              <w:rPr>
                <w:rFonts w:cs="Arial"/>
                <w:i/>
                <w:iCs/>
              </w:rPr>
              <w:t>mrs3/</w:t>
            </w:r>
            <w:proofErr w:type="spellStart"/>
            <w:r w:rsidR="00E60295" w:rsidRPr="00E60295">
              <w:rPr>
                <w:rFonts w:cs="Arial"/>
                <w:i/>
                <w:iCs/>
                <w:lang w:val="x-none"/>
              </w:rPr>
              <w:t>Δ</w:t>
            </w:r>
            <w:r w:rsidR="00E60295" w:rsidRPr="00E60295">
              <w:rPr>
                <w:rFonts w:cs="Arial"/>
                <w:i/>
                <w:iCs/>
                <w:lang w:val="en-US"/>
              </w:rPr>
              <w:t>mrs</w:t>
            </w:r>
            <w:proofErr w:type="spellEnd"/>
            <w:r w:rsidRPr="00E60295">
              <w:rPr>
                <w:rFonts w:cs="Arial"/>
                <w:i/>
                <w:iCs/>
              </w:rPr>
              <w:t>4</w:t>
            </w:r>
            <w:r w:rsidRPr="00B81C62">
              <w:rPr>
                <w:rFonts w:cs="Arial"/>
                <w:i/>
                <w:iCs/>
              </w:rPr>
              <w:t xml:space="preserve"> </w:t>
            </w:r>
            <w:r w:rsidRPr="00B81C62">
              <w:rPr>
                <w:rFonts w:cs="Arial"/>
                <w:iCs/>
              </w:rPr>
              <w:t xml:space="preserve">mutants are allelic to </w:t>
            </w:r>
            <w:r w:rsidRPr="00B81C62">
              <w:rPr>
                <w:rFonts w:cs="Arial"/>
                <w:i/>
                <w:iCs/>
              </w:rPr>
              <w:t>Δfrr1</w:t>
            </w:r>
            <w:r w:rsidRPr="00B81C62">
              <w:rPr>
                <w:rFonts w:cs="Arial"/>
                <w:iCs/>
              </w:rPr>
              <w:t xml:space="preserve"> and </w:t>
            </w:r>
            <w:r w:rsidRPr="00B81C62">
              <w:rPr>
                <w:rFonts w:cs="Arial"/>
                <w:i/>
                <w:iCs/>
              </w:rPr>
              <w:t xml:space="preserve">Δoxy1 </w:t>
            </w:r>
            <w:r w:rsidRPr="00B81C62">
              <w:rPr>
                <w:rFonts w:cs="Arial"/>
                <w:iCs/>
              </w:rPr>
              <w:t xml:space="preserve">mutants possessing a high level of </w:t>
            </w:r>
            <w:r w:rsidRPr="00B81C62">
              <w:rPr>
                <w:rFonts w:cs="Arial"/>
                <w:i/>
                <w:iCs/>
              </w:rPr>
              <w:t>Frr1</w:t>
            </w:r>
            <w:r w:rsidRPr="00B81C62">
              <w:rPr>
                <w:rFonts w:cs="Arial"/>
                <w:iCs/>
              </w:rPr>
              <w:t xml:space="preserve"> transcript and iron uptake but sensitive to H</w:t>
            </w:r>
            <w:r w:rsidRPr="00B81C62">
              <w:rPr>
                <w:rFonts w:cs="Arial"/>
                <w:iCs/>
                <w:vertAlign w:val="subscript"/>
              </w:rPr>
              <w:t>2</w:t>
            </w:r>
            <w:r w:rsidRPr="00B81C62">
              <w:rPr>
                <w:rFonts w:cs="Arial"/>
                <w:iCs/>
              </w:rPr>
              <w:t>O</w:t>
            </w:r>
            <w:r w:rsidRPr="00B81C62">
              <w:rPr>
                <w:rFonts w:cs="Arial"/>
                <w:iCs/>
                <w:vertAlign w:val="subscript"/>
              </w:rPr>
              <w:t>2</w:t>
            </w:r>
            <w:r w:rsidRPr="00B81C62">
              <w:rPr>
                <w:rFonts w:cs="Arial"/>
                <w:iCs/>
              </w:rPr>
              <w:t xml:space="preserve"> due to the high iron content and slow to grow in LIM </w:t>
            </w:r>
            <w:r w:rsidRPr="00B81C62">
              <w:rPr>
                <w:rFonts w:cs="Arial"/>
                <w:iCs/>
              </w:rPr>
              <w:fldChar w:fldCharType="begin">
                <w:fldData xml:space="preserve">PEVuZE5vdGU+PENpdGU+PEF1dGhvcj5OeWh1czwvQXV0aG9yPjxZZWFyPjIwMDI8L1llYXI+PFJl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=
</w:fldData>
              </w:fldChar>
            </w:r>
            <w:r w:rsidR="00706F40">
              <w:rPr>
                <w:rFonts w:cs="Arial"/>
                <w:iCs/>
              </w:rPr>
              <w:instrText xml:space="preserve"> ADDIN EN.CITE </w:instrText>
            </w:r>
            <w:r w:rsidR="00706F40">
              <w:rPr>
                <w:rFonts w:cs="Arial"/>
                <w:iCs/>
              </w:rPr>
              <w:fldChar w:fldCharType="begin">
                <w:fldData xml:space="preserve">PEVuZE5vdGU+PENpdGU+PEF1dGhvcj5OeWh1czwvQXV0aG9yPjxZZWFyPjIwMDI8L1llYXI+PFJl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=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[118]</w:t>
            </w:r>
            <w:r w:rsidRPr="00B81C62">
              <w:rPr>
                <w:rFonts w:cs="Arial"/>
                <w:iCs/>
              </w:rPr>
              <w:fldChar w:fldCharType="end"/>
            </w:r>
          </w:p>
        </w:tc>
      </w:tr>
      <w:tr w:rsidR="00B81C62" w:rsidRPr="00B81C62" w14:paraId="71C1781C" w14:textId="77777777" w:rsidTr="00B81C62">
        <w:tc>
          <w:tcPr>
            <w:tcW w:w="939" w:type="pct"/>
            <w:tcBorders>
              <w:bottom w:val="single" w:sz="4" w:space="0" w:color="auto"/>
            </w:tcBorders>
            <w:shd w:val="clear" w:color="auto" w:fill="auto"/>
            <w:vAlign w:val="center"/>
          </w:tcPr>
          <w:p w14:paraId="2308FE57" w14:textId="2629C98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ncs1, </w:t>
            </w:r>
            <w:r w:rsidRPr="00B81C62">
              <w:rPr>
                <w:rFonts w:cs="Arial"/>
                <w:i/>
                <w:iCs/>
                <w:lang w:val="x-none"/>
              </w:rPr>
              <w:t>Δ</w:t>
            </w:r>
            <w:r w:rsidRPr="00B81C62">
              <w:rPr>
                <w:rFonts w:cs="Arial"/>
                <w:i/>
                <w:iCs/>
              </w:rPr>
              <w:t xml:space="preserve">cna1, </w:t>
            </w:r>
            <w:r w:rsidRPr="00B81C62">
              <w:rPr>
                <w:rFonts w:cs="Arial"/>
                <w:i/>
                <w:iCs/>
                <w:lang w:val="x-none"/>
              </w:rPr>
              <w:t>Δ</w:t>
            </w:r>
            <w:r w:rsidRPr="00B81C62">
              <w:rPr>
                <w:rFonts w:cs="Arial"/>
                <w:i/>
                <w:iCs/>
              </w:rPr>
              <w:t>cam1</w:t>
            </w:r>
          </w:p>
        </w:tc>
        <w:tc>
          <w:tcPr>
            <w:tcW w:w="4061" w:type="pct"/>
            <w:tcBorders>
              <w:top w:val="nil"/>
              <w:bottom w:val="single" w:sz="4" w:space="0" w:color="auto"/>
            </w:tcBorders>
            <w:shd w:val="clear" w:color="auto" w:fill="auto"/>
            <w:vAlign w:val="center"/>
          </w:tcPr>
          <w:p w14:paraId="2B12227A" w14:textId="0FED6D67" w:rsidR="00B81C62" w:rsidRPr="00B81C62" w:rsidRDefault="00B81C62" w:rsidP="00B81C62">
            <w:pPr>
              <w:tabs>
                <w:tab w:val="left" w:pos="0"/>
              </w:tabs>
              <w:jc w:val="left"/>
              <w:rPr>
                <w:rFonts w:cs="Arial"/>
                <w:iCs/>
              </w:rPr>
            </w:pPr>
            <w:r w:rsidRPr="00B81C62">
              <w:rPr>
                <w:rFonts w:cs="Arial"/>
                <w:lang w:val="en-US"/>
              </w:rPr>
              <w:t>Mut</w:t>
            </w:r>
            <w:r w:rsidRPr="00B81C62">
              <w:rPr>
                <w:rFonts w:cs="Arial"/>
              </w:rPr>
              <w:t>ants</w:t>
            </w:r>
            <w:r w:rsidRPr="00B81C62">
              <w:rPr>
                <w:rFonts w:cs="Arial"/>
                <w:iCs/>
              </w:rPr>
              <w:t xml:space="preserve"> showed impaired Ca</w:t>
            </w:r>
            <w:r w:rsidRPr="00B81C62">
              <w:rPr>
                <w:rFonts w:cs="Arial"/>
                <w:iCs/>
                <w:vertAlign w:val="superscript"/>
              </w:rPr>
              <w:t>2+</w:t>
            </w:r>
            <w:r w:rsidRPr="00B81C62">
              <w:rPr>
                <w:rFonts w:cs="Arial"/>
                <w:iCs/>
              </w:rPr>
              <w:t xml:space="preserve"> homeostasis, sensitivity to temperature &gt;30</w:t>
            </w:r>
            <w:r w:rsidRPr="00B81C62">
              <w:rPr>
                <w:rFonts w:cs="Arial"/>
                <w:iCs/>
                <w:vertAlign w:val="superscript"/>
              </w:rPr>
              <w:t>o</w:t>
            </w:r>
            <w:r w:rsidRPr="00B81C62">
              <w:rPr>
                <w:rFonts w:cs="Arial"/>
                <w:iCs/>
              </w:rPr>
              <w:t>C and high Ca</w:t>
            </w:r>
            <w:r w:rsidRPr="00B81C62">
              <w:rPr>
                <w:rFonts w:cs="Arial"/>
                <w:iCs/>
                <w:vertAlign w:val="superscript"/>
              </w:rPr>
              <w:t>2+</w:t>
            </w:r>
            <w:r w:rsidRPr="00B81C62">
              <w:rPr>
                <w:rFonts w:cs="Arial"/>
                <w:iCs/>
              </w:rPr>
              <w:t xml:space="preserve"> level. The </w:t>
            </w:r>
            <w:r w:rsidRPr="00B81C62">
              <w:rPr>
                <w:rFonts w:cs="Arial"/>
                <w:i/>
              </w:rPr>
              <w:t xml:space="preserve">wt </w:t>
            </w:r>
            <w:r w:rsidRPr="00B81C62">
              <w:rPr>
                <w:rFonts w:cs="Arial"/>
                <w:iCs/>
              </w:rPr>
              <w:t>expression is induced by Ca</w:t>
            </w:r>
            <w:r w:rsidRPr="00B81C62">
              <w:rPr>
                <w:rFonts w:cs="Arial"/>
                <w:iCs/>
                <w:vertAlign w:val="superscript"/>
              </w:rPr>
              <w:t>2+,</w:t>
            </w:r>
            <w:r w:rsidRPr="00B81C62">
              <w:rPr>
                <w:rFonts w:cs="Arial"/>
                <w:iCs/>
              </w:rPr>
              <w:t xml:space="preserve"> inhibited by FK506, and impaired in the </w:t>
            </w:r>
            <w:r w:rsidRPr="00B81C62">
              <w:rPr>
                <w:rFonts w:cs="Arial"/>
                <w:i/>
                <w:lang w:val="x-none"/>
              </w:rPr>
              <w:t>Δcrz1</w:t>
            </w:r>
            <w:r w:rsidRPr="00B81C62">
              <w:rPr>
                <w:rFonts w:cs="Arial"/>
                <w:iCs/>
                <w:lang w:val="x-none"/>
              </w:rPr>
              <w:t xml:space="preserve"> background mutant</w:t>
            </w:r>
            <w:r w:rsidRPr="00B81C62">
              <w:rPr>
                <w:rFonts w:cs="Arial"/>
                <w:iCs/>
                <w:lang w:val="en-US"/>
              </w:rPr>
              <w:t xml:space="preserve">. Reduced growth, delayed budding, poor cell division, and impaired virulence are the features of </w:t>
            </w:r>
            <w:r w:rsidRPr="00B81C62">
              <w:rPr>
                <w:rFonts w:cs="Arial"/>
                <w:i/>
                <w:iCs/>
                <w:lang w:val="x-none"/>
              </w:rPr>
              <w:t>Δ</w:t>
            </w:r>
            <w:r w:rsidRPr="00B81C62">
              <w:rPr>
                <w:rFonts w:cs="Arial"/>
                <w:i/>
                <w:iCs/>
                <w:lang w:val="en-US"/>
              </w:rPr>
              <w:t xml:space="preserve">ncs1 </w:t>
            </w:r>
            <w:r w:rsidRPr="00B81C62">
              <w:rPr>
                <w:rFonts w:cs="Arial"/>
                <w:lang w:val="en-US"/>
              </w:rPr>
              <w:t xml:space="preserve">mutants </w:t>
            </w:r>
            <w:r w:rsidRPr="00B81C62">
              <w:rPr>
                <w:rFonts w:cs="Arial"/>
                <w:lang w:val="en-US"/>
              </w:rPr>
              <w:fldChar w:fldCharType="begin"/>
            </w:r>
            <w:r w:rsidR="00706F40">
              <w:rPr>
                <w:rFonts w:cs="Arial"/>
                <w:lang w:val="en-US"/>
              </w:rPr>
              <w:instrText xml:space="preserve"> ADDIN EN.CITE &lt;EndNote&gt;&lt;Cite&gt;&lt;Author&gt;Squizani&lt;/Author&gt;&lt;Year&gt;2020&lt;/Year&gt;&lt;RecNum&gt;556&lt;/RecNum&gt;&lt;DisplayText&gt;&lt;style size="10"&gt;[119]&lt;/style&gt;&lt;/DisplayText&gt;&lt;record&gt;&lt;rec-number&gt;556&lt;/rec-number&gt;&lt;foreign-keys&gt;&lt;key app="EN" db-id="2ef9ffxzfstzs5e9dzov9txxs20trda0deex" timestamp="1670267255"&gt;556&lt;/key&gt;&lt;/foreign-keys&gt;&lt;ref-type name="Journal Article"&gt;17&lt;/ref-type&gt;&lt;contributors&gt;&lt;authors&gt;&lt;author&gt;Squizani, Eamim Daidrê&lt;/author&gt;&lt;author&gt;Reuwsaat, Júlia Catarina Vieira&lt;/author&gt;&lt;author&gt;Lev, Sophie&lt;/author&gt;&lt;author&gt;Motta, Heryk&lt;/author&gt;&lt;author&gt;Sperotto, Julia&lt;/author&gt;&lt;author&gt;Kaufman-Francis, Keren&lt;/author&gt;&lt;author&gt;Desmarini, Desmarini&lt;/author&gt;&lt;author&gt;Vainstein, Marilene Henning&lt;/author&gt;&lt;author&gt;Staats, Charley Christian&lt;/author&gt;&lt;author&gt;Djordjevic, Julianne T&lt;/author&gt;&lt;/authors&gt;&lt;/contributors&gt;&lt;titles&gt;&lt;title&gt;Calcium Binding Protein Ncs1 Is Calcineurin Regulated in Cryptococcus neoformans and Essential for Cell Division and Virulence&lt;/title&gt;&lt;secondary-title&gt;Msphere&lt;/secondary-title&gt;&lt;/titles&gt;&lt;periodical&gt;&lt;full-title&gt;mSphere&lt;/full-title&gt;&lt;/periodical&gt;&lt;pages&gt;e00761-20&lt;/pages&gt;&lt;volume&gt;5&lt;/volume&gt;&lt;number&gt;5&lt;/number&gt;&lt;dates&gt;&lt;year&gt;2020&lt;/year&gt;&lt;/dates&gt;&lt;isbn&gt;2379-5042&lt;/isbn&gt;&lt;urls&gt;&lt;/urls&gt;&lt;/record&gt;&lt;/Cite&gt;&lt;/EndNote&gt;</w:instrText>
            </w:r>
            <w:r w:rsidRPr="00B81C62">
              <w:rPr>
                <w:rFonts w:cs="Arial"/>
                <w:lang w:val="en-US"/>
              </w:rPr>
              <w:fldChar w:fldCharType="separate"/>
            </w:r>
            <w:r w:rsidR="00706F40">
              <w:rPr>
                <w:rFonts w:cs="Arial"/>
                <w:noProof/>
                <w:lang w:val="en-US"/>
              </w:rPr>
              <w:t>[119]</w:t>
            </w:r>
            <w:r w:rsidRPr="00B81C62">
              <w:rPr>
                <w:rFonts w:cs="Arial"/>
                <w:lang w:val="en-US"/>
              </w:rPr>
              <w:fldChar w:fldCharType="end"/>
            </w:r>
          </w:p>
        </w:tc>
      </w:tr>
      <w:tr w:rsidR="00B81C62" w:rsidRPr="00B81C62" w14:paraId="345189EC" w14:textId="77777777" w:rsidTr="00B81C62">
        <w:tc>
          <w:tcPr>
            <w:tcW w:w="939" w:type="pct"/>
            <w:tcBorders>
              <w:bottom w:val="single" w:sz="4" w:space="0" w:color="auto"/>
            </w:tcBorders>
            <w:shd w:val="clear" w:color="auto" w:fill="auto"/>
            <w:vAlign w:val="center"/>
          </w:tcPr>
          <w:p w14:paraId="4BF5E603" w14:textId="3724F921"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nmt1</w:t>
            </w:r>
          </w:p>
        </w:tc>
        <w:tc>
          <w:tcPr>
            <w:tcW w:w="4061" w:type="pct"/>
            <w:tcBorders>
              <w:top w:val="nil"/>
              <w:bottom w:val="single" w:sz="4" w:space="0" w:color="auto"/>
            </w:tcBorders>
            <w:shd w:val="clear" w:color="auto" w:fill="auto"/>
            <w:vAlign w:val="center"/>
          </w:tcPr>
          <w:p w14:paraId="3385EFE9" w14:textId="46E7B850" w:rsidR="00B81C62" w:rsidRPr="00B81C62" w:rsidRDefault="00B81C62" w:rsidP="00B81C62">
            <w:pPr>
              <w:tabs>
                <w:tab w:val="left" w:pos="0"/>
              </w:tabs>
              <w:jc w:val="left"/>
              <w:rPr>
                <w:rFonts w:cs="Arial"/>
                <w:lang w:val="en-US"/>
              </w:rPr>
            </w:pPr>
            <w:r w:rsidRPr="00B81C62">
              <w:rPr>
                <w:rFonts w:cs="Arial"/>
                <w:iCs/>
              </w:rPr>
              <w:t xml:space="preserve">Mutants are </w:t>
            </w:r>
            <w:r w:rsidRPr="00B81C62">
              <w:rPr>
                <w:rFonts w:cs="Arial"/>
                <w:i/>
                <w:iCs/>
              </w:rPr>
              <w:t>ts</w:t>
            </w:r>
            <w:r w:rsidRPr="00B81C62">
              <w:rPr>
                <w:rFonts w:cs="Arial"/>
                <w:iCs/>
              </w:rPr>
              <w:t xml:space="preserve"> myristate auxotrophs, entirely non-viable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and completely cleared from the subarachnoid cavity of the brain within 12 hours post-infection; impaired functional Arf1p, Arf2p, and Gpa1p </w:t>
            </w:r>
            <w:r w:rsidRPr="00B81C62">
              <w:rPr>
                <w:rFonts w:cs="Arial"/>
              </w:rPr>
              <w:fldChar w:fldCharType="begin">
                <w:fldData xml:space="preserve">PEVuZE5vdGU+PENpdGU+PEF1dGhvcj5Mb2RnZTwvQXV0aG9yPjxZZWFyPjE5OTQ8L1llYXI+PFJl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</w:fldData>
              </w:fldChar>
            </w:r>
            <w:r w:rsidR="00706F40">
              <w:rPr>
                <w:rFonts w:cs="Arial"/>
              </w:rPr>
              <w:instrText xml:space="preserve"> ADDIN EN.CITE </w:instrText>
            </w:r>
            <w:r w:rsidR="00706F40">
              <w:rPr>
                <w:rFonts w:cs="Arial"/>
              </w:rPr>
              <w:fldChar w:fldCharType="begin">
                <w:fldData xml:space="preserve">PEVuZE5vdGU+PENpdGU+PEF1dGhvcj5Mb2RnZTwvQXV0aG9yPjxZZWFyPjE5OTQ8L1llYXI+PFJl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[120,121]</w:t>
            </w:r>
            <w:r w:rsidRPr="00B81C62">
              <w:rPr>
                <w:rFonts w:cs="Arial"/>
              </w:rPr>
              <w:fldChar w:fldCharType="end"/>
            </w:r>
            <w:r w:rsidRPr="00B81C62">
              <w:rPr>
                <w:rFonts w:cs="Arial"/>
              </w:rPr>
              <w:t>.</w:t>
            </w:r>
          </w:p>
        </w:tc>
      </w:tr>
      <w:tr w:rsidR="00B81C62" w:rsidRPr="00B81C62" w14:paraId="36D86F6E" w14:textId="77777777" w:rsidTr="00B81C62">
        <w:tc>
          <w:tcPr>
            <w:tcW w:w="939" w:type="pct"/>
            <w:tcBorders>
              <w:bottom w:val="single" w:sz="4" w:space="0" w:color="auto"/>
            </w:tcBorders>
            <w:shd w:val="clear" w:color="auto" w:fill="auto"/>
            <w:vAlign w:val="center"/>
          </w:tcPr>
          <w:p w14:paraId="7A1EF4E2" w14:textId="28379026"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nrg1</w:t>
            </w:r>
          </w:p>
        </w:tc>
        <w:tc>
          <w:tcPr>
            <w:tcW w:w="4061" w:type="pct"/>
            <w:tcBorders>
              <w:top w:val="nil"/>
              <w:bottom w:val="single" w:sz="4" w:space="0" w:color="auto"/>
            </w:tcBorders>
            <w:shd w:val="clear" w:color="auto" w:fill="auto"/>
            <w:vAlign w:val="center"/>
          </w:tcPr>
          <w:p w14:paraId="10A57725" w14:textId="7AA1FA9C" w:rsidR="00B81C62" w:rsidRPr="00B81C62" w:rsidRDefault="00B81C62" w:rsidP="00B81C62">
            <w:pPr>
              <w:tabs>
                <w:tab w:val="left" w:pos="0"/>
              </w:tabs>
              <w:jc w:val="left"/>
              <w:rPr>
                <w:rFonts w:cs="Arial"/>
                <w:iCs/>
              </w:rPr>
            </w:pPr>
            <w:r w:rsidRPr="00B81C62">
              <w:rPr>
                <w:rFonts w:cs="Arial"/>
                <w:iCs/>
              </w:rPr>
              <w:t xml:space="preserve">Delayed cAMP-dependent capsule formation and mating; impaired Pka-dependent carbohydrate metabolism and substrate oxidation; impaired </w:t>
            </w:r>
            <w:r w:rsidRPr="00B81C62">
              <w:rPr>
                <w:rFonts w:cs="Arial"/>
                <w:i/>
                <w:iCs/>
              </w:rPr>
              <w:t>Udg1</w:t>
            </w:r>
            <w:r w:rsidRPr="00B81C62">
              <w:rPr>
                <w:rFonts w:cs="Arial"/>
                <w:iCs/>
              </w:rPr>
              <w:t xml:space="preserve"> gene expression for nucleotide sugar capsular components and cell wall integrity; attenuated virulence with impaired cryptococcal tissues dissemination; impaired siderophore transporter, </w:t>
            </w:r>
            <w:r w:rsidRPr="00B81C62">
              <w:rPr>
                <w:rFonts w:cs="Arial"/>
              </w:rPr>
              <w:t>Sit1</w:t>
            </w:r>
            <w:r w:rsidRPr="00B81C62">
              <w:rPr>
                <w:rFonts w:cs="Arial"/>
                <w:i/>
                <w:iCs/>
              </w:rPr>
              <w:t xml:space="preserve"> </w:t>
            </w:r>
            <w:r w:rsidRPr="00B81C62">
              <w:rPr>
                <w:rFonts w:cs="Arial"/>
                <w:iCs/>
              </w:rPr>
              <w:fldChar w:fldCharType="begin">
                <w:fldData xml:space="preserve">PEVuZE5vdGU+PENpdGU+PEF1dGhvcj5DcmFtZXI8L0F1dGhvcj48WWVhcj4yMDA2PC9ZZWFyPjxS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=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PEVuZE5vdGU+PENpdGU+PEF1dGhvcj5DcmFtZXI8L0F1dGhvcj48WWVhcj4yMDA2PC9ZZWFyPjxS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=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[122]</w:t>
            </w:r>
            <w:r w:rsidRPr="00B81C62">
              <w:rPr>
                <w:rFonts w:cs="Arial"/>
                <w:iCs/>
              </w:rPr>
              <w:fldChar w:fldCharType="end"/>
            </w:r>
          </w:p>
        </w:tc>
      </w:tr>
      <w:tr w:rsidR="00B81C62" w:rsidRPr="00B81C62" w14:paraId="333F2173" w14:textId="77777777" w:rsidTr="00B81C62">
        <w:tc>
          <w:tcPr>
            <w:tcW w:w="939" w:type="pct"/>
            <w:tcBorders>
              <w:bottom w:val="single" w:sz="4" w:space="0" w:color="auto"/>
            </w:tcBorders>
            <w:shd w:val="clear" w:color="auto" w:fill="auto"/>
            <w:vAlign w:val="center"/>
          </w:tcPr>
          <w:p w14:paraId="0E1AD0AA" w14:textId="17F30D86"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oxy1, </w:t>
            </w:r>
            <w:r w:rsidRPr="00B81C62">
              <w:rPr>
                <w:rFonts w:cs="Arial"/>
                <w:i/>
                <w:iCs/>
                <w:lang w:val="x-none"/>
              </w:rPr>
              <w:t>Δ</w:t>
            </w:r>
            <w:r w:rsidRPr="00B81C62">
              <w:rPr>
                <w:rFonts w:cs="Arial"/>
                <w:i/>
                <w:iCs/>
              </w:rPr>
              <w:t>oxy2</w:t>
            </w:r>
          </w:p>
        </w:tc>
        <w:tc>
          <w:tcPr>
            <w:tcW w:w="4061" w:type="pct"/>
            <w:tcBorders>
              <w:top w:val="nil"/>
              <w:bottom w:val="single" w:sz="4" w:space="0" w:color="auto"/>
            </w:tcBorders>
            <w:shd w:val="clear" w:color="auto" w:fill="auto"/>
            <w:vAlign w:val="center"/>
          </w:tcPr>
          <w:p w14:paraId="35C3CA92" w14:textId="2F7C4C34" w:rsidR="00B81C62" w:rsidRPr="00B81C62" w:rsidRDefault="00B81C62" w:rsidP="00B81C62">
            <w:pPr>
              <w:tabs>
                <w:tab w:val="left" w:pos="0"/>
              </w:tabs>
              <w:jc w:val="left"/>
              <w:rPr>
                <w:rFonts w:cs="Arial"/>
                <w:iCs/>
              </w:rPr>
            </w:pPr>
            <w:r w:rsidRPr="00B81C62">
              <w:rPr>
                <w:rFonts w:cs="Arial"/>
                <w:iCs/>
              </w:rPr>
              <w:t xml:space="preserve">Albino colonies (no melanin); delayed growth after oxygen exposure; hypovirulence; sensitivity to oxidants generated from Fenton reaction and failure to metabolise catecholamine; normal activities of catalase and membrane raft concentrated superoxide dismutase (Sod) </w:t>
            </w:r>
            <w:r w:rsidRPr="00B81C62">
              <w:rPr>
                <w:rFonts w:cs="Arial"/>
                <w:iCs/>
              </w:rPr>
              <w:fldChar w:fldCharType="begin">
                <w:fldData xml:space="preserve">PEVuZE5vdGU+PENpdGU+PEF1dGhvcj5KYWNvYnNvbjwvQXV0aG9yPjxZZWFyPjE5OTE8L1llYXI+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PEVuZE5vdGU+PENpdGU+PEF1dGhvcj5KYWNvYnNvbjwvQXV0aG9yPjxZZWFyPjE5OTE8L1llYXI+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[123,124]</w:t>
            </w:r>
            <w:r w:rsidRPr="00B81C62">
              <w:rPr>
                <w:rFonts w:cs="Arial"/>
                <w:iCs/>
              </w:rPr>
              <w:fldChar w:fldCharType="end"/>
            </w:r>
          </w:p>
        </w:tc>
      </w:tr>
      <w:tr w:rsidR="00B81C62" w:rsidRPr="00B81C62" w14:paraId="64432F2C" w14:textId="77777777" w:rsidTr="00B81C62">
        <w:tc>
          <w:tcPr>
            <w:tcW w:w="939" w:type="pct"/>
            <w:tcBorders>
              <w:bottom w:val="single" w:sz="4" w:space="0" w:color="auto"/>
            </w:tcBorders>
            <w:shd w:val="clear" w:color="auto" w:fill="auto"/>
            <w:vAlign w:val="center"/>
          </w:tcPr>
          <w:p w14:paraId="2A4ADE9A" w14:textId="0075879A"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ova1</w:t>
            </w:r>
          </w:p>
        </w:tc>
        <w:tc>
          <w:tcPr>
            <w:tcW w:w="4061" w:type="pct"/>
            <w:tcBorders>
              <w:top w:val="nil"/>
              <w:bottom w:val="single" w:sz="4" w:space="0" w:color="auto"/>
            </w:tcBorders>
            <w:shd w:val="clear" w:color="auto" w:fill="auto"/>
            <w:vAlign w:val="center"/>
          </w:tcPr>
          <w:p w14:paraId="154A73A5" w14:textId="2C76BB55" w:rsidR="00B81C62" w:rsidRPr="00B81C62" w:rsidRDefault="00B81C62" w:rsidP="00B81C62">
            <w:pPr>
              <w:tabs>
                <w:tab w:val="left" w:pos="0"/>
              </w:tabs>
              <w:jc w:val="left"/>
              <w:rPr>
                <w:rFonts w:cs="Arial"/>
                <w:iCs/>
              </w:rPr>
            </w:pPr>
            <w:r w:rsidRPr="00B81C62">
              <w:rPr>
                <w:rFonts w:cs="Arial"/>
                <w:iCs/>
              </w:rPr>
              <w:t xml:space="preserve">Enhanced Pka1 activity leading to hypercapsulation, hypermelanisation, and hypervirulence </w:t>
            </w:r>
            <w:r w:rsidRPr="00B81C62">
              <w:rPr>
                <w:rFonts w:cs="Arial"/>
                <w:iCs/>
              </w:rPr>
              <w:fldChar w:fldCharType="begin">
                <w:fldData xml:space="preserve">PEVuZE5vdGU+PENpdGU+PEF1dGhvcj5IdTwvQXV0aG9yPjxZZWFyPjIwMDc8L1llYXI+PFJlY051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 </w:instrText>
            </w:r>
            <w:r w:rsidR="00706F40">
              <w:rPr>
                <w:rFonts w:cs="Arial"/>
                <w:iCs/>
              </w:rPr>
              <w:fldChar w:fldCharType="begin">
                <w:fldData xml:space="preserve">PEVuZE5vdGU+PENpdGU+PEF1dGhvcj5IdTwvQXV0aG9yPjxZZWFyPjIwMDc8L1llYXI+PFJlY051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[125]</w:t>
            </w:r>
            <w:r w:rsidRPr="00B81C62">
              <w:rPr>
                <w:rFonts w:cs="Arial"/>
                <w:iCs/>
              </w:rPr>
              <w:fldChar w:fldCharType="end"/>
            </w:r>
          </w:p>
        </w:tc>
      </w:tr>
      <w:tr w:rsidR="00B81C62" w:rsidRPr="00B81C62" w14:paraId="1B7333F8" w14:textId="77777777" w:rsidTr="00B81C62">
        <w:tc>
          <w:tcPr>
            <w:tcW w:w="939" w:type="pct"/>
            <w:tcBorders>
              <w:bottom w:val="single" w:sz="4" w:space="0" w:color="auto"/>
            </w:tcBorders>
            <w:shd w:val="clear" w:color="auto" w:fill="auto"/>
            <w:vAlign w:val="center"/>
          </w:tcPr>
          <w:p w14:paraId="0B8D90D4" w14:textId="2D9D707C" w:rsidR="00B81C62" w:rsidRPr="00B81C62" w:rsidRDefault="00B81C62" w:rsidP="00B81C62">
            <w:pPr>
              <w:pStyle w:val="MDPI42tablebody"/>
              <w:jc w:val="left"/>
              <w:rPr>
                <w:rFonts w:cs="Arial"/>
                <w:i/>
                <w:iCs/>
                <w:lang w:val="x-none"/>
              </w:rPr>
            </w:pPr>
            <w:r w:rsidRPr="00B81C62">
              <w:rPr>
                <w:rFonts w:cs="Arial"/>
                <w:i/>
                <w:iCs/>
                <w:lang w:val="el-GR"/>
              </w:rPr>
              <w:lastRenderedPageBreak/>
              <w:t>Δ</w:t>
            </w:r>
            <w:r w:rsidRPr="00B81C62">
              <w:rPr>
                <w:rFonts w:cs="Arial"/>
                <w:i/>
                <w:iCs/>
              </w:rPr>
              <w:t>pak1</w:t>
            </w:r>
          </w:p>
        </w:tc>
        <w:tc>
          <w:tcPr>
            <w:tcW w:w="4061" w:type="pct"/>
            <w:tcBorders>
              <w:top w:val="nil"/>
              <w:bottom w:val="single" w:sz="4" w:space="0" w:color="auto"/>
            </w:tcBorders>
            <w:shd w:val="clear" w:color="auto" w:fill="auto"/>
            <w:vAlign w:val="center"/>
          </w:tcPr>
          <w:p w14:paraId="50F9D528" w14:textId="62493AB7" w:rsidR="00B81C62" w:rsidRPr="00B81C62" w:rsidRDefault="00B81C62" w:rsidP="00B81C62">
            <w:pPr>
              <w:tabs>
                <w:tab w:val="left" w:pos="0"/>
              </w:tabs>
              <w:jc w:val="left"/>
              <w:rPr>
                <w:rFonts w:cs="Arial"/>
                <w:iCs/>
              </w:rPr>
            </w:pPr>
            <w:r w:rsidRPr="00B81C62">
              <w:rPr>
                <w:rFonts w:cs="Arial"/>
                <w:iCs/>
              </w:rPr>
              <w:t xml:space="preserve">Normal growth and cytokinesis, but mating and haploid differentiation are defective. Mutants of serotypes A and D are generally attenuated for virulence due to lack of capsule formation but could be fully restored when complemented with the </w:t>
            </w:r>
            <w:r w:rsidRPr="00B81C62">
              <w:rPr>
                <w:rFonts w:cs="Arial"/>
                <w:i/>
              </w:rPr>
              <w:t xml:space="preserve">wt Pak1 </w:t>
            </w:r>
            <w:r w:rsidRPr="00B81C62">
              <w:rPr>
                <w:rFonts w:cs="Arial"/>
                <w:iCs/>
              </w:rPr>
              <w:t xml:space="preserve">gene. </w:t>
            </w:r>
            <w:r w:rsidRPr="00B81C62">
              <w:rPr>
                <w:rFonts w:cs="Arial"/>
                <w:lang w:val="en-US"/>
              </w:rPr>
              <w:t xml:space="preserve">Like </w:t>
            </w:r>
            <w:r w:rsidRPr="00B81C62">
              <w:rPr>
                <w:rFonts w:cs="Arial"/>
                <w:i/>
                <w:iCs/>
                <w:lang w:val="el-GR"/>
              </w:rPr>
              <w:t>Δ</w:t>
            </w:r>
            <w:r w:rsidRPr="00B81C62">
              <w:rPr>
                <w:rFonts w:cs="Arial"/>
                <w:i/>
                <w:iCs/>
                <w:lang w:val="en-US"/>
              </w:rPr>
              <w:t>ste13</w:t>
            </w:r>
            <w:r w:rsidRPr="00B81C62">
              <w:rPr>
                <w:rFonts w:cs="Arial"/>
                <w:lang w:val="en-US"/>
              </w:rPr>
              <w:t xml:space="preserve">, </w:t>
            </w:r>
            <w:r w:rsidRPr="00B81C62">
              <w:rPr>
                <w:rFonts w:cs="Arial"/>
                <w:i/>
                <w:iCs/>
                <w:lang w:val="x-none"/>
              </w:rPr>
              <w:t>Δ</w:t>
            </w:r>
            <w:r w:rsidRPr="00B81C62">
              <w:rPr>
                <w:rFonts w:cs="Arial"/>
                <w:i/>
                <w:iCs/>
                <w:lang w:val="en-US"/>
              </w:rPr>
              <w:t xml:space="preserve">pak1 </w:t>
            </w:r>
            <w:r w:rsidRPr="00B81C62">
              <w:rPr>
                <w:rFonts w:cs="Arial"/>
                <w:lang w:val="en-US"/>
              </w:rPr>
              <w:t xml:space="preserve">mutants displayed no melanin defect </w:t>
            </w:r>
            <w:r w:rsidRPr="00B81C62">
              <w:rPr>
                <w:rFonts w:cs="Arial"/>
                <w:lang w:val="en-US"/>
              </w:rPr>
              <w:fldChar w:fldCharType="begin">
                <w:fldData xml:space="preserve">PEVuZE5vdGU+PENpdGU+PEF1dGhvcj5XYW5nPC9BdXRob3I+PFllYXI+MjAwMjwvWWVhcj48UmVj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</w:fldData>
              </w:fldChar>
            </w:r>
            <w:r w:rsidR="00706F40">
              <w:rPr>
                <w:rFonts w:cs="Arial"/>
                <w:lang w:val="en-US"/>
              </w:rPr>
              <w:instrText xml:space="preserve"> ADDIN EN.CITE </w:instrText>
            </w:r>
            <w:r w:rsidR="00706F40">
              <w:rPr>
                <w:rFonts w:cs="Arial"/>
                <w:lang w:val="en-US"/>
              </w:rPr>
              <w:fldChar w:fldCharType="begin">
                <w:fldData xml:space="preserve">PEVuZE5vdGU+PENpdGU+PEF1dGhvcj5XYW5nPC9BdXRob3I+PFllYXI+MjAwMjwvWWVhcj48UmVj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[112]</w:t>
            </w:r>
            <w:r w:rsidRPr="00B81C62">
              <w:rPr>
                <w:rFonts w:cs="Arial"/>
                <w:lang w:val="en-US"/>
              </w:rPr>
              <w:fldChar w:fldCharType="end"/>
            </w:r>
          </w:p>
        </w:tc>
      </w:tr>
      <w:tr w:rsidR="00B81C62" w:rsidRPr="00B81C62" w14:paraId="0BAB92CF" w14:textId="77777777" w:rsidTr="00B81C62">
        <w:tc>
          <w:tcPr>
            <w:tcW w:w="939" w:type="pct"/>
            <w:tcBorders>
              <w:bottom w:val="single" w:sz="4" w:space="0" w:color="auto"/>
            </w:tcBorders>
            <w:shd w:val="clear" w:color="auto" w:fill="auto"/>
            <w:vAlign w:val="center"/>
          </w:tcPr>
          <w:p w14:paraId="5A6FEB90" w14:textId="502BB5F0" w:rsidR="00B81C62" w:rsidRPr="00B81C62" w:rsidRDefault="00B81C62" w:rsidP="00B81C62">
            <w:pPr>
              <w:pStyle w:val="MDPI42tablebody"/>
              <w:jc w:val="left"/>
              <w:rPr>
                <w:rFonts w:cs="Arial"/>
                <w:i/>
                <w:iCs/>
                <w:lang w:val="el-GR"/>
              </w:rPr>
            </w:pPr>
            <w:r w:rsidRPr="00B81C62">
              <w:rPr>
                <w:rFonts w:cs="Arial"/>
                <w:i/>
                <w:iCs/>
                <w:lang w:val="x-none"/>
              </w:rPr>
              <w:t>Δ</w:t>
            </w:r>
            <w:r w:rsidRPr="00B81C62">
              <w:rPr>
                <w:rFonts w:cs="Arial"/>
                <w:i/>
                <w:iCs/>
              </w:rPr>
              <w:t xml:space="preserve">pbx1, </w:t>
            </w:r>
            <w:r w:rsidRPr="00B81C62">
              <w:rPr>
                <w:rFonts w:cs="Arial"/>
                <w:i/>
                <w:iCs/>
                <w:lang w:val="x-none"/>
              </w:rPr>
              <w:t>Δ</w:t>
            </w:r>
            <w:r w:rsidRPr="00B81C62">
              <w:rPr>
                <w:rFonts w:cs="Arial"/>
                <w:i/>
                <w:iCs/>
              </w:rPr>
              <w:t>pbx2</w:t>
            </w:r>
          </w:p>
        </w:tc>
        <w:tc>
          <w:tcPr>
            <w:tcW w:w="4061" w:type="pct"/>
            <w:tcBorders>
              <w:top w:val="nil"/>
              <w:bottom w:val="single" w:sz="4" w:space="0" w:color="auto"/>
            </w:tcBorders>
            <w:shd w:val="clear" w:color="auto" w:fill="auto"/>
            <w:vAlign w:val="center"/>
          </w:tcPr>
          <w:p w14:paraId="12ACD672" w14:textId="2C02787A" w:rsidR="00B81C62" w:rsidRPr="00B81C62" w:rsidRDefault="00B81C62" w:rsidP="00B81C62">
            <w:pPr>
              <w:tabs>
                <w:tab w:val="left" w:pos="0"/>
              </w:tabs>
              <w:jc w:val="left"/>
              <w:rPr>
                <w:rFonts w:cs="Arial"/>
                <w:iCs/>
              </w:rPr>
            </w:pPr>
            <w:r w:rsidRPr="00B81C62">
              <w:rPr>
                <w:rFonts w:cs="Arial"/>
                <w:iCs/>
              </w:rPr>
              <w:t xml:space="preserve">Low shedding of capsular GXM slightly enriched in xylose but lacks glucose; poor polysaccharide fibril formation (low density) with poor cell wall attachment; atypical cell morphology (dry colonies, defective cell wall formation and integrity); attenuated mating filamentation; attenuated virulence; increased macrophage phagocytosis; metabolic imbalance; </w:t>
            </w:r>
            <w:r w:rsidRPr="00B81C62">
              <w:rPr>
                <w:rFonts w:cs="Arial"/>
                <w:i/>
                <w:iCs/>
              </w:rPr>
              <w:t xml:space="preserve">Δpbx1Δpbx2 </w:t>
            </w:r>
            <w:r w:rsidRPr="00B81C62">
              <w:rPr>
                <w:rFonts w:cs="Arial"/>
                <w:iCs/>
              </w:rPr>
              <w:t xml:space="preserve">exhibited worse cell wall deformation and integrity </w:t>
            </w:r>
            <w:r w:rsidRPr="00B81C62">
              <w:rPr>
                <w:rFonts w:cs="Arial"/>
                <w:iCs/>
              </w:rPr>
              <w:fldChar w:fldCharType="begin">
                <w:fldData xml:space="preserve">PEVuZE5vdGU+PENpdGU+PEF1dGhvcj5LdW1hcjwvQXV0aG9yPjxZZWFyPjIwMTQ8L1llYXI+PFJl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PEVuZE5vdGU+PENpdGU+PEF1dGhvcj5LdW1hcjwvQXV0aG9yPjxZZWFyPjIwMTQ8L1llYXI+PFJl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[126]</w:t>
            </w:r>
            <w:r w:rsidRPr="00B81C62">
              <w:rPr>
                <w:rFonts w:cs="Arial"/>
                <w:iCs/>
              </w:rPr>
              <w:fldChar w:fldCharType="end"/>
            </w:r>
          </w:p>
        </w:tc>
      </w:tr>
      <w:tr w:rsidR="00B81C62" w:rsidRPr="00B81C62" w14:paraId="2EEEB489" w14:textId="77777777" w:rsidTr="00B81C62">
        <w:tc>
          <w:tcPr>
            <w:tcW w:w="939" w:type="pct"/>
            <w:tcBorders>
              <w:bottom w:val="single" w:sz="4" w:space="0" w:color="auto"/>
            </w:tcBorders>
            <w:shd w:val="clear" w:color="auto" w:fill="auto"/>
            <w:vAlign w:val="center"/>
          </w:tcPr>
          <w:p w14:paraId="2CB2D45C" w14:textId="1690BDF8"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pbp1, </w:t>
            </w:r>
            <w:r w:rsidRPr="00B81C62">
              <w:rPr>
                <w:rFonts w:cs="Arial"/>
                <w:i/>
                <w:iCs/>
                <w:lang w:val="x-none"/>
              </w:rPr>
              <w:t>Δ</w:t>
            </w:r>
            <w:r w:rsidRPr="00B81C62">
              <w:rPr>
                <w:rFonts w:cs="Arial"/>
                <w:i/>
                <w:iCs/>
              </w:rPr>
              <w:t>crz1</w:t>
            </w:r>
          </w:p>
        </w:tc>
        <w:tc>
          <w:tcPr>
            <w:tcW w:w="4061" w:type="pct"/>
            <w:tcBorders>
              <w:top w:val="nil"/>
              <w:bottom w:val="single" w:sz="4" w:space="0" w:color="auto"/>
            </w:tcBorders>
            <w:shd w:val="clear" w:color="auto" w:fill="auto"/>
            <w:vAlign w:val="center"/>
          </w:tcPr>
          <w:p w14:paraId="63898CE2" w14:textId="27870919" w:rsidR="00B81C62" w:rsidRPr="00B81C62" w:rsidRDefault="00B81C62" w:rsidP="00B81C62">
            <w:pPr>
              <w:tabs>
                <w:tab w:val="left" w:pos="0"/>
              </w:tabs>
              <w:jc w:val="left"/>
              <w:rPr>
                <w:rFonts w:cs="Arial"/>
                <w:iCs/>
              </w:rPr>
            </w:pPr>
            <w:r w:rsidRPr="00B81C62">
              <w:rPr>
                <w:rFonts w:cs="Arial"/>
                <w:iCs/>
              </w:rPr>
              <w:t xml:space="preserve">Attenuated virulent mutants and </w:t>
            </w:r>
            <w:r w:rsidRPr="00B81C62">
              <w:rPr>
                <w:rFonts w:cs="Arial"/>
                <w:i/>
                <w:iCs/>
                <w:lang w:val="x-none"/>
              </w:rPr>
              <w:t>Δ</w:t>
            </w:r>
            <w:r w:rsidRPr="00B81C62">
              <w:rPr>
                <w:rFonts w:cs="Arial"/>
                <w:i/>
                <w:iCs/>
              </w:rPr>
              <w:t>crz1</w:t>
            </w:r>
            <w:r w:rsidRPr="00B81C62">
              <w:rPr>
                <w:rFonts w:cs="Arial"/>
                <w:i/>
                <w:iCs/>
                <w:lang w:val="x-none"/>
              </w:rPr>
              <w:t>Δ</w:t>
            </w:r>
            <w:r w:rsidRPr="00B81C62">
              <w:rPr>
                <w:rFonts w:cs="Arial"/>
                <w:i/>
                <w:iCs/>
              </w:rPr>
              <w:t xml:space="preserve">pbp1 </w:t>
            </w:r>
            <w:r w:rsidRPr="00B81C62">
              <w:rPr>
                <w:rFonts w:cs="Arial"/>
                <w:iCs/>
              </w:rPr>
              <w:t xml:space="preserve">mutants even remained avirulent in the MIMC </w:t>
            </w:r>
            <w:r w:rsidRPr="00B81C62">
              <w:rPr>
                <w:rFonts w:cs="Arial"/>
                <w:iCs/>
              </w:rPr>
              <w:fldChar w:fldCharType="begin">
                <w:fldData xml:space="preserve">PEVuZE5vdGU+PENpdGU+PEF1dGhvcj5QYXJrPC9BdXRob3I+PFllYXI+MjAxNjwvWWVhcj48UmVj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PEVuZE5vdGU+PENpdGU+PEF1dGhvcj5QYXJrPC9BdXRob3I+PFllYXI+MjAxNjwvWWVhcj48UmVj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[43]</w:t>
            </w:r>
            <w:r w:rsidRPr="00B81C62">
              <w:rPr>
                <w:rFonts w:cs="Arial"/>
                <w:iCs/>
              </w:rPr>
              <w:fldChar w:fldCharType="end"/>
            </w:r>
          </w:p>
        </w:tc>
      </w:tr>
      <w:tr w:rsidR="00B81C62" w:rsidRPr="00B81C62" w14:paraId="4CD95882" w14:textId="77777777" w:rsidTr="00B81C62">
        <w:tc>
          <w:tcPr>
            <w:tcW w:w="939" w:type="pct"/>
            <w:tcBorders>
              <w:bottom w:val="single" w:sz="4" w:space="0" w:color="auto"/>
            </w:tcBorders>
            <w:shd w:val="clear" w:color="auto" w:fill="auto"/>
            <w:vAlign w:val="center"/>
          </w:tcPr>
          <w:p w14:paraId="49719792" w14:textId="49254174"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pck1</w:t>
            </w:r>
          </w:p>
        </w:tc>
        <w:tc>
          <w:tcPr>
            <w:tcW w:w="4061" w:type="pct"/>
            <w:tcBorders>
              <w:top w:val="nil"/>
              <w:bottom w:val="single" w:sz="4" w:space="0" w:color="auto"/>
            </w:tcBorders>
            <w:shd w:val="clear" w:color="auto" w:fill="auto"/>
            <w:vAlign w:val="center"/>
          </w:tcPr>
          <w:p w14:paraId="25D08DB6" w14:textId="4FBF8C11" w:rsidR="00B81C62" w:rsidRPr="00B81C62" w:rsidRDefault="00B81C62" w:rsidP="00B81C62">
            <w:pPr>
              <w:tabs>
                <w:tab w:val="left" w:pos="0"/>
              </w:tabs>
              <w:jc w:val="left"/>
              <w:rPr>
                <w:rFonts w:cs="Arial"/>
                <w:iCs/>
              </w:rPr>
            </w:pPr>
            <w:r w:rsidRPr="00B81C62">
              <w:rPr>
                <w:rFonts w:cs="Arial"/>
                <w:iCs/>
              </w:rPr>
              <w:t xml:space="preserve">Survive in the rabbit CSF </w:t>
            </w:r>
            <w:r w:rsidRPr="00B81C62">
              <w:rPr>
                <w:rFonts w:cs="Arial"/>
                <w:iCs/>
              </w:rPr>
              <w:fldChar w:fldCharType="begin">
                <w:fldData xml:space="preserve">PEVuZE5vdGU+PENpdGU+PEF1dGhvcj5QcmljZTwvQXV0aG9yPjxZZWFyPjIwMTE8L1llYXI+PFJl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</w:fldData>
              </w:fldChar>
            </w:r>
            <w:r w:rsidR="00706F40">
              <w:rPr>
                <w:rFonts w:cs="Arial"/>
                <w:iCs/>
              </w:rPr>
              <w:instrText xml:space="preserve"> ADDIN EN.CITE </w:instrText>
            </w:r>
            <w:r w:rsidR="00706F40">
              <w:rPr>
                <w:rFonts w:cs="Arial"/>
                <w:iCs/>
              </w:rPr>
              <w:fldChar w:fldCharType="begin">
                <w:fldData xml:space="preserve">PEVuZE5vdGU+PENpdGU+PEF1dGhvcj5QcmljZTwvQXV0aG9yPjxZZWFyPjIwMTE8L1llYXI+PFJl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[87]</w:t>
            </w:r>
            <w:r w:rsidRPr="00B81C62">
              <w:rPr>
                <w:rFonts w:cs="Arial"/>
                <w:iCs/>
              </w:rPr>
              <w:fldChar w:fldCharType="end"/>
            </w:r>
            <w:r w:rsidRPr="00B81C62">
              <w:rPr>
                <w:rFonts w:cs="Arial"/>
                <w:iCs/>
              </w:rPr>
              <w:t xml:space="preserve"> but showed severely attenuated virulence in murine despite unaffected laccase activity; the mutant failed to grow in lactate medium </w:t>
            </w:r>
            <w:bookmarkStart w:id="6" w:name="OLE_LINK365"/>
            <w:bookmarkStart w:id="7" w:name="OLE_LINK366"/>
            <w:r w:rsidRPr="00B81C62">
              <w:rPr>
                <w:rFonts w:cs="Arial"/>
                <w:iCs/>
              </w:rPr>
              <w:t>(</w:t>
            </w:r>
            <w:r w:rsidRPr="00B81C62">
              <w:rPr>
                <w:rFonts w:cs="Arial"/>
                <w:b/>
                <w:bCs/>
                <w:iCs/>
              </w:rPr>
              <w:t>Table 3</w:t>
            </w:r>
            <w:r w:rsidRPr="00B81C62">
              <w:rPr>
                <w:rFonts w:cs="Arial"/>
                <w:iCs/>
              </w:rPr>
              <w:t>)</w:t>
            </w:r>
            <w:bookmarkEnd w:id="6"/>
            <w:bookmarkEnd w:id="7"/>
            <w:r w:rsidRPr="00B81C62">
              <w:rPr>
                <w:rFonts w:cs="Arial"/>
                <w:iCs/>
              </w:rPr>
              <w:t xml:space="preserve">; the mutant displayed a </w:t>
            </w:r>
            <w:r w:rsidRPr="00B81C62">
              <w:rPr>
                <w:rFonts w:cs="Arial"/>
                <w:i/>
              </w:rPr>
              <w:t>wt</w:t>
            </w:r>
            <w:r w:rsidRPr="00B81C62">
              <w:rPr>
                <w:rFonts w:cs="Arial"/>
                <w:iCs/>
              </w:rPr>
              <w:t xml:space="preserve"> growth in a broth of 2% glucose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iCs/>
              </w:rPr>
              <w:t xml:space="preserve"> </w:t>
            </w:r>
            <w:r w:rsidRPr="00B81C62">
              <w:rPr>
                <w:rFonts w:cs="Arial"/>
                <w:iCs/>
              </w:rPr>
              <w:fldChar w:fldCharType="begin">
                <w:fldData xml:space="preserve">PEVuZE5vdGU+PENpdGU+PEF1dGhvcj5QYW5lcGludG88L0F1dGhvcj48WWVhcj4yMDA1PC9ZZWFy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 </w:instrText>
            </w:r>
            <w:r w:rsidR="00706F40">
              <w:rPr>
                <w:rFonts w:cs="Arial"/>
                <w:iCs/>
              </w:rPr>
              <w:fldChar w:fldCharType="begin">
                <w:fldData xml:space="preserve">PEVuZE5vdGU+PENpdGU+PEF1dGhvcj5QYW5lcGludG88L0F1dGhvcj48WWVhcj4yMDA1PC9ZZWFy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[115]</w:t>
            </w:r>
            <w:r w:rsidRPr="00B81C62">
              <w:rPr>
                <w:rFonts w:cs="Arial"/>
                <w:iCs/>
              </w:rPr>
              <w:fldChar w:fldCharType="end"/>
            </w:r>
            <w:r w:rsidRPr="00B81C62">
              <w:rPr>
                <w:rFonts w:cs="Arial"/>
                <w:iCs/>
              </w:rPr>
              <w:t xml:space="preserve"> (</w:t>
            </w:r>
            <w:r w:rsidRPr="00B81C62">
              <w:rPr>
                <w:rFonts w:cs="Arial"/>
                <w:b/>
                <w:bCs/>
                <w:iCs/>
              </w:rPr>
              <w:t>Table 3</w:t>
            </w:r>
            <w:r w:rsidRPr="00B81C62">
              <w:rPr>
                <w:rFonts w:cs="Arial"/>
                <w:iCs/>
              </w:rPr>
              <w:t>)</w:t>
            </w:r>
          </w:p>
        </w:tc>
      </w:tr>
      <w:tr w:rsidR="00B81C62" w:rsidRPr="00B81C62" w14:paraId="2F5A06F7" w14:textId="77777777" w:rsidTr="00B81C62">
        <w:tc>
          <w:tcPr>
            <w:tcW w:w="939" w:type="pct"/>
            <w:tcBorders>
              <w:bottom w:val="single" w:sz="4" w:space="0" w:color="auto"/>
            </w:tcBorders>
            <w:shd w:val="clear" w:color="auto" w:fill="auto"/>
            <w:vAlign w:val="center"/>
          </w:tcPr>
          <w:p w14:paraId="1907AA63" w14:textId="2BCA0BB9"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pdk1, </w:t>
            </w:r>
            <w:r w:rsidRPr="00B81C62">
              <w:rPr>
                <w:rFonts w:cs="Arial"/>
                <w:i/>
                <w:iCs/>
                <w:lang w:val="x-none"/>
              </w:rPr>
              <w:t>Δ</w:t>
            </w:r>
            <w:r w:rsidRPr="00B81C62">
              <w:rPr>
                <w:rFonts w:cs="Arial"/>
                <w:i/>
                <w:iCs/>
              </w:rPr>
              <w:t xml:space="preserve">sin1, </w:t>
            </w:r>
            <w:r w:rsidRPr="00B81C62">
              <w:rPr>
                <w:rFonts w:cs="Arial"/>
              </w:rPr>
              <w:t>and</w:t>
            </w:r>
            <w:r w:rsidRPr="00B81C62">
              <w:rPr>
                <w:rFonts w:cs="Arial"/>
                <w:i/>
                <w:iCs/>
              </w:rPr>
              <w:t xml:space="preserve"> </w:t>
            </w:r>
            <w:r w:rsidRPr="00B81C62">
              <w:rPr>
                <w:rFonts w:cs="Arial"/>
                <w:i/>
                <w:iCs/>
                <w:lang w:val="x-none"/>
              </w:rPr>
              <w:t>Δ</w:t>
            </w:r>
            <w:r w:rsidRPr="00B81C62">
              <w:rPr>
                <w:rFonts w:cs="Arial"/>
                <w:i/>
                <w:iCs/>
              </w:rPr>
              <w:t>ypk1</w:t>
            </w:r>
          </w:p>
        </w:tc>
        <w:tc>
          <w:tcPr>
            <w:tcW w:w="4061" w:type="pct"/>
            <w:tcBorders>
              <w:top w:val="nil"/>
              <w:bottom w:val="single" w:sz="4" w:space="0" w:color="auto"/>
            </w:tcBorders>
            <w:shd w:val="clear" w:color="auto" w:fill="auto"/>
            <w:vAlign w:val="center"/>
          </w:tcPr>
          <w:p w14:paraId="5620473E" w14:textId="48A679F2" w:rsidR="00B81C62" w:rsidRPr="00B81C62" w:rsidRDefault="00B81C62" w:rsidP="00B81C62">
            <w:pPr>
              <w:tabs>
                <w:tab w:val="left" w:pos="0"/>
              </w:tabs>
              <w:jc w:val="left"/>
              <w:rPr>
                <w:rFonts w:cs="Arial"/>
                <w:iCs/>
              </w:rPr>
            </w:pPr>
            <w:r w:rsidRPr="00B81C62">
              <w:rPr>
                <w:rFonts w:cs="Arial"/>
                <w:color w:val="2E2E2E"/>
                <w:shd w:val="clear" w:color="auto" w:fill="FFFFFF"/>
              </w:rPr>
              <w:t xml:space="preserve">Impaired growth at </w:t>
            </w:r>
            <w:r w:rsidRPr="00B81C62">
              <w:rPr>
                <w:rFonts w:cs="Arial"/>
              </w:rPr>
              <w:t>37</w:t>
            </w:r>
            <w:r w:rsidRPr="00B81C62">
              <w:rPr>
                <w:rFonts w:cs="Arial"/>
                <w:vertAlign w:val="superscript"/>
              </w:rPr>
              <w:t>o</w:t>
            </w:r>
            <w:r w:rsidRPr="00B81C62">
              <w:rPr>
                <w:rFonts w:cs="Arial"/>
              </w:rPr>
              <w:t xml:space="preserve">C, reduced virulence due to an impaired capsule and melanin production, and sensitivity to FCZ </w:t>
            </w:r>
            <w:r w:rsidRPr="00B81C62">
              <w:rPr>
                <w:rFonts w:cs="Arial"/>
              </w:rPr>
              <w:fldChar w:fldCharType="begin">
                <w:fldData xml:space="preserve">PEVuZE5vdGU+PENpdGU+PEF1dGhvcj5MZWU8L0F1dGhvcj48WWVhcj4yMDEyPC9ZZWFyPjxSZWNO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</w:fldData>
              </w:fldChar>
            </w:r>
            <w:r w:rsidR="00706F40">
              <w:rPr>
                <w:rFonts w:cs="Arial"/>
              </w:rPr>
              <w:instrText xml:space="preserve"> ADDIN EN.CITE </w:instrText>
            </w:r>
            <w:r w:rsidR="00706F40">
              <w:rPr>
                <w:rFonts w:cs="Arial"/>
              </w:rPr>
              <w:fldChar w:fldCharType="begin">
                <w:fldData xml:space="preserve">PEVuZE5vdGU+PENpdGU+PEF1dGhvcj5MZWU8L0F1dGhvcj48WWVhcj4yMDEyPC9ZZWFyPjxSZWNO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[127]</w:t>
            </w:r>
            <w:r w:rsidRPr="00B81C62">
              <w:rPr>
                <w:rFonts w:cs="Arial"/>
              </w:rPr>
              <w:fldChar w:fldCharType="end"/>
            </w:r>
          </w:p>
        </w:tc>
      </w:tr>
      <w:tr w:rsidR="00B81C62" w:rsidRPr="00B81C62" w14:paraId="551352D3" w14:textId="77777777" w:rsidTr="00B81C62">
        <w:tc>
          <w:tcPr>
            <w:tcW w:w="939" w:type="pct"/>
            <w:tcBorders>
              <w:bottom w:val="single" w:sz="4" w:space="0" w:color="auto"/>
            </w:tcBorders>
            <w:shd w:val="clear" w:color="auto" w:fill="auto"/>
            <w:vAlign w:val="center"/>
          </w:tcPr>
          <w:p w14:paraId="23713919" w14:textId="615D4B08" w:rsidR="00B81C62" w:rsidRPr="00B81C62" w:rsidRDefault="00B81C62" w:rsidP="00B81C62">
            <w:pPr>
              <w:pStyle w:val="MDPI42tablebody"/>
              <w:jc w:val="left"/>
              <w:rPr>
                <w:rFonts w:cs="Arial"/>
                <w:i/>
                <w:iCs/>
                <w:lang w:val="x-none"/>
              </w:rPr>
            </w:pPr>
            <w:proofErr w:type="spellStart"/>
            <w:r w:rsidRPr="00B81C62">
              <w:rPr>
                <w:rFonts w:cs="Arial"/>
                <w:i/>
                <w:iCs/>
                <w:lang w:val="x-none"/>
              </w:rPr>
              <w:t>Δ</w:t>
            </w:r>
            <w:r w:rsidRPr="00B81C62">
              <w:rPr>
                <w:rFonts w:cs="Arial"/>
                <w:i/>
                <w:iCs/>
              </w:rPr>
              <w:t>pex</w:t>
            </w:r>
            <w:proofErr w:type="spellEnd"/>
          </w:p>
        </w:tc>
        <w:tc>
          <w:tcPr>
            <w:tcW w:w="4061" w:type="pct"/>
            <w:tcBorders>
              <w:top w:val="nil"/>
              <w:bottom w:val="single" w:sz="4" w:space="0" w:color="auto"/>
            </w:tcBorders>
            <w:shd w:val="clear" w:color="auto" w:fill="auto"/>
            <w:vAlign w:val="center"/>
          </w:tcPr>
          <w:p w14:paraId="49A83558" w14:textId="1FA33613" w:rsidR="00B81C62" w:rsidRPr="00B81C62" w:rsidRDefault="00B81C62" w:rsidP="00B81C62">
            <w:pPr>
              <w:tabs>
                <w:tab w:val="left" w:pos="0"/>
              </w:tabs>
              <w:jc w:val="left"/>
              <w:rPr>
                <w:rFonts w:cs="Arial"/>
                <w:color w:val="2E2E2E"/>
                <w:shd w:val="clear" w:color="auto" w:fill="FFFFFF"/>
              </w:rPr>
            </w:pPr>
            <w:r w:rsidRPr="00B81C62">
              <w:rPr>
                <w:rFonts w:cs="Arial"/>
                <w:iCs/>
              </w:rPr>
              <w:t xml:space="preserve">Mutants like </w:t>
            </w:r>
            <w:r w:rsidRPr="00B81C62">
              <w:rPr>
                <w:rFonts w:cs="Arial"/>
                <w:i/>
                <w:iCs/>
                <w:lang w:val="x-none"/>
              </w:rPr>
              <w:t>Δ</w:t>
            </w:r>
            <w:r w:rsidRPr="00B81C62">
              <w:rPr>
                <w:rFonts w:cs="Arial"/>
                <w:i/>
                <w:iCs/>
              </w:rPr>
              <w:t>pex1</w:t>
            </w:r>
            <w:r w:rsidRPr="00B81C62">
              <w:rPr>
                <w:rFonts w:cs="Arial"/>
                <w:iCs/>
              </w:rPr>
              <w:t xml:space="preserve"> and </w:t>
            </w:r>
            <w:r w:rsidRPr="00B81C62">
              <w:rPr>
                <w:rFonts w:cs="Arial"/>
                <w:i/>
                <w:iCs/>
                <w:lang w:val="x-none"/>
              </w:rPr>
              <w:t>Δ</w:t>
            </w:r>
            <w:r w:rsidRPr="00B81C62">
              <w:rPr>
                <w:rFonts w:cs="Arial"/>
                <w:i/>
                <w:iCs/>
              </w:rPr>
              <w:t xml:space="preserve">pex6 </w:t>
            </w:r>
            <w:r w:rsidRPr="00B81C62">
              <w:rPr>
                <w:rFonts w:cs="Arial"/>
                <w:iCs/>
              </w:rPr>
              <w:t xml:space="preserve">showed impaired peroxisomal protein localisation with growth defect in the presence of glucose but unconnected to the virulence factor formation; intriguingly, however, deletion of </w:t>
            </w:r>
            <w:r w:rsidRPr="00B81C62">
              <w:rPr>
                <w:rFonts w:cs="Arial"/>
                <w:i/>
                <w:iCs/>
              </w:rPr>
              <w:t>Hxk2</w:t>
            </w:r>
            <w:r w:rsidRPr="00B81C62">
              <w:rPr>
                <w:rFonts w:cs="Arial"/>
                <w:i/>
                <w:iCs/>
                <w:lang w:val="x-none"/>
              </w:rPr>
              <w:t xml:space="preserve"> </w:t>
            </w:r>
            <w:r w:rsidRPr="00B81C62">
              <w:rPr>
                <w:rFonts w:cs="Arial"/>
                <w:iCs/>
              </w:rPr>
              <w:t xml:space="preserve">in the </w:t>
            </w:r>
            <w:r w:rsidRPr="00B81C62">
              <w:rPr>
                <w:rFonts w:cs="Arial"/>
                <w:i/>
                <w:iCs/>
                <w:lang w:val="x-none"/>
              </w:rPr>
              <w:t>Δ</w:t>
            </w:r>
            <w:r w:rsidRPr="00B81C62">
              <w:rPr>
                <w:rFonts w:cs="Arial"/>
                <w:i/>
                <w:iCs/>
              </w:rPr>
              <w:t xml:space="preserve">pex1 </w:t>
            </w:r>
            <w:r w:rsidRPr="00B81C62">
              <w:rPr>
                <w:rFonts w:cs="Arial"/>
              </w:rPr>
              <w:t xml:space="preserve">background </w:t>
            </w:r>
            <w:r w:rsidRPr="00B81C62">
              <w:rPr>
                <w:rFonts w:cs="Arial"/>
                <w:iCs/>
              </w:rPr>
              <w:t>mutants restored the growth defect</w:t>
            </w:r>
            <w:r w:rsidRPr="00B81C62">
              <w:rPr>
                <w:rFonts w:cs="Arial"/>
                <w:i/>
                <w:iCs/>
              </w:rPr>
              <w:t xml:space="preserve"> </w:t>
            </w:r>
            <w:r w:rsidRPr="00B81C62">
              <w:rPr>
                <w:rFonts w:cs="Arial"/>
                <w:iCs/>
              </w:rPr>
              <w:fldChar w:fldCharType="begin">
                <w:fldData xml:space="preserve">PEVuZE5vdGU+PENpdGU+PEF1dGhvcj5JZG51cm08L0F1dGhvcj48WWVhcj4yMDA3PC9ZZWFyPjxS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PEVuZE5vdGU+PENpdGU+PEF1dGhvcj5JZG51cm08L0F1dGhvcj48WWVhcj4yMDA3PC9ZZWFyPjxS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[88]</w:t>
            </w:r>
            <w:r w:rsidRPr="00B81C62">
              <w:rPr>
                <w:rFonts w:cs="Arial"/>
                <w:iCs/>
              </w:rPr>
              <w:fldChar w:fldCharType="end"/>
            </w:r>
          </w:p>
        </w:tc>
      </w:tr>
      <w:tr w:rsidR="00B81C62" w:rsidRPr="00B81C62" w14:paraId="36A87829" w14:textId="77777777" w:rsidTr="00B81C62">
        <w:tc>
          <w:tcPr>
            <w:tcW w:w="939" w:type="pct"/>
            <w:tcBorders>
              <w:bottom w:val="single" w:sz="4" w:space="0" w:color="auto"/>
            </w:tcBorders>
            <w:shd w:val="clear" w:color="auto" w:fill="auto"/>
            <w:vAlign w:val="center"/>
          </w:tcPr>
          <w:p w14:paraId="759831A1" w14:textId="781684F9"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pho4, </w:t>
            </w:r>
            <w:r w:rsidRPr="00B81C62">
              <w:rPr>
                <w:rFonts w:cs="Arial"/>
                <w:i/>
                <w:iCs/>
                <w:lang w:val="x-none"/>
              </w:rPr>
              <w:t>Δ</w:t>
            </w:r>
            <w:r w:rsidRPr="00B81C62">
              <w:rPr>
                <w:rFonts w:cs="Arial"/>
                <w:i/>
                <w:iCs/>
              </w:rPr>
              <w:t xml:space="preserve">kcs1, </w:t>
            </w:r>
            <w:r w:rsidRPr="00B81C62">
              <w:rPr>
                <w:rFonts w:cs="Arial"/>
                <w:i/>
                <w:iCs/>
                <w:lang w:val="x-none"/>
              </w:rPr>
              <w:t>Δ</w:t>
            </w:r>
            <w:r w:rsidRPr="00B81C62">
              <w:rPr>
                <w:rFonts w:cs="Arial"/>
                <w:i/>
                <w:iCs/>
              </w:rPr>
              <w:t xml:space="preserve">arg1, </w:t>
            </w:r>
            <w:r w:rsidRPr="00B81C62">
              <w:rPr>
                <w:rFonts w:cs="Arial"/>
                <w:i/>
                <w:iCs/>
                <w:lang w:val="x-none"/>
              </w:rPr>
              <w:t>Δ</w:t>
            </w:r>
            <w:r w:rsidRPr="00B81C62">
              <w:rPr>
                <w:rFonts w:cs="Arial"/>
                <w:i/>
                <w:iCs/>
              </w:rPr>
              <w:t>asp1</w:t>
            </w:r>
          </w:p>
        </w:tc>
        <w:tc>
          <w:tcPr>
            <w:tcW w:w="4061" w:type="pct"/>
            <w:tcBorders>
              <w:top w:val="nil"/>
              <w:bottom w:val="single" w:sz="4" w:space="0" w:color="auto"/>
            </w:tcBorders>
            <w:shd w:val="clear" w:color="auto" w:fill="auto"/>
            <w:vAlign w:val="center"/>
          </w:tcPr>
          <w:p w14:paraId="6AB4D6FC" w14:textId="4D829581" w:rsidR="00B81C62" w:rsidRPr="00B81C62" w:rsidRDefault="00B81C62" w:rsidP="00B81C62">
            <w:pPr>
              <w:tabs>
                <w:tab w:val="left" w:pos="0"/>
              </w:tabs>
              <w:jc w:val="left"/>
              <w:rPr>
                <w:rFonts w:cs="Arial"/>
                <w:iCs/>
              </w:rPr>
            </w:pPr>
            <w:r w:rsidRPr="00B81C62">
              <w:rPr>
                <w:rFonts w:cs="Arial"/>
                <w:iCs/>
              </w:rPr>
              <w:t xml:space="preserve">Displayed a drastic defective/delayed growth in phosphate-depleted minimal media, but </w:t>
            </w:r>
            <w:r w:rsidRPr="00B81C62">
              <w:rPr>
                <w:rFonts w:cs="Arial"/>
                <w:i/>
                <w:iCs/>
                <w:lang w:val="x-none"/>
              </w:rPr>
              <w:t>Δ</w:t>
            </w:r>
            <w:r w:rsidRPr="00B81C62">
              <w:rPr>
                <w:rFonts w:cs="Arial"/>
                <w:i/>
                <w:iCs/>
                <w:lang w:val="en-US"/>
              </w:rPr>
              <w:t>asp1</w:t>
            </w:r>
            <w:r w:rsidRPr="00B81C62">
              <w:rPr>
                <w:rFonts w:cs="Arial"/>
                <w:iCs/>
              </w:rPr>
              <w:t xml:space="preserve"> mutant remained unaffected. Impaired biosynthesis of inositol polyphosphate due to inability to upregulate phosphate acquisition/sensing genes (PHO genes) </w:t>
            </w:r>
            <w:r w:rsidRPr="00B81C62">
              <w:rPr>
                <w:rFonts w:cs="Arial"/>
                <w:iCs/>
              </w:rPr>
              <w:fldChar w:fldCharType="begin">
                <w:fldData xml:space="preserve">PEVuZE5vdGU+PENpdGU+PEF1dGhvcj5EZXNtYXJpbmk8L0F1dGhvcj48WWVhcj4yMDIwPC9ZZWFy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</w:fldData>
              </w:fldChar>
            </w:r>
            <w:r w:rsidR="00706F40">
              <w:rPr>
                <w:rFonts w:cs="Arial"/>
                <w:iCs/>
              </w:rPr>
              <w:instrText xml:space="preserve"> ADDIN EN.CITE </w:instrText>
            </w:r>
            <w:r w:rsidR="00706F40">
              <w:rPr>
                <w:rFonts w:cs="Arial"/>
                <w:iCs/>
              </w:rPr>
              <w:fldChar w:fldCharType="begin">
                <w:fldData xml:space="preserve">PEVuZE5vdGU+PENpdGU+PEF1dGhvcj5EZXNtYXJpbmk8L0F1dGhvcj48WWVhcj4yMDIwPC9ZZWFy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[93]</w:t>
            </w:r>
            <w:r w:rsidRPr="00B81C62">
              <w:rPr>
                <w:rFonts w:cs="Arial"/>
                <w:iCs/>
              </w:rPr>
              <w:fldChar w:fldCharType="end"/>
            </w:r>
            <w:r w:rsidRPr="00B81C62">
              <w:rPr>
                <w:rFonts w:cs="Arial"/>
                <w:iCs/>
              </w:rPr>
              <w:t xml:space="preserve">; however, </w:t>
            </w:r>
            <w:r w:rsidRPr="00B81C62">
              <w:rPr>
                <w:rFonts w:cs="Arial"/>
                <w:i/>
                <w:iCs/>
                <w:lang w:val="x-none"/>
              </w:rPr>
              <w:t>Δ</w:t>
            </w:r>
            <w:r w:rsidRPr="00B81C62">
              <w:rPr>
                <w:rFonts w:cs="Arial"/>
                <w:i/>
                <w:iCs/>
                <w:lang w:val="en-US"/>
              </w:rPr>
              <w:t xml:space="preserve">kcs1 </w:t>
            </w:r>
            <w:r w:rsidRPr="00B81C62">
              <w:rPr>
                <w:rFonts w:cs="Arial"/>
                <w:lang w:val="en-US"/>
              </w:rPr>
              <w:t xml:space="preserve">mutant of </w:t>
            </w:r>
            <w:r w:rsidR="00AD31E3" w:rsidRPr="00AD31E3">
              <w:rPr>
                <w:rFonts w:cs="Arial"/>
                <w:i/>
                <w:iCs/>
                <w:lang w:val="x-none"/>
              </w:rPr>
              <w:t>S. cerevisiae</w:t>
            </w:r>
            <w:r w:rsidRPr="00B81C62">
              <w:rPr>
                <w:rFonts w:cs="Arial"/>
                <w:i/>
                <w:iCs/>
                <w:lang w:val="en-US"/>
              </w:rPr>
              <w:t xml:space="preserve"> </w:t>
            </w:r>
            <w:r w:rsidRPr="00B81C62">
              <w:rPr>
                <w:rFonts w:cs="Arial"/>
                <w:lang w:val="en-US"/>
              </w:rPr>
              <w:t xml:space="preserve">displayed hyperactivation of PHO pathway </w:t>
            </w:r>
            <w:r w:rsidRPr="00B81C62">
              <w:rPr>
                <w:rFonts w:cs="Arial"/>
                <w:lang w:val="en-US"/>
              </w:rPr>
              <w:fldChar w:fldCharType="begin">
                <w:fldData xml:space="preserve">PEVuZE5vdGU+PENpdGU+PEF1dGhvcj5BdWVzdWthcmVlPC9BdXRob3I+PFllYXI+MjAwNTwvWWVh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</w:fldData>
              </w:fldChar>
            </w:r>
            <w:r w:rsidR="00706F40">
              <w:rPr>
                <w:rFonts w:cs="Arial"/>
                <w:lang w:val="en-US"/>
              </w:rPr>
              <w:instrText xml:space="preserve"> ADDIN EN.CITE </w:instrText>
            </w:r>
            <w:r w:rsidR="00706F40">
              <w:rPr>
                <w:rFonts w:cs="Arial"/>
                <w:lang w:val="en-US"/>
              </w:rPr>
              <w:fldChar w:fldCharType="begin">
                <w:fldData xml:space="preserve">PEVuZE5vdGU+PENpdGU+PEF1dGhvcj5BdWVzdWthcmVlPC9BdXRob3I+PFllYXI+MjAwNTwvWWVh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[128]</w:t>
            </w:r>
            <w:r w:rsidRPr="00B81C62">
              <w:rPr>
                <w:rFonts w:cs="Arial"/>
                <w:lang w:val="en-US"/>
              </w:rPr>
              <w:fldChar w:fldCharType="end"/>
            </w:r>
            <w:r w:rsidRPr="00B81C62">
              <w:rPr>
                <w:rFonts w:cs="Arial"/>
                <w:iCs/>
              </w:rPr>
              <w:t xml:space="preserve">. The </w:t>
            </w:r>
            <w:r w:rsidRPr="00B81C62">
              <w:rPr>
                <w:rFonts w:cs="Arial"/>
                <w:i/>
                <w:iCs/>
                <w:lang w:val="x-none"/>
              </w:rPr>
              <w:t>Δ</w:t>
            </w:r>
            <w:r w:rsidRPr="00B81C62">
              <w:rPr>
                <w:rFonts w:cs="Arial"/>
                <w:i/>
                <w:iCs/>
                <w:lang w:val="en-US"/>
              </w:rPr>
              <w:t xml:space="preserve">arg1 </w:t>
            </w:r>
            <w:r w:rsidRPr="00B81C62">
              <w:rPr>
                <w:rFonts w:cs="Arial"/>
                <w:lang w:val="en-US"/>
              </w:rPr>
              <w:t xml:space="preserve">and </w:t>
            </w:r>
            <w:r w:rsidRPr="00B81C62">
              <w:rPr>
                <w:rFonts w:cs="Arial"/>
                <w:i/>
                <w:iCs/>
                <w:lang w:val="x-none"/>
              </w:rPr>
              <w:t>Δ</w:t>
            </w:r>
            <w:r w:rsidRPr="00B81C62">
              <w:rPr>
                <w:rFonts w:cs="Arial"/>
                <w:i/>
                <w:iCs/>
                <w:lang w:val="en-US"/>
              </w:rPr>
              <w:t>kcs1</w:t>
            </w:r>
            <w:r w:rsidRPr="00B81C62">
              <w:rPr>
                <w:rFonts w:cs="Arial"/>
                <w:lang w:val="en-US"/>
              </w:rPr>
              <w:t xml:space="preserve"> failed to produce PP-IP</w:t>
            </w:r>
            <w:r w:rsidRPr="00B81C62">
              <w:rPr>
                <w:rFonts w:cs="Arial"/>
                <w:vertAlign w:val="subscript"/>
                <w:lang w:val="en-US"/>
              </w:rPr>
              <w:t>5</w:t>
            </w:r>
            <w:r w:rsidRPr="00B81C62">
              <w:rPr>
                <w:rFonts w:cs="Arial"/>
                <w:lang w:val="en-US"/>
              </w:rPr>
              <w:t>/IP</w:t>
            </w:r>
            <w:r w:rsidRPr="00B81C62">
              <w:rPr>
                <w:rFonts w:cs="Arial"/>
                <w:vertAlign w:val="subscript"/>
                <w:lang w:val="en-US"/>
              </w:rPr>
              <w:t>7</w:t>
            </w:r>
            <w:r w:rsidRPr="00B81C62">
              <w:rPr>
                <w:rFonts w:cs="Arial"/>
                <w:lang w:val="en-US"/>
              </w:rPr>
              <w:t xml:space="preserve">, </w:t>
            </w:r>
            <w:r w:rsidRPr="00B81C62">
              <w:rPr>
                <w:rFonts w:cs="Arial"/>
                <w:i/>
                <w:iCs/>
                <w:lang w:val="x-none"/>
              </w:rPr>
              <w:t>Δ</w:t>
            </w:r>
            <w:r w:rsidRPr="00B81C62">
              <w:rPr>
                <w:rFonts w:cs="Arial"/>
                <w:i/>
                <w:iCs/>
                <w:lang w:val="en-US"/>
              </w:rPr>
              <w:t xml:space="preserve">kcs1 </w:t>
            </w:r>
            <w:r w:rsidRPr="00B81C62">
              <w:rPr>
                <w:rFonts w:cs="Arial"/>
                <w:lang w:val="en-US"/>
              </w:rPr>
              <w:t>failed to produce PP-IP</w:t>
            </w:r>
            <w:r w:rsidRPr="00B81C62">
              <w:rPr>
                <w:rFonts w:cs="Arial"/>
                <w:vertAlign w:val="subscript"/>
                <w:lang w:val="en-US"/>
              </w:rPr>
              <w:t>4</w:t>
            </w:r>
            <w:r w:rsidRPr="00B81C62">
              <w:rPr>
                <w:rFonts w:cs="Arial"/>
                <w:lang w:val="en-US"/>
              </w:rPr>
              <w:t xml:space="preserve">, and </w:t>
            </w:r>
            <w:r w:rsidRPr="00B81C62">
              <w:rPr>
                <w:rFonts w:cs="Arial"/>
                <w:i/>
                <w:iCs/>
                <w:lang w:val="x-none"/>
              </w:rPr>
              <w:t>Δ</w:t>
            </w:r>
            <w:r w:rsidRPr="00B81C62">
              <w:rPr>
                <w:rFonts w:cs="Arial"/>
                <w:i/>
                <w:iCs/>
                <w:lang w:val="en-US"/>
              </w:rPr>
              <w:t>asp1</w:t>
            </w:r>
            <w:r w:rsidRPr="00B81C62">
              <w:rPr>
                <w:rFonts w:cs="Arial"/>
                <w:lang w:val="en-US"/>
              </w:rPr>
              <w:t xml:space="preserve"> failed to produce (PP)</w:t>
            </w:r>
            <w:r w:rsidRPr="00B81C62">
              <w:rPr>
                <w:rFonts w:cs="Arial"/>
                <w:vertAlign w:val="subscript"/>
                <w:lang w:val="en-US"/>
              </w:rPr>
              <w:t>2</w:t>
            </w:r>
            <w:r w:rsidRPr="00B81C62">
              <w:rPr>
                <w:rFonts w:cs="Arial"/>
                <w:lang w:val="en-US"/>
              </w:rPr>
              <w:t>-IP</w:t>
            </w:r>
            <w:r w:rsidRPr="00B81C62">
              <w:rPr>
                <w:rFonts w:cs="Arial"/>
                <w:vertAlign w:val="subscript"/>
                <w:lang w:val="en-US"/>
              </w:rPr>
              <w:t>4</w:t>
            </w:r>
            <w:r w:rsidRPr="00B81C62">
              <w:rPr>
                <w:rFonts w:cs="Arial"/>
                <w:lang w:val="en-US"/>
              </w:rPr>
              <w:t>/IP</w:t>
            </w:r>
            <w:r w:rsidRPr="00B81C62">
              <w:rPr>
                <w:rFonts w:cs="Arial"/>
                <w:vertAlign w:val="subscript"/>
                <w:lang w:val="en-US"/>
              </w:rPr>
              <w:t>8</w:t>
            </w:r>
            <w:r w:rsidRPr="00B81C62">
              <w:rPr>
                <w:rFonts w:cs="Arial"/>
                <w:lang w:val="en-US"/>
              </w:rPr>
              <w:t xml:space="preserve">; therefore, </w:t>
            </w:r>
            <w:r w:rsidRPr="00B81C62">
              <w:rPr>
                <w:rFonts w:cs="Arial"/>
                <w:i/>
                <w:iCs/>
                <w:lang w:val="x-none"/>
              </w:rPr>
              <w:t>Δ</w:t>
            </w:r>
            <w:r w:rsidRPr="00B81C62">
              <w:rPr>
                <w:rFonts w:cs="Arial"/>
                <w:i/>
                <w:iCs/>
                <w:lang w:val="en-US"/>
              </w:rPr>
              <w:t>arg1</w:t>
            </w:r>
            <w:r w:rsidRPr="00B81C62">
              <w:rPr>
                <w:rFonts w:cs="Arial"/>
                <w:i/>
                <w:iCs/>
                <w:lang w:val="x-none"/>
              </w:rPr>
              <w:t>Δ</w:t>
            </w:r>
            <w:r w:rsidRPr="00B81C62">
              <w:rPr>
                <w:rFonts w:cs="Arial"/>
                <w:i/>
                <w:iCs/>
                <w:lang w:val="en-US"/>
              </w:rPr>
              <w:t xml:space="preserve">kcs1 </w:t>
            </w:r>
            <w:r w:rsidRPr="00B81C62">
              <w:rPr>
                <w:rFonts w:cs="Arial"/>
                <w:lang w:val="en-US"/>
              </w:rPr>
              <w:t xml:space="preserve">mutants displayed </w:t>
            </w:r>
            <w:r w:rsidRPr="00B81C62">
              <w:rPr>
                <w:rFonts w:cs="Arial"/>
                <w:iCs/>
              </w:rPr>
              <w:t xml:space="preserve">attenuated growth, poor cell wall integrity, poor melanin production, a reduced urease activity, and impaired mating filament </w:t>
            </w:r>
            <w:r w:rsidRPr="00B81C62">
              <w:rPr>
                <w:rFonts w:cs="Arial"/>
                <w:iCs/>
              </w:rPr>
              <w:fldChar w:fldCharType="begin"/>
            </w:r>
            <w:r w:rsidR="00706F40">
              <w:rPr>
                <w:rFonts w:cs="Arial"/>
                <w:iCs/>
              </w:rPr>
              <w:instrText xml:space="preserve"> ADDIN EN.CITE &lt;EndNote&gt;&lt;Cite&gt;&lt;Author&gt;Li&lt;/Author&gt;&lt;Year&gt;2016&lt;/Year&gt;&lt;RecNum&gt;560&lt;/RecNum&gt;&lt;DisplayText&gt;&lt;style size="10"&gt;[94]&lt;/style&gt;&lt;/DisplayText&gt;&lt;record&gt;&lt;rec-number&gt;560&lt;/rec-number&gt;&lt;foreign-keys&gt;&lt;key app="EN" db-id="2ef9ffxzfstzs5e9dzov9txxs20trda0deex" timestamp="1670427304"&gt;560&lt;/key&gt;&lt;/foreign-keys&gt;&lt;ref-type name="Journal Article"&gt;17&lt;/ref-type&gt;&lt;contributors&gt;&lt;authors&gt;&lt;author&gt;Li, Cecilia&lt;/author&gt;&lt;author&gt;Lev, Sophie&lt;/author&gt;&lt;author&gt;Saiardi, Adolfo&lt;/author&gt;&lt;author&gt;Desmarini, Desmarini&lt;/author&gt;&lt;author&gt;Sorrell, Tania C&lt;/author&gt;&lt;author&gt;Djordjevic, Julianne T&lt;/author&gt;&lt;/authors&gt;&lt;/contributors&gt;&lt;titles&gt;&lt;title&gt;Identification of a major IP5 kinase in Cryptococcus neoformans confirms that PP-IP5/IP7, not IP6, is essential for virulence&lt;/title&gt;&lt;secondary-title&gt;Scientific reports&lt;/secondary-title&gt;&lt;/titles&gt;&lt;periodical&gt;&lt;full-title&gt;Scientific reports&lt;/full-title&gt;&lt;/periodical&gt;&lt;pages&gt;1-13&lt;/pages&gt;&lt;volume&gt;6&lt;/volume&gt;&lt;number&gt;1&lt;/number&gt;&lt;dates&gt;&lt;year&gt;2016&lt;/year&gt;&lt;/dates&gt;&lt;isbn&gt;2045-2322&lt;/isbn&gt;&lt;urls&gt;&lt;/urls&gt;&lt;/record&gt;&lt;/Cite&gt;&lt;/EndNote&gt;</w:instrText>
            </w:r>
            <w:r w:rsidRPr="00B81C62">
              <w:rPr>
                <w:rFonts w:cs="Arial"/>
                <w:iCs/>
              </w:rPr>
              <w:fldChar w:fldCharType="separate"/>
            </w:r>
            <w:r w:rsidR="00706F40">
              <w:rPr>
                <w:rFonts w:cs="Arial"/>
                <w:iCs/>
                <w:noProof/>
              </w:rPr>
              <w:t>[94]</w:t>
            </w:r>
            <w:r w:rsidRPr="00B81C62">
              <w:rPr>
                <w:rFonts w:cs="Arial"/>
                <w:iCs/>
              </w:rPr>
              <w:fldChar w:fldCharType="end"/>
            </w:r>
            <w:r w:rsidRPr="00B81C62">
              <w:rPr>
                <w:rFonts w:cs="Arial"/>
                <w:iCs/>
              </w:rPr>
              <w:t xml:space="preserve">. Again, </w:t>
            </w:r>
            <w:r w:rsidRPr="00B81C62">
              <w:rPr>
                <w:rFonts w:cs="Arial"/>
                <w:i/>
                <w:iCs/>
                <w:lang w:val="x-none"/>
              </w:rPr>
              <w:t>Δ</w:t>
            </w:r>
            <w:r w:rsidRPr="00B81C62">
              <w:rPr>
                <w:rFonts w:cs="Arial"/>
                <w:i/>
                <w:iCs/>
                <w:lang w:val="en-US"/>
              </w:rPr>
              <w:t xml:space="preserve">asp1 </w:t>
            </w:r>
            <w:r w:rsidRPr="00B81C62">
              <w:rPr>
                <w:rFonts w:cs="Arial"/>
                <w:lang w:val="en-US"/>
              </w:rPr>
              <w:t xml:space="preserve">mutant showed similar virulence with the </w:t>
            </w:r>
            <w:r w:rsidRPr="00B81C62">
              <w:rPr>
                <w:rFonts w:cs="Arial"/>
                <w:i/>
                <w:iCs/>
                <w:lang w:val="en-US"/>
              </w:rPr>
              <w:t xml:space="preserve">wt </w:t>
            </w:r>
            <w:r w:rsidRPr="00B81C62">
              <w:rPr>
                <w:rFonts w:cs="Arial"/>
                <w:lang w:val="en-US"/>
              </w:rPr>
              <w:t>– an indication that IP</w:t>
            </w:r>
            <w:r w:rsidRPr="00B81C62">
              <w:rPr>
                <w:rFonts w:cs="Arial"/>
                <w:vertAlign w:val="subscript"/>
                <w:lang w:val="en-US"/>
              </w:rPr>
              <w:t>8</w:t>
            </w:r>
            <w:r w:rsidRPr="00B81C62">
              <w:rPr>
                <w:rFonts w:cs="Arial"/>
                <w:lang w:val="en-US"/>
              </w:rPr>
              <w:t xml:space="preserve"> is dispensable for virulence, unlike IP</w:t>
            </w:r>
            <w:r w:rsidRPr="00B81C62">
              <w:rPr>
                <w:rFonts w:cs="Arial"/>
                <w:vertAlign w:val="subscript"/>
                <w:lang w:val="en-US"/>
              </w:rPr>
              <w:t xml:space="preserve">7 </w:t>
            </w:r>
            <w:r w:rsidRPr="00B81C62">
              <w:rPr>
                <w:rFonts w:cs="Arial"/>
                <w:lang w:val="en-US"/>
              </w:rPr>
              <w:fldChar w:fldCharType="begin"/>
            </w:r>
            <w:r w:rsidR="00706F40">
              <w:rPr>
                <w:rFonts w:cs="Arial"/>
                <w:lang w:val="en-US"/>
              </w:rPr>
              <w:instrText xml:space="preserve"> ADDIN EN.CITE &lt;EndNote&gt;&lt;Cite&gt;&lt;Author&gt;Lev&lt;/Author&gt;&lt;Year&gt;2015&lt;/Year&gt;&lt;RecNum&gt;561&lt;/RecNum&gt;&lt;DisplayText&gt;&lt;style size="10"&gt;[95]&lt;/style&gt;&lt;/DisplayText&gt;&lt;record&gt;&lt;rec-number&gt;561&lt;/rec-number&gt;&lt;foreign-keys&gt;&lt;key app="EN" db-id="2ef9ffxzfstzs5e9dzov9txxs20trda0deex" timestamp="1670427328"&gt;561&lt;/key&gt;&lt;/foreign-keys&gt;&lt;ref-type name="Journal Article"&gt;17&lt;/ref-type&gt;&lt;contributors&gt;&lt;authors&gt;&lt;author&gt;Lev, Sophie&lt;/author&gt;&lt;author&gt;Li, Cecilia&lt;/author&gt;&lt;author&gt;Desmarini, Desmarini&lt;/author&gt;&lt;author&gt;Saiardi, Adolfo&lt;/author&gt;&lt;author&gt;Fewings, Nicole L&lt;/author&gt;&lt;author&gt;Schibeci, Stephen D&lt;/author&gt;&lt;author&gt;Sharma, Raghwa&lt;/author&gt;&lt;author&gt;Sorrell, Tania C&lt;/author&gt;&lt;author&gt;Djordjevic, Julianne T&lt;/author&gt;&lt;/authors&gt;&lt;/contributors&gt;&lt;titles&gt;&lt;title&gt;Fungal inositol pyrophosphate IP7 is crucial for metabolic adaptation to the host environment and pathogenicity&lt;/title&gt;&lt;secondary-title&gt;MBio&lt;/secondary-title&gt;&lt;/titles&gt;&lt;periodical&gt;&lt;full-title&gt;MBio&lt;/full-title&gt;&lt;/periodical&gt;&lt;pages&gt;e00531-15&lt;/pages&gt;&lt;volume&gt;6&lt;/volume&gt;&lt;number&gt;3&lt;/number&gt;&lt;dates&gt;&lt;year&gt;2015&lt;/year&gt;&lt;/dates&gt;&lt;isbn&gt;2161-2129&lt;/isbn&gt;&lt;urls&gt;&lt;/urls&gt;&lt;/record&gt;&lt;/Cite&gt;&lt;/EndNote&gt;</w:instrText>
            </w:r>
            <w:r w:rsidRPr="00B81C62">
              <w:rPr>
                <w:rFonts w:cs="Arial"/>
                <w:lang w:val="en-US"/>
              </w:rPr>
              <w:fldChar w:fldCharType="separate"/>
            </w:r>
            <w:r w:rsidR="00706F40">
              <w:rPr>
                <w:rFonts w:cs="Arial"/>
                <w:noProof/>
                <w:lang w:val="en-US"/>
              </w:rPr>
              <w:t>[95]</w:t>
            </w:r>
            <w:r w:rsidRPr="00B81C62">
              <w:rPr>
                <w:rFonts w:cs="Arial"/>
                <w:lang w:val="en-US"/>
              </w:rPr>
              <w:fldChar w:fldCharType="end"/>
            </w:r>
          </w:p>
        </w:tc>
      </w:tr>
      <w:tr w:rsidR="00B81C62" w:rsidRPr="00B81C62" w14:paraId="7497735D" w14:textId="77777777" w:rsidTr="00B81C62">
        <w:tc>
          <w:tcPr>
            <w:tcW w:w="939" w:type="pct"/>
            <w:tcBorders>
              <w:bottom w:val="single" w:sz="4" w:space="0" w:color="auto"/>
            </w:tcBorders>
            <w:shd w:val="clear" w:color="auto" w:fill="auto"/>
            <w:vAlign w:val="center"/>
          </w:tcPr>
          <w:p w14:paraId="624A099E" w14:textId="7131BAF5"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pho81</w:t>
            </w:r>
          </w:p>
        </w:tc>
        <w:tc>
          <w:tcPr>
            <w:tcW w:w="4061" w:type="pct"/>
            <w:tcBorders>
              <w:top w:val="nil"/>
              <w:bottom w:val="single" w:sz="4" w:space="0" w:color="auto"/>
            </w:tcBorders>
            <w:shd w:val="clear" w:color="auto" w:fill="auto"/>
            <w:vAlign w:val="center"/>
          </w:tcPr>
          <w:p w14:paraId="4D5FF06D" w14:textId="0FF9C29E" w:rsidR="00B81C62" w:rsidRPr="00B81C62" w:rsidRDefault="00B81C62" w:rsidP="00B81C62">
            <w:pPr>
              <w:tabs>
                <w:tab w:val="left" w:pos="0"/>
              </w:tabs>
              <w:jc w:val="left"/>
              <w:rPr>
                <w:rFonts w:cs="Arial"/>
                <w:iCs/>
              </w:rPr>
            </w:pPr>
            <w:r w:rsidRPr="00B81C62">
              <w:rPr>
                <w:rFonts w:cs="Arial"/>
              </w:rPr>
              <w:t>Failure of IP</w:t>
            </w:r>
            <w:r w:rsidRPr="00B81C62">
              <w:rPr>
                <w:rFonts w:cs="Arial"/>
                <w:vertAlign w:val="subscript"/>
              </w:rPr>
              <w:t>7</w:t>
            </w:r>
            <w:r w:rsidRPr="00B81C62">
              <w:rPr>
                <w:rFonts w:cs="Arial"/>
              </w:rPr>
              <w:t xml:space="preserve"> to interact with mutated Pho81 (a CDK inhibitor); dramatic loss of virulence in a mouse infection model with drastic tissue burden CFU reduction in the lung and brain of the infected mouse </w:t>
            </w:r>
            <w:r w:rsidRPr="00B81C62">
              <w:rPr>
                <w:rFonts w:cs="Arial"/>
              </w:rPr>
              <w:fldChar w:fldCharType="begin">
                <w:fldData xml:space="preserve">PEVuZE5vdGU+PENpdGU+PEF1dGhvcj5EZXNtYXJpbmk8L0F1dGhvcj48WWVhcj4yMDIwPC9ZZWFy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</w:fldData>
              </w:fldChar>
            </w:r>
            <w:r w:rsidR="00706F40">
              <w:rPr>
                <w:rFonts w:cs="Arial"/>
              </w:rPr>
              <w:instrText xml:space="preserve"> ADDIN EN.CITE </w:instrText>
            </w:r>
            <w:r w:rsidR="00706F40">
              <w:rPr>
                <w:rFonts w:cs="Arial"/>
              </w:rPr>
              <w:fldChar w:fldCharType="begin">
                <w:fldData xml:space="preserve">PEVuZE5vdGU+PENpdGU+PEF1dGhvcj5EZXNtYXJpbmk8L0F1dGhvcj48WWVhcj4yMDIwPC9ZZWFy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[93]</w:t>
            </w:r>
            <w:r w:rsidRPr="00B81C62">
              <w:rPr>
                <w:rFonts w:cs="Arial"/>
              </w:rPr>
              <w:fldChar w:fldCharType="end"/>
            </w:r>
          </w:p>
        </w:tc>
      </w:tr>
      <w:tr w:rsidR="00B81C62" w:rsidRPr="00B81C62" w14:paraId="4DB91682" w14:textId="77777777" w:rsidTr="00B81C62">
        <w:tc>
          <w:tcPr>
            <w:tcW w:w="939" w:type="pct"/>
            <w:tcBorders>
              <w:bottom w:val="single" w:sz="4" w:space="0" w:color="auto"/>
            </w:tcBorders>
            <w:shd w:val="clear" w:color="auto" w:fill="auto"/>
            <w:vAlign w:val="center"/>
          </w:tcPr>
          <w:p w14:paraId="6E3D7EB2" w14:textId="50A152F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pho84, </w:t>
            </w:r>
            <w:r w:rsidRPr="00B81C62">
              <w:rPr>
                <w:rFonts w:cs="Arial"/>
                <w:i/>
                <w:iCs/>
                <w:lang w:val="x-none"/>
              </w:rPr>
              <w:t>Δ</w:t>
            </w:r>
            <w:r w:rsidRPr="00B81C62">
              <w:rPr>
                <w:rFonts w:cs="Arial"/>
                <w:i/>
                <w:iCs/>
              </w:rPr>
              <w:t xml:space="preserve">pho89, </w:t>
            </w:r>
            <w:r w:rsidRPr="00B81C62">
              <w:rPr>
                <w:rFonts w:cs="Arial"/>
                <w:iCs/>
              </w:rPr>
              <w:t xml:space="preserve">and </w:t>
            </w:r>
            <w:r w:rsidRPr="00B81C62">
              <w:rPr>
                <w:rFonts w:cs="Arial"/>
                <w:i/>
                <w:iCs/>
                <w:lang w:val="x-none"/>
              </w:rPr>
              <w:t>Δ</w:t>
            </w:r>
            <w:r w:rsidRPr="00B81C62">
              <w:rPr>
                <w:rFonts w:cs="Arial"/>
                <w:i/>
                <w:iCs/>
              </w:rPr>
              <w:t>pho840</w:t>
            </w:r>
          </w:p>
        </w:tc>
        <w:tc>
          <w:tcPr>
            <w:tcW w:w="4061" w:type="pct"/>
            <w:tcBorders>
              <w:top w:val="nil"/>
              <w:bottom w:val="single" w:sz="4" w:space="0" w:color="auto"/>
            </w:tcBorders>
            <w:shd w:val="clear" w:color="auto" w:fill="auto"/>
            <w:vAlign w:val="center"/>
          </w:tcPr>
          <w:p w14:paraId="48325379" w14:textId="5861D825" w:rsidR="00B81C62" w:rsidRPr="00B81C62" w:rsidRDefault="00B81C62" w:rsidP="00B81C62">
            <w:pPr>
              <w:tabs>
                <w:tab w:val="left" w:pos="0"/>
              </w:tabs>
              <w:jc w:val="left"/>
              <w:rPr>
                <w:rFonts w:cs="Arial"/>
              </w:rPr>
            </w:pPr>
            <w:bookmarkStart w:id="8" w:name="OLE_LINK55"/>
            <w:r w:rsidRPr="00B81C62">
              <w:rPr>
                <w:rFonts w:cs="Arial"/>
                <w:i/>
                <w:iCs/>
              </w:rPr>
              <w:t>ΔΔΔpho</w:t>
            </w:r>
            <w:r w:rsidRPr="00B81C62">
              <w:rPr>
                <w:rFonts w:cs="Arial"/>
                <w:iCs/>
              </w:rPr>
              <w:t xml:space="preserve"> </w:t>
            </w:r>
            <w:bookmarkEnd w:id="8"/>
            <w:r w:rsidRPr="00B81C62">
              <w:rPr>
                <w:rFonts w:cs="Arial"/>
                <w:iCs/>
              </w:rPr>
              <w:t xml:space="preserve">mutants are less susceptibility to zinc better than single/double deleted mutants with better growth at </w:t>
            </w:r>
            <w:r w:rsidRPr="00B81C62">
              <w:rPr>
                <w:rFonts w:cs="Arial"/>
              </w:rPr>
              <w:t>30</w:t>
            </w:r>
            <w:r w:rsidRPr="00B81C62">
              <w:rPr>
                <w:rFonts w:cs="Arial"/>
                <w:vertAlign w:val="superscript"/>
              </w:rPr>
              <w:t>o</w:t>
            </w:r>
            <w:r w:rsidRPr="00B81C62">
              <w:rPr>
                <w:rFonts w:cs="Arial"/>
              </w:rPr>
              <w:t>C than 37</w:t>
            </w:r>
            <w:r w:rsidRPr="00B81C62">
              <w:rPr>
                <w:rFonts w:cs="Arial"/>
                <w:vertAlign w:val="superscript"/>
              </w:rPr>
              <w:t>o</w:t>
            </w:r>
            <w:r w:rsidRPr="00B81C62">
              <w:rPr>
                <w:rFonts w:cs="Arial"/>
              </w:rPr>
              <w:t xml:space="preserve">C; however, mutants involving </w:t>
            </w:r>
            <w:r w:rsidRPr="00B81C62">
              <w:rPr>
                <w:rFonts w:cs="Arial"/>
                <w:i/>
                <w:iCs/>
              </w:rPr>
              <w:t xml:space="preserve">Pho840 </w:t>
            </w:r>
            <w:r w:rsidRPr="00B81C62">
              <w:rPr>
                <w:rFonts w:cs="Arial"/>
              </w:rPr>
              <w:t xml:space="preserve">deletion </w:t>
            </w:r>
            <w:r w:rsidRPr="00B81C62">
              <w:rPr>
                <w:rFonts w:cs="Arial"/>
                <w:iCs/>
              </w:rPr>
              <w:t>and any other</w:t>
            </w:r>
            <w:r w:rsidRPr="00B81C62">
              <w:rPr>
                <w:rFonts w:cs="Arial"/>
              </w:rPr>
              <w:t xml:space="preserve"> are susceptible to CsA or CsA+calcium but not calcium only (because high-affinity phosphate transporter Pho80-Pho85 complex, excluding Pho840, inhibits Crz1</w:t>
            </w:r>
            <w:r w:rsidRPr="00B81C62">
              <w:rPr>
                <w:rFonts w:cs="Arial"/>
                <w:i/>
              </w:rPr>
              <w:t>-</w:t>
            </w:r>
            <w:r w:rsidRPr="00B81C62">
              <w:rPr>
                <w:rFonts w:cs="Arial"/>
              </w:rPr>
              <w:t>Cna1</w:t>
            </w:r>
            <w:r w:rsidRPr="00B81C62">
              <w:rPr>
                <w:rFonts w:cs="Arial"/>
                <w:i/>
              </w:rPr>
              <w:t xml:space="preserve"> </w:t>
            </w:r>
            <w:r w:rsidRPr="00B81C62">
              <w:rPr>
                <w:rFonts w:cs="Arial"/>
              </w:rPr>
              <w:t xml:space="preserve">activation) – this shows the inherent preference of Pho840 for CsA. The </w:t>
            </w:r>
            <w:r w:rsidRPr="00B81C62">
              <w:rPr>
                <w:rFonts w:cs="Arial"/>
                <w:i/>
                <w:iCs/>
              </w:rPr>
              <w:t>ΔΔΔpho</w:t>
            </w:r>
            <w:r w:rsidRPr="00B81C62">
              <w:rPr>
                <w:rFonts w:cs="Arial"/>
                <w:iCs/>
              </w:rPr>
              <w:t xml:space="preserve"> </w:t>
            </w:r>
            <w:r w:rsidRPr="00B81C62">
              <w:rPr>
                <w:rFonts w:cs="Arial"/>
              </w:rPr>
              <w:t xml:space="preserve">mutants are slightly susceptible to calcium only. Irrespective of the carbon sources and temperature, the single/double deleted mutants showed no growth defects. However, the </w:t>
            </w:r>
            <w:r w:rsidRPr="00B81C62">
              <w:rPr>
                <w:rFonts w:cs="Arial"/>
                <w:i/>
                <w:iCs/>
              </w:rPr>
              <w:t>ΔΔΔpho</w:t>
            </w:r>
            <w:r w:rsidRPr="00B81C62">
              <w:rPr>
                <w:rFonts w:cs="Arial"/>
                <w:iCs/>
              </w:rPr>
              <w:t xml:space="preserve"> </w:t>
            </w:r>
            <w:r w:rsidRPr="00B81C62">
              <w:rPr>
                <w:rFonts w:cs="Arial"/>
              </w:rPr>
              <w:t xml:space="preserve">mutants showed </w:t>
            </w:r>
            <w:r w:rsidRPr="00B81C62">
              <w:rPr>
                <w:rFonts w:cs="Arial"/>
              </w:rPr>
              <w:lastRenderedPageBreak/>
              <w:t>better growth at 30</w:t>
            </w:r>
            <w:r w:rsidRPr="00B81C62">
              <w:rPr>
                <w:rFonts w:cs="Arial"/>
                <w:vertAlign w:val="superscript"/>
              </w:rPr>
              <w:t>o</w:t>
            </w:r>
            <w:r w:rsidRPr="00B81C62">
              <w:rPr>
                <w:rFonts w:cs="Arial"/>
              </w:rPr>
              <w:t>C, characterised by a lower percentage of irregularly enlarged cell sizes than at 37</w:t>
            </w:r>
            <w:r w:rsidRPr="00B81C62">
              <w:rPr>
                <w:rFonts w:cs="Arial"/>
                <w:vertAlign w:val="superscript"/>
              </w:rPr>
              <w:t>o</w:t>
            </w:r>
            <w:r w:rsidRPr="00B81C62">
              <w:rPr>
                <w:rFonts w:cs="Arial"/>
              </w:rPr>
              <w:t xml:space="preserve">C. These mutants showed </w:t>
            </w:r>
            <w:r w:rsidRPr="00B81C62">
              <w:rPr>
                <w:rFonts w:cs="Arial"/>
                <w:iCs/>
              </w:rPr>
              <w:t xml:space="preserve">increased resistance to heavy metals but were susceptible to sodium and manganese </w:t>
            </w:r>
            <w:r w:rsidRPr="00B81C62">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[40]</w:t>
            </w:r>
            <w:r w:rsidRPr="00B81C62">
              <w:rPr>
                <w:rFonts w:cs="Arial"/>
                <w:iCs/>
              </w:rPr>
              <w:fldChar w:fldCharType="end"/>
            </w:r>
          </w:p>
        </w:tc>
      </w:tr>
      <w:tr w:rsidR="00B81C62" w:rsidRPr="00B81C62" w14:paraId="57D234C0" w14:textId="77777777" w:rsidTr="00B81C62">
        <w:tc>
          <w:tcPr>
            <w:tcW w:w="939" w:type="pct"/>
            <w:tcBorders>
              <w:bottom w:val="single" w:sz="4" w:space="0" w:color="auto"/>
            </w:tcBorders>
            <w:shd w:val="clear" w:color="auto" w:fill="auto"/>
            <w:vAlign w:val="center"/>
          </w:tcPr>
          <w:p w14:paraId="58741F35" w14:textId="363E8FE1"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 xml:space="preserve">pka1, </w:t>
            </w:r>
            <w:r w:rsidRPr="00B81C62">
              <w:rPr>
                <w:rFonts w:cs="Arial"/>
                <w:i/>
                <w:iCs/>
                <w:lang w:val="x-none"/>
              </w:rPr>
              <w:t>Δ</w:t>
            </w:r>
            <w:r w:rsidRPr="00B81C62">
              <w:rPr>
                <w:rFonts w:cs="Arial"/>
                <w:i/>
                <w:iCs/>
              </w:rPr>
              <w:t>pkr1</w:t>
            </w:r>
          </w:p>
        </w:tc>
        <w:tc>
          <w:tcPr>
            <w:tcW w:w="4061" w:type="pct"/>
            <w:tcBorders>
              <w:top w:val="nil"/>
              <w:bottom w:val="single" w:sz="4" w:space="0" w:color="auto"/>
            </w:tcBorders>
            <w:shd w:val="clear" w:color="auto" w:fill="auto"/>
            <w:vAlign w:val="center"/>
          </w:tcPr>
          <w:p w14:paraId="79DE14D5" w14:textId="1E55B758" w:rsidR="00B81C62" w:rsidRPr="00B81C62" w:rsidRDefault="00B81C62" w:rsidP="00B81C62">
            <w:pPr>
              <w:tabs>
                <w:tab w:val="left" w:pos="0"/>
              </w:tabs>
              <w:jc w:val="left"/>
              <w:rPr>
                <w:rFonts w:cs="Arial"/>
                <w:i/>
                <w:iCs/>
              </w:rPr>
            </w:pPr>
            <w:r w:rsidRPr="00B81C62">
              <w:rPr>
                <w:rFonts w:cs="Arial"/>
                <w:iCs/>
              </w:rPr>
              <w:t xml:space="preserve">There was no significant growth defect in a phosphate-limiting condition, irrespective of the carbon source. The </w:t>
            </w:r>
            <w:r w:rsidRPr="00B81C62">
              <w:rPr>
                <w:rFonts w:cs="Arial"/>
                <w:i/>
                <w:iCs/>
              </w:rPr>
              <w:t xml:space="preserve">Δpka1 </w:t>
            </w:r>
            <w:r w:rsidRPr="00B81C62">
              <w:rPr>
                <w:rFonts w:cs="Arial"/>
                <w:iCs/>
              </w:rPr>
              <w:t xml:space="preserve">mutant is characterised by Cfo1p mislocalisation. In the presence of zinc, </w:t>
            </w:r>
            <w:r w:rsidRPr="00B81C62">
              <w:rPr>
                <w:rFonts w:cs="Arial"/>
              </w:rPr>
              <w:t>30</w:t>
            </w:r>
            <w:r w:rsidRPr="00B81C62">
              <w:rPr>
                <w:rFonts w:cs="Arial"/>
                <w:vertAlign w:val="superscript"/>
              </w:rPr>
              <w:t>o</w:t>
            </w:r>
            <w:r w:rsidRPr="00B81C62">
              <w:rPr>
                <w:rFonts w:cs="Arial"/>
              </w:rPr>
              <w:t>C favours growth almost equally in both mutants but 37</w:t>
            </w:r>
            <w:r w:rsidRPr="00B81C62">
              <w:rPr>
                <w:rFonts w:cs="Arial"/>
                <w:vertAlign w:val="superscript"/>
              </w:rPr>
              <w:t>o</w:t>
            </w:r>
            <w:r w:rsidRPr="00B81C62">
              <w:rPr>
                <w:rFonts w:cs="Arial"/>
              </w:rPr>
              <w:t xml:space="preserve">C favours growth in </w:t>
            </w:r>
            <w:r w:rsidRPr="00B81C62">
              <w:rPr>
                <w:rFonts w:cs="Arial"/>
                <w:i/>
                <w:iCs/>
              </w:rPr>
              <w:t>Δpka1</w:t>
            </w:r>
            <w:r w:rsidRPr="00B81C62">
              <w:rPr>
                <w:rFonts w:cs="Arial"/>
                <w:iCs/>
              </w:rPr>
              <w:t xml:space="preserve"> while </w:t>
            </w:r>
            <w:r w:rsidRPr="00B81C62">
              <w:rPr>
                <w:rFonts w:cs="Arial"/>
                <w:i/>
                <w:iCs/>
              </w:rPr>
              <w:t xml:space="preserve">Δpkr1 </w:t>
            </w:r>
            <w:r w:rsidRPr="00B81C62">
              <w:rPr>
                <w:rFonts w:cs="Arial"/>
                <w:iCs/>
              </w:rPr>
              <w:t xml:space="preserve">failed to grow. From 30 to </w:t>
            </w:r>
            <w:r w:rsidRPr="00B81C62">
              <w:rPr>
                <w:rFonts w:cs="Arial"/>
              </w:rPr>
              <w:t>37</w:t>
            </w:r>
            <w:r w:rsidRPr="00B81C62">
              <w:rPr>
                <w:rFonts w:cs="Arial"/>
                <w:vertAlign w:val="superscript"/>
              </w:rPr>
              <w:t>o</w:t>
            </w:r>
            <w:r w:rsidRPr="00B81C62">
              <w:rPr>
                <w:rFonts w:cs="Arial"/>
              </w:rPr>
              <w:t>C</w:t>
            </w:r>
            <w:r w:rsidRPr="00B81C62">
              <w:rPr>
                <w:rFonts w:cs="Arial"/>
                <w:iCs/>
              </w:rPr>
              <w:t xml:space="preserve">, </w:t>
            </w:r>
            <w:r w:rsidRPr="00B81C62">
              <w:rPr>
                <w:rFonts w:cs="Arial"/>
                <w:i/>
                <w:iCs/>
              </w:rPr>
              <w:t xml:space="preserve">Δpkr1 </w:t>
            </w:r>
            <w:r w:rsidRPr="00B81C62">
              <w:rPr>
                <w:rFonts w:cs="Arial"/>
                <w:iCs/>
              </w:rPr>
              <w:t xml:space="preserve">mutants failed to grow in the presence of CsA, but </w:t>
            </w:r>
            <w:r w:rsidRPr="00B81C62">
              <w:rPr>
                <w:rFonts w:cs="Arial"/>
                <w:i/>
                <w:iCs/>
              </w:rPr>
              <w:t xml:space="preserve">Δpka1 </w:t>
            </w:r>
            <w:r w:rsidRPr="00B81C62">
              <w:rPr>
                <w:rFonts w:cs="Arial"/>
                <w:iCs/>
              </w:rPr>
              <w:t xml:space="preserve">was resistant. Likewise, the </w:t>
            </w:r>
            <w:r w:rsidRPr="00B81C62">
              <w:rPr>
                <w:rFonts w:cs="Arial"/>
                <w:i/>
                <w:iCs/>
              </w:rPr>
              <w:t xml:space="preserve">Δpka1 </w:t>
            </w:r>
            <w:r w:rsidRPr="00B81C62">
              <w:rPr>
                <w:rFonts w:cs="Arial"/>
                <w:iCs/>
              </w:rPr>
              <w:t xml:space="preserve">mutant was resistant to heavy metals, manganese, calcium, and CsA+calcium because </w:t>
            </w:r>
            <w:r w:rsidRPr="00B81C62">
              <w:rPr>
                <w:rFonts w:cs="Arial"/>
              </w:rPr>
              <w:t>Pka1</w:t>
            </w:r>
            <w:r w:rsidRPr="00B81C62">
              <w:rPr>
                <w:rFonts w:cs="Arial"/>
                <w:iCs/>
              </w:rPr>
              <w:t xml:space="preserve"> negatively regulates Crz1-Cna1 activation, but </w:t>
            </w:r>
            <w:r w:rsidRPr="00B81C62">
              <w:rPr>
                <w:rFonts w:cs="Arial"/>
                <w:i/>
                <w:iCs/>
              </w:rPr>
              <w:t xml:space="preserve">Δpkr1 </w:t>
            </w:r>
            <w:r w:rsidRPr="00B81C62">
              <w:rPr>
                <w:rFonts w:cs="Arial"/>
                <w:iCs/>
              </w:rPr>
              <w:t xml:space="preserve">was susceptible to CsA+calcium in the same way with CsA, heavy metals, and manganese. Each mutant showed no growth defect in the presence of sodium. Each mutant showed no growth defect in YPD, but </w:t>
            </w:r>
            <w:r w:rsidRPr="00B81C62">
              <w:rPr>
                <w:rFonts w:cs="Arial"/>
                <w:i/>
                <w:iCs/>
              </w:rPr>
              <w:t xml:space="preserve">Δpka1 </w:t>
            </w:r>
            <w:r w:rsidRPr="00B81C62">
              <w:rPr>
                <w:rFonts w:cs="Arial"/>
                <w:iCs/>
              </w:rPr>
              <w:t xml:space="preserve">mutant is susceptible to macrophage killing </w:t>
            </w:r>
            <w:r w:rsidRPr="00B81C62">
              <w:rPr>
                <w:rFonts w:cs="Arial"/>
                <w:iCs/>
              </w:rPr>
              <w:fldChar w:fldCharType="begin">
                <w:fldData xml:space="preserve">PEVuZE5vdGU+PENpdGU+PEF1dGhvcj5GYW48L0F1dGhvcj48WWVhcj4yMDA1PC9ZZWFyPjxSZWNO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PEVuZE5vdGU+PENpdGU+PEF1dGhvcj5GYW48L0F1dGhvcj48WWVhcj4yMDA1PC9ZZWFyPjxSZWNO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[30,40]</w:t>
            </w:r>
            <w:r w:rsidRPr="00B81C62">
              <w:rPr>
                <w:rFonts w:cs="Arial"/>
                <w:iCs/>
              </w:rPr>
              <w:fldChar w:fldCharType="end"/>
            </w:r>
          </w:p>
        </w:tc>
      </w:tr>
      <w:tr w:rsidR="00B81C62" w:rsidRPr="00B81C62" w14:paraId="4D96AB52" w14:textId="77777777" w:rsidTr="00B81C62">
        <w:tc>
          <w:tcPr>
            <w:tcW w:w="939" w:type="pct"/>
            <w:tcBorders>
              <w:bottom w:val="single" w:sz="4" w:space="0" w:color="auto"/>
            </w:tcBorders>
            <w:shd w:val="clear" w:color="auto" w:fill="auto"/>
            <w:vAlign w:val="center"/>
          </w:tcPr>
          <w:p w14:paraId="35B9767E" w14:textId="2837592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pkc1</w:t>
            </w:r>
          </w:p>
        </w:tc>
        <w:tc>
          <w:tcPr>
            <w:tcW w:w="4061" w:type="pct"/>
            <w:tcBorders>
              <w:top w:val="nil"/>
              <w:bottom w:val="single" w:sz="4" w:space="0" w:color="auto"/>
            </w:tcBorders>
            <w:shd w:val="clear" w:color="auto" w:fill="auto"/>
            <w:vAlign w:val="center"/>
          </w:tcPr>
          <w:p w14:paraId="27038875" w14:textId="1F86AC48" w:rsidR="00B81C62" w:rsidRPr="00B81C62" w:rsidRDefault="00B81C62" w:rsidP="00B81C62">
            <w:pPr>
              <w:tabs>
                <w:tab w:val="left" w:pos="0"/>
              </w:tabs>
              <w:jc w:val="left"/>
              <w:rPr>
                <w:rFonts w:cs="Arial"/>
                <w:iCs/>
              </w:rPr>
            </w:pPr>
            <w:r w:rsidRPr="00B81C62">
              <w:rPr>
                <w:rFonts w:cs="Arial"/>
                <w:iCs/>
              </w:rPr>
              <w:t xml:space="preserve">Loss of C1 domain of Pkc1 that binds DAG leading to improper localisation of active laccase hence reduction in the cell wall integrity </w:t>
            </w:r>
            <w:r w:rsidRPr="00B81C62">
              <w:rPr>
                <w:rFonts w:cs="Arial"/>
                <w:iCs/>
              </w:rPr>
              <w:fldChar w:fldCharType="begin"/>
            </w:r>
            <w:r w:rsidR="00706F40">
              <w:rPr>
                <w:rFonts w:cs="Arial"/>
                <w:iCs/>
              </w:rPr>
              <w:instrText xml:space="preserve"> ADDIN EN.CITE &lt;EndNote&gt;&lt;Cite&gt;&lt;Author&gt;Heung&lt;/Author&gt;&lt;Year&gt;2005&lt;/Year&gt;&lt;RecNum&gt;256&lt;/RecNum&gt;&lt;DisplayText&gt;&lt;style size="10"&gt;[129]&lt;/style&gt;&lt;/DisplayText&gt;&lt;record&gt;&lt;rec-number&gt;256&lt;/rec-number&gt;&lt;foreign-keys&gt;&lt;key app="EN" db-id="2ef9ffxzfstzs5e9dzov9txxs20trda0deex" timestamp="1600548804"&gt;256&lt;/key&gt;&lt;/foreign-keys&gt;&lt;ref-type name="Journal Article"&gt;17&lt;/ref-type&gt;&lt;contributors&gt;&lt;authors&gt;&lt;author&gt;Heung, L. J.&lt;/author&gt;&lt;author&gt;Kaiser, A. E.&lt;/author&gt;&lt;author&gt;Luberto, C.&lt;/author&gt;&lt;author&gt;Del Poeta, M.&lt;/author&gt;&lt;/authors&gt;&lt;/contributors&gt;&lt;auth-address&gt;Department of Biochemistry and Molecular Biology and Microbiology and Immunology, Medical University of South Carolina, Charleston, South Carolina 29425, USA.&lt;/auth-address&gt;&lt;titles&gt;&lt;title&gt;The role and mechanism of diacylglycerol-protein kinase C1 signaling in melanogenesis by Cryptococcus neoformans&lt;/title&gt;&lt;secondary-title&gt;J Biol Chem&lt;/secondary-title&gt;&lt;/titles&gt;&lt;periodical&gt;&lt;full-title&gt;J Biol Chem&lt;/full-title&gt;&lt;/periodical&gt;&lt;pages&gt;28547-55&lt;/pages&gt;&lt;volume&gt;280&lt;/volume&gt;&lt;number&gt;31&lt;/number&gt;&lt;edition&gt;20050609&lt;/edition&gt;&lt;keywords&gt;&lt;keyword&gt;Base Sequence&lt;/keyword&gt;&lt;keyword&gt;Cryptococcus neoformans/growth &amp;amp; development/*metabolism&lt;/keyword&gt;&lt;keyword&gt;Enzyme Activation&lt;/keyword&gt;&lt;keyword&gt;Fungal Proteins/metabolism&lt;/keyword&gt;&lt;keyword&gt;Lipid Metabolism&lt;/keyword&gt;&lt;keyword&gt;Melanins/biosynthesis&lt;/keyword&gt;&lt;keyword&gt;Protein Kinase C/*metabolism&lt;/keyword&gt;&lt;keyword&gt;Recombinant Proteins/metabolism&lt;/keyword&gt;&lt;/keywords&gt;&lt;dates&gt;&lt;year&gt;2005&lt;/year&gt;&lt;pub-dates&gt;&lt;date&gt;Aug 5&lt;/date&gt;&lt;/pub-dates&gt;&lt;/dates&gt;&lt;publisher&gt;ASBMB&lt;/publisher&gt;&lt;isbn&gt;0021-9258 (Print)&amp;#xD;0021-9258 (Linking)&lt;/isbn&gt;&lt;accession-num&gt;15946943&lt;/accession-num&gt;&lt;urls&gt;&lt;related-urls&gt;&lt;url&gt;https://www.ncbi.nlm.nih.gov/pubmed/15946943&lt;/url&gt;&lt;/related-urls&gt;&lt;/urls&gt;&lt;electronic-resource-num&gt;10.1074/jbc.M503404200&lt;/electronic-resource-num&gt;&lt;remote-database-name&gt;Medline&lt;/remote-database-name&gt;&lt;remote-database-provider&gt;NLM&lt;/remote-database-provider&gt;&lt;/record&gt;&lt;/Cite&gt;&lt;/EndNote&gt;</w:instrText>
            </w:r>
            <w:r w:rsidRPr="00B81C62">
              <w:rPr>
                <w:rFonts w:cs="Arial"/>
                <w:iCs/>
              </w:rPr>
              <w:fldChar w:fldCharType="separate"/>
            </w:r>
            <w:r w:rsidR="00706F40">
              <w:rPr>
                <w:rFonts w:cs="Arial"/>
                <w:iCs/>
                <w:noProof/>
              </w:rPr>
              <w:t>[129]</w:t>
            </w:r>
            <w:r w:rsidRPr="00B81C62">
              <w:rPr>
                <w:rFonts w:cs="Arial"/>
                <w:iCs/>
              </w:rPr>
              <w:fldChar w:fldCharType="end"/>
            </w:r>
            <w:r w:rsidRPr="00B81C62">
              <w:rPr>
                <w:rFonts w:cs="Arial"/>
                <w:iCs/>
              </w:rPr>
              <w:t xml:space="preserve">; mutant is sensitive to both nitrosative and oxidative attacks with osmotic instability; </w:t>
            </w:r>
            <w:r w:rsidRPr="00B81C62">
              <w:rPr>
                <w:rFonts w:cs="Arial"/>
                <w:i/>
              </w:rPr>
              <w:t xml:space="preserve">ts </w:t>
            </w:r>
            <w:r w:rsidRPr="00B81C62">
              <w:rPr>
                <w:rFonts w:cs="Arial"/>
                <w:iCs/>
              </w:rPr>
              <w:t xml:space="preserve">mutant that can be rescued by osmotic stabiliser (1 M sorbitol) between 25 –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iCs/>
              </w:rPr>
              <w:t xml:space="preserve">; hypersensitive to cell wall disruptors; impaired capsule and melanin formation even in the presence of 1 M sorbitol. The melanin formation in this mutant is better than the </w:t>
            </w:r>
            <w:r w:rsidRPr="00B81C62">
              <w:rPr>
                <w:rFonts w:cs="Arial"/>
                <w:i/>
                <w:iCs/>
                <w:lang w:val="x-none"/>
              </w:rPr>
              <w:t>Δ</w:t>
            </w:r>
            <w:r w:rsidRPr="00B81C62">
              <w:rPr>
                <w:rFonts w:cs="Arial"/>
                <w:i/>
                <w:iCs/>
                <w:lang w:val="en-US"/>
              </w:rPr>
              <w:t>lac1</w:t>
            </w:r>
            <w:r w:rsidRPr="00B81C62">
              <w:rPr>
                <w:rFonts w:cs="Arial"/>
                <w:i/>
                <w:iCs/>
                <w:lang w:val="x-none"/>
              </w:rPr>
              <w:t>Δ</w:t>
            </w:r>
            <w:r w:rsidRPr="00B81C62">
              <w:rPr>
                <w:rFonts w:cs="Arial"/>
                <w:i/>
                <w:iCs/>
                <w:lang w:val="en-US"/>
              </w:rPr>
              <w:t xml:space="preserve">lac2, </w:t>
            </w:r>
            <w:r w:rsidRPr="00B81C62">
              <w:rPr>
                <w:rFonts w:cs="Arial"/>
                <w:lang w:val="en-US"/>
              </w:rPr>
              <w:t xml:space="preserve">less than the </w:t>
            </w:r>
            <w:r w:rsidRPr="00B81C62">
              <w:rPr>
                <w:rFonts w:cs="Arial"/>
                <w:i/>
                <w:iCs/>
                <w:lang w:val="x-none"/>
              </w:rPr>
              <w:t>Δ</w:t>
            </w:r>
            <w:r w:rsidRPr="00B81C62">
              <w:rPr>
                <w:rFonts w:cs="Arial"/>
                <w:i/>
                <w:iCs/>
                <w:lang w:val="en-US"/>
              </w:rPr>
              <w:t>cku80</w:t>
            </w:r>
            <w:r w:rsidRPr="00B81C62">
              <w:rPr>
                <w:rFonts w:cs="Arial"/>
                <w:i/>
                <w:iCs/>
                <w:lang w:val="x-none"/>
              </w:rPr>
              <w:t>Δ</w:t>
            </w:r>
            <w:r w:rsidRPr="00B81C62">
              <w:rPr>
                <w:rFonts w:cs="Arial"/>
                <w:i/>
                <w:iCs/>
                <w:lang w:val="en-US"/>
              </w:rPr>
              <w:t xml:space="preserve">pkc1, </w:t>
            </w:r>
            <w:r w:rsidRPr="00B81C62">
              <w:rPr>
                <w:rFonts w:cs="Arial"/>
                <w:lang w:val="en-US"/>
              </w:rPr>
              <w:t xml:space="preserve">and far less than </w:t>
            </w:r>
            <w:r w:rsidRPr="00B81C62">
              <w:rPr>
                <w:rFonts w:cs="Arial"/>
                <w:i/>
                <w:iCs/>
                <w:lang w:val="x-none"/>
              </w:rPr>
              <w:t>Δ</w:t>
            </w:r>
            <w:r w:rsidRPr="00B81C62">
              <w:rPr>
                <w:rFonts w:cs="Arial"/>
                <w:i/>
                <w:iCs/>
                <w:lang w:val="en-US"/>
              </w:rPr>
              <w:t xml:space="preserve">cku80 </w:t>
            </w:r>
            <w:r w:rsidRPr="00B81C62">
              <w:rPr>
                <w:rFonts w:cs="Arial"/>
                <w:lang w:val="en-US"/>
              </w:rPr>
              <w:t>mutant</w:t>
            </w:r>
            <w:r w:rsidRPr="00B81C62">
              <w:rPr>
                <w:rFonts w:cs="Arial"/>
                <w:iCs/>
              </w:rPr>
              <w:t xml:space="preserve">; normal chitin and chitosan formation but highly mislocalised </w:t>
            </w:r>
            <w:r w:rsidRPr="00B81C62">
              <w:rPr>
                <w:rFonts w:cs="Arial"/>
                <w:iCs/>
              </w:rPr>
              <w:fldChar w:fldCharType="begin">
                <w:fldData xml:space="preserve">PEVuZE5vdGU+PENpdGU+PEF1dGhvcj5HZXJpazwvQXV0aG9yPjxZZWFyPjIwMDg8L1llYXI+PFJl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</w:fldData>
              </w:fldChar>
            </w:r>
            <w:r w:rsidR="00706F40">
              <w:rPr>
                <w:rFonts w:cs="Arial"/>
                <w:iCs/>
              </w:rPr>
              <w:instrText xml:space="preserve"> ADDIN EN.CITE </w:instrText>
            </w:r>
            <w:r w:rsidR="00706F40">
              <w:rPr>
                <w:rFonts w:cs="Arial"/>
                <w:iCs/>
              </w:rPr>
              <w:fldChar w:fldCharType="begin">
                <w:fldData xml:space="preserve">PEVuZE5vdGU+PENpdGU+PEF1dGhvcj5HZXJpazwvQXV0aG9yPjxZZWFyPjIwMDg8L1llYXI+PFJl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[9]</w:t>
            </w:r>
            <w:r w:rsidRPr="00B81C62">
              <w:rPr>
                <w:rFonts w:cs="Arial"/>
                <w:iCs/>
              </w:rPr>
              <w:fldChar w:fldCharType="end"/>
            </w:r>
          </w:p>
        </w:tc>
      </w:tr>
      <w:tr w:rsidR="00B81C62" w:rsidRPr="00B81C62" w14:paraId="26FEE8DE" w14:textId="77777777" w:rsidTr="00B81C62">
        <w:tc>
          <w:tcPr>
            <w:tcW w:w="939" w:type="pct"/>
            <w:tcBorders>
              <w:bottom w:val="single" w:sz="4" w:space="0" w:color="auto"/>
            </w:tcBorders>
            <w:shd w:val="clear" w:color="auto" w:fill="auto"/>
            <w:vAlign w:val="center"/>
          </w:tcPr>
          <w:p w14:paraId="390374F3" w14:textId="1C385435"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plc1, </w:t>
            </w:r>
            <w:r w:rsidRPr="00B81C62">
              <w:rPr>
                <w:rFonts w:cs="Arial"/>
                <w:i/>
                <w:iCs/>
                <w:lang w:val="x-none"/>
              </w:rPr>
              <w:t>Δ</w:t>
            </w:r>
            <w:r w:rsidRPr="00B81C62">
              <w:rPr>
                <w:rFonts w:cs="Arial"/>
                <w:i/>
                <w:iCs/>
              </w:rPr>
              <w:t>plc2</w:t>
            </w:r>
          </w:p>
        </w:tc>
        <w:tc>
          <w:tcPr>
            <w:tcW w:w="4061" w:type="pct"/>
            <w:tcBorders>
              <w:top w:val="nil"/>
              <w:bottom w:val="single" w:sz="4" w:space="0" w:color="auto"/>
            </w:tcBorders>
            <w:shd w:val="clear" w:color="auto" w:fill="auto"/>
            <w:vAlign w:val="center"/>
          </w:tcPr>
          <w:p w14:paraId="54AA5EAD" w14:textId="5D2D83E0" w:rsidR="00B81C62" w:rsidRPr="00B81C62" w:rsidRDefault="00B81C62" w:rsidP="00B81C62">
            <w:pPr>
              <w:tabs>
                <w:tab w:val="left" w:pos="0"/>
              </w:tabs>
              <w:jc w:val="left"/>
              <w:rPr>
                <w:rFonts w:cs="Arial"/>
                <w:iCs/>
              </w:rPr>
            </w:pPr>
            <w:r w:rsidRPr="00B81C62">
              <w:rPr>
                <w:rFonts w:cs="Arial"/>
                <w:lang w:val="en-US"/>
              </w:rPr>
              <w:t xml:space="preserve">The </w:t>
            </w:r>
            <w:r w:rsidRPr="00B81C62">
              <w:rPr>
                <w:rFonts w:cs="Arial"/>
                <w:i/>
                <w:iCs/>
                <w:lang w:val="x-none"/>
              </w:rPr>
              <w:t>Δ</w:t>
            </w:r>
            <w:r w:rsidRPr="00B81C62">
              <w:rPr>
                <w:rFonts w:cs="Arial"/>
                <w:i/>
                <w:iCs/>
                <w:lang w:val="en-US"/>
              </w:rPr>
              <w:t xml:space="preserve">plc1 </w:t>
            </w:r>
            <w:r w:rsidRPr="00B81C62">
              <w:rPr>
                <w:rFonts w:cs="Arial"/>
                <w:lang w:val="en-US"/>
              </w:rPr>
              <w:t>mutant displayed a r</w:t>
            </w:r>
            <w:r w:rsidRPr="00B81C62">
              <w:rPr>
                <w:rFonts w:cs="Arial"/>
                <w:iCs/>
              </w:rPr>
              <w:t>educed expression of phosphatidylinositol</w:t>
            </w:r>
            <w:r w:rsidRPr="00B81C62">
              <w:rPr>
                <w:rFonts w:cs="Cambria Math"/>
                <w:iCs/>
              </w:rPr>
              <w:t>‐</w:t>
            </w:r>
            <w:r w:rsidRPr="00B81C62">
              <w:rPr>
                <w:rFonts w:cs="Arial"/>
                <w:iCs/>
              </w:rPr>
              <w:t xml:space="preserve">specific phospholipase C (PI-PLC); hence no release/secretion of Plb1 from the GPI anchor; unreleased Plb1 accumulated largely within the membrane and cytoplasm, and to some extent, the cell wall; hence, no secreted phospholipase activities (LPL and LPTA); unable to produce melanin due to unexpressed laccase, and failed to grow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iCs/>
              </w:rPr>
              <w:t xml:space="preserve">; defective cell wall and cell morphology characterised with cell aggregation, incomplete bud separation, membrane penetration of the CFW, hypersensitive to SDS and caffeine and sensitive to cell wall disruptors and hyperosmotic conditions; slower growth and unable to activate MAPK in the presence of the cell wall disruptors; avirulent in MIMC with no trace of fungal burden; attenuated virulence in </w:t>
            </w:r>
            <w:r w:rsidRPr="00B81C62">
              <w:rPr>
                <w:rFonts w:cs="Arial"/>
                <w:i/>
              </w:rPr>
              <w:t xml:space="preserve">C. elegans </w:t>
            </w:r>
            <w:r w:rsidRPr="00B81C62">
              <w:rPr>
                <w:rFonts w:cs="Arial"/>
                <w:iCs/>
              </w:rPr>
              <w:t xml:space="preserve">at </w:t>
            </w:r>
            <w:r w:rsidRPr="00B81C62">
              <w:rPr>
                <w:rFonts w:cs="Arial"/>
                <w:lang w:val="x-none"/>
              </w:rPr>
              <w:t>25</w:t>
            </w:r>
            <w:r w:rsidRPr="00B81C62">
              <w:rPr>
                <w:rFonts w:cs="Arial"/>
                <w:vertAlign w:val="superscript"/>
                <w:lang w:val="x-none"/>
              </w:rPr>
              <w:t>o</w:t>
            </w:r>
            <w:r w:rsidRPr="00B81C62">
              <w:rPr>
                <w:rFonts w:cs="Arial"/>
                <w:lang w:val="x-none"/>
              </w:rPr>
              <w:t>C</w:t>
            </w:r>
            <w:r w:rsidRPr="00B81C62">
              <w:rPr>
                <w:rFonts w:cs="Arial"/>
                <w:lang w:val="en-US"/>
              </w:rPr>
              <w:t xml:space="preserve"> despite unaffected capsule formation; hypersensitive to ICZ, VCZ, 5-FC, AmpB but not CpF. The </w:t>
            </w:r>
            <w:r w:rsidRPr="00B81C62">
              <w:rPr>
                <w:rFonts w:cs="Arial"/>
                <w:i/>
                <w:iCs/>
                <w:lang w:val="x-none"/>
              </w:rPr>
              <w:t>Δ</w:t>
            </w:r>
            <w:r w:rsidRPr="00B81C62">
              <w:rPr>
                <w:rFonts w:cs="Arial"/>
                <w:i/>
                <w:iCs/>
                <w:lang w:val="en-US"/>
              </w:rPr>
              <w:t xml:space="preserve">plc2 </w:t>
            </w:r>
            <w:r w:rsidRPr="00B81C62">
              <w:rPr>
                <w:rFonts w:cs="Arial"/>
                <w:lang w:val="en-US"/>
              </w:rPr>
              <w:t xml:space="preserve">mutant displayed the </w:t>
            </w:r>
            <w:r w:rsidRPr="00B81C62">
              <w:rPr>
                <w:rFonts w:cs="Arial"/>
                <w:i/>
                <w:iCs/>
                <w:lang w:val="en-US"/>
              </w:rPr>
              <w:t>wt</w:t>
            </w:r>
            <w:r w:rsidRPr="00B81C62">
              <w:rPr>
                <w:rFonts w:cs="Arial"/>
                <w:lang w:val="en-US"/>
              </w:rPr>
              <w:t xml:space="preserve"> phenotypic traits</w:t>
            </w:r>
            <w:r w:rsidRPr="00B81C62">
              <w:rPr>
                <w:rFonts w:cs="Arial"/>
                <w:lang w:val="x-none"/>
              </w:rPr>
              <w:t xml:space="preserve"> </w:t>
            </w:r>
            <w:r w:rsidRPr="00B81C62">
              <w:rPr>
                <w:rFonts w:cs="Arial"/>
                <w:lang w:val="en-US"/>
              </w:rPr>
              <w:t xml:space="preserve">and was redundantly complementary to </w:t>
            </w:r>
            <w:r w:rsidRPr="00B81C62">
              <w:rPr>
                <w:rFonts w:cs="Arial"/>
                <w:i/>
                <w:iCs/>
                <w:lang w:val="en-US"/>
              </w:rPr>
              <w:t>Plc1</w:t>
            </w:r>
            <w:r w:rsidRPr="00B81C62">
              <w:rPr>
                <w:rFonts w:cs="Arial"/>
                <w:lang w:val="en-US"/>
              </w:rPr>
              <w:t xml:space="preserve"> </w:t>
            </w:r>
            <w:r w:rsidRPr="00B81C62">
              <w:rPr>
                <w:rFonts w:cs="Arial"/>
                <w:lang w:val="x-none"/>
              </w:rPr>
              <w:fldChar w:fldCharType="begin">
                <w:fldData xml:space="preserve">PEVuZE5vdGU+PENpdGU+PEF1dGhvcj5DaGF5YWt1bGtlZXJlZTwvQXV0aG9yPjxZZWFyPjIwMDg8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==
</w:fldData>
              </w:fldChar>
            </w:r>
            <w:r w:rsidR="00706F40">
              <w:rPr>
                <w:rFonts w:cs="Arial"/>
                <w:lang w:val="x-none"/>
              </w:rPr>
              <w:instrText xml:space="preserve"> ADDIN EN.CITE </w:instrText>
            </w:r>
            <w:r w:rsidR="00706F40">
              <w:rPr>
                <w:rFonts w:cs="Arial"/>
                <w:lang w:val="x-none"/>
              </w:rPr>
              <w:fldChar w:fldCharType="begin">
                <w:fldData xml:space="preserve">PEVuZE5vdGU+PENpdGU+PEF1dGhvcj5DaGF5YWt1bGtlZXJlZTwvQXV0aG9yPjxZZWFyPjIwMDg8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==
</w:fldData>
              </w:fldChar>
            </w:r>
            <w:r w:rsidR="00706F40">
              <w:rPr>
                <w:rFonts w:cs="Arial"/>
                <w:lang w:val="x-none"/>
              </w:rPr>
              <w:instrText xml:space="preserve"> ADDIN EN.CITE.DATA </w:instrText>
            </w:r>
            <w:r w:rsidR="00706F40">
              <w:rPr>
                <w:rFonts w:cs="Arial"/>
                <w:lang w:val="x-none"/>
              </w:rPr>
            </w:r>
            <w:r w:rsidR="00706F40">
              <w:rPr>
                <w:rFonts w:cs="Arial"/>
                <w:lang w:val="x-none"/>
              </w:rPr>
              <w:fldChar w:fldCharType="end"/>
            </w:r>
            <w:r w:rsidRPr="00B81C62">
              <w:rPr>
                <w:rFonts w:cs="Arial"/>
                <w:lang w:val="x-none"/>
              </w:rPr>
            </w:r>
            <w:r w:rsidRPr="00B81C62">
              <w:rPr>
                <w:rFonts w:cs="Arial"/>
                <w:lang w:val="x-none"/>
              </w:rPr>
              <w:fldChar w:fldCharType="separate"/>
            </w:r>
            <w:r w:rsidR="00706F40">
              <w:rPr>
                <w:rFonts w:cs="Arial"/>
                <w:noProof/>
                <w:lang w:val="x-none"/>
              </w:rPr>
              <w:t>[130]</w:t>
            </w:r>
            <w:r w:rsidRPr="00B81C62">
              <w:rPr>
                <w:rFonts w:cs="Arial"/>
                <w:lang w:val="x-none"/>
              </w:rPr>
              <w:fldChar w:fldCharType="end"/>
            </w:r>
          </w:p>
        </w:tc>
      </w:tr>
      <w:tr w:rsidR="00B81C62" w:rsidRPr="00B81C62" w14:paraId="4BC474C4" w14:textId="77777777" w:rsidTr="00B81C62">
        <w:tc>
          <w:tcPr>
            <w:tcW w:w="939" w:type="pct"/>
            <w:tcBorders>
              <w:bottom w:val="single" w:sz="4" w:space="0" w:color="auto"/>
            </w:tcBorders>
            <w:shd w:val="clear" w:color="auto" w:fill="auto"/>
            <w:vAlign w:val="center"/>
          </w:tcPr>
          <w:p w14:paraId="506EFFB7" w14:textId="4AC0576C"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pmc1, </w:t>
            </w:r>
            <w:r w:rsidRPr="00B81C62">
              <w:rPr>
                <w:rFonts w:cs="Arial"/>
                <w:i/>
                <w:iCs/>
                <w:lang w:val="x-none"/>
              </w:rPr>
              <w:t>Δ</w:t>
            </w:r>
            <w:r w:rsidRPr="00B81C62">
              <w:rPr>
                <w:rFonts w:cs="Arial"/>
                <w:i/>
                <w:iCs/>
              </w:rPr>
              <w:t>vcx1</w:t>
            </w:r>
          </w:p>
        </w:tc>
        <w:tc>
          <w:tcPr>
            <w:tcW w:w="4061" w:type="pct"/>
            <w:tcBorders>
              <w:top w:val="nil"/>
              <w:bottom w:val="single" w:sz="4" w:space="0" w:color="auto"/>
            </w:tcBorders>
            <w:shd w:val="clear" w:color="auto" w:fill="auto"/>
            <w:vAlign w:val="center"/>
          </w:tcPr>
          <w:p w14:paraId="4D54DD8E" w14:textId="1825B9D7" w:rsidR="00B81C62" w:rsidRPr="00B81C62" w:rsidRDefault="00B81C62" w:rsidP="00B81C62">
            <w:pPr>
              <w:tabs>
                <w:tab w:val="left" w:pos="0"/>
              </w:tabs>
              <w:jc w:val="left"/>
              <w:rPr>
                <w:rFonts w:cs="Arial"/>
                <w:lang w:val="en-US"/>
              </w:rPr>
            </w:pPr>
            <w:r w:rsidRPr="00B81C62">
              <w:rPr>
                <w:rFonts w:cs="Arial"/>
                <w:lang w:val="en-US"/>
              </w:rPr>
              <w:t xml:space="preserve">The </w:t>
            </w:r>
            <w:r w:rsidRPr="00B81C62">
              <w:rPr>
                <w:rFonts w:cs="Arial"/>
                <w:i/>
                <w:iCs/>
                <w:lang w:val="x-none"/>
              </w:rPr>
              <w:t>Δ</w:t>
            </w:r>
            <w:r w:rsidRPr="00B81C62">
              <w:rPr>
                <w:rFonts w:cs="Arial"/>
                <w:i/>
                <w:iCs/>
                <w:lang w:val="en-US"/>
              </w:rPr>
              <w:t>pmc1</w:t>
            </w:r>
            <w:r w:rsidRPr="00B81C62">
              <w:rPr>
                <w:rFonts w:cs="Arial"/>
                <w:lang w:val="en-US"/>
              </w:rPr>
              <w:t xml:space="preserve"> is an avirulent mutant that failed to survive in the brain parenchyma or penetrate the CNS in MIMC due to an appreciable decrease in urease activity and poor Ca</w:t>
            </w:r>
            <w:r w:rsidRPr="00B81C62">
              <w:rPr>
                <w:rFonts w:cs="Arial"/>
                <w:vertAlign w:val="superscript"/>
                <w:lang w:val="en-US"/>
              </w:rPr>
              <w:t>2+</w:t>
            </w:r>
            <w:r w:rsidRPr="00B81C62">
              <w:rPr>
                <w:rFonts w:cs="Arial"/>
                <w:lang w:val="en-US"/>
              </w:rPr>
              <w:t xml:space="preserve"> homeostasis </w:t>
            </w:r>
            <w:r w:rsidRPr="00B81C62">
              <w:rPr>
                <w:rFonts w:cs="Arial"/>
                <w:lang w:val="en-US"/>
              </w:rPr>
              <w:fldChar w:fldCharType="begin">
                <w:fldData xml:space="preserve">PEVuZE5vdGU+PENpdGU+PEF1dGhvcj5LbWV0enNjaDwvQXV0aG9yPjxZZWFyPjIwMTM8L1llYXI+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</w:fldData>
              </w:fldChar>
            </w:r>
            <w:r w:rsidR="00706F40">
              <w:rPr>
                <w:rFonts w:cs="Arial"/>
                <w:lang w:val="en-US"/>
              </w:rPr>
              <w:instrText xml:space="preserve"> ADDIN EN.CITE </w:instrText>
            </w:r>
            <w:r w:rsidR="00706F40">
              <w:rPr>
                <w:rFonts w:cs="Arial"/>
                <w:lang w:val="en-US"/>
              </w:rPr>
              <w:fldChar w:fldCharType="begin">
                <w:fldData xml:space="preserve">PEVuZE5vdGU+PENpdGU+PEF1dGhvcj5LbWV0enNjaDwvQXV0aG9yPjxZZWFyPjIwMTM8L1llYXI+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[131,132]</w:t>
            </w:r>
            <w:r w:rsidRPr="00B81C62">
              <w:rPr>
                <w:rFonts w:cs="Arial"/>
                <w:lang w:val="en-US"/>
              </w:rPr>
              <w:fldChar w:fldCharType="end"/>
            </w:r>
            <w:r w:rsidRPr="00B81C62">
              <w:rPr>
                <w:rFonts w:cs="Arial"/>
                <w:lang w:val="en-US"/>
              </w:rPr>
              <w:t xml:space="preserve">. The </w:t>
            </w:r>
            <w:r w:rsidRPr="00B81C62">
              <w:rPr>
                <w:rFonts w:cs="Arial"/>
                <w:i/>
                <w:iCs/>
                <w:lang w:val="x-none"/>
              </w:rPr>
              <w:t>Δ</w:t>
            </w:r>
            <w:r w:rsidRPr="00B81C62">
              <w:rPr>
                <w:rFonts w:cs="Arial"/>
                <w:i/>
                <w:iCs/>
                <w:lang w:val="en-US"/>
              </w:rPr>
              <w:t xml:space="preserve">vcx1 </w:t>
            </w:r>
            <w:r w:rsidRPr="00B81C62">
              <w:rPr>
                <w:rFonts w:cs="Arial"/>
                <w:lang w:val="en-US"/>
              </w:rPr>
              <w:t xml:space="preserve">mutants are highly virulent, but the </w:t>
            </w:r>
            <w:r w:rsidRPr="00B81C62">
              <w:rPr>
                <w:rFonts w:cs="Arial"/>
                <w:i/>
                <w:iCs/>
                <w:lang w:val="x-none"/>
              </w:rPr>
              <w:t>Δ</w:t>
            </w:r>
            <w:r w:rsidRPr="00B81C62">
              <w:rPr>
                <w:rFonts w:cs="Arial"/>
                <w:i/>
                <w:iCs/>
                <w:lang w:val="en-US"/>
              </w:rPr>
              <w:t>pmc1</w:t>
            </w:r>
            <w:r w:rsidRPr="00B81C62">
              <w:rPr>
                <w:rFonts w:cs="Arial"/>
                <w:i/>
                <w:iCs/>
                <w:lang w:val="x-none"/>
              </w:rPr>
              <w:t>Δ</w:t>
            </w:r>
            <w:r w:rsidRPr="00B81C62">
              <w:rPr>
                <w:rFonts w:cs="Arial"/>
                <w:i/>
                <w:iCs/>
                <w:lang w:val="en-US"/>
              </w:rPr>
              <w:t xml:space="preserve">vcx1 </w:t>
            </w:r>
            <w:r w:rsidRPr="00B81C62">
              <w:rPr>
                <w:rFonts w:cs="Arial"/>
                <w:lang w:val="en-US"/>
              </w:rPr>
              <w:t xml:space="preserve">mutants are avirulent and are more susceptible to macrophage phagocytosis like </w:t>
            </w:r>
            <w:r w:rsidRPr="00B81C62">
              <w:rPr>
                <w:rFonts w:cs="Arial"/>
                <w:i/>
                <w:iCs/>
                <w:lang w:val="x-none"/>
              </w:rPr>
              <w:t>Δ</w:t>
            </w:r>
            <w:r w:rsidRPr="00B81C62">
              <w:rPr>
                <w:rFonts w:cs="Arial"/>
                <w:i/>
                <w:iCs/>
                <w:lang w:val="en-US"/>
              </w:rPr>
              <w:t xml:space="preserve">pmc1 </w:t>
            </w:r>
            <w:r w:rsidRPr="00B81C62">
              <w:rPr>
                <w:rFonts w:cs="Arial"/>
                <w:lang w:val="en-US"/>
              </w:rPr>
              <w:t xml:space="preserve">mutant </w:t>
            </w:r>
            <w:r w:rsidRPr="00B81C62">
              <w:rPr>
                <w:rFonts w:cs="Arial"/>
                <w:lang w:val="en-US"/>
              </w:rPr>
              <w:fldChar w:fldCharType="begin">
                <w:fldData xml:space="preserve">PEVuZE5vdGU+PENpdGU+PEF1dGhvcj5TcXVpemFuaTwvQXV0aG9yPjxZZWFyPjIwMTg8L1llYXI+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=
</w:fldData>
              </w:fldChar>
            </w:r>
            <w:r w:rsidR="00706F40">
              <w:rPr>
                <w:rFonts w:cs="Arial"/>
                <w:lang w:val="en-US"/>
              </w:rPr>
              <w:instrText xml:space="preserve"> ADDIN EN.CITE </w:instrText>
            </w:r>
            <w:r w:rsidR="00706F40">
              <w:rPr>
                <w:rFonts w:cs="Arial"/>
                <w:lang w:val="en-US"/>
              </w:rPr>
              <w:fldChar w:fldCharType="begin">
                <w:fldData xml:space="preserve">PEVuZE5vdGU+PENpdGU+PEF1dGhvcj5TcXVpemFuaTwvQXV0aG9yPjxZZWFyPjIwMTg8L1llYXI+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=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[132]</w:t>
            </w:r>
            <w:r w:rsidRPr="00B81C62">
              <w:rPr>
                <w:rFonts w:cs="Arial"/>
                <w:lang w:val="en-US"/>
              </w:rPr>
              <w:fldChar w:fldCharType="end"/>
            </w:r>
            <w:r w:rsidRPr="00B81C62">
              <w:rPr>
                <w:rFonts w:cs="Arial"/>
                <w:lang w:val="en-US"/>
              </w:rPr>
              <w:t xml:space="preserve">. The </w:t>
            </w:r>
            <w:r w:rsidRPr="00B81C62">
              <w:rPr>
                <w:rFonts w:cs="Arial"/>
                <w:i/>
                <w:iCs/>
                <w:lang w:val="x-none"/>
              </w:rPr>
              <w:t>Δ</w:t>
            </w:r>
            <w:r w:rsidRPr="00B81C62">
              <w:rPr>
                <w:rFonts w:cs="Arial"/>
                <w:i/>
                <w:iCs/>
                <w:lang w:val="en-US"/>
              </w:rPr>
              <w:t xml:space="preserve">vcx1 </w:t>
            </w:r>
            <w:r w:rsidRPr="00B81C62">
              <w:rPr>
                <w:rFonts w:cs="Arial"/>
                <w:lang w:val="en-US"/>
              </w:rPr>
              <w:t>mutants are hypersensitive to CsA at temperatures &gt;</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lang w:val="en-US"/>
              </w:rPr>
              <w:t xml:space="preserve"> even the presence of </w:t>
            </w:r>
            <w:bookmarkStart w:id="9" w:name="OLE_LINK185"/>
            <w:r w:rsidRPr="00B81C62">
              <w:rPr>
                <w:rFonts w:cs="Arial"/>
                <w:lang w:val="en-US"/>
              </w:rPr>
              <w:t>Ca</w:t>
            </w:r>
            <w:r w:rsidRPr="00B81C62">
              <w:rPr>
                <w:rFonts w:cs="Arial"/>
                <w:vertAlign w:val="superscript"/>
                <w:lang w:val="en-US"/>
              </w:rPr>
              <w:t>2+</w:t>
            </w:r>
            <w:bookmarkEnd w:id="9"/>
            <w:r w:rsidRPr="00B81C62">
              <w:rPr>
                <w:rFonts w:cs="Arial"/>
                <w:lang w:val="en-US"/>
              </w:rPr>
              <w:t xml:space="preserve"> or Mn</w:t>
            </w:r>
            <w:r w:rsidRPr="00B81C62">
              <w:rPr>
                <w:rFonts w:cs="Arial"/>
                <w:vertAlign w:val="superscript"/>
                <w:lang w:val="en-US"/>
              </w:rPr>
              <w:t xml:space="preserve">2+ </w:t>
            </w:r>
            <w:r w:rsidRPr="00B81C62">
              <w:rPr>
                <w:rFonts w:cs="Arial"/>
                <w:lang w:val="en-US"/>
              </w:rPr>
              <w:t xml:space="preserve">cannot rescue the growth defect in CsA. The mutant </w:t>
            </w:r>
            <w:r w:rsidRPr="00B81C62">
              <w:rPr>
                <w:rFonts w:cs="Arial"/>
                <w:lang w:val="en-US"/>
              </w:rPr>
              <w:lastRenderedPageBreak/>
              <w:t xml:space="preserve">showed no flaw in the cell wall integrity and capsule size; however, contrary to </w:t>
            </w:r>
            <w:proofErr w:type="spellStart"/>
            <w:r w:rsidRPr="00B81C62">
              <w:rPr>
                <w:rFonts w:cs="Arial"/>
                <w:lang w:val="en-US"/>
              </w:rPr>
              <w:t>Squizani</w:t>
            </w:r>
            <w:proofErr w:type="spellEnd"/>
            <w:r w:rsidRPr="00B81C62">
              <w:rPr>
                <w:rFonts w:cs="Arial"/>
                <w:lang w:val="en-US"/>
              </w:rPr>
              <w:t xml:space="preserve"> </w:t>
            </w:r>
            <w:r w:rsidRPr="00DE5498">
              <w:rPr>
                <w:rFonts w:cs="Arial"/>
                <w:lang w:val="en-US"/>
              </w:rPr>
              <w:t>et al.,</w:t>
            </w:r>
            <w:r w:rsidRPr="00B81C62">
              <w:rPr>
                <w:rFonts w:cs="Arial"/>
                <w:i/>
                <w:iCs/>
                <w:lang w:val="en-US"/>
              </w:rPr>
              <w:t xml:space="preserve"> </w:t>
            </w:r>
            <w:r w:rsidRPr="00B81C62">
              <w:rPr>
                <w:rFonts w:cs="Arial"/>
                <w:lang w:val="en-US"/>
              </w:rPr>
              <w:t xml:space="preserve">2018, it was previously reported that </w:t>
            </w:r>
            <w:r w:rsidRPr="00B81C62">
              <w:rPr>
                <w:rFonts w:cs="Arial"/>
                <w:i/>
                <w:iCs/>
                <w:lang w:val="x-none"/>
              </w:rPr>
              <w:t>Δ</w:t>
            </w:r>
            <w:r w:rsidRPr="00B81C62">
              <w:rPr>
                <w:rFonts w:cs="Arial"/>
                <w:i/>
                <w:iCs/>
                <w:lang w:val="en-US"/>
              </w:rPr>
              <w:t xml:space="preserve">vcx1 </w:t>
            </w:r>
            <w:r w:rsidRPr="00B81C62">
              <w:rPr>
                <w:rFonts w:cs="Arial"/>
                <w:lang w:val="en-US"/>
              </w:rPr>
              <w:t xml:space="preserve">is attenuated in virulence </w:t>
            </w:r>
            <w:r w:rsidRPr="00B81C62">
              <w:rPr>
                <w:rFonts w:cs="Arial"/>
                <w:lang w:val="en-US"/>
              </w:rPr>
              <w:fldChar w:fldCharType="begin"/>
            </w:r>
            <w:r w:rsidR="00706F40">
              <w:rPr>
                <w:rFonts w:cs="Arial"/>
                <w:lang w:val="en-US"/>
              </w:rPr>
              <w:instrText xml:space="preserve"> ADDIN EN.CITE &lt;EndNote&gt;&lt;Cite&gt;&lt;Author&gt;Kmetzsch&lt;/Author&gt;&lt;Year&gt;2010&lt;/Year&gt;&lt;RecNum&gt;558&lt;/RecNum&gt;&lt;DisplayText&gt;&lt;style size="10"&gt;[133]&lt;/style&gt;&lt;/DisplayText&gt;&lt;record&gt;&lt;rec-number&gt;558&lt;/rec-number&gt;&lt;foreign-keys&gt;&lt;key app="EN" db-id="2ef9ffxzfstzs5e9dzov9txxs20trda0deex" timestamp="1670267528"&gt;558&lt;/key&gt;&lt;/foreign-keys&gt;&lt;ref-type name="Journal Article"&gt;17&lt;/ref-type&gt;&lt;contributors&gt;&lt;authors&gt;&lt;author&gt;Kmetzsch, Lívia&lt;/author&gt;&lt;author&gt;Staats, Charley Christian&lt;/author&gt;&lt;author&gt;Simon, Elisa&lt;/author&gt;&lt;author&gt;Fonseca, Fernanda L&lt;/author&gt;&lt;author&gt;de Oliveira, Débora L&lt;/author&gt;&lt;author&gt;Sobrino, Luna&lt;/author&gt;&lt;author&gt;Rodrigues, Jéssica&lt;/author&gt;&lt;author&gt;Leal, Ana Lusia&lt;/author&gt;&lt;author&gt;Nimrichter, Leonardo&lt;/author&gt;&lt;author&gt;Rodrigues, Márcio L&lt;/author&gt;&lt;/authors&gt;&lt;/contributors&gt;&lt;titles&gt;&lt;title&gt;The vacuolar Ca2+ exchanger Vcx1 is involved in calcineurin-dependent Ca2+ tolerance and virulence in Cryptococcus neoformans&lt;/title&gt;&lt;secondary-title&gt;Eukaryotic cell&lt;/secondary-title&gt;&lt;/titles&gt;&lt;periodical&gt;&lt;full-title&gt;Eukaryotic cell&lt;/full-title&gt;&lt;/periodical&gt;&lt;pages&gt;1798-1805&lt;/pages&gt;&lt;volume&gt;9&lt;/volume&gt;&lt;number&gt;11&lt;/number&gt;&lt;dates&gt;&lt;year&gt;2010&lt;/year&gt;&lt;/dates&gt;&lt;isbn&gt;1535-9778&lt;/isbn&gt;&lt;urls&gt;&lt;/urls&gt;&lt;/record&gt;&lt;/Cite&gt;&lt;/EndNote&gt;</w:instrText>
            </w:r>
            <w:r w:rsidRPr="00B81C62">
              <w:rPr>
                <w:rFonts w:cs="Arial"/>
                <w:lang w:val="en-US"/>
              </w:rPr>
              <w:fldChar w:fldCharType="separate"/>
            </w:r>
            <w:r w:rsidR="00706F40">
              <w:rPr>
                <w:rFonts w:cs="Arial"/>
                <w:noProof/>
                <w:lang w:val="en-US"/>
              </w:rPr>
              <w:t>[133]</w:t>
            </w:r>
            <w:r w:rsidRPr="00B81C62">
              <w:rPr>
                <w:rFonts w:cs="Arial"/>
                <w:lang w:val="en-US"/>
              </w:rPr>
              <w:fldChar w:fldCharType="end"/>
            </w:r>
          </w:p>
        </w:tc>
      </w:tr>
      <w:tr w:rsidR="00B81C62" w:rsidRPr="00B81C62" w14:paraId="4FD7C2BC" w14:textId="77777777" w:rsidTr="00B81C62">
        <w:tc>
          <w:tcPr>
            <w:tcW w:w="939" w:type="pct"/>
            <w:tcBorders>
              <w:bottom w:val="single" w:sz="4" w:space="0" w:color="auto"/>
            </w:tcBorders>
            <w:shd w:val="clear" w:color="auto" w:fill="auto"/>
            <w:vAlign w:val="center"/>
          </w:tcPr>
          <w:p w14:paraId="4A909901" w14:textId="23568B14"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pmt4</w:t>
            </w:r>
          </w:p>
        </w:tc>
        <w:tc>
          <w:tcPr>
            <w:tcW w:w="4061" w:type="pct"/>
            <w:tcBorders>
              <w:top w:val="nil"/>
              <w:bottom w:val="single" w:sz="4" w:space="0" w:color="auto"/>
            </w:tcBorders>
            <w:shd w:val="clear" w:color="auto" w:fill="auto"/>
            <w:vAlign w:val="center"/>
          </w:tcPr>
          <w:p w14:paraId="284A9235" w14:textId="1EDA2E9D" w:rsidR="00B81C62" w:rsidRPr="00B81C62" w:rsidRDefault="00B81C62" w:rsidP="00B81C62">
            <w:pPr>
              <w:tabs>
                <w:tab w:val="left" w:pos="0"/>
              </w:tabs>
              <w:jc w:val="left"/>
              <w:rPr>
                <w:rFonts w:cs="Arial"/>
                <w:lang w:val="en-US"/>
              </w:rPr>
            </w:pPr>
            <w:r w:rsidRPr="00B81C62">
              <w:rPr>
                <w:rFonts w:cs="Arial"/>
                <w:i/>
                <w:iCs/>
                <w:lang w:val="x-none"/>
              </w:rPr>
              <w:t>Δ</w:t>
            </w:r>
            <w:r w:rsidRPr="00B81C62">
              <w:rPr>
                <w:rFonts w:cs="Arial"/>
                <w:i/>
                <w:iCs/>
              </w:rPr>
              <w:t xml:space="preserve">pmt4 </w:t>
            </w:r>
            <w:r w:rsidRPr="00B81C62">
              <w:rPr>
                <w:rFonts w:cs="Arial"/>
                <w:iCs/>
              </w:rPr>
              <w:t xml:space="preserve">mutants showed abnormal growth morphology characterised by excessive cell aggregation, an overall decrease in the cell wall-associated glycoprotein, and defective mother-daughter cell separation during cytokinesis (conjoined cells); decreased level of </w:t>
            </w:r>
            <w:r w:rsidRPr="00B81C62">
              <w:rPr>
                <w:rFonts w:cs="Arial"/>
                <w:i/>
              </w:rPr>
              <w:t>Fks1</w:t>
            </w:r>
            <w:r w:rsidRPr="00B81C62">
              <w:rPr>
                <w:rFonts w:cs="Arial"/>
                <w:iCs/>
              </w:rPr>
              <w:t xml:space="preserve"> expression in </w:t>
            </w:r>
            <w:r w:rsidRPr="00B81C62">
              <w:rPr>
                <w:rFonts w:cs="Arial"/>
                <w:i/>
                <w:iCs/>
                <w:lang w:val="x-none"/>
              </w:rPr>
              <w:t>Δ</w:t>
            </w:r>
            <w:r w:rsidRPr="00B81C62">
              <w:rPr>
                <w:rFonts w:cs="Arial"/>
                <w:i/>
                <w:iCs/>
              </w:rPr>
              <w:t xml:space="preserve">pmt4, </w:t>
            </w:r>
            <w:r w:rsidRPr="00B81C62">
              <w:rPr>
                <w:rFonts w:cs="Arial"/>
                <w:iCs/>
              </w:rPr>
              <w:t xml:space="preserve">making this mutant compromising the cell wall integrity and become sensitive to SDS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iCs/>
              </w:rPr>
              <w:t xml:space="preserve"> and AmpB but not echinocandin CpF; attenuated for virulence and pathogenesis in murine inhalation/intravenous injection model of cryptococcosis; similar melanin production with the </w:t>
            </w:r>
            <w:r w:rsidRPr="00B81C62">
              <w:rPr>
                <w:rFonts w:cs="Arial"/>
                <w:i/>
              </w:rPr>
              <w:t xml:space="preserve">wt </w:t>
            </w:r>
            <w:r w:rsidRPr="00B81C62">
              <w:rPr>
                <w:rFonts w:cs="Arial"/>
                <w:iCs/>
              </w:rPr>
              <w:t xml:space="preserve">but capsule production seems to collapse due to unseparated aggregated colonies; morphology of the mutants remained the same as the </w:t>
            </w:r>
            <w:r w:rsidRPr="00B81C62">
              <w:rPr>
                <w:rFonts w:cs="Arial"/>
                <w:i/>
              </w:rPr>
              <w:t>wt</w:t>
            </w:r>
            <w:r w:rsidRPr="00B81C62">
              <w:rPr>
                <w:rFonts w:cs="Arial"/>
                <w:iCs/>
              </w:rPr>
              <w:t xml:space="preserve"> in the lungs and brain of infected murine but displayed conjoined morphology in the spleen as compared to the </w:t>
            </w:r>
            <w:r w:rsidRPr="00B81C62">
              <w:rPr>
                <w:rFonts w:cs="Arial"/>
                <w:i/>
              </w:rPr>
              <w:t>wt</w:t>
            </w:r>
            <w:r w:rsidRPr="00B81C62">
              <w:rPr>
                <w:rFonts w:cs="Arial"/>
                <w:iCs/>
              </w:rPr>
              <w:t xml:space="preserve"> </w:t>
            </w:r>
            <w:r w:rsidRPr="00B81C62">
              <w:rPr>
                <w:rFonts w:cs="Arial"/>
                <w:iCs/>
              </w:rPr>
              <w:fldChar w:fldCharType="begin">
                <w:fldData xml:space="preserve">PEVuZE5vdGU+PENpdGU+PEF1dGhvcj5PbHNvbjwvQXV0aG9yPjxZZWFyPjIwMDc8L1llYXI+PFJl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</w:fldData>
              </w:fldChar>
            </w:r>
            <w:r w:rsidR="00706F40">
              <w:rPr>
                <w:rFonts w:cs="Arial"/>
                <w:iCs/>
              </w:rPr>
              <w:instrText xml:space="preserve"> ADDIN EN.CITE </w:instrText>
            </w:r>
            <w:r w:rsidR="00706F40">
              <w:rPr>
                <w:rFonts w:cs="Arial"/>
                <w:iCs/>
              </w:rPr>
              <w:fldChar w:fldCharType="begin">
                <w:fldData xml:space="preserve">PEVuZE5vdGU+PENpdGU+PEF1dGhvcj5PbHNvbjwvQXV0aG9yPjxZZWFyPjIwMDc8L1llYXI+PFJl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[134]</w:t>
            </w:r>
            <w:r w:rsidRPr="00B81C62">
              <w:rPr>
                <w:rFonts w:cs="Arial"/>
                <w:iCs/>
              </w:rPr>
              <w:fldChar w:fldCharType="end"/>
            </w:r>
          </w:p>
        </w:tc>
      </w:tr>
      <w:tr w:rsidR="00B81C62" w:rsidRPr="00B81C62" w14:paraId="0F669238" w14:textId="77777777" w:rsidTr="00B81C62">
        <w:tc>
          <w:tcPr>
            <w:tcW w:w="939" w:type="pct"/>
            <w:tcBorders>
              <w:bottom w:val="single" w:sz="4" w:space="0" w:color="auto"/>
            </w:tcBorders>
            <w:shd w:val="clear" w:color="auto" w:fill="auto"/>
            <w:vAlign w:val="center"/>
          </w:tcPr>
          <w:p w14:paraId="6D1BD425" w14:textId="6D041C0C"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ptp1</w:t>
            </w:r>
          </w:p>
        </w:tc>
        <w:tc>
          <w:tcPr>
            <w:tcW w:w="4061" w:type="pct"/>
            <w:tcBorders>
              <w:top w:val="nil"/>
              <w:bottom w:val="single" w:sz="4" w:space="0" w:color="auto"/>
            </w:tcBorders>
            <w:shd w:val="clear" w:color="auto" w:fill="auto"/>
            <w:vAlign w:val="center"/>
          </w:tcPr>
          <w:p w14:paraId="5FA671BF" w14:textId="6A102B1B" w:rsidR="00B81C62" w:rsidRPr="00B81C62" w:rsidRDefault="00B81C62" w:rsidP="00B81C62">
            <w:pPr>
              <w:tabs>
                <w:tab w:val="left" w:pos="0"/>
              </w:tabs>
              <w:jc w:val="left"/>
              <w:rPr>
                <w:rFonts w:cs="Arial"/>
                <w:i/>
                <w:iCs/>
                <w:lang w:val="x-none"/>
              </w:rPr>
            </w:pPr>
            <w:r w:rsidRPr="00B81C62">
              <w:rPr>
                <w:rFonts w:cs="Arial"/>
                <w:color w:val="2E2E2E"/>
                <w:shd w:val="clear" w:color="auto" w:fill="FFFFFF"/>
              </w:rPr>
              <w:t xml:space="preserve">Impaired assimilation of polyol sugars and reduced capsular sizes in mannitol-enriched media, but the strain remains virulent </w:t>
            </w:r>
            <w:r w:rsidRPr="00B81C62">
              <w:rPr>
                <w:rFonts w:cs="Arial"/>
                <w:i/>
                <w:iCs/>
                <w:color w:val="2E2E2E"/>
                <w:shd w:val="clear" w:color="auto" w:fill="FFFFFF"/>
              </w:rPr>
              <w:t>in vivo</w:t>
            </w:r>
            <w:r w:rsidRPr="00B81C62">
              <w:rPr>
                <w:rFonts w:cs="Arial"/>
                <w:i/>
                <w:color w:val="2E2E2E"/>
                <w:shd w:val="clear" w:color="auto" w:fill="FFFFFF"/>
              </w:rPr>
              <w:t xml:space="preserve"> </w:t>
            </w:r>
            <w:r w:rsidRPr="00B81C62">
              <w:rPr>
                <w:rFonts w:cs="Arial"/>
                <w:color w:val="2E2E2E"/>
                <w:shd w:val="clear" w:color="auto" w:fill="FFFFFF"/>
              </w:rPr>
              <w:t xml:space="preserve">and </w:t>
            </w:r>
            <w:r w:rsidRPr="00B81C62">
              <w:rPr>
                <w:rFonts w:cs="Arial"/>
                <w:i/>
                <w:iCs/>
                <w:color w:val="2E2E2E"/>
                <w:shd w:val="clear" w:color="auto" w:fill="FFFFFF"/>
              </w:rPr>
              <w:t>in vitro</w:t>
            </w:r>
            <w:r w:rsidRPr="00B81C62">
              <w:rPr>
                <w:rFonts w:cs="Arial"/>
                <w:i/>
                <w:color w:val="2E2E2E"/>
                <w:shd w:val="clear" w:color="auto" w:fill="FFFFFF"/>
              </w:rPr>
              <w:t xml:space="preserve"> </w:t>
            </w:r>
            <w:r w:rsidRPr="00B81C62">
              <w:rPr>
                <w:rFonts w:cs="Arial"/>
                <w:color w:val="2E2E2E"/>
                <w:shd w:val="clear" w:color="auto" w:fill="FFFFFF"/>
              </w:rPr>
              <w:fldChar w:fldCharType="begin">
                <w:fldData xml:space="preserve">PEVuZE5vdGU+PENpdGU+PEF1dGhvcj5HdWltYXJhZXM8L0F1dGhvcj48WWVhcj4yMDEwPC9ZZWFy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PEVuZE5vdGU+PENpdGU+PEF1dGhvcj5HdWltYXJhZXM8L0F1dGhvcj48WWVhcj4yMDEwPC9ZZWFy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[135,136]</w:t>
            </w:r>
            <w:r w:rsidRPr="00B81C62">
              <w:rPr>
                <w:rFonts w:cs="Arial"/>
                <w:color w:val="2E2E2E"/>
                <w:shd w:val="clear" w:color="auto" w:fill="FFFFFF"/>
              </w:rPr>
              <w:fldChar w:fldCharType="end"/>
            </w:r>
          </w:p>
        </w:tc>
      </w:tr>
      <w:tr w:rsidR="00B81C62" w:rsidRPr="00B81C62" w14:paraId="1834E11A" w14:textId="77777777" w:rsidTr="00B81C62">
        <w:tc>
          <w:tcPr>
            <w:tcW w:w="939" w:type="pct"/>
            <w:tcBorders>
              <w:bottom w:val="single" w:sz="4" w:space="0" w:color="auto"/>
            </w:tcBorders>
            <w:shd w:val="clear" w:color="auto" w:fill="auto"/>
            <w:vAlign w:val="center"/>
          </w:tcPr>
          <w:p w14:paraId="0D750BA0" w14:textId="3FAC6B5A"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ptp1, </w:t>
            </w:r>
            <w:r w:rsidRPr="00B81C62">
              <w:rPr>
                <w:rFonts w:cs="Arial"/>
                <w:i/>
                <w:iCs/>
                <w:lang w:val="x-none"/>
              </w:rPr>
              <w:t>Δ</w:t>
            </w:r>
            <w:r w:rsidRPr="00B81C62">
              <w:rPr>
                <w:rFonts w:cs="Arial"/>
                <w:i/>
                <w:iCs/>
              </w:rPr>
              <w:t>ptp2</w:t>
            </w:r>
          </w:p>
        </w:tc>
        <w:tc>
          <w:tcPr>
            <w:tcW w:w="4061" w:type="pct"/>
            <w:tcBorders>
              <w:top w:val="nil"/>
              <w:bottom w:val="single" w:sz="4" w:space="0" w:color="auto"/>
            </w:tcBorders>
            <w:shd w:val="clear" w:color="auto" w:fill="auto"/>
            <w:vAlign w:val="center"/>
          </w:tcPr>
          <w:p w14:paraId="5E4BACE6" w14:textId="46B532EB" w:rsidR="00B81C62" w:rsidRPr="00B81C62" w:rsidRDefault="00B81C62" w:rsidP="00B81C62">
            <w:pPr>
              <w:tabs>
                <w:tab w:val="left" w:pos="0"/>
              </w:tabs>
              <w:jc w:val="left"/>
              <w:rPr>
                <w:rFonts w:cs="Arial"/>
                <w:color w:val="2E2E2E"/>
                <w:shd w:val="clear" w:color="auto" w:fill="FFFFFF"/>
              </w:rPr>
            </w:pPr>
            <w:r w:rsidRPr="00B81C62">
              <w:rPr>
                <w:rFonts w:cs="Arial"/>
                <w:iCs/>
              </w:rPr>
              <w:t xml:space="preserve">Reduced growth in </w:t>
            </w:r>
            <w:r w:rsidRPr="00B81C62">
              <w:rPr>
                <w:rFonts w:cs="Arial"/>
                <w:i/>
                <w:iCs/>
                <w:lang w:val="x-none"/>
              </w:rPr>
              <w:t>Δ</w:t>
            </w:r>
            <w:r w:rsidRPr="00B81C62">
              <w:rPr>
                <w:rFonts w:cs="Arial"/>
                <w:i/>
                <w:iCs/>
              </w:rPr>
              <w:t xml:space="preserve">ptp2 </w:t>
            </w:r>
            <w:r w:rsidRPr="00B81C62">
              <w:rPr>
                <w:rFonts w:cs="Arial"/>
                <w:iCs/>
              </w:rPr>
              <w:t xml:space="preserve">and </w:t>
            </w:r>
            <w:r w:rsidRPr="00B81C62">
              <w:rPr>
                <w:rFonts w:cs="Arial"/>
                <w:i/>
                <w:iCs/>
                <w:lang w:val="x-none"/>
              </w:rPr>
              <w:t>Δ</w:t>
            </w:r>
            <w:r w:rsidRPr="00B81C62">
              <w:rPr>
                <w:rFonts w:cs="Arial"/>
                <w:i/>
                <w:iCs/>
              </w:rPr>
              <w:t>ptp1</w:t>
            </w:r>
            <w:r w:rsidRPr="00B81C62">
              <w:rPr>
                <w:rFonts w:cs="Arial"/>
                <w:i/>
                <w:iCs/>
                <w:lang w:val="x-none"/>
              </w:rPr>
              <w:t>Δ</w:t>
            </w:r>
            <w:r w:rsidRPr="00B81C62">
              <w:rPr>
                <w:rFonts w:cs="Arial"/>
                <w:i/>
                <w:iCs/>
              </w:rPr>
              <w:t xml:space="preserve">ptp2 </w:t>
            </w:r>
            <w:r w:rsidRPr="00B81C62">
              <w:rPr>
                <w:rFonts w:cs="Arial"/>
                <w:iCs/>
              </w:rPr>
              <w:t>a</w:t>
            </w:r>
            <w:r w:rsidRPr="00B81C62">
              <w:rPr>
                <w:rFonts w:cs="Arial"/>
                <w:color w:val="2E2E2E"/>
                <w:shd w:val="clear" w:color="auto" w:fill="FFFFFF"/>
              </w:rPr>
              <w:t>t &gt;</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similar to </w:t>
            </w:r>
            <w:r w:rsidRPr="00B81C62">
              <w:rPr>
                <w:rFonts w:cs="Arial"/>
                <w:i/>
                <w:iCs/>
                <w:lang w:val="x-none"/>
              </w:rPr>
              <w:t>Δ</w:t>
            </w:r>
            <w:r w:rsidRPr="00B81C62">
              <w:rPr>
                <w:rFonts w:cs="Arial"/>
                <w:i/>
                <w:iCs/>
              </w:rPr>
              <w:t xml:space="preserve">hog1; </w:t>
            </w:r>
            <w:r w:rsidRPr="00B81C62">
              <w:rPr>
                <w:rFonts w:cs="Arial"/>
                <w:i/>
                <w:iCs/>
                <w:lang w:val="x-none"/>
              </w:rPr>
              <w:t>Δ</w:t>
            </w:r>
            <w:r w:rsidRPr="00B81C62">
              <w:rPr>
                <w:rFonts w:cs="Arial"/>
                <w:i/>
                <w:iCs/>
              </w:rPr>
              <w:t xml:space="preserve">ptp2 </w:t>
            </w:r>
            <w:r w:rsidRPr="00B81C62">
              <w:rPr>
                <w:rFonts w:cs="Arial"/>
                <w:iCs/>
              </w:rPr>
              <w:t xml:space="preserve">showed osmotic and oxidative stress sensitivity, poor vegetative growth, a complete absence of unilateral and bilateral mating even when crossed with </w:t>
            </w:r>
            <w:r w:rsidRPr="00B81C62">
              <w:rPr>
                <w:rFonts w:cs="Arial"/>
                <w:i/>
              </w:rPr>
              <w:t>MAT</w:t>
            </w:r>
            <w:r w:rsidRPr="00B81C62">
              <w:rPr>
                <w:rFonts w:cs="Arial"/>
                <w:i/>
                <w:lang w:val="x-none"/>
              </w:rPr>
              <w:t>α</w:t>
            </w:r>
            <w:r w:rsidRPr="00B81C62">
              <w:rPr>
                <w:rFonts w:cs="Arial"/>
                <w:i/>
                <w:lang w:val="en-US"/>
              </w:rPr>
              <w:t xml:space="preserve"> </w:t>
            </w:r>
            <w:r w:rsidRPr="00B81C62">
              <w:rPr>
                <w:rFonts w:cs="Arial"/>
                <w:i/>
                <w:lang w:val="x-none"/>
              </w:rPr>
              <w:t>Δ</w:t>
            </w:r>
            <w:r w:rsidRPr="00B81C62">
              <w:rPr>
                <w:rFonts w:cs="Arial"/>
                <w:i/>
              </w:rPr>
              <w:t>hog1</w:t>
            </w:r>
            <w:r w:rsidRPr="00B81C62">
              <w:rPr>
                <w:rFonts w:cs="Arial"/>
                <w:i/>
                <w:iCs/>
              </w:rPr>
              <w:t xml:space="preserve">, </w:t>
            </w:r>
            <w:r w:rsidRPr="00B81C62">
              <w:rPr>
                <w:rFonts w:cs="Arial"/>
                <w:iCs/>
              </w:rPr>
              <w:t xml:space="preserve">complete defective pheromone production and cell fusion contrary to </w:t>
            </w:r>
            <w:r w:rsidRPr="00B81C62">
              <w:rPr>
                <w:rFonts w:cs="Arial"/>
                <w:i/>
                <w:iCs/>
              </w:rPr>
              <w:t>MAT</w:t>
            </w:r>
            <w:r w:rsidRPr="00B81C62">
              <w:rPr>
                <w:rFonts w:cs="Arial"/>
                <w:i/>
                <w:iCs/>
                <w:lang w:val="x-none"/>
              </w:rPr>
              <w:t>α</w:t>
            </w:r>
            <w:r w:rsidRPr="00B81C62">
              <w:rPr>
                <w:rFonts w:cs="Arial"/>
                <w:i/>
                <w:iCs/>
                <w:lang w:val="en-US"/>
              </w:rPr>
              <w:t xml:space="preserve"> </w:t>
            </w:r>
            <w:r w:rsidRPr="00B81C62">
              <w:rPr>
                <w:rFonts w:cs="Arial"/>
                <w:i/>
                <w:iCs/>
                <w:lang w:val="x-none"/>
              </w:rPr>
              <w:t>Δ</w:t>
            </w:r>
            <w:r w:rsidRPr="00B81C62">
              <w:rPr>
                <w:rFonts w:cs="Arial"/>
                <w:i/>
                <w:iCs/>
              </w:rPr>
              <w:t xml:space="preserve">hog1 </w:t>
            </w:r>
            <w:r w:rsidRPr="00B81C62">
              <w:rPr>
                <w:rFonts w:cs="Arial"/>
                <w:iCs/>
              </w:rPr>
              <w:t xml:space="preserve">but highly improved filamentation, pheromone production, and cell fusion when co-deleted with </w:t>
            </w:r>
            <w:r w:rsidRPr="00B81C62">
              <w:rPr>
                <w:rFonts w:cs="Arial"/>
                <w:i/>
              </w:rPr>
              <w:t>Hog1</w:t>
            </w:r>
            <w:r w:rsidRPr="00B81C62">
              <w:rPr>
                <w:rFonts w:cs="Arial"/>
                <w:iCs/>
              </w:rPr>
              <w:t xml:space="preserve"> in </w:t>
            </w:r>
            <w:r w:rsidRPr="00B81C62">
              <w:rPr>
                <w:rFonts w:cs="Arial"/>
                <w:i/>
                <w:iCs/>
              </w:rPr>
              <w:t>MAT</w:t>
            </w:r>
            <w:r w:rsidRPr="00B81C62">
              <w:rPr>
                <w:rFonts w:cs="Arial"/>
                <w:i/>
                <w:iCs/>
                <w:lang w:val="x-none"/>
              </w:rPr>
              <w:t>α</w:t>
            </w:r>
            <w:r w:rsidRPr="00B81C62">
              <w:rPr>
                <w:rFonts w:cs="Arial"/>
                <w:i/>
                <w:iCs/>
                <w:lang w:val="en-US"/>
              </w:rPr>
              <w:t xml:space="preserve"> </w:t>
            </w:r>
            <w:r w:rsidRPr="00B81C62">
              <w:rPr>
                <w:rFonts w:cs="Arial"/>
                <w:i/>
                <w:iCs/>
                <w:lang w:val="x-none"/>
              </w:rPr>
              <w:t>Δ</w:t>
            </w:r>
            <w:r w:rsidRPr="00B81C62">
              <w:rPr>
                <w:rFonts w:cs="Arial"/>
                <w:i/>
                <w:iCs/>
                <w:lang w:val="en-US"/>
              </w:rPr>
              <w:t>h</w:t>
            </w:r>
            <w:r w:rsidRPr="00B81C62">
              <w:rPr>
                <w:rFonts w:cs="Arial"/>
                <w:i/>
                <w:iCs/>
              </w:rPr>
              <w:t>og1</w:t>
            </w:r>
            <w:proofErr w:type="spellStart"/>
            <w:r w:rsidRPr="00B81C62">
              <w:rPr>
                <w:rFonts w:cs="Arial"/>
                <w:i/>
                <w:iCs/>
                <w:lang w:val="x-none"/>
              </w:rPr>
              <w:t>Δ</w:t>
            </w:r>
            <w:r w:rsidRPr="00B81C62">
              <w:rPr>
                <w:rFonts w:cs="Arial"/>
                <w:i/>
                <w:iCs/>
                <w:lang w:val="en-US"/>
              </w:rPr>
              <w:t>p</w:t>
            </w:r>
            <w:proofErr w:type="spellEnd"/>
            <w:r w:rsidRPr="00B81C62">
              <w:rPr>
                <w:rFonts w:cs="Arial"/>
                <w:i/>
                <w:iCs/>
              </w:rPr>
              <w:t>tp2 x MAT</w:t>
            </w:r>
            <w:r w:rsidRPr="00B81C62">
              <w:rPr>
                <w:rFonts w:cs="Arial"/>
                <w:b/>
                <w:i/>
                <w:iCs/>
              </w:rPr>
              <w:t>a</w:t>
            </w:r>
            <w:r w:rsidRPr="00B81C62">
              <w:rPr>
                <w:rFonts w:cs="Arial"/>
                <w:i/>
                <w:iCs/>
              </w:rPr>
              <w:t xml:space="preserve"> </w:t>
            </w:r>
            <w:r w:rsidRPr="00B81C62">
              <w:rPr>
                <w:rFonts w:cs="Arial"/>
                <w:iCs/>
              </w:rPr>
              <w:t xml:space="preserve">unilateral crossing. Like </w:t>
            </w:r>
            <w:r w:rsidRPr="00B81C62">
              <w:rPr>
                <w:rFonts w:cs="Arial"/>
                <w:i/>
                <w:iCs/>
                <w:lang w:val="x-none"/>
              </w:rPr>
              <w:t>Δ</w:t>
            </w:r>
            <w:r w:rsidRPr="00B81C62">
              <w:rPr>
                <w:rFonts w:cs="Arial"/>
                <w:i/>
                <w:iCs/>
              </w:rPr>
              <w:t>cac1</w:t>
            </w:r>
            <w:r w:rsidRPr="00B81C62">
              <w:rPr>
                <w:rFonts w:cs="Arial"/>
                <w:iCs/>
              </w:rPr>
              <w:t xml:space="preserve">, </w:t>
            </w:r>
            <w:r w:rsidRPr="00B81C62">
              <w:rPr>
                <w:rFonts w:cs="Arial"/>
                <w:i/>
                <w:iCs/>
                <w:lang w:val="x-none"/>
              </w:rPr>
              <w:t>Δ</w:t>
            </w:r>
            <w:r w:rsidRPr="00B81C62">
              <w:rPr>
                <w:rFonts w:cs="Arial"/>
                <w:i/>
                <w:iCs/>
              </w:rPr>
              <w:t xml:space="preserve">ptp2 </w:t>
            </w:r>
            <w:r w:rsidRPr="00B81C62">
              <w:rPr>
                <w:rFonts w:cs="Arial"/>
                <w:iCs/>
              </w:rPr>
              <w:t>and</w:t>
            </w:r>
            <w:r w:rsidRPr="00B81C62">
              <w:rPr>
                <w:rFonts w:cs="Arial"/>
                <w:i/>
                <w:iCs/>
              </w:rPr>
              <w:t xml:space="preserve"> </w:t>
            </w:r>
            <w:r w:rsidRPr="00B81C62">
              <w:rPr>
                <w:rFonts w:cs="Arial"/>
                <w:i/>
                <w:iCs/>
                <w:lang w:val="x-none"/>
              </w:rPr>
              <w:t>Δ</w:t>
            </w:r>
            <w:r w:rsidRPr="00B81C62">
              <w:rPr>
                <w:rFonts w:cs="Arial"/>
                <w:i/>
                <w:iCs/>
              </w:rPr>
              <w:t>ptp1</w:t>
            </w:r>
            <w:r w:rsidRPr="00B81C62">
              <w:rPr>
                <w:rFonts w:cs="Arial"/>
                <w:i/>
                <w:iCs/>
                <w:lang w:val="x-none"/>
              </w:rPr>
              <w:t>Δ</w:t>
            </w:r>
            <w:r w:rsidRPr="00B81C62">
              <w:rPr>
                <w:rFonts w:cs="Arial"/>
                <w:i/>
                <w:iCs/>
              </w:rPr>
              <w:t>ptp2</w:t>
            </w:r>
            <w:r w:rsidRPr="00B81C62">
              <w:rPr>
                <w:rFonts w:cs="Arial"/>
                <w:iCs/>
              </w:rPr>
              <w:t xml:space="preserve"> mutants displayed a drastic reduction in capsule formation and failed to produce melanin at </w:t>
            </w:r>
            <w:r w:rsidRPr="00B81C62">
              <w:rPr>
                <w:rFonts w:eastAsia="Times New Roman" w:cs="Arial"/>
                <w:lang w:eastAsia="en-GB"/>
              </w:rPr>
              <w:t>30</w:t>
            </w:r>
            <w:r w:rsidRPr="00B81C62">
              <w:rPr>
                <w:rFonts w:eastAsia="Times New Roman" w:cs="Arial"/>
                <w:vertAlign w:val="superscript"/>
                <w:lang w:eastAsia="en-GB"/>
              </w:rPr>
              <w:t>o</w:t>
            </w:r>
            <w:r w:rsidRPr="00B81C62">
              <w:rPr>
                <w:rFonts w:eastAsia="Times New Roman" w:cs="Arial"/>
                <w:lang w:eastAsia="en-GB"/>
              </w:rPr>
              <w:t xml:space="preserve">C </w:t>
            </w:r>
            <w:r w:rsidRPr="00B81C62">
              <w:rPr>
                <w:rFonts w:cs="Arial"/>
                <w:iCs/>
              </w:rPr>
              <w:t xml:space="preserve">with 0.1% glucose or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with 0.5% glucose, contrary to </w:t>
            </w:r>
            <w:r w:rsidRPr="00B81C62">
              <w:rPr>
                <w:rFonts w:eastAsia="Times New Roman" w:cs="Arial"/>
                <w:i/>
                <w:iCs/>
                <w:lang w:eastAsia="en-GB"/>
              </w:rPr>
              <w:t xml:space="preserve">Δhog1 </w:t>
            </w:r>
            <w:r w:rsidRPr="00B81C62">
              <w:rPr>
                <w:rFonts w:eastAsia="Times New Roman" w:cs="Arial"/>
                <w:iCs/>
                <w:lang w:eastAsia="en-GB"/>
              </w:rPr>
              <w:t xml:space="preserve">and </w:t>
            </w:r>
            <w:r w:rsidRPr="00B81C62">
              <w:rPr>
                <w:rFonts w:eastAsia="Times New Roman" w:cs="Arial"/>
                <w:i/>
                <w:iCs/>
                <w:lang w:eastAsia="en-GB"/>
              </w:rPr>
              <w:t>Δ</w:t>
            </w:r>
            <w:r w:rsidRPr="00B81C62">
              <w:rPr>
                <w:rFonts w:eastAsia="Times New Roman" w:cs="Arial"/>
                <w:i/>
                <w:lang w:eastAsia="en-GB"/>
              </w:rPr>
              <w:t>hog1</w:t>
            </w:r>
            <w:r w:rsidRPr="00B81C62">
              <w:rPr>
                <w:rFonts w:eastAsia="Times New Roman" w:cs="Arial"/>
                <w:i/>
                <w:iCs/>
                <w:lang w:eastAsia="en-GB"/>
              </w:rPr>
              <w:t>Δ</w:t>
            </w:r>
            <w:r w:rsidRPr="00B81C62">
              <w:rPr>
                <w:rFonts w:eastAsia="Times New Roman" w:cs="Arial"/>
                <w:i/>
                <w:lang w:eastAsia="en-GB"/>
              </w:rPr>
              <w:t xml:space="preserve">ptp2 </w:t>
            </w:r>
            <w:r w:rsidRPr="00B81C62">
              <w:rPr>
                <w:rFonts w:eastAsia="Times New Roman" w:cs="Arial"/>
                <w:iCs/>
                <w:lang w:eastAsia="en-GB"/>
              </w:rPr>
              <w:t>mutants</w:t>
            </w:r>
            <w:r w:rsidRPr="00B81C62">
              <w:rPr>
                <w:rFonts w:eastAsia="Times New Roman" w:cs="Arial"/>
                <w:lang w:eastAsia="en-GB"/>
              </w:rPr>
              <w:t xml:space="preserve">. Deletion of </w:t>
            </w:r>
            <w:r w:rsidRPr="00B81C62">
              <w:rPr>
                <w:rFonts w:eastAsia="Times New Roman" w:cs="Arial"/>
                <w:i/>
                <w:iCs/>
                <w:lang w:eastAsia="en-GB"/>
              </w:rPr>
              <w:t>ptp2</w:t>
            </w:r>
            <w:r w:rsidRPr="00B81C62">
              <w:rPr>
                <w:rFonts w:eastAsia="Times New Roman" w:cs="Arial"/>
                <w:lang w:eastAsia="en-GB"/>
              </w:rPr>
              <w:t xml:space="preserve"> promotes azole resistance in </w:t>
            </w:r>
            <w:r w:rsidRPr="00B81C62">
              <w:rPr>
                <w:rFonts w:cs="Arial"/>
                <w:i/>
                <w:iCs/>
                <w:lang w:val="x-none"/>
              </w:rPr>
              <w:t>Δ</w:t>
            </w:r>
            <w:r w:rsidRPr="00B81C62">
              <w:rPr>
                <w:rFonts w:cs="Arial"/>
                <w:i/>
                <w:iCs/>
              </w:rPr>
              <w:t xml:space="preserve">hog1 </w:t>
            </w:r>
            <w:r w:rsidRPr="00B81C62">
              <w:rPr>
                <w:rFonts w:cs="Arial"/>
                <w:iCs/>
              </w:rPr>
              <w:t xml:space="preserve">background mutant in an </w:t>
            </w:r>
            <w:r w:rsidRPr="00B81C62">
              <w:rPr>
                <w:rFonts w:cs="Arial"/>
                <w:i/>
              </w:rPr>
              <w:t>Erg</w:t>
            </w:r>
            <w:r w:rsidRPr="00B81C62">
              <w:rPr>
                <w:rFonts w:cs="Arial"/>
                <w:iCs/>
              </w:rPr>
              <w:t xml:space="preserve">-independent manner. The </w:t>
            </w:r>
            <w:r w:rsidRPr="00B81C62">
              <w:rPr>
                <w:rFonts w:cs="Arial"/>
                <w:i/>
                <w:iCs/>
                <w:lang w:val="x-none"/>
              </w:rPr>
              <w:t>Δ</w:t>
            </w:r>
            <w:r w:rsidRPr="00B81C62">
              <w:rPr>
                <w:rFonts w:cs="Arial"/>
                <w:i/>
                <w:iCs/>
              </w:rPr>
              <w:t>ptp1</w:t>
            </w:r>
            <w:r w:rsidRPr="00B81C62">
              <w:rPr>
                <w:rFonts w:cs="Arial"/>
                <w:i/>
                <w:iCs/>
                <w:lang w:val="x-none"/>
              </w:rPr>
              <w:t>Δ</w:t>
            </w:r>
            <w:r w:rsidRPr="00B81C62">
              <w:rPr>
                <w:rFonts w:cs="Arial"/>
                <w:i/>
                <w:iCs/>
              </w:rPr>
              <w:t xml:space="preserve">ptp2 </w:t>
            </w:r>
            <w:r w:rsidRPr="00B81C62">
              <w:rPr>
                <w:rFonts w:cs="Arial"/>
                <w:iCs/>
              </w:rPr>
              <w:t xml:space="preserve">are completely hypersensitive to 5-FC than individual mutants and </w:t>
            </w:r>
            <w:r w:rsidRPr="00B81C62">
              <w:rPr>
                <w:rFonts w:cs="Arial"/>
                <w:i/>
                <w:iCs/>
                <w:lang w:val="x-none"/>
              </w:rPr>
              <w:t>Δ</w:t>
            </w:r>
            <w:r w:rsidRPr="00B81C62">
              <w:rPr>
                <w:rFonts w:cs="Arial"/>
                <w:i/>
                <w:iCs/>
              </w:rPr>
              <w:t xml:space="preserve">hog1. </w:t>
            </w:r>
            <w:r w:rsidRPr="00B81C62">
              <w:rPr>
                <w:rFonts w:cs="Arial"/>
                <w:iCs/>
              </w:rPr>
              <w:t xml:space="preserve">Similar urease activity levels in </w:t>
            </w:r>
            <w:r w:rsidRPr="00B81C62">
              <w:rPr>
                <w:rFonts w:cs="Arial"/>
                <w:i/>
                <w:iCs/>
                <w:lang w:val="x-none"/>
              </w:rPr>
              <w:t>Δ</w:t>
            </w:r>
            <w:r w:rsidRPr="00B81C62">
              <w:rPr>
                <w:rFonts w:cs="Arial"/>
                <w:i/>
                <w:iCs/>
              </w:rPr>
              <w:t xml:space="preserve">ptp1, </w:t>
            </w:r>
            <w:r w:rsidRPr="00B81C62">
              <w:rPr>
                <w:rFonts w:cs="Arial"/>
                <w:i/>
                <w:iCs/>
                <w:lang w:val="x-none"/>
              </w:rPr>
              <w:t>Δ</w:t>
            </w:r>
            <w:r w:rsidRPr="00B81C62">
              <w:rPr>
                <w:rFonts w:cs="Arial"/>
                <w:i/>
                <w:iCs/>
              </w:rPr>
              <w:t xml:space="preserve">hog1, </w:t>
            </w:r>
            <w:r w:rsidRPr="00B81C62">
              <w:rPr>
                <w:rFonts w:cs="Arial"/>
                <w:iCs/>
              </w:rPr>
              <w:t xml:space="preserve">and </w:t>
            </w:r>
            <w:r w:rsidRPr="00B81C62">
              <w:rPr>
                <w:rFonts w:cs="Arial"/>
                <w:i/>
                <w:iCs/>
                <w:lang w:val="x-none"/>
              </w:rPr>
              <w:t>Δ</w:t>
            </w:r>
            <w:r w:rsidRPr="00B81C62">
              <w:rPr>
                <w:rFonts w:cs="Arial"/>
                <w:i/>
                <w:iCs/>
              </w:rPr>
              <w:t>hog1</w:t>
            </w:r>
            <w:r w:rsidRPr="00B81C62">
              <w:rPr>
                <w:rFonts w:cs="Arial"/>
                <w:i/>
                <w:iCs/>
                <w:lang w:val="x-none"/>
              </w:rPr>
              <w:t>Δ</w:t>
            </w:r>
            <w:r w:rsidRPr="00B81C62">
              <w:rPr>
                <w:rFonts w:cs="Arial"/>
                <w:i/>
                <w:iCs/>
              </w:rPr>
              <w:t xml:space="preserve">ptp2 </w:t>
            </w:r>
            <w:r w:rsidRPr="00B81C62">
              <w:rPr>
                <w:rFonts w:cs="Arial"/>
                <w:iCs/>
              </w:rPr>
              <w:t xml:space="preserve">but still less compared with the </w:t>
            </w:r>
            <w:r w:rsidRPr="00B81C62">
              <w:rPr>
                <w:rFonts w:cs="Arial"/>
                <w:i/>
              </w:rPr>
              <w:t>wt</w:t>
            </w:r>
            <w:r w:rsidRPr="00B81C62">
              <w:rPr>
                <w:rFonts w:cs="Arial"/>
                <w:iCs/>
              </w:rPr>
              <w:t xml:space="preserve">. Further reduction of urease activity in </w:t>
            </w:r>
            <w:r w:rsidRPr="00B81C62">
              <w:rPr>
                <w:rFonts w:cs="Arial"/>
                <w:i/>
                <w:iCs/>
                <w:lang w:val="x-none"/>
              </w:rPr>
              <w:t>Δ</w:t>
            </w:r>
            <w:r w:rsidRPr="00B81C62">
              <w:rPr>
                <w:rFonts w:cs="Arial"/>
                <w:i/>
                <w:iCs/>
              </w:rPr>
              <w:t xml:space="preserve">ptp2 </w:t>
            </w:r>
            <w:r w:rsidRPr="00B81C62">
              <w:rPr>
                <w:rFonts w:cs="Arial"/>
                <w:iCs/>
              </w:rPr>
              <w:t xml:space="preserve">and </w:t>
            </w:r>
            <w:r w:rsidRPr="00B81C62">
              <w:rPr>
                <w:rFonts w:cs="Arial"/>
                <w:i/>
                <w:iCs/>
                <w:lang w:val="x-none"/>
              </w:rPr>
              <w:t>Δ</w:t>
            </w:r>
            <w:r w:rsidRPr="00B81C62">
              <w:rPr>
                <w:rFonts w:cs="Arial"/>
                <w:i/>
                <w:iCs/>
              </w:rPr>
              <w:t>ptp1</w:t>
            </w:r>
            <w:r w:rsidRPr="00B81C62">
              <w:rPr>
                <w:rFonts w:cs="Arial"/>
                <w:i/>
                <w:iCs/>
                <w:lang w:val="x-none"/>
              </w:rPr>
              <w:t>Δ</w:t>
            </w:r>
            <w:r w:rsidRPr="00B81C62">
              <w:rPr>
                <w:rFonts w:cs="Arial"/>
                <w:i/>
                <w:iCs/>
              </w:rPr>
              <w:t>ptp2</w:t>
            </w:r>
            <w:r w:rsidRPr="00B81C62">
              <w:rPr>
                <w:rFonts w:cs="Arial"/>
                <w:iCs/>
              </w:rPr>
              <w:t xml:space="preserve">. A </w:t>
            </w:r>
            <w:r w:rsidRPr="00B81C62">
              <w:rPr>
                <w:rFonts w:cs="Arial"/>
                <w:i/>
              </w:rPr>
              <w:t xml:space="preserve">wt </w:t>
            </w:r>
            <w:r w:rsidRPr="00B81C62">
              <w:rPr>
                <w:rFonts w:cs="Arial"/>
                <w:iCs/>
              </w:rPr>
              <w:t xml:space="preserve">virulence in </w:t>
            </w:r>
            <w:r w:rsidRPr="00B81C62">
              <w:rPr>
                <w:rFonts w:cs="Arial"/>
                <w:i/>
                <w:iCs/>
                <w:lang w:val="x-none"/>
              </w:rPr>
              <w:t>Δ</w:t>
            </w:r>
            <w:r w:rsidRPr="00B81C62">
              <w:rPr>
                <w:rFonts w:cs="Arial"/>
                <w:i/>
                <w:iCs/>
              </w:rPr>
              <w:t xml:space="preserve">ptp1 </w:t>
            </w:r>
            <w:r w:rsidRPr="00B81C62">
              <w:rPr>
                <w:rFonts w:cs="Arial"/>
                <w:iCs/>
              </w:rPr>
              <w:t xml:space="preserve">but severe attenuation of virulence in </w:t>
            </w:r>
            <w:r w:rsidRPr="00B81C62">
              <w:rPr>
                <w:rFonts w:cs="Arial"/>
                <w:i/>
                <w:iCs/>
                <w:lang w:val="x-none"/>
              </w:rPr>
              <w:t>Δ</w:t>
            </w:r>
            <w:r w:rsidRPr="00B81C62">
              <w:rPr>
                <w:rFonts w:cs="Arial"/>
                <w:i/>
                <w:iCs/>
              </w:rPr>
              <w:t xml:space="preserve">ptp2 </w:t>
            </w:r>
            <w:r w:rsidRPr="00B81C62">
              <w:rPr>
                <w:rFonts w:cs="Arial"/>
                <w:iCs/>
              </w:rPr>
              <w:t xml:space="preserve">and a more severe attenuation in </w:t>
            </w:r>
            <w:r w:rsidRPr="00B81C62">
              <w:rPr>
                <w:rFonts w:cs="Arial"/>
                <w:i/>
                <w:iCs/>
                <w:lang w:val="x-none"/>
              </w:rPr>
              <w:t>Δ</w:t>
            </w:r>
            <w:r w:rsidRPr="00B81C62">
              <w:rPr>
                <w:rFonts w:cs="Arial"/>
                <w:i/>
                <w:iCs/>
              </w:rPr>
              <w:t>ptp1</w:t>
            </w:r>
            <w:r w:rsidRPr="00B81C62">
              <w:rPr>
                <w:rFonts w:cs="Arial"/>
                <w:i/>
                <w:iCs/>
                <w:lang w:val="x-none"/>
              </w:rPr>
              <w:t>Δ</w:t>
            </w:r>
            <w:r w:rsidRPr="00B81C62">
              <w:rPr>
                <w:rFonts w:cs="Arial"/>
                <w:i/>
                <w:iCs/>
              </w:rPr>
              <w:t>ptp2</w:t>
            </w:r>
            <w:r w:rsidRPr="00B81C62">
              <w:rPr>
                <w:rFonts w:cs="Arial"/>
                <w:iCs/>
              </w:rPr>
              <w:t xml:space="preserve"> with a great reduction of fungal burden in the lung (indication of a severe defect in colonisation, proliferation, and dissemination) and no trace of fungal recovery in the brain </w:t>
            </w:r>
            <w:r w:rsidRPr="00B81C62">
              <w:rPr>
                <w:rFonts w:cs="Arial"/>
                <w:iCs/>
              </w:rPr>
              <w:fldChar w:fldCharType="begin">
                <w:fldData xml:space="preserve">PEVuZE5vdGU+PENpdGU+PEF1dGhvcj5MZWU8L0F1dGhvcj48WWVhcj4yMDE0PC9ZZWFyPjxSZWNO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PEVuZE5vdGU+PENpdGU+PEF1dGhvcj5MZWU8L0F1dGhvcj48WWVhcj4yMDE0PC9ZZWFyPjxSZWNO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[137]</w:t>
            </w:r>
            <w:r w:rsidRPr="00B81C62">
              <w:rPr>
                <w:rFonts w:cs="Arial"/>
                <w:iCs/>
              </w:rPr>
              <w:fldChar w:fldCharType="end"/>
            </w:r>
          </w:p>
        </w:tc>
      </w:tr>
      <w:tr w:rsidR="00B81C62" w:rsidRPr="00B81C62" w14:paraId="7ACEAC3F" w14:textId="77777777" w:rsidTr="00B81C62">
        <w:tc>
          <w:tcPr>
            <w:tcW w:w="939" w:type="pct"/>
            <w:tcBorders>
              <w:bottom w:val="single" w:sz="4" w:space="0" w:color="auto"/>
            </w:tcBorders>
            <w:shd w:val="clear" w:color="auto" w:fill="auto"/>
            <w:vAlign w:val="center"/>
          </w:tcPr>
          <w:p w14:paraId="2DC9040E" w14:textId="65B2DE2D" w:rsidR="00B81C62" w:rsidRPr="00B81C62" w:rsidRDefault="00B81C62" w:rsidP="00B81C62">
            <w:pPr>
              <w:pStyle w:val="MDPI42tablebody"/>
              <w:jc w:val="left"/>
              <w:rPr>
                <w:rFonts w:cs="Arial"/>
                <w:i/>
                <w:iCs/>
                <w:lang w:val="x-none"/>
              </w:rPr>
            </w:pPr>
            <w:r w:rsidRPr="00B81C62">
              <w:rPr>
                <w:rFonts w:cs="Arial"/>
                <w:i/>
                <w:iCs/>
              </w:rPr>
              <w:t>Ptp1</w:t>
            </w:r>
            <w:r w:rsidRPr="00B81C62">
              <w:rPr>
                <w:rFonts w:cs="Arial"/>
                <w:i/>
                <w:iCs/>
                <w:vertAlign w:val="superscript"/>
              </w:rPr>
              <w:t>ovex</w:t>
            </w:r>
            <w:r w:rsidRPr="00B81C62">
              <w:rPr>
                <w:rFonts w:cs="Arial"/>
                <w:i/>
                <w:iCs/>
              </w:rPr>
              <w:t>, Ptp2</w:t>
            </w:r>
            <w:r w:rsidRPr="00B81C62">
              <w:rPr>
                <w:rFonts w:cs="Arial"/>
                <w:i/>
                <w:iCs/>
                <w:vertAlign w:val="superscript"/>
              </w:rPr>
              <w:t>ovex</w:t>
            </w:r>
            <w:r w:rsidRPr="00B81C62">
              <w:rPr>
                <w:rFonts w:cs="Arial"/>
                <w:i/>
                <w:iCs/>
              </w:rPr>
              <w:t xml:space="preserve">, </w:t>
            </w:r>
            <w:r w:rsidRPr="00B81C62">
              <w:rPr>
                <w:rFonts w:cs="Arial"/>
                <w:i/>
                <w:iCs/>
                <w:lang w:val="x-none"/>
              </w:rPr>
              <w:t>Δ</w:t>
            </w:r>
            <w:r w:rsidRPr="00B81C62">
              <w:rPr>
                <w:rFonts w:cs="Arial"/>
                <w:i/>
                <w:iCs/>
              </w:rPr>
              <w:t xml:space="preserve">ptp1, </w:t>
            </w:r>
            <w:r w:rsidRPr="00B81C62">
              <w:rPr>
                <w:rFonts w:cs="Arial"/>
                <w:i/>
                <w:iCs/>
                <w:lang w:val="x-none"/>
              </w:rPr>
              <w:t>Δ</w:t>
            </w:r>
            <w:r w:rsidRPr="00B81C62">
              <w:rPr>
                <w:rFonts w:cs="Arial"/>
                <w:i/>
                <w:iCs/>
              </w:rPr>
              <w:t xml:space="preserve">ptp2, </w:t>
            </w:r>
            <w:r w:rsidRPr="00B81C62">
              <w:rPr>
                <w:rFonts w:cs="Arial"/>
                <w:i/>
                <w:iCs/>
                <w:lang w:val="x-none"/>
              </w:rPr>
              <w:t>Δ</w:t>
            </w:r>
            <w:r w:rsidRPr="00B81C62">
              <w:rPr>
                <w:rFonts w:cs="Arial"/>
                <w:i/>
                <w:iCs/>
              </w:rPr>
              <w:t>hog1</w:t>
            </w:r>
          </w:p>
        </w:tc>
        <w:tc>
          <w:tcPr>
            <w:tcW w:w="4061" w:type="pct"/>
            <w:tcBorders>
              <w:top w:val="nil"/>
              <w:bottom w:val="single" w:sz="4" w:space="0" w:color="auto"/>
            </w:tcBorders>
            <w:shd w:val="clear" w:color="auto" w:fill="auto"/>
            <w:vAlign w:val="center"/>
          </w:tcPr>
          <w:p w14:paraId="13AD4F7A" w14:textId="4C1AFAFF" w:rsidR="00B81C62" w:rsidRPr="00B81C62" w:rsidRDefault="00B81C62" w:rsidP="00B81C62">
            <w:pPr>
              <w:tabs>
                <w:tab w:val="left" w:pos="0"/>
              </w:tabs>
              <w:jc w:val="left"/>
              <w:rPr>
                <w:rFonts w:cs="Arial"/>
                <w:iCs/>
              </w:rPr>
            </w:pPr>
            <w:bookmarkStart w:id="10" w:name="OLE_LINK286"/>
            <w:bookmarkStart w:id="11" w:name="OLE_LINK287"/>
            <w:r w:rsidRPr="00B81C62">
              <w:rPr>
                <w:rFonts w:cs="Arial"/>
              </w:rPr>
              <w:t xml:space="preserve">The </w:t>
            </w:r>
            <w:r w:rsidRPr="00B81C62">
              <w:rPr>
                <w:rFonts w:cs="Arial"/>
                <w:i/>
                <w:iCs/>
              </w:rPr>
              <w:t>Ptp2</w:t>
            </w:r>
            <w:r w:rsidRPr="00B81C62">
              <w:rPr>
                <w:rFonts w:cs="Arial"/>
                <w:i/>
                <w:iCs/>
                <w:vertAlign w:val="superscript"/>
              </w:rPr>
              <w:t>ovex</w:t>
            </w:r>
            <w:bookmarkEnd w:id="10"/>
            <w:bookmarkEnd w:id="11"/>
            <w:r w:rsidRPr="00B81C62">
              <w:rPr>
                <w:rFonts w:cs="Arial"/>
                <w:i/>
                <w:iCs/>
                <w:vertAlign w:val="superscript"/>
              </w:rPr>
              <w:t xml:space="preserve"> </w:t>
            </w:r>
            <w:r w:rsidRPr="00B81C62">
              <w:rPr>
                <w:rFonts w:cs="Arial"/>
                <w:iCs/>
              </w:rPr>
              <w:t xml:space="preserve">and </w:t>
            </w:r>
            <w:r w:rsidRPr="00B81C62">
              <w:rPr>
                <w:rFonts w:cs="Arial"/>
                <w:i/>
              </w:rPr>
              <w:t>Ptp2</w:t>
            </w:r>
            <w:r w:rsidRPr="00B81C62">
              <w:rPr>
                <w:rFonts w:cs="Arial"/>
                <w:i/>
                <w:vertAlign w:val="superscript"/>
              </w:rPr>
              <w:t>ovex</w:t>
            </w:r>
            <w:r w:rsidRPr="00B81C62">
              <w:rPr>
                <w:rFonts w:cs="Arial"/>
                <w:i/>
                <w:lang w:val="x-none"/>
              </w:rPr>
              <w:t>Δ</w:t>
            </w:r>
            <w:r w:rsidRPr="00B81C62">
              <w:rPr>
                <w:rFonts w:cs="Arial"/>
                <w:i/>
                <w:lang w:val="en-US"/>
              </w:rPr>
              <w:t>h</w:t>
            </w:r>
            <w:r w:rsidRPr="00B81C62">
              <w:rPr>
                <w:rFonts w:cs="Arial"/>
                <w:i/>
              </w:rPr>
              <w:t>og1</w:t>
            </w:r>
            <w:r w:rsidRPr="00B81C62">
              <w:rPr>
                <w:rFonts w:cs="Arial"/>
                <w:i/>
                <w:iCs/>
              </w:rPr>
              <w:t xml:space="preserve"> </w:t>
            </w:r>
            <w:r w:rsidRPr="00B81C62">
              <w:rPr>
                <w:rFonts w:cs="Arial"/>
              </w:rPr>
              <w:t xml:space="preserve">mutants </w:t>
            </w:r>
            <w:r w:rsidRPr="00B81C62">
              <w:rPr>
                <w:rFonts w:cs="Arial"/>
                <w:iCs/>
              </w:rPr>
              <w:t xml:space="preserve">are hyper-resistant to cadmium toxicity and, together with the </w:t>
            </w:r>
            <w:r w:rsidRPr="00B81C62">
              <w:rPr>
                <w:rFonts w:cs="Arial"/>
                <w:i/>
                <w:iCs/>
                <w:lang w:val="x-none"/>
              </w:rPr>
              <w:t>Δ</w:t>
            </w:r>
            <w:r w:rsidRPr="00B81C62">
              <w:rPr>
                <w:rFonts w:cs="Arial"/>
                <w:i/>
                <w:iCs/>
              </w:rPr>
              <w:t xml:space="preserve">hog1 </w:t>
            </w:r>
            <w:r w:rsidRPr="00B81C62">
              <w:rPr>
                <w:rFonts w:cs="Arial"/>
                <w:iCs/>
              </w:rPr>
              <w:t xml:space="preserve">mutant, displayed similar hyper-resistant to FDX, FCZ, and diamide contrary to the hypersensitivity of </w:t>
            </w:r>
            <w:r w:rsidRPr="00B81C62">
              <w:rPr>
                <w:rFonts w:cs="Arial"/>
                <w:i/>
                <w:iCs/>
                <w:lang w:val="x-none"/>
              </w:rPr>
              <w:t>Δ</w:t>
            </w:r>
            <w:r w:rsidRPr="00B81C62">
              <w:rPr>
                <w:rFonts w:cs="Arial"/>
                <w:i/>
                <w:iCs/>
              </w:rPr>
              <w:t xml:space="preserve">ptp2 </w:t>
            </w:r>
            <w:r w:rsidRPr="00B81C62">
              <w:rPr>
                <w:rFonts w:cs="Arial"/>
                <w:iCs/>
              </w:rPr>
              <w:t xml:space="preserve">mutant. The </w:t>
            </w:r>
            <w:r w:rsidRPr="00B81C62">
              <w:rPr>
                <w:rFonts w:cs="Arial"/>
                <w:i/>
              </w:rPr>
              <w:t>Ptp2</w:t>
            </w:r>
            <w:r w:rsidRPr="00B81C62">
              <w:rPr>
                <w:rFonts w:cs="Arial"/>
                <w:i/>
                <w:vertAlign w:val="superscript"/>
              </w:rPr>
              <w:t>ovex</w:t>
            </w:r>
            <w:r w:rsidRPr="00B81C62">
              <w:rPr>
                <w:rFonts w:cs="Arial"/>
                <w:i/>
                <w:lang w:val="x-none"/>
              </w:rPr>
              <w:t>Δ</w:t>
            </w:r>
            <w:r w:rsidRPr="00B81C62">
              <w:rPr>
                <w:rFonts w:cs="Arial"/>
                <w:i/>
              </w:rPr>
              <w:t>hog1</w:t>
            </w:r>
            <w:r w:rsidRPr="00B81C62">
              <w:rPr>
                <w:rFonts w:cs="Arial"/>
                <w:i/>
                <w:iCs/>
              </w:rPr>
              <w:t xml:space="preserve"> </w:t>
            </w:r>
            <w:r w:rsidRPr="00B81C62">
              <w:rPr>
                <w:rFonts w:cs="Arial"/>
                <w:iCs/>
              </w:rPr>
              <w:t xml:space="preserve">and </w:t>
            </w:r>
            <w:r w:rsidRPr="00B81C62">
              <w:rPr>
                <w:rFonts w:cs="Arial"/>
                <w:i/>
                <w:iCs/>
                <w:lang w:val="x-none"/>
              </w:rPr>
              <w:t>Δ</w:t>
            </w:r>
            <w:r w:rsidRPr="00B81C62">
              <w:rPr>
                <w:rFonts w:cs="Arial"/>
                <w:i/>
                <w:iCs/>
              </w:rPr>
              <w:t xml:space="preserve">hog1 </w:t>
            </w:r>
            <w:r w:rsidRPr="00B81C62">
              <w:rPr>
                <w:rFonts w:cs="Arial"/>
                <w:iCs/>
              </w:rPr>
              <w:t xml:space="preserve">mutants produced a similar level of hypercapsulation but no capsule in the </w:t>
            </w:r>
            <w:r w:rsidRPr="00B81C62">
              <w:rPr>
                <w:rFonts w:cs="Arial"/>
                <w:i/>
              </w:rPr>
              <w:t>Ptp1</w:t>
            </w:r>
            <w:r w:rsidRPr="00B81C62">
              <w:rPr>
                <w:rFonts w:cs="Arial"/>
                <w:i/>
                <w:vertAlign w:val="superscript"/>
              </w:rPr>
              <w:t>ovex</w:t>
            </w:r>
            <w:r w:rsidRPr="00B81C62">
              <w:rPr>
                <w:rFonts w:cs="Arial"/>
                <w:i/>
                <w:lang w:val="x-none"/>
              </w:rPr>
              <w:t>Δ</w:t>
            </w:r>
            <w:r w:rsidRPr="00B81C62">
              <w:rPr>
                <w:rFonts w:cs="Arial"/>
                <w:i/>
              </w:rPr>
              <w:t>ptp2</w:t>
            </w:r>
            <w:r w:rsidRPr="00B81C62">
              <w:rPr>
                <w:rFonts w:cs="Arial"/>
                <w:i/>
                <w:iCs/>
              </w:rPr>
              <w:t xml:space="preserve"> </w:t>
            </w:r>
            <w:r w:rsidRPr="00B81C62">
              <w:rPr>
                <w:rFonts w:cs="Arial"/>
                <w:iCs/>
              </w:rPr>
              <w:t xml:space="preserve">mutant. At 0.1% glucose, a </w:t>
            </w:r>
            <w:r w:rsidRPr="00B81C62">
              <w:rPr>
                <w:rFonts w:cs="Arial"/>
                <w:i/>
              </w:rPr>
              <w:t xml:space="preserve">wt </w:t>
            </w:r>
            <w:r w:rsidRPr="00B81C62">
              <w:rPr>
                <w:rFonts w:cs="Arial"/>
                <w:iCs/>
              </w:rPr>
              <w:t xml:space="preserve">level of melanisation was observed in </w:t>
            </w:r>
            <w:r w:rsidRPr="00B81C62">
              <w:rPr>
                <w:rFonts w:cs="Arial"/>
                <w:i/>
                <w:iCs/>
                <w:lang w:val="x-none"/>
              </w:rPr>
              <w:t>Δ</w:t>
            </w:r>
            <w:r w:rsidRPr="00B81C62">
              <w:rPr>
                <w:rFonts w:cs="Arial"/>
                <w:i/>
                <w:iCs/>
              </w:rPr>
              <w:t xml:space="preserve">hog1, </w:t>
            </w:r>
            <w:r w:rsidRPr="00B81C62">
              <w:rPr>
                <w:rFonts w:cs="Arial"/>
                <w:i/>
                <w:iCs/>
                <w:lang w:val="x-none"/>
              </w:rPr>
              <w:t>Δ</w:t>
            </w:r>
            <w:r w:rsidRPr="00B81C62">
              <w:rPr>
                <w:rFonts w:cs="Arial"/>
                <w:i/>
                <w:iCs/>
              </w:rPr>
              <w:t>ptp1, Ptp1</w:t>
            </w:r>
            <w:r w:rsidRPr="00B81C62">
              <w:rPr>
                <w:rFonts w:cs="Arial"/>
                <w:i/>
                <w:iCs/>
                <w:vertAlign w:val="superscript"/>
              </w:rPr>
              <w:t>ovex</w:t>
            </w:r>
            <w:r w:rsidRPr="00B81C62">
              <w:rPr>
                <w:rFonts w:cs="Arial"/>
                <w:iCs/>
              </w:rPr>
              <w:t xml:space="preserve">, </w:t>
            </w:r>
            <w:r w:rsidRPr="00B81C62">
              <w:rPr>
                <w:rFonts w:cs="Arial"/>
                <w:i/>
              </w:rPr>
              <w:t>Ptp2</w:t>
            </w:r>
            <w:r w:rsidRPr="00B81C62">
              <w:rPr>
                <w:rFonts w:cs="Arial"/>
                <w:i/>
                <w:vertAlign w:val="superscript"/>
              </w:rPr>
              <w:t>ovex</w:t>
            </w:r>
            <w:r w:rsidRPr="00B81C62">
              <w:rPr>
                <w:rFonts w:cs="Arial"/>
                <w:iCs/>
              </w:rPr>
              <w:t xml:space="preserve">, and </w:t>
            </w:r>
            <w:bookmarkStart w:id="12" w:name="OLE_LINK300"/>
            <w:r w:rsidRPr="00B81C62">
              <w:rPr>
                <w:rFonts w:cs="Arial"/>
                <w:i/>
              </w:rPr>
              <w:t>Ptp2</w:t>
            </w:r>
            <w:r w:rsidRPr="00B81C62">
              <w:rPr>
                <w:rFonts w:cs="Arial"/>
                <w:i/>
                <w:vertAlign w:val="superscript"/>
              </w:rPr>
              <w:t>ovex</w:t>
            </w:r>
            <w:r w:rsidRPr="00B81C62">
              <w:rPr>
                <w:rFonts w:cs="Arial"/>
                <w:i/>
                <w:lang w:val="x-none"/>
              </w:rPr>
              <w:t>Δ</w:t>
            </w:r>
            <w:r w:rsidRPr="00B81C62">
              <w:rPr>
                <w:rFonts w:cs="Arial"/>
                <w:i/>
              </w:rPr>
              <w:t>ptp1</w:t>
            </w:r>
            <w:bookmarkEnd w:id="12"/>
            <w:r w:rsidRPr="00B81C62">
              <w:rPr>
                <w:rFonts w:cs="Arial"/>
                <w:i/>
                <w:iCs/>
              </w:rPr>
              <w:t xml:space="preserve">; </w:t>
            </w:r>
            <w:r w:rsidRPr="00B81C62">
              <w:rPr>
                <w:rFonts w:cs="Arial"/>
                <w:iCs/>
              </w:rPr>
              <w:t xml:space="preserve">drastically reduced melanisation in </w:t>
            </w:r>
            <w:r w:rsidRPr="00B81C62">
              <w:rPr>
                <w:rFonts w:cs="Arial"/>
                <w:i/>
              </w:rPr>
              <w:t>Ptp1</w:t>
            </w:r>
            <w:r w:rsidRPr="00B81C62">
              <w:rPr>
                <w:rFonts w:cs="Arial"/>
                <w:i/>
                <w:vertAlign w:val="superscript"/>
              </w:rPr>
              <w:t>ovex</w:t>
            </w:r>
            <w:r w:rsidRPr="00B81C62">
              <w:rPr>
                <w:rFonts w:cs="Arial"/>
                <w:i/>
                <w:lang w:val="x-none"/>
              </w:rPr>
              <w:t>Δ</w:t>
            </w:r>
            <w:r w:rsidRPr="00B81C62">
              <w:rPr>
                <w:rFonts w:cs="Arial"/>
                <w:i/>
              </w:rPr>
              <w:t>ptp2</w:t>
            </w:r>
            <w:r w:rsidRPr="00B81C62">
              <w:rPr>
                <w:rFonts w:cs="Arial"/>
                <w:i/>
                <w:iCs/>
              </w:rPr>
              <w:t xml:space="preserve"> </w:t>
            </w:r>
            <w:r w:rsidRPr="00B81C62">
              <w:rPr>
                <w:rFonts w:cs="Arial"/>
                <w:iCs/>
              </w:rPr>
              <w:t xml:space="preserve">but no melanin in </w:t>
            </w:r>
            <w:r w:rsidRPr="00B81C62">
              <w:rPr>
                <w:rFonts w:cs="Arial"/>
                <w:i/>
                <w:iCs/>
                <w:lang w:val="x-none"/>
              </w:rPr>
              <w:t>Δ</w:t>
            </w:r>
            <w:r w:rsidRPr="00B81C62">
              <w:rPr>
                <w:rFonts w:cs="Arial"/>
                <w:i/>
                <w:iCs/>
              </w:rPr>
              <w:t xml:space="preserve">ptp2 </w:t>
            </w:r>
            <w:r w:rsidRPr="00B81C62">
              <w:rPr>
                <w:rFonts w:cs="Arial"/>
                <w:iCs/>
              </w:rPr>
              <w:t xml:space="preserve">mutant. At 0.5% glucose, melanisation disappeared in all the mutants except in </w:t>
            </w:r>
            <w:r w:rsidRPr="00B81C62">
              <w:rPr>
                <w:rFonts w:cs="Arial"/>
                <w:i/>
                <w:iCs/>
                <w:lang w:val="x-none"/>
              </w:rPr>
              <w:t>Δ</w:t>
            </w:r>
            <w:r w:rsidRPr="00B81C62">
              <w:rPr>
                <w:rFonts w:cs="Arial"/>
                <w:i/>
                <w:iCs/>
              </w:rPr>
              <w:t xml:space="preserve">hog1. </w:t>
            </w:r>
            <w:r w:rsidRPr="00B81C62">
              <w:rPr>
                <w:rFonts w:cs="Arial"/>
                <w:iCs/>
              </w:rPr>
              <w:t xml:space="preserve">Highly improved </w:t>
            </w:r>
            <w:r w:rsidRPr="00B81C62">
              <w:rPr>
                <w:rFonts w:cs="Arial"/>
                <w:iCs/>
              </w:rPr>
              <w:lastRenderedPageBreak/>
              <w:t xml:space="preserve">mating efficiency in </w:t>
            </w:r>
            <w:r w:rsidRPr="00B81C62">
              <w:rPr>
                <w:rFonts w:cs="Arial"/>
                <w:i/>
                <w:iCs/>
              </w:rPr>
              <w:t>Ptp2</w:t>
            </w:r>
            <w:r w:rsidRPr="00B81C62">
              <w:rPr>
                <w:rFonts w:cs="Arial"/>
                <w:i/>
                <w:iCs/>
                <w:vertAlign w:val="superscript"/>
              </w:rPr>
              <w:t>ovex</w:t>
            </w:r>
            <w:r w:rsidRPr="00B81C62">
              <w:rPr>
                <w:rFonts w:cs="Arial"/>
                <w:iCs/>
              </w:rPr>
              <w:t xml:space="preserve"> and </w:t>
            </w:r>
            <w:r w:rsidRPr="00B81C62">
              <w:rPr>
                <w:rFonts w:cs="Arial"/>
                <w:i/>
                <w:iCs/>
              </w:rPr>
              <w:t>Ptp2</w:t>
            </w:r>
            <w:r w:rsidRPr="00B81C62">
              <w:rPr>
                <w:rFonts w:cs="Arial"/>
                <w:i/>
                <w:iCs/>
                <w:vertAlign w:val="superscript"/>
              </w:rPr>
              <w:t>ovex</w:t>
            </w:r>
            <w:r w:rsidRPr="00B81C62">
              <w:rPr>
                <w:rFonts w:cs="Arial"/>
                <w:i/>
                <w:iCs/>
                <w:lang w:val="x-none"/>
              </w:rPr>
              <w:t>Δ</w:t>
            </w:r>
            <w:r w:rsidRPr="00B81C62">
              <w:rPr>
                <w:rFonts w:cs="Arial"/>
                <w:i/>
                <w:iCs/>
              </w:rPr>
              <w:t xml:space="preserve">hog1 </w:t>
            </w:r>
            <w:r w:rsidRPr="00B81C62">
              <w:rPr>
                <w:rFonts w:cs="Arial"/>
                <w:iCs/>
              </w:rPr>
              <w:t xml:space="preserve">similar to </w:t>
            </w:r>
            <w:r w:rsidRPr="00B81C62">
              <w:rPr>
                <w:rFonts w:cs="Arial"/>
                <w:i/>
                <w:iCs/>
                <w:lang w:val="x-none"/>
              </w:rPr>
              <w:t>Δ</w:t>
            </w:r>
            <w:r w:rsidRPr="00B81C62">
              <w:rPr>
                <w:rFonts w:cs="Arial"/>
                <w:i/>
                <w:iCs/>
              </w:rPr>
              <w:t>hog1</w:t>
            </w:r>
            <w:r w:rsidRPr="00B81C62">
              <w:rPr>
                <w:rFonts w:cs="Arial"/>
                <w:iCs/>
              </w:rPr>
              <w:t xml:space="preserve"> mutants; no mating in </w:t>
            </w:r>
            <w:r w:rsidRPr="00B81C62">
              <w:rPr>
                <w:rFonts w:cs="Arial"/>
                <w:i/>
                <w:iCs/>
                <w:lang w:val="x-none"/>
              </w:rPr>
              <w:t>Δ</w:t>
            </w:r>
            <w:r w:rsidRPr="00B81C62">
              <w:rPr>
                <w:rFonts w:cs="Arial"/>
                <w:i/>
                <w:iCs/>
              </w:rPr>
              <w:t xml:space="preserve">ptp2 </w:t>
            </w:r>
            <w:r w:rsidRPr="00B81C62">
              <w:rPr>
                <w:rFonts w:cs="Arial"/>
                <w:iCs/>
              </w:rPr>
              <w:t xml:space="preserve">and </w:t>
            </w:r>
            <w:r w:rsidRPr="00B81C62">
              <w:rPr>
                <w:rFonts w:cs="Arial"/>
                <w:i/>
              </w:rPr>
              <w:t>Ptp1</w:t>
            </w:r>
            <w:r w:rsidRPr="00B81C62">
              <w:rPr>
                <w:rFonts w:cs="Arial"/>
                <w:i/>
                <w:vertAlign w:val="superscript"/>
              </w:rPr>
              <w:t>ovex</w:t>
            </w:r>
            <w:r w:rsidRPr="00B81C62">
              <w:rPr>
                <w:rFonts w:cs="Arial"/>
                <w:iCs/>
              </w:rPr>
              <w:t xml:space="preserve"> mutants but a</w:t>
            </w:r>
            <w:r w:rsidRPr="00B81C62">
              <w:rPr>
                <w:rFonts w:cs="Arial"/>
                <w:iCs/>
                <w:vertAlign w:val="superscript"/>
              </w:rPr>
              <w:t xml:space="preserve"> </w:t>
            </w:r>
            <w:r w:rsidRPr="00B81C62">
              <w:rPr>
                <w:rFonts w:cs="Arial"/>
                <w:iCs/>
              </w:rPr>
              <w:t xml:space="preserve">slightly reduced mating in </w:t>
            </w:r>
            <w:r w:rsidRPr="00B81C62">
              <w:rPr>
                <w:rFonts w:cs="Arial"/>
                <w:i/>
                <w:iCs/>
              </w:rPr>
              <w:t>Ptp1</w:t>
            </w:r>
            <w:r w:rsidRPr="00B81C62">
              <w:rPr>
                <w:rFonts w:cs="Arial"/>
                <w:i/>
                <w:iCs/>
                <w:vertAlign w:val="superscript"/>
              </w:rPr>
              <w:t>ovex</w:t>
            </w:r>
            <w:r w:rsidRPr="00B81C62">
              <w:rPr>
                <w:rFonts w:cs="Arial"/>
                <w:i/>
                <w:iCs/>
                <w:lang w:val="x-none"/>
              </w:rPr>
              <w:t>Δ</w:t>
            </w:r>
            <w:r w:rsidRPr="00B81C62">
              <w:rPr>
                <w:rFonts w:cs="Arial"/>
                <w:i/>
                <w:iCs/>
              </w:rPr>
              <w:t xml:space="preserve">hog1 </w:t>
            </w:r>
            <w:r w:rsidRPr="00B81C62">
              <w:rPr>
                <w:rFonts w:cs="Arial"/>
                <w:iCs/>
              </w:rPr>
              <w:t xml:space="preserve">compared with the </w:t>
            </w:r>
            <w:r w:rsidRPr="00B81C62">
              <w:rPr>
                <w:rFonts w:cs="Arial"/>
                <w:i/>
              </w:rPr>
              <w:t>wt</w:t>
            </w:r>
            <w:r w:rsidRPr="00B81C62">
              <w:rPr>
                <w:rFonts w:cs="Arial"/>
                <w:iCs/>
              </w:rPr>
              <w:t xml:space="preserve">. Overexpression of </w:t>
            </w:r>
            <w:r w:rsidRPr="00B81C62">
              <w:rPr>
                <w:rFonts w:cs="Arial"/>
                <w:i/>
              </w:rPr>
              <w:t>Ptp1</w:t>
            </w:r>
            <w:r w:rsidRPr="00B81C62">
              <w:rPr>
                <w:rFonts w:cs="Arial"/>
                <w:iCs/>
              </w:rPr>
              <w:t xml:space="preserve"> may inhibit filament growth, agar adhesion and invasion </w:t>
            </w:r>
            <w:r w:rsidRPr="00B81C62">
              <w:rPr>
                <w:rFonts w:cs="Arial"/>
                <w:iCs/>
              </w:rPr>
              <w:fldChar w:fldCharType="begin">
                <w:fldData xml:space="preserve">PEVuZE5vdGU+PENpdGU+PEF1dGhvcj5MZWU8L0F1dGhvcj48WWVhcj4yMDE0PC9ZZWFyPjxSZWNO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PEVuZE5vdGU+PENpdGU+PEF1dGhvcj5MZWU8L0F1dGhvcj48WWVhcj4yMDE0PC9ZZWFyPjxSZWNO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[137]</w:t>
            </w:r>
            <w:r w:rsidRPr="00B81C62">
              <w:rPr>
                <w:rFonts w:cs="Arial"/>
                <w:iCs/>
              </w:rPr>
              <w:fldChar w:fldCharType="end"/>
            </w:r>
          </w:p>
        </w:tc>
      </w:tr>
      <w:tr w:rsidR="00B81C62" w:rsidRPr="00B81C62" w14:paraId="4EC080C1" w14:textId="77777777" w:rsidTr="00B81C62">
        <w:tc>
          <w:tcPr>
            <w:tcW w:w="939" w:type="pct"/>
            <w:tcBorders>
              <w:bottom w:val="single" w:sz="4" w:space="0" w:color="auto"/>
            </w:tcBorders>
            <w:shd w:val="clear" w:color="auto" w:fill="auto"/>
            <w:vAlign w:val="center"/>
          </w:tcPr>
          <w:p w14:paraId="5424B50B" w14:textId="4A184D98" w:rsidR="00B81C62" w:rsidRPr="00B81C62" w:rsidRDefault="00B81C62" w:rsidP="00B81C62">
            <w:pPr>
              <w:pStyle w:val="MDPI42tablebody"/>
              <w:jc w:val="left"/>
              <w:rPr>
                <w:rFonts w:cs="Arial"/>
                <w:i/>
                <w:iCs/>
              </w:rPr>
            </w:pPr>
            <w:r w:rsidRPr="00B81C62">
              <w:rPr>
                <w:rFonts w:cs="Arial"/>
                <w:i/>
                <w:iCs/>
                <w:lang w:val="x-none"/>
              </w:rPr>
              <w:lastRenderedPageBreak/>
              <w:t>Δ</w:t>
            </w:r>
            <w:r w:rsidRPr="00B81C62">
              <w:rPr>
                <w:rFonts w:cs="Arial"/>
                <w:i/>
                <w:iCs/>
              </w:rPr>
              <w:t>puf4</w:t>
            </w:r>
          </w:p>
        </w:tc>
        <w:tc>
          <w:tcPr>
            <w:tcW w:w="4061" w:type="pct"/>
            <w:tcBorders>
              <w:top w:val="nil"/>
              <w:bottom w:val="single" w:sz="4" w:space="0" w:color="auto"/>
            </w:tcBorders>
            <w:shd w:val="clear" w:color="auto" w:fill="auto"/>
            <w:vAlign w:val="center"/>
          </w:tcPr>
          <w:p w14:paraId="1F4254EB" w14:textId="72AA072B" w:rsidR="00B81C62" w:rsidRPr="00B81C62" w:rsidRDefault="00B81C62" w:rsidP="00B81C62">
            <w:pPr>
              <w:tabs>
                <w:tab w:val="left" w:pos="0"/>
              </w:tabs>
              <w:jc w:val="left"/>
              <w:rPr>
                <w:rFonts w:cs="Arial"/>
              </w:rPr>
            </w:pPr>
            <w:r w:rsidRPr="00B81C62">
              <w:rPr>
                <w:rFonts w:cs="Arial"/>
                <w:iCs/>
              </w:rPr>
              <w:t xml:space="preserve">Defective </w:t>
            </w:r>
            <w:r w:rsidRPr="00B81C62">
              <w:rPr>
                <w:rFonts w:cs="Arial"/>
                <w:i/>
              </w:rPr>
              <w:t>Hxl1</w:t>
            </w:r>
            <w:r w:rsidRPr="00B81C62">
              <w:rPr>
                <w:rFonts w:cs="Arial"/>
                <w:iCs/>
              </w:rPr>
              <w:t xml:space="preserve"> </w:t>
            </w:r>
            <w:r w:rsidR="00907A49" w:rsidRPr="00907A49">
              <w:rPr>
                <w:rFonts w:cs="Arial"/>
                <w:i/>
                <w:iCs/>
              </w:rPr>
              <w:t>m</w:t>
            </w:r>
            <w:r w:rsidR="00907A49" w:rsidRPr="00907A49">
              <w:rPr>
                <w:rFonts w:cs="Arial"/>
              </w:rPr>
              <w:t>RNA</w:t>
            </w:r>
            <w:r w:rsidRPr="00B81C62">
              <w:rPr>
                <w:rFonts w:cs="Arial"/>
                <w:iCs/>
              </w:rPr>
              <w:t xml:space="preserve"> slicing when the mutant is transferred from </w:t>
            </w:r>
            <w:r w:rsidRPr="00B81C62">
              <w:rPr>
                <w:rFonts w:cs="Arial"/>
                <w:lang w:val="x-none"/>
              </w:rPr>
              <w:t>3</w:t>
            </w:r>
            <w:r w:rsidRPr="00B81C62">
              <w:rPr>
                <w:rFonts w:cs="Arial"/>
                <w:lang w:val="en-US"/>
              </w:rPr>
              <w:t>0</w:t>
            </w:r>
            <w:r w:rsidRPr="00B81C62">
              <w:rPr>
                <w:rFonts w:cs="Arial"/>
              </w:rPr>
              <w:t xml:space="preserve"> to</w:t>
            </w:r>
            <w:r w:rsidRPr="00B81C62">
              <w:rPr>
                <w:rFonts w:cs="Arial"/>
                <w:iCs/>
              </w:rPr>
              <w:t xml:space="preserve">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or by adding TCM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lang w:val="en-US"/>
              </w:rPr>
              <w:t>, and this is</w:t>
            </w:r>
            <w:r w:rsidRPr="00B81C62">
              <w:rPr>
                <w:rFonts w:cs="Arial"/>
              </w:rPr>
              <w:t xml:space="preserve"> </w:t>
            </w:r>
            <w:r w:rsidRPr="00B81C62">
              <w:rPr>
                <w:rFonts w:cs="Arial"/>
                <w:iCs/>
              </w:rPr>
              <w:t xml:space="preserve">characterised by stabled </w:t>
            </w:r>
            <w:r w:rsidRPr="00B81C62">
              <w:rPr>
                <w:rFonts w:cs="Arial"/>
                <w:i/>
              </w:rPr>
              <w:t>Hxl1</w:t>
            </w:r>
            <w:r w:rsidRPr="00B81C62">
              <w:rPr>
                <w:rFonts w:cs="Arial"/>
                <w:iCs/>
              </w:rPr>
              <w:t xml:space="preserve"> transcript, low accumulation of sliced </w:t>
            </w:r>
            <w:r w:rsidRPr="00B81C62">
              <w:rPr>
                <w:rFonts w:cs="Arial"/>
                <w:i/>
              </w:rPr>
              <w:t>Hxl1</w:t>
            </w:r>
            <w:r w:rsidRPr="00B81C62">
              <w:rPr>
                <w:rFonts w:cs="Arial"/>
                <w:iCs/>
              </w:rPr>
              <w:t xml:space="preserve"> </w:t>
            </w:r>
            <w:r w:rsidR="00907A49" w:rsidRPr="00907A49">
              <w:rPr>
                <w:rFonts w:cs="Arial"/>
                <w:i/>
                <w:iCs/>
              </w:rPr>
              <w:t>m</w:t>
            </w:r>
            <w:r w:rsidR="00907A49" w:rsidRPr="00907A49">
              <w:rPr>
                <w:rFonts w:cs="Arial"/>
              </w:rPr>
              <w:t>RNA</w:t>
            </w:r>
            <w:r w:rsidRPr="00B81C62">
              <w:rPr>
                <w:rFonts w:cs="Arial"/>
                <w:iCs/>
              </w:rPr>
              <w:t xml:space="preserve">, and slow accumulation of downstream Kar2 protein (a temperature stress sensor); defective </w:t>
            </w:r>
            <w:r w:rsidRPr="00B81C62">
              <w:rPr>
                <w:rFonts w:cs="Arial"/>
                <w:i/>
              </w:rPr>
              <w:t>Hxl1</w:t>
            </w:r>
            <w:r w:rsidRPr="00B81C62">
              <w:rPr>
                <w:rFonts w:cs="Arial"/>
                <w:iCs/>
              </w:rPr>
              <w:t xml:space="preserve"> </w:t>
            </w:r>
            <w:r w:rsidR="00907A49" w:rsidRPr="00907A49">
              <w:rPr>
                <w:rFonts w:cs="Arial"/>
                <w:i/>
                <w:iCs/>
              </w:rPr>
              <w:t>m</w:t>
            </w:r>
            <w:r w:rsidR="00907A49" w:rsidRPr="00907A49">
              <w:rPr>
                <w:rFonts w:cs="Arial"/>
              </w:rPr>
              <w:t>RNA</w:t>
            </w:r>
            <w:r w:rsidRPr="00B81C62">
              <w:rPr>
                <w:rFonts w:cs="Arial"/>
                <w:iCs/>
              </w:rPr>
              <w:t xml:space="preserve"> decay; defective growth at &gt;</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with considerable tissue dissemination without any compromise in the virulence when assessed in the MIMC </w:t>
            </w:r>
            <w:r w:rsidRPr="00B81C62">
              <w:rPr>
                <w:rFonts w:cs="Arial"/>
              </w:rPr>
              <w:fldChar w:fldCharType="begin">
                <w:fldData xml:space="preserve">PEVuZE5vdGU+PENpdGU+PEF1dGhvcj5HbGF6aWVyPC9BdXRob3I+PFllYXI+MjAxNTwvWWVhcj48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</w:fldData>
              </w:fldChar>
            </w:r>
            <w:r w:rsidR="00706F40">
              <w:rPr>
                <w:rFonts w:cs="Arial"/>
              </w:rPr>
              <w:instrText xml:space="preserve"> ADDIN EN.CITE </w:instrText>
            </w:r>
            <w:r w:rsidR="00706F40">
              <w:rPr>
                <w:rFonts w:cs="Arial"/>
              </w:rPr>
              <w:fldChar w:fldCharType="begin">
                <w:fldData xml:space="preserve">PEVuZE5vdGU+PENpdGU+PEF1dGhvcj5HbGF6aWVyPC9BdXRob3I+PFllYXI+MjAxNTwvWWVhcj48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[43,138]</w:t>
            </w:r>
            <w:r w:rsidRPr="00B81C62">
              <w:rPr>
                <w:rFonts w:cs="Arial"/>
              </w:rPr>
              <w:fldChar w:fldCharType="end"/>
            </w:r>
            <w:r w:rsidRPr="00B81C62">
              <w:rPr>
                <w:rFonts w:cs="Arial"/>
              </w:rPr>
              <w:t xml:space="preserve">. The mutants displayed hyper-filamentation traits but a reduced level of </w:t>
            </w:r>
            <w:r w:rsidRPr="00B81C62">
              <w:rPr>
                <w:rFonts w:cs="Arial"/>
                <w:iCs/>
              </w:rPr>
              <w:t>Mf</w:t>
            </w:r>
            <w:r w:rsidRPr="00B81C62">
              <w:rPr>
                <w:rFonts w:cs="Arial"/>
                <w:iCs/>
                <w:lang w:val="x-none"/>
              </w:rPr>
              <w:t>α</w:t>
            </w:r>
            <w:r w:rsidRPr="00B81C62">
              <w:rPr>
                <w:rFonts w:cs="Arial"/>
                <w:iCs/>
              </w:rPr>
              <w:t>1</w:t>
            </w:r>
            <w:r w:rsidRPr="00B81C62">
              <w:rPr>
                <w:rFonts w:cs="Arial"/>
                <w:i/>
                <w:iCs/>
              </w:rPr>
              <w:t xml:space="preserve"> </w:t>
            </w:r>
            <w:r w:rsidRPr="00B81C62">
              <w:rPr>
                <w:rFonts w:cs="Arial"/>
                <w:iCs/>
              </w:rPr>
              <w:t xml:space="preserve">and a defective basidiospore formation; attenuated virulence in </w:t>
            </w:r>
            <w:r w:rsidRPr="00B81C62">
              <w:rPr>
                <w:rFonts w:cs="Arial"/>
                <w:i/>
                <w:iCs/>
              </w:rPr>
              <w:t>G. mellonella</w:t>
            </w:r>
            <w:r w:rsidRPr="00B81C62">
              <w:rPr>
                <w:rFonts w:cs="Arial"/>
                <w:iCs/>
              </w:rPr>
              <w:t xml:space="preserve"> </w:t>
            </w:r>
            <w:r w:rsidRPr="00B81C62">
              <w:rPr>
                <w:rFonts w:cs="Arial"/>
                <w:color w:val="202020"/>
                <w:shd w:val="clear" w:color="auto" w:fill="FFFFFF"/>
              </w:rPr>
              <w:t>larvae</w:t>
            </w:r>
            <w:r w:rsidRPr="00B81C62">
              <w:rPr>
                <w:rFonts w:cs="Arial"/>
                <w:iCs/>
              </w:rPr>
              <w:t xml:space="preserve"> but moderately attenuated in murine intranasal instillation while </w:t>
            </w:r>
            <w:r w:rsidRPr="00B81C62">
              <w:rPr>
                <w:rFonts w:cs="Arial"/>
                <w:i/>
                <w:iCs/>
                <w:lang w:val="x-none"/>
              </w:rPr>
              <w:t>Δ</w:t>
            </w:r>
            <w:r w:rsidRPr="00B81C62">
              <w:rPr>
                <w:rFonts w:cs="Arial"/>
                <w:i/>
                <w:iCs/>
              </w:rPr>
              <w:t>crz1</w:t>
            </w:r>
            <w:r w:rsidRPr="00B81C62">
              <w:rPr>
                <w:rFonts w:cs="Arial"/>
                <w:i/>
                <w:iCs/>
                <w:lang w:val="x-none"/>
              </w:rPr>
              <w:t>Δ</w:t>
            </w:r>
            <w:r w:rsidRPr="00B81C62">
              <w:rPr>
                <w:rFonts w:cs="Arial"/>
                <w:i/>
                <w:iCs/>
              </w:rPr>
              <w:t xml:space="preserve">puf4 </w:t>
            </w:r>
            <w:r w:rsidRPr="00B81C62">
              <w:rPr>
                <w:rFonts w:cs="Arial"/>
                <w:iCs/>
              </w:rPr>
              <w:t xml:space="preserve">mutants in the same condition remained avirulent </w:t>
            </w:r>
            <w:r w:rsidRPr="00B81C62">
              <w:rPr>
                <w:rFonts w:cs="Arial"/>
                <w:iCs/>
              </w:rPr>
              <w:fldChar w:fldCharType="begin">
                <w:fldData xml:space="preserve">PEVuZE5vdGU+PENpdGU+PEF1dGhvcj5QYXJrPC9BdXRob3I+PFllYXI+MjAxNjwvWWVhcj48UmVj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PEVuZE5vdGU+PENpdGU+PEF1dGhvcj5QYXJrPC9BdXRob3I+PFllYXI+MjAxNjwvWWVhcj48UmVj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[43]</w:t>
            </w:r>
            <w:r w:rsidRPr="00B81C62">
              <w:rPr>
                <w:rFonts w:cs="Arial"/>
                <w:iCs/>
              </w:rPr>
              <w:fldChar w:fldCharType="end"/>
            </w:r>
          </w:p>
        </w:tc>
      </w:tr>
      <w:tr w:rsidR="00B81C62" w:rsidRPr="00B81C62" w14:paraId="7310ACD3" w14:textId="77777777" w:rsidTr="00B81C62">
        <w:tc>
          <w:tcPr>
            <w:tcW w:w="939" w:type="pct"/>
            <w:tcBorders>
              <w:bottom w:val="single" w:sz="4" w:space="0" w:color="auto"/>
            </w:tcBorders>
            <w:shd w:val="clear" w:color="auto" w:fill="auto"/>
            <w:vAlign w:val="center"/>
          </w:tcPr>
          <w:p w14:paraId="1EE0668A" w14:textId="61C31C94"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qsp1</w:t>
            </w:r>
          </w:p>
        </w:tc>
        <w:tc>
          <w:tcPr>
            <w:tcW w:w="4061" w:type="pct"/>
            <w:tcBorders>
              <w:top w:val="nil"/>
              <w:bottom w:val="single" w:sz="4" w:space="0" w:color="auto"/>
            </w:tcBorders>
            <w:shd w:val="clear" w:color="auto" w:fill="auto"/>
            <w:vAlign w:val="center"/>
          </w:tcPr>
          <w:p w14:paraId="21CA905B" w14:textId="152C3269" w:rsidR="00B81C62" w:rsidRPr="00B81C62" w:rsidRDefault="00B81C62" w:rsidP="00B81C62">
            <w:pPr>
              <w:tabs>
                <w:tab w:val="left" w:pos="0"/>
              </w:tabs>
              <w:jc w:val="left"/>
              <w:rPr>
                <w:rFonts w:cs="Arial"/>
                <w:iCs/>
              </w:rPr>
            </w:pPr>
            <w:r w:rsidRPr="00B81C62">
              <w:rPr>
                <w:rFonts w:cs="Arial"/>
                <w:shd w:val="clear" w:color="auto" w:fill="FFFFFF"/>
              </w:rPr>
              <w:t xml:space="preserve">Attenuated infection in normal and C5 complement-deficient mice; lower pulmonary burden; induced Th2-dominant response during infection, which is a weak immune response against the cryptococcal cell clearance; induced Type 2 cytokines (IL-4, IL-5, and IL-13) in the lung similar to the </w:t>
            </w:r>
            <w:r w:rsidRPr="00B81C62">
              <w:rPr>
                <w:rFonts w:cs="Arial"/>
                <w:i/>
                <w:iCs/>
                <w:shd w:val="clear" w:color="auto" w:fill="FFFFFF"/>
              </w:rPr>
              <w:t>wt</w:t>
            </w:r>
            <w:r w:rsidRPr="00B81C62">
              <w:rPr>
                <w:rFonts w:cs="Arial"/>
                <w:shd w:val="clear" w:color="auto" w:fill="FFFFFF"/>
              </w:rPr>
              <w:t xml:space="preserve">; reduced macrophage intracellular accumulation; larger capsule at </w:t>
            </w:r>
            <w:r w:rsidRPr="00B81C62">
              <w:rPr>
                <w:rFonts w:cs="Arial"/>
              </w:rPr>
              <w:t>25</w:t>
            </w:r>
            <w:r w:rsidRPr="00B81C62">
              <w:rPr>
                <w:rFonts w:cs="Arial"/>
                <w:vertAlign w:val="superscript"/>
              </w:rPr>
              <w:t>o</w:t>
            </w:r>
            <w:r w:rsidRPr="00B81C62">
              <w:rPr>
                <w:rFonts w:cs="Arial"/>
              </w:rPr>
              <w:t xml:space="preserve">C, which reduced to </w:t>
            </w:r>
            <w:r w:rsidRPr="00B81C62">
              <w:rPr>
                <w:rFonts w:cs="Arial"/>
                <w:i/>
                <w:iCs/>
              </w:rPr>
              <w:t>wt</w:t>
            </w:r>
            <w:r w:rsidRPr="00B81C62">
              <w:rPr>
                <w:rFonts w:cs="Arial"/>
              </w:rPr>
              <w:t xml:space="preserve"> size at 37</w:t>
            </w:r>
            <w:r w:rsidRPr="00B81C62">
              <w:rPr>
                <w:rFonts w:cs="Arial"/>
                <w:vertAlign w:val="superscript"/>
              </w:rPr>
              <w:t>o</w:t>
            </w:r>
            <w:r w:rsidRPr="00B81C62">
              <w:rPr>
                <w:rFonts w:cs="Arial"/>
              </w:rPr>
              <w:t>C with normal chitin/chitosan components; hypomelanisation at 37</w:t>
            </w:r>
            <w:r w:rsidRPr="00B81C62">
              <w:rPr>
                <w:rFonts w:cs="Arial"/>
                <w:vertAlign w:val="superscript"/>
              </w:rPr>
              <w:t>o</w:t>
            </w:r>
            <w:r w:rsidRPr="00B81C62">
              <w:rPr>
                <w:rFonts w:cs="Arial"/>
              </w:rPr>
              <w:t>C; thinner cell wall with a weak distinctive layers</w:t>
            </w:r>
          </w:p>
        </w:tc>
      </w:tr>
      <w:tr w:rsidR="00B81C62" w:rsidRPr="00B81C62" w14:paraId="552360FF" w14:textId="77777777" w:rsidTr="00B81C62">
        <w:tc>
          <w:tcPr>
            <w:tcW w:w="939" w:type="pct"/>
            <w:tcBorders>
              <w:bottom w:val="single" w:sz="4" w:space="0" w:color="auto"/>
            </w:tcBorders>
            <w:shd w:val="clear" w:color="auto" w:fill="auto"/>
            <w:vAlign w:val="center"/>
          </w:tcPr>
          <w:p w14:paraId="60575262" w14:textId="494CFFE9"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rac1, </w:t>
            </w:r>
            <w:r w:rsidRPr="00B81C62">
              <w:rPr>
                <w:rFonts w:cs="Arial"/>
                <w:i/>
                <w:iCs/>
                <w:lang w:val="x-none"/>
              </w:rPr>
              <w:t>Δ</w:t>
            </w:r>
            <w:r w:rsidRPr="00B81C62">
              <w:rPr>
                <w:rFonts w:cs="Arial"/>
                <w:i/>
                <w:iCs/>
              </w:rPr>
              <w:t>cdc42</w:t>
            </w:r>
          </w:p>
        </w:tc>
        <w:tc>
          <w:tcPr>
            <w:tcW w:w="4061" w:type="pct"/>
            <w:tcBorders>
              <w:top w:val="nil"/>
              <w:bottom w:val="single" w:sz="4" w:space="0" w:color="auto"/>
            </w:tcBorders>
            <w:shd w:val="clear" w:color="auto" w:fill="auto"/>
            <w:vAlign w:val="center"/>
          </w:tcPr>
          <w:p w14:paraId="11005757" w14:textId="1B66AE11" w:rsidR="00B81C62" w:rsidRPr="00B81C62" w:rsidRDefault="00B81C62" w:rsidP="00B81C62">
            <w:pPr>
              <w:tabs>
                <w:tab w:val="left" w:pos="0"/>
              </w:tabs>
              <w:jc w:val="left"/>
              <w:rPr>
                <w:rFonts w:cs="Arial"/>
                <w:shd w:val="clear" w:color="auto" w:fill="FFFFFF"/>
              </w:rPr>
            </w:pPr>
            <w:r w:rsidRPr="00B81C62">
              <w:rPr>
                <w:rFonts w:cs="Arial"/>
                <w:shd w:val="clear" w:color="auto" w:fill="FFFFFF"/>
              </w:rPr>
              <w:t xml:space="preserve">Unaffected thermotolerance but a severe defect in haploid filamentation and mating in </w:t>
            </w:r>
            <w:r w:rsidRPr="00B81C62">
              <w:rPr>
                <w:rFonts w:cs="Arial"/>
                <w:i/>
                <w:iCs/>
                <w:lang w:val="x-none"/>
              </w:rPr>
              <w:t>Δ</w:t>
            </w:r>
            <w:r w:rsidRPr="00B81C62">
              <w:rPr>
                <w:rFonts w:cs="Arial"/>
                <w:i/>
                <w:iCs/>
              </w:rPr>
              <w:t xml:space="preserve">rac1 </w:t>
            </w:r>
            <w:r w:rsidRPr="00B81C62">
              <w:rPr>
                <w:rFonts w:cs="Arial"/>
                <w:iCs/>
              </w:rPr>
              <w:t>mutants</w:t>
            </w:r>
            <w:r w:rsidRPr="00B81C62">
              <w:rPr>
                <w:rFonts w:cs="Arial"/>
                <w:shd w:val="clear" w:color="auto" w:fill="FFFFFF"/>
              </w:rPr>
              <w:t xml:space="preserve">; normal actin organisation (i.e., the formation of actin patches and cables) but a poor and ineffective endocytic process in </w:t>
            </w:r>
            <w:r w:rsidRPr="00B81C62">
              <w:rPr>
                <w:rFonts w:cs="Arial"/>
                <w:i/>
                <w:iCs/>
                <w:lang w:val="x-none"/>
              </w:rPr>
              <w:t>Δ</w:t>
            </w:r>
            <w:r w:rsidRPr="00B81C62">
              <w:rPr>
                <w:rFonts w:cs="Arial"/>
                <w:i/>
                <w:iCs/>
                <w:lang w:val="en-US"/>
              </w:rPr>
              <w:t>r</w:t>
            </w:r>
            <w:r w:rsidRPr="00B81C62">
              <w:rPr>
                <w:rFonts w:cs="Arial"/>
                <w:i/>
                <w:iCs/>
              </w:rPr>
              <w:t xml:space="preserve">ac1 </w:t>
            </w:r>
            <w:r w:rsidRPr="00B81C62">
              <w:rPr>
                <w:rFonts w:cs="Arial"/>
                <w:iCs/>
              </w:rPr>
              <w:t xml:space="preserve">mutants characterised by the late-appearing unfused small vacuole, which the expression of autoactivated Wsp1p can suppress. Normal actin patches but an absence of cables in </w:t>
            </w:r>
            <w:r w:rsidRPr="00B81C62">
              <w:rPr>
                <w:rFonts w:cs="Arial"/>
                <w:i/>
                <w:iCs/>
                <w:lang w:val="x-none"/>
              </w:rPr>
              <w:t>Δ</w:t>
            </w:r>
            <w:r w:rsidRPr="00B81C62">
              <w:rPr>
                <w:rFonts w:cs="Arial"/>
                <w:i/>
                <w:iCs/>
              </w:rPr>
              <w:t xml:space="preserve">cdc42 </w:t>
            </w:r>
            <w:r w:rsidRPr="00B81C62">
              <w:rPr>
                <w:rFonts w:cs="Arial"/>
                <w:iCs/>
              </w:rPr>
              <w:t xml:space="preserve">mutants; defective actin organisation in </w:t>
            </w:r>
            <w:r w:rsidRPr="00B81C62">
              <w:rPr>
                <w:rFonts w:cs="Arial"/>
                <w:i/>
                <w:iCs/>
                <w:lang w:val="x-none"/>
              </w:rPr>
              <w:t>Δ</w:t>
            </w:r>
            <w:r w:rsidRPr="00B81C62">
              <w:rPr>
                <w:rFonts w:cs="Arial"/>
                <w:i/>
                <w:iCs/>
              </w:rPr>
              <w:t>cdc42</w:t>
            </w:r>
            <w:r w:rsidRPr="00B81C62">
              <w:rPr>
                <w:rFonts w:cs="Arial"/>
                <w:i/>
                <w:iCs/>
                <w:lang w:val="x-none"/>
              </w:rPr>
              <w:t>Δ</w:t>
            </w:r>
            <w:r w:rsidRPr="00B81C62">
              <w:rPr>
                <w:rFonts w:cs="Arial"/>
                <w:i/>
                <w:iCs/>
              </w:rPr>
              <w:t xml:space="preserve">rac1 </w:t>
            </w:r>
            <w:r w:rsidRPr="00B81C62">
              <w:rPr>
                <w:rFonts w:cs="Arial"/>
                <w:iCs/>
              </w:rPr>
              <w:t xml:space="preserve">mutants </w:t>
            </w:r>
            <w:r w:rsidRPr="00B81C62">
              <w:rPr>
                <w:rFonts w:cs="Arial"/>
                <w:iCs/>
              </w:rPr>
              <w:fldChar w:fldCharType="begin">
                <w:fldData xml:space="preserve">PEVuZE5vdGU+PENpdGU+PEF1dGhvcj5TaGVuPC9BdXRob3I+PFllYXI+MjAxMjwvWWVhcj48UmVj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=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PEVuZE5vdGU+PENpdGU+PEF1dGhvcj5TaGVuPC9BdXRob3I+PFllYXI+MjAxMjwvWWVhcj48UmVj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=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[26]</w:t>
            </w:r>
            <w:r w:rsidRPr="00B81C62">
              <w:rPr>
                <w:rFonts w:cs="Arial"/>
                <w:iCs/>
              </w:rPr>
              <w:fldChar w:fldCharType="end"/>
            </w:r>
          </w:p>
        </w:tc>
      </w:tr>
      <w:tr w:rsidR="00B81C62" w:rsidRPr="00B81C62" w14:paraId="09D123ED" w14:textId="77777777" w:rsidTr="00B81C62">
        <w:tc>
          <w:tcPr>
            <w:tcW w:w="939" w:type="pct"/>
            <w:tcBorders>
              <w:bottom w:val="single" w:sz="4" w:space="0" w:color="auto"/>
            </w:tcBorders>
            <w:shd w:val="clear" w:color="auto" w:fill="auto"/>
            <w:vAlign w:val="center"/>
          </w:tcPr>
          <w:p w14:paraId="7E93064F" w14:textId="375BFD56"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rac1, </w:t>
            </w:r>
            <w:r w:rsidRPr="00B81C62">
              <w:rPr>
                <w:rFonts w:cs="Arial"/>
                <w:i/>
                <w:iCs/>
                <w:lang w:val="x-none"/>
              </w:rPr>
              <w:t>Δ</w:t>
            </w:r>
            <w:r w:rsidRPr="00B81C62">
              <w:rPr>
                <w:rFonts w:cs="Arial"/>
                <w:i/>
                <w:iCs/>
              </w:rPr>
              <w:t xml:space="preserve">rac2, </w:t>
            </w:r>
            <w:r w:rsidRPr="00B81C62">
              <w:rPr>
                <w:rFonts w:cs="Arial"/>
                <w:i/>
                <w:iCs/>
                <w:lang w:val="x-none"/>
              </w:rPr>
              <w:t>Δ</w:t>
            </w:r>
            <w:r w:rsidRPr="00B81C62">
              <w:rPr>
                <w:rFonts w:cs="Arial"/>
                <w:i/>
                <w:iCs/>
              </w:rPr>
              <w:t xml:space="preserve">cdc42, </w:t>
            </w:r>
            <w:r w:rsidRPr="00B81C62">
              <w:rPr>
                <w:rFonts w:cs="Arial"/>
                <w:i/>
                <w:iCs/>
                <w:lang w:val="x-none"/>
              </w:rPr>
              <w:t>Δ</w:t>
            </w:r>
            <w:r w:rsidRPr="00B81C62">
              <w:rPr>
                <w:rFonts w:cs="Arial"/>
                <w:i/>
                <w:iCs/>
              </w:rPr>
              <w:t>cdc420</w:t>
            </w:r>
          </w:p>
        </w:tc>
        <w:tc>
          <w:tcPr>
            <w:tcW w:w="4061" w:type="pct"/>
            <w:tcBorders>
              <w:top w:val="nil"/>
              <w:bottom w:val="single" w:sz="4" w:space="0" w:color="auto"/>
            </w:tcBorders>
            <w:shd w:val="clear" w:color="auto" w:fill="auto"/>
            <w:vAlign w:val="center"/>
          </w:tcPr>
          <w:p w14:paraId="696604C0" w14:textId="377AB4F7" w:rsidR="00B81C62" w:rsidRPr="00B81C62" w:rsidRDefault="00B81C62" w:rsidP="00B81C62">
            <w:pPr>
              <w:tabs>
                <w:tab w:val="left" w:pos="0"/>
              </w:tabs>
              <w:jc w:val="left"/>
              <w:rPr>
                <w:rFonts w:cs="Arial"/>
                <w:shd w:val="clear" w:color="auto" w:fill="FFFFFF"/>
              </w:rPr>
            </w:pPr>
            <w:r w:rsidRPr="00B81C62">
              <w:rPr>
                <w:rFonts w:cs="Arial"/>
                <w:shd w:val="clear" w:color="auto" w:fill="FFFFFF"/>
              </w:rPr>
              <w:t xml:space="preserve">Normal growth at </w:t>
            </w:r>
            <w:r w:rsidRPr="00B81C62">
              <w:rPr>
                <w:rFonts w:cs="Arial"/>
                <w:lang w:val="x-none"/>
              </w:rPr>
              <w:t>30</w:t>
            </w:r>
            <w:r w:rsidRPr="00B81C62">
              <w:rPr>
                <w:rFonts w:cs="Arial"/>
              </w:rPr>
              <w:t>/37</w:t>
            </w:r>
            <w:r w:rsidRPr="00B81C62">
              <w:rPr>
                <w:rFonts w:cs="Arial"/>
                <w:vertAlign w:val="superscript"/>
                <w:lang w:val="x-none"/>
              </w:rPr>
              <w:t>o</w:t>
            </w:r>
            <w:r w:rsidRPr="00B81C62">
              <w:rPr>
                <w:rFonts w:cs="Arial"/>
                <w:lang w:val="x-none"/>
              </w:rPr>
              <w:t>C</w:t>
            </w:r>
            <w:r w:rsidRPr="00B81C62">
              <w:rPr>
                <w:rFonts w:cs="Arial"/>
              </w:rPr>
              <w:t xml:space="preserve"> contrary to hyper-defective growth of </w:t>
            </w:r>
            <w:bookmarkStart w:id="13" w:name="OLE_LINK345"/>
            <w:bookmarkStart w:id="14" w:name="OLE_LINK346"/>
            <w:r w:rsidRPr="00B81C62">
              <w:rPr>
                <w:rFonts w:cs="Arial"/>
                <w:i/>
                <w:iCs/>
                <w:lang w:val="x-none"/>
              </w:rPr>
              <w:t>Δ</w:t>
            </w:r>
            <w:r w:rsidRPr="00B81C62">
              <w:rPr>
                <w:rFonts w:cs="Arial"/>
                <w:i/>
                <w:iCs/>
              </w:rPr>
              <w:t>cdc42</w:t>
            </w:r>
            <w:r w:rsidRPr="00B81C62">
              <w:rPr>
                <w:rFonts w:cs="Arial"/>
                <w:i/>
                <w:iCs/>
                <w:lang w:val="x-none"/>
              </w:rPr>
              <w:t>Δ</w:t>
            </w:r>
            <w:r w:rsidRPr="00B81C62">
              <w:rPr>
                <w:rFonts w:cs="Arial"/>
                <w:i/>
                <w:iCs/>
              </w:rPr>
              <w:t>cdc420</w:t>
            </w:r>
            <w:bookmarkEnd w:id="13"/>
            <w:bookmarkEnd w:id="14"/>
            <w:r w:rsidRPr="00B81C62">
              <w:rPr>
                <w:rFonts w:cs="Arial"/>
                <w:i/>
                <w:iCs/>
                <w:lang w:val="x-none"/>
              </w:rPr>
              <w:t>Δ</w:t>
            </w:r>
            <w:r w:rsidRPr="00B81C62">
              <w:rPr>
                <w:rFonts w:cs="Arial"/>
                <w:i/>
                <w:iCs/>
              </w:rPr>
              <w:t xml:space="preserve">rac2, </w:t>
            </w:r>
            <w:r w:rsidRPr="00B81C62">
              <w:rPr>
                <w:rFonts w:cs="Arial"/>
                <w:i/>
                <w:iCs/>
                <w:lang w:val="x-none"/>
              </w:rPr>
              <w:t>Δ</w:t>
            </w:r>
            <w:r w:rsidRPr="00B81C62">
              <w:rPr>
                <w:rFonts w:cs="Arial"/>
                <w:i/>
                <w:iCs/>
              </w:rPr>
              <w:t>cdc42</w:t>
            </w:r>
            <w:r w:rsidRPr="00B81C62">
              <w:rPr>
                <w:rFonts w:cs="Arial"/>
                <w:i/>
                <w:iCs/>
                <w:lang w:val="x-none"/>
              </w:rPr>
              <w:t>Δ</w:t>
            </w:r>
            <w:r w:rsidRPr="00B81C62">
              <w:rPr>
                <w:rFonts w:cs="Arial"/>
                <w:i/>
                <w:iCs/>
              </w:rPr>
              <w:t xml:space="preserve">cdc420, </w:t>
            </w:r>
            <w:r w:rsidRPr="00B81C62">
              <w:rPr>
                <w:rFonts w:cs="Arial"/>
                <w:iCs/>
              </w:rPr>
              <w:t xml:space="preserve">and </w:t>
            </w:r>
            <w:r w:rsidRPr="00B81C62">
              <w:rPr>
                <w:rFonts w:cs="Arial"/>
                <w:i/>
                <w:iCs/>
                <w:lang w:val="x-none"/>
              </w:rPr>
              <w:t>Δ</w:t>
            </w:r>
            <w:r w:rsidRPr="00B81C62">
              <w:rPr>
                <w:rFonts w:cs="Arial"/>
                <w:i/>
                <w:iCs/>
              </w:rPr>
              <w:t>ras1</w:t>
            </w:r>
            <w:r w:rsidRPr="00B81C62">
              <w:rPr>
                <w:rFonts w:cs="Arial"/>
                <w:iCs/>
              </w:rPr>
              <w:t xml:space="preserve"> mutants at &gt;</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rPr>
              <w:t xml:space="preserve">; normal haploid/diploid cell cycle growth in each mutant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rPr>
              <w:t xml:space="preserve">; a very slight growth improvement could be restored with the overexpression of </w:t>
            </w:r>
            <w:r w:rsidRPr="00B81C62">
              <w:rPr>
                <w:rFonts w:cs="Arial"/>
                <w:i/>
              </w:rPr>
              <w:t>Rac1</w:t>
            </w:r>
            <w:r w:rsidRPr="00B81C62">
              <w:rPr>
                <w:rFonts w:cs="Arial"/>
              </w:rPr>
              <w:t xml:space="preserve"> or </w:t>
            </w:r>
            <w:r w:rsidRPr="00B81C62">
              <w:rPr>
                <w:rFonts w:cs="Arial"/>
                <w:i/>
              </w:rPr>
              <w:t>Rac2</w:t>
            </w:r>
            <w:r w:rsidRPr="00B81C62">
              <w:rPr>
                <w:rFonts w:cs="Arial"/>
              </w:rPr>
              <w:t xml:space="preserve"> in </w:t>
            </w:r>
            <w:r w:rsidRPr="00B81C62">
              <w:rPr>
                <w:rFonts w:cs="Arial"/>
                <w:i/>
                <w:iCs/>
                <w:lang w:val="x-none"/>
              </w:rPr>
              <w:t>Δ</w:t>
            </w:r>
            <w:r w:rsidRPr="00B81C62">
              <w:rPr>
                <w:rFonts w:cs="Arial"/>
                <w:i/>
                <w:iCs/>
              </w:rPr>
              <w:t xml:space="preserve">ras1 </w:t>
            </w:r>
            <w:r w:rsidRPr="00B81C62">
              <w:rPr>
                <w:rFonts w:cs="Arial"/>
                <w:iCs/>
              </w:rPr>
              <w:t xml:space="preserve">mutant; both mutants are virulence in murine infection model; each mutant is relatively bigger in cell size compared to the </w:t>
            </w:r>
            <w:r w:rsidRPr="00B81C62">
              <w:rPr>
                <w:rFonts w:cs="Arial"/>
                <w:i/>
              </w:rPr>
              <w:t>wt</w:t>
            </w:r>
            <w:r w:rsidRPr="00B81C62">
              <w:rPr>
                <w:rFonts w:cs="Arial"/>
                <w:iCs/>
              </w:rPr>
              <w:t xml:space="preserve"> due to heat stress but without any defect in cell morphology, budding, and cytokinesis contrary to the biggest </w:t>
            </w:r>
            <w:r w:rsidRPr="00B81C62">
              <w:rPr>
                <w:rFonts w:cs="Arial"/>
                <w:i/>
                <w:iCs/>
                <w:lang w:val="x-none"/>
              </w:rPr>
              <w:t>Δ</w:t>
            </w:r>
            <w:r w:rsidRPr="00B81C62">
              <w:rPr>
                <w:rFonts w:cs="Arial"/>
                <w:i/>
                <w:iCs/>
                <w:lang w:val="en-US"/>
              </w:rPr>
              <w:t>r</w:t>
            </w:r>
            <w:r w:rsidRPr="00B81C62">
              <w:rPr>
                <w:rFonts w:cs="Arial"/>
                <w:i/>
                <w:iCs/>
              </w:rPr>
              <w:t xml:space="preserve">as1 </w:t>
            </w:r>
            <w:r w:rsidRPr="00B81C62">
              <w:rPr>
                <w:rFonts w:cs="Arial"/>
                <w:iCs/>
              </w:rPr>
              <w:t xml:space="preserve">cell size with defective cell morphology; order of sensitivity to Latrunculin B, LatB (actin filament disruptor) increased from </w:t>
            </w:r>
            <w:r w:rsidRPr="00B81C62">
              <w:rPr>
                <w:rFonts w:cs="Arial"/>
                <w:i/>
                <w:iCs/>
                <w:lang w:val="x-none"/>
              </w:rPr>
              <w:t>Δ</w:t>
            </w:r>
            <w:r w:rsidRPr="00B81C62">
              <w:rPr>
                <w:rFonts w:cs="Arial"/>
                <w:i/>
                <w:iCs/>
              </w:rPr>
              <w:t xml:space="preserve">rac2, </w:t>
            </w:r>
            <w:r w:rsidRPr="00B81C62">
              <w:rPr>
                <w:rFonts w:cs="Arial"/>
                <w:i/>
                <w:iCs/>
                <w:lang w:val="x-none"/>
              </w:rPr>
              <w:t>Δ</w:t>
            </w:r>
            <w:r w:rsidRPr="00B81C62">
              <w:rPr>
                <w:rFonts w:cs="Arial"/>
                <w:i/>
                <w:iCs/>
              </w:rPr>
              <w:t>cdc42</w:t>
            </w:r>
            <w:r w:rsidRPr="00B81C62">
              <w:rPr>
                <w:rFonts w:cs="Arial"/>
                <w:i/>
                <w:iCs/>
                <w:lang w:val="x-none"/>
              </w:rPr>
              <w:t>Δ</w:t>
            </w:r>
            <w:r w:rsidRPr="00B81C62">
              <w:rPr>
                <w:rFonts w:cs="Arial"/>
                <w:i/>
                <w:iCs/>
              </w:rPr>
              <w:t xml:space="preserve">cdc420, </w:t>
            </w:r>
            <w:r w:rsidRPr="00B81C62">
              <w:rPr>
                <w:rFonts w:cs="Arial"/>
                <w:i/>
                <w:iCs/>
                <w:lang w:val="x-none"/>
              </w:rPr>
              <w:t>Δ</w:t>
            </w:r>
            <w:r w:rsidRPr="00B81C62">
              <w:rPr>
                <w:rFonts w:cs="Arial"/>
                <w:i/>
                <w:iCs/>
              </w:rPr>
              <w:t>cdc42</w:t>
            </w:r>
            <w:r w:rsidRPr="00B81C62">
              <w:rPr>
                <w:rFonts w:cs="Arial"/>
                <w:i/>
                <w:iCs/>
                <w:lang w:val="x-none"/>
              </w:rPr>
              <w:t>Δ</w:t>
            </w:r>
            <w:r w:rsidRPr="00B81C62">
              <w:rPr>
                <w:rFonts w:cs="Arial"/>
                <w:i/>
                <w:iCs/>
              </w:rPr>
              <w:t>cdc420</w:t>
            </w:r>
            <w:r w:rsidRPr="00B81C62">
              <w:rPr>
                <w:rFonts w:cs="Arial"/>
                <w:i/>
                <w:iCs/>
                <w:lang w:val="x-none"/>
              </w:rPr>
              <w:t>Δ</w:t>
            </w:r>
            <w:r w:rsidRPr="00B81C62">
              <w:rPr>
                <w:rFonts w:cs="Arial"/>
                <w:i/>
                <w:iCs/>
              </w:rPr>
              <w:t xml:space="preserve">rac2 </w:t>
            </w:r>
            <w:r w:rsidRPr="00B81C62">
              <w:rPr>
                <w:rFonts w:cs="Arial"/>
                <w:iCs/>
              </w:rPr>
              <w:t xml:space="preserve">to </w:t>
            </w:r>
            <w:r w:rsidRPr="00B81C62">
              <w:rPr>
                <w:rFonts w:cs="Arial"/>
                <w:i/>
                <w:iCs/>
                <w:lang w:val="x-none"/>
              </w:rPr>
              <w:t>Δ</w:t>
            </w:r>
            <w:r w:rsidRPr="00B81C62">
              <w:rPr>
                <w:rFonts w:cs="Arial"/>
                <w:i/>
                <w:iCs/>
              </w:rPr>
              <w:t xml:space="preserve">ras1 </w:t>
            </w:r>
            <w:r w:rsidRPr="00B81C62">
              <w:rPr>
                <w:rFonts w:cs="Arial"/>
                <w:iCs/>
              </w:rPr>
              <w:t xml:space="preserve">but </w:t>
            </w:r>
            <w:r w:rsidRPr="00B81C62">
              <w:rPr>
                <w:rFonts w:cs="Arial"/>
                <w:i/>
                <w:iCs/>
                <w:lang w:val="x-none"/>
              </w:rPr>
              <w:t>Δ</w:t>
            </w:r>
            <w:r w:rsidRPr="00B81C62">
              <w:rPr>
                <w:rFonts w:cs="Arial"/>
                <w:i/>
                <w:iCs/>
              </w:rPr>
              <w:t xml:space="preserve">rac1 </w:t>
            </w:r>
            <w:r w:rsidRPr="00B81C62">
              <w:rPr>
                <w:rFonts w:cs="Arial"/>
                <w:iCs/>
              </w:rPr>
              <w:t xml:space="preserve">showed a </w:t>
            </w:r>
            <w:r w:rsidRPr="00B81C62">
              <w:rPr>
                <w:rFonts w:cs="Arial"/>
                <w:i/>
              </w:rPr>
              <w:t>wt</w:t>
            </w:r>
            <w:r w:rsidRPr="00B81C62">
              <w:rPr>
                <w:rFonts w:cs="Arial"/>
                <w:iCs/>
              </w:rPr>
              <w:t xml:space="preserve"> LatB sensitivity. Morphologically defective and delayed hyphal formation are observed respectively in bilateral and unilateral mating of </w:t>
            </w:r>
            <w:r w:rsidRPr="00B81C62">
              <w:rPr>
                <w:rFonts w:cs="Arial"/>
                <w:i/>
                <w:iCs/>
                <w:lang w:val="x-none"/>
              </w:rPr>
              <w:t>Δ</w:t>
            </w:r>
            <w:r w:rsidRPr="00B81C62">
              <w:rPr>
                <w:rFonts w:cs="Arial"/>
                <w:i/>
                <w:iCs/>
                <w:lang w:val="en-US"/>
              </w:rPr>
              <w:t>r</w:t>
            </w:r>
            <w:r w:rsidRPr="00B81C62">
              <w:rPr>
                <w:rFonts w:cs="Arial"/>
                <w:i/>
                <w:iCs/>
              </w:rPr>
              <w:t xml:space="preserve">ac1 </w:t>
            </w:r>
            <w:r w:rsidRPr="00B81C62">
              <w:rPr>
                <w:rFonts w:cs="Arial"/>
                <w:iCs/>
              </w:rPr>
              <w:t xml:space="preserve">mutant, yet with mating having normal fused clamp cells, binucleate </w:t>
            </w:r>
            <w:r w:rsidRPr="00B81C62">
              <w:rPr>
                <w:rFonts w:cs="Arial"/>
                <w:b/>
                <w:iCs/>
              </w:rPr>
              <w:t>a</w:t>
            </w:r>
            <w:r w:rsidRPr="00B81C62">
              <w:rPr>
                <w:rFonts w:cs="Arial"/>
                <w:iCs/>
              </w:rPr>
              <w:t>/</w:t>
            </w:r>
            <w:r w:rsidRPr="00B81C62">
              <w:rPr>
                <w:rFonts w:cs="Arial"/>
                <w:i/>
                <w:iCs/>
                <w:lang w:val="x-none"/>
              </w:rPr>
              <w:t>α</w:t>
            </w:r>
            <w:r w:rsidRPr="00B81C62">
              <w:rPr>
                <w:rFonts w:cs="Arial"/>
                <w:i/>
                <w:iCs/>
              </w:rPr>
              <w:t xml:space="preserve"> </w:t>
            </w:r>
            <w:r w:rsidRPr="00B81C62">
              <w:rPr>
                <w:rFonts w:cs="Arial"/>
                <w:iCs/>
              </w:rPr>
              <w:t xml:space="preserve">hyphal segment, and co-segregation of </w:t>
            </w:r>
            <w:r w:rsidRPr="00B81C62">
              <w:rPr>
                <w:rFonts w:cs="Arial"/>
                <w:b/>
                <w:iCs/>
              </w:rPr>
              <w:t xml:space="preserve">a </w:t>
            </w:r>
            <w:r w:rsidRPr="00B81C62">
              <w:rPr>
                <w:rFonts w:cs="Arial"/>
                <w:iCs/>
              </w:rPr>
              <w:t xml:space="preserve">and </w:t>
            </w:r>
            <w:r w:rsidRPr="00B81C62">
              <w:rPr>
                <w:rFonts w:cs="Arial"/>
                <w:i/>
                <w:iCs/>
                <w:lang w:val="x-none"/>
              </w:rPr>
              <w:t>α</w:t>
            </w:r>
            <w:r w:rsidRPr="00B81C62">
              <w:rPr>
                <w:rFonts w:cs="Arial"/>
                <w:i/>
                <w:iCs/>
              </w:rPr>
              <w:t xml:space="preserve"> </w:t>
            </w:r>
            <w:r w:rsidRPr="00B81C62">
              <w:rPr>
                <w:rFonts w:cs="Arial"/>
                <w:iCs/>
              </w:rPr>
              <w:t xml:space="preserve">mating types. The </w:t>
            </w:r>
            <w:r w:rsidRPr="00B81C62">
              <w:rPr>
                <w:rFonts w:cs="Arial"/>
                <w:i/>
                <w:iCs/>
                <w:lang w:val="x-none"/>
              </w:rPr>
              <w:t>Δ</w:t>
            </w:r>
            <w:r w:rsidRPr="00B81C62">
              <w:rPr>
                <w:rFonts w:cs="Arial"/>
                <w:i/>
                <w:iCs/>
              </w:rPr>
              <w:t xml:space="preserve">rac2 </w:t>
            </w:r>
            <w:r w:rsidRPr="00B81C62">
              <w:rPr>
                <w:rFonts w:cs="Arial"/>
              </w:rPr>
              <w:t>showed a d</w:t>
            </w:r>
            <w:r w:rsidRPr="00B81C62">
              <w:rPr>
                <w:rFonts w:cs="Arial"/>
                <w:iCs/>
              </w:rPr>
              <w:t xml:space="preserve">elayed hyphal formation in unilateral and bilateral mating of mutant; normal hyphal morphology and mating but broader and richer in haustoria (that may be involved in nutrients absorption) than the </w:t>
            </w:r>
            <w:r w:rsidRPr="00B81C62">
              <w:rPr>
                <w:rFonts w:cs="Arial"/>
                <w:i/>
              </w:rPr>
              <w:t>wt</w:t>
            </w:r>
            <w:r w:rsidRPr="00B81C62">
              <w:rPr>
                <w:rFonts w:cs="Arial"/>
                <w:iCs/>
              </w:rPr>
              <w:t xml:space="preserve">. The delayed hyphal </w:t>
            </w:r>
            <w:r w:rsidRPr="00B81C62">
              <w:rPr>
                <w:rFonts w:cs="Arial"/>
                <w:iCs/>
              </w:rPr>
              <w:lastRenderedPageBreak/>
              <w:t xml:space="preserve">formation is caused by a defect in initial fusion mating types though </w:t>
            </w:r>
            <w:r w:rsidRPr="00B81C62">
              <w:rPr>
                <w:rFonts w:cs="Arial"/>
                <w:i/>
                <w:iCs/>
              </w:rPr>
              <w:t>Mf</w:t>
            </w:r>
            <w:r w:rsidRPr="00B81C62">
              <w:rPr>
                <w:rFonts w:cs="Arial"/>
                <w:i/>
                <w:iCs/>
                <w:lang w:val="x-none"/>
              </w:rPr>
              <w:t>α</w:t>
            </w:r>
            <w:r w:rsidRPr="00B81C62">
              <w:rPr>
                <w:rFonts w:cs="Arial"/>
                <w:i/>
                <w:iCs/>
              </w:rPr>
              <w:t>1</w:t>
            </w:r>
            <w:r w:rsidRPr="00B81C62">
              <w:rPr>
                <w:rFonts w:cs="Arial"/>
                <w:iCs/>
              </w:rPr>
              <w:t xml:space="preserve"> expression is greatly reduced in </w:t>
            </w:r>
            <w:r w:rsidRPr="00B81C62">
              <w:rPr>
                <w:rFonts w:cs="Arial"/>
                <w:i/>
              </w:rPr>
              <w:t>MAT</w:t>
            </w:r>
            <w:r w:rsidRPr="00B81C62">
              <w:rPr>
                <w:rFonts w:cs="Arial"/>
                <w:i/>
                <w:lang w:val="x-none"/>
              </w:rPr>
              <w:t>α</w:t>
            </w:r>
            <w:r w:rsidRPr="00B81C62">
              <w:rPr>
                <w:rFonts w:cs="Arial"/>
                <w:i/>
                <w:iCs/>
                <w:lang w:val="en-US"/>
              </w:rPr>
              <w:t xml:space="preserve"> </w:t>
            </w:r>
            <w:r w:rsidRPr="00B81C62">
              <w:rPr>
                <w:rFonts w:cs="Arial"/>
                <w:i/>
                <w:iCs/>
                <w:lang w:val="x-none"/>
              </w:rPr>
              <w:t>Δ</w:t>
            </w:r>
            <w:r w:rsidRPr="00B81C62">
              <w:rPr>
                <w:rFonts w:cs="Arial"/>
                <w:i/>
                <w:iCs/>
                <w:lang w:val="en-US"/>
              </w:rPr>
              <w:t>r</w:t>
            </w:r>
            <w:r w:rsidRPr="00B81C62">
              <w:rPr>
                <w:rFonts w:cs="Arial"/>
                <w:i/>
                <w:iCs/>
              </w:rPr>
              <w:t>ac1 x MAT</w:t>
            </w:r>
            <w:r w:rsidRPr="00B81C62">
              <w:rPr>
                <w:rFonts w:cs="Arial"/>
                <w:b/>
                <w:bCs/>
                <w:i/>
                <w:iCs/>
              </w:rPr>
              <w:t>a</w:t>
            </w:r>
            <w:r w:rsidRPr="00B81C62">
              <w:rPr>
                <w:rFonts w:cs="Arial"/>
                <w:i/>
                <w:iCs/>
                <w:lang w:val="en-US"/>
              </w:rPr>
              <w:t xml:space="preserve"> </w:t>
            </w:r>
            <w:r w:rsidRPr="00B81C62">
              <w:rPr>
                <w:rFonts w:cs="Arial"/>
                <w:i/>
                <w:iCs/>
                <w:lang w:val="x-none"/>
              </w:rPr>
              <w:t>Δ</w:t>
            </w:r>
            <w:r w:rsidRPr="00B81C62">
              <w:rPr>
                <w:rFonts w:cs="Arial"/>
                <w:i/>
                <w:iCs/>
                <w:lang w:val="en-US"/>
              </w:rPr>
              <w:t>r</w:t>
            </w:r>
            <w:r w:rsidRPr="00B81C62">
              <w:rPr>
                <w:rFonts w:cs="Arial"/>
                <w:i/>
                <w:iCs/>
              </w:rPr>
              <w:t xml:space="preserve">ac1 </w:t>
            </w:r>
            <w:r w:rsidRPr="00B81C62">
              <w:rPr>
                <w:rFonts w:cs="Arial"/>
                <w:iCs/>
              </w:rPr>
              <w:t xml:space="preserve">than in </w:t>
            </w:r>
            <w:r w:rsidRPr="00B81C62">
              <w:rPr>
                <w:rFonts w:cs="Arial"/>
                <w:i/>
              </w:rPr>
              <w:t>MAT</w:t>
            </w:r>
            <w:r w:rsidRPr="00B81C62">
              <w:rPr>
                <w:rFonts w:cs="Arial"/>
                <w:i/>
                <w:lang w:val="x-none"/>
              </w:rPr>
              <w:t>α</w:t>
            </w:r>
            <w:r w:rsidRPr="00B81C62">
              <w:rPr>
                <w:rFonts w:cs="Arial"/>
                <w:i/>
                <w:iCs/>
                <w:lang w:val="en-US"/>
              </w:rPr>
              <w:t xml:space="preserve"> </w:t>
            </w:r>
            <w:r w:rsidRPr="00B81C62">
              <w:rPr>
                <w:rFonts w:cs="Arial"/>
                <w:i/>
                <w:iCs/>
                <w:lang w:val="x-none"/>
              </w:rPr>
              <w:t>Δ</w:t>
            </w:r>
            <w:r w:rsidRPr="00B81C62">
              <w:rPr>
                <w:rFonts w:cs="Arial"/>
                <w:i/>
                <w:iCs/>
              </w:rPr>
              <w:t>rac2 x MAT</w:t>
            </w:r>
            <w:r w:rsidRPr="00B81C62">
              <w:rPr>
                <w:rFonts w:cs="Arial"/>
                <w:b/>
                <w:bCs/>
                <w:i/>
                <w:iCs/>
              </w:rPr>
              <w:t xml:space="preserve">a </w:t>
            </w:r>
            <w:r w:rsidRPr="00B81C62">
              <w:rPr>
                <w:rFonts w:cs="Arial"/>
                <w:i/>
                <w:iCs/>
                <w:lang w:val="x-none"/>
              </w:rPr>
              <w:t>Δ</w:t>
            </w:r>
            <w:r w:rsidRPr="00B81C62">
              <w:rPr>
                <w:rFonts w:cs="Arial"/>
                <w:i/>
                <w:iCs/>
                <w:lang w:val="en-US"/>
              </w:rPr>
              <w:t>r</w:t>
            </w:r>
            <w:r w:rsidRPr="00B81C62">
              <w:rPr>
                <w:rFonts w:cs="Arial"/>
                <w:i/>
                <w:iCs/>
              </w:rPr>
              <w:t>ac2</w:t>
            </w:r>
            <w:r w:rsidRPr="00B81C62">
              <w:rPr>
                <w:rFonts w:cs="Arial"/>
                <w:iCs/>
              </w:rPr>
              <w:t xml:space="preserve"> bilateral mating. Also, there is a more significant alteration in ROS localisation during vegetative hyphal growth in </w:t>
            </w:r>
            <w:r w:rsidRPr="00B81C62">
              <w:rPr>
                <w:rFonts w:cs="Arial"/>
                <w:i/>
                <w:iCs/>
              </w:rPr>
              <w:t>MAT</w:t>
            </w:r>
            <w:r w:rsidRPr="00B81C62">
              <w:rPr>
                <w:rFonts w:cs="Arial"/>
                <w:i/>
                <w:iCs/>
                <w:lang w:val="x-none"/>
              </w:rPr>
              <w:t>α</w:t>
            </w:r>
            <w:r w:rsidRPr="00B81C62">
              <w:rPr>
                <w:rFonts w:cs="Arial"/>
                <w:i/>
                <w:iCs/>
                <w:lang w:val="en-US"/>
              </w:rPr>
              <w:t xml:space="preserve"> </w:t>
            </w:r>
            <w:r w:rsidRPr="00B81C62">
              <w:rPr>
                <w:rFonts w:cs="Arial"/>
                <w:i/>
                <w:iCs/>
                <w:lang w:val="x-none"/>
              </w:rPr>
              <w:t>Δ</w:t>
            </w:r>
            <w:r w:rsidRPr="00B81C62">
              <w:rPr>
                <w:rFonts w:cs="Arial"/>
                <w:i/>
                <w:iCs/>
                <w:lang w:val="en-US"/>
              </w:rPr>
              <w:t>r</w:t>
            </w:r>
            <w:r w:rsidRPr="00B81C62">
              <w:rPr>
                <w:rFonts w:cs="Arial"/>
                <w:i/>
                <w:iCs/>
              </w:rPr>
              <w:t>ac1 x MAT</w:t>
            </w:r>
            <w:r w:rsidRPr="00B81C62">
              <w:rPr>
                <w:rFonts w:cs="Arial"/>
                <w:b/>
                <w:bCs/>
                <w:i/>
                <w:iCs/>
              </w:rPr>
              <w:t>a</w:t>
            </w:r>
            <w:r w:rsidRPr="00B81C62">
              <w:rPr>
                <w:rFonts w:cs="Arial"/>
                <w:i/>
                <w:iCs/>
                <w:lang w:val="en-US"/>
              </w:rPr>
              <w:t xml:space="preserve"> </w:t>
            </w:r>
            <w:r w:rsidRPr="00B81C62">
              <w:rPr>
                <w:rFonts w:cs="Arial"/>
                <w:i/>
                <w:iCs/>
                <w:lang w:val="x-none"/>
              </w:rPr>
              <w:t>Δ</w:t>
            </w:r>
            <w:r w:rsidRPr="00B81C62">
              <w:rPr>
                <w:rFonts w:cs="Arial"/>
                <w:i/>
                <w:iCs/>
                <w:lang w:val="en-US"/>
              </w:rPr>
              <w:t>r</w:t>
            </w:r>
            <w:r w:rsidRPr="00B81C62">
              <w:rPr>
                <w:rFonts w:cs="Arial"/>
                <w:i/>
                <w:iCs/>
              </w:rPr>
              <w:t xml:space="preserve">ac1 </w:t>
            </w:r>
            <w:r w:rsidRPr="00B81C62">
              <w:rPr>
                <w:rFonts w:cs="Arial"/>
                <w:iCs/>
              </w:rPr>
              <w:t xml:space="preserve">than </w:t>
            </w:r>
            <w:r w:rsidRPr="00B81C62">
              <w:rPr>
                <w:rFonts w:cs="Arial"/>
                <w:i/>
              </w:rPr>
              <w:t>MAT</w:t>
            </w:r>
            <w:r w:rsidRPr="00B81C62">
              <w:rPr>
                <w:rFonts w:cs="Arial"/>
                <w:i/>
                <w:lang w:val="x-none"/>
              </w:rPr>
              <w:t>α</w:t>
            </w:r>
            <w:r w:rsidRPr="00B81C62">
              <w:rPr>
                <w:rFonts w:cs="Arial"/>
                <w:i/>
                <w:lang w:val="en-US"/>
              </w:rPr>
              <w:t xml:space="preserve"> </w:t>
            </w:r>
            <w:r w:rsidRPr="00B81C62">
              <w:rPr>
                <w:rFonts w:cs="Arial"/>
                <w:i/>
                <w:lang w:val="x-none"/>
              </w:rPr>
              <w:t>Δ</w:t>
            </w:r>
            <w:r w:rsidRPr="00B81C62">
              <w:rPr>
                <w:rFonts w:cs="Arial"/>
                <w:i/>
                <w:lang w:val="en-US"/>
              </w:rPr>
              <w:t>r</w:t>
            </w:r>
            <w:r w:rsidRPr="00B81C62">
              <w:rPr>
                <w:rFonts w:cs="Arial"/>
                <w:i/>
              </w:rPr>
              <w:t>ac2</w:t>
            </w:r>
            <w:r w:rsidRPr="00B81C62">
              <w:rPr>
                <w:rFonts w:cs="Arial"/>
                <w:i/>
                <w:iCs/>
              </w:rPr>
              <w:t xml:space="preserve"> x MAT</w:t>
            </w:r>
            <w:r w:rsidRPr="00B81C62">
              <w:rPr>
                <w:rFonts w:cs="Arial"/>
                <w:b/>
                <w:bCs/>
                <w:i/>
                <w:iCs/>
              </w:rPr>
              <w:t>a</w:t>
            </w:r>
            <w:r w:rsidRPr="00B81C62">
              <w:rPr>
                <w:rFonts w:cs="Arial"/>
                <w:i/>
                <w:iCs/>
                <w:lang w:val="en-US"/>
              </w:rPr>
              <w:t xml:space="preserve"> </w:t>
            </w:r>
            <w:r w:rsidRPr="00B81C62">
              <w:rPr>
                <w:rFonts w:cs="Arial"/>
                <w:i/>
                <w:iCs/>
                <w:lang w:val="x-none"/>
              </w:rPr>
              <w:t>Δ</w:t>
            </w:r>
            <w:r w:rsidRPr="00B81C62">
              <w:rPr>
                <w:rFonts w:cs="Arial"/>
                <w:i/>
                <w:iCs/>
                <w:lang w:val="en-US"/>
              </w:rPr>
              <w:t>r</w:t>
            </w:r>
            <w:r w:rsidRPr="00B81C62">
              <w:rPr>
                <w:rFonts w:cs="Arial"/>
                <w:i/>
                <w:iCs/>
              </w:rPr>
              <w:t xml:space="preserve">ac2 </w:t>
            </w:r>
            <w:r w:rsidRPr="00B81C62">
              <w:rPr>
                <w:rFonts w:cs="Arial"/>
                <w:iCs/>
              </w:rPr>
              <w:fldChar w:fldCharType="begin">
                <w:fldData xml:space="preserve">PEVuZE5vdGU+PENpdGU+PEF1dGhvcj5CYWxsb3U8L0F1dGhvcj48WWVhcj4yMDEzPC9ZZWFyPjxS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==
</w:fldData>
              </w:fldChar>
            </w:r>
            <w:r w:rsidR="00706F40">
              <w:rPr>
                <w:rFonts w:cs="Arial"/>
                <w:iCs/>
              </w:rPr>
              <w:instrText xml:space="preserve"> ADDIN EN.CITE </w:instrText>
            </w:r>
            <w:r w:rsidR="00706F40">
              <w:rPr>
                <w:rFonts w:cs="Arial"/>
                <w:iCs/>
              </w:rPr>
              <w:fldChar w:fldCharType="begin">
                <w:fldData xml:space="preserve">PEVuZE5vdGU+PENpdGU+PEF1dGhvcj5CYWxsb3U8L0F1dGhvcj48WWVhcj4yMDEzPC9ZZWFyPjxS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==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[139]</w:t>
            </w:r>
            <w:r w:rsidRPr="00B81C62">
              <w:rPr>
                <w:rFonts w:cs="Arial"/>
                <w:iCs/>
              </w:rPr>
              <w:fldChar w:fldCharType="end"/>
            </w:r>
          </w:p>
        </w:tc>
      </w:tr>
      <w:tr w:rsidR="00B81C62" w:rsidRPr="00B81C62" w14:paraId="12FBA308" w14:textId="77777777" w:rsidTr="00B81C62">
        <w:tc>
          <w:tcPr>
            <w:tcW w:w="939" w:type="pct"/>
            <w:tcBorders>
              <w:bottom w:val="single" w:sz="4" w:space="0" w:color="auto"/>
            </w:tcBorders>
            <w:shd w:val="clear" w:color="auto" w:fill="auto"/>
            <w:vAlign w:val="center"/>
          </w:tcPr>
          <w:p w14:paraId="4D04F567" w14:textId="5AAA2E51"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ram1</w:t>
            </w:r>
          </w:p>
        </w:tc>
        <w:tc>
          <w:tcPr>
            <w:tcW w:w="4061" w:type="pct"/>
            <w:tcBorders>
              <w:top w:val="nil"/>
              <w:bottom w:val="single" w:sz="4" w:space="0" w:color="auto"/>
            </w:tcBorders>
            <w:shd w:val="clear" w:color="auto" w:fill="auto"/>
            <w:vAlign w:val="center"/>
          </w:tcPr>
          <w:p w14:paraId="524743AA" w14:textId="2183C948" w:rsidR="00B81C62" w:rsidRPr="00B81C62" w:rsidRDefault="00B81C62" w:rsidP="00B81C62">
            <w:pPr>
              <w:tabs>
                <w:tab w:val="left" w:pos="0"/>
              </w:tabs>
              <w:jc w:val="left"/>
              <w:rPr>
                <w:rFonts w:cs="Arial"/>
                <w:shd w:val="clear" w:color="auto" w:fill="FFFFFF"/>
              </w:rPr>
            </w:pPr>
            <w:r w:rsidRPr="00B81C62">
              <w:rPr>
                <w:rFonts w:cs="Arial"/>
                <w:shd w:val="clear" w:color="auto" w:fill="FFFFFF"/>
              </w:rPr>
              <w:t xml:space="preserve">Defective cell growth due to poor and incomplete cytokinesis; actin delocalisation and uneven distribution leading to wrinkled morphology; defective haploid fruiting/differentiation in </w:t>
            </w:r>
            <w:r w:rsidR="00E100A1" w:rsidRPr="00E100A1">
              <w:rPr>
                <w:rFonts w:cs="Arial"/>
                <w:i/>
                <w:iCs/>
                <w:lang w:val="x-none"/>
              </w:rPr>
              <w:t>C. neoformans</w:t>
            </w:r>
            <w:r w:rsidRPr="00B81C62">
              <w:rPr>
                <w:rFonts w:cs="Arial"/>
                <w:i/>
                <w:iCs/>
                <w:lang w:val="x-none"/>
              </w:rPr>
              <w:t>,</w:t>
            </w:r>
            <w:r w:rsidRPr="00B81C62">
              <w:rPr>
                <w:rFonts w:cs="Arial"/>
                <w:i/>
                <w:iCs/>
              </w:rPr>
              <w:t xml:space="preserve"> </w:t>
            </w:r>
            <w:r w:rsidRPr="00B81C62">
              <w:rPr>
                <w:rFonts w:cs="Arial"/>
                <w:iCs/>
              </w:rPr>
              <w:t xml:space="preserve">but </w:t>
            </w:r>
            <w:r w:rsidR="00AD31E3" w:rsidRPr="00AD31E3">
              <w:rPr>
                <w:rFonts w:cs="Arial"/>
                <w:i/>
                <w:iCs/>
                <w:lang w:val="x-none"/>
              </w:rPr>
              <w:t>S. cerevisiae</w:t>
            </w:r>
            <w:r w:rsidRPr="00B81C62">
              <w:rPr>
                <w:rFonts w:cs="Arial"/>
                <w:i/>
                <w:iCs/>
              </w:rPr>
              <w:t xml:space="preserve"> </w:t>
            </w:r>
            <w:r w:rsidRPr="00B81C62">
              <w:rPr>
                <w:rFonts w:cs="Arial"/>
                <w:iCs/>
              </w:rPr>
              <w:t xml:space="preserve">appeared to have an alternative route of circumventing these phenotypic traits associated with this gene disruption </w:t>
            </w:r>
            <w:r w:rsidRPr="00B81C62">
              <w:rPr>
                <w:rFonts w:cs="Arial"/>
                <w:iCs/>
              </w:rPr>
              <w:fldChar w:fldCharType="begin">
                <w:fldData xml:space="preserve">PEVuZE5vdGU+PENpdGU+PEF1dGhvcj5WYWxsaW08L0F1dGhvcj48WWVhcj4yMDA0PC9ZZWFyPjxS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</w:fldData>
              </w:fldChar>
            </w:r>
            <w:r w:rsidR="00706F40">
              <w:rPr>
                <w:rFonts w:cs="Arial"/>
                <w:iCs/>
              </w:rPr>
              <w:instrText xml:space="preserve"> ADDIN EN.CITE </w:instrText>
            </w:r>
            <w:r w:rsidR="00706F40">
              <w:rPr>
                <w:rFonts w:cs="Arial"/>
                <w:iCs/>
              </w:rPr>
              <w:fldChar w:fldCharType="begin">
                <w:fldData xml:space="preserve">PEVuZE5vdGU+PENpdGU+PEF1dGhvcj5WYWxsaW08L0F1dGhvcj48WWVhcj4yMDA0PC9ZZWFyPjxS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[140]</w:t>
            </w:r>
            <w:r w:rsidRPr="00B81C62">
              <w:rPr>
                <w:rFonts w:cs="Arial"/>
                <w:iCs/>
              </w:rPr>
              <w:fldChar w:fldCharType="end"/>
            </w:r>
          </w:p>
        </w:tc>
      </w:tr>
      <w:tr w:rsidR="00B81C62" w:rsidRPr="00B81C62" w14:paraId="428B29B9" w14:textId="77777777" w:rsidTr="00B81C62">
        <w:tc>
          <w:tcPr>
            <w:tcW w:w="939" w:type="pct"/>
            <w:tcBorders>
              <w:bottom w:val="single" w:sz="4" w:space="0" w:color="auto"/>
            </w:tcBorders>
            <w:shd w:val="clear" w:color="auto" w:fill="auto"/>
            <w:vAlign w:val="center"/>
          </w:tcPr>
          <w:p w14:paraId="7E46DB18" w14:textId="6FCC7D23"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ras1, </w:t>
            </w:r>
            <w:r w:rsidRPr="00B81C62">
              <w:rPr>
                <w:rFonts w:cs="Arial"/>
                <w:i/>
                <w:iCs/>
                <w:lang w:val="x-none"/>
              </w:rPr>
              <w:t>Δ</w:t>
            </w:r>
            <w:r w:rsidRPr="00B81C62">
              <w:rPr>
                <w:rFonts w:cs="Arial"/>
                <w:i/>
                <w:iCs/>
              </w:rPr>
              <w:t>cdc24</w:t>
            </w:r>
          </w:p>
        </w:tc>
        <w:tc>
          <w:tcPr>
            <w:tcW w:w="4061" w:type="pct"/>
            <w:tcBorders>
              <w:top w:val="nil"/>
              <w:bottom w:val="single" w:sz="4" w:space="0" w:color="auto"/>
            </w:tcBorders>
            <w:shd w:val="clear" w:color="auto" w:fill="auto"/>
            <w:vAlign w:val="center"/>
          </w:tcPr>
          <w:p w14:paraId="7F503195" w14:textId="3EF4F8FA" w:rsidR="00B81C62" w:rsidRPr="00B81C62" w:rsidRDefault="00B81C62" w:rsidP="00B81C62">
            <w:pPr>
              <w:tabs>
                <w:tab w:val="left" w:pos="0"/>
              </w:tabs>
              <w:jc w:val="left"/>
              <w:rPr>
                <w:rFonts w:cs="Arial"/>
                <w:shd w:val="clear" w:color="auto" w:fill="FFFFFF"/>
              </w:rPr>
            </w:pPr>
            <w:r w:rsidRPr="00B81C62">
              <w:rPr>
                <w:rFonts w:cs="Arial"/>
                <w:color w:val="2E2E2E"/>
                <w:shd w:val="clear" w:color="auto" w:fill="FFFFFF"/>
              </w:rPr>
              <w:t xml:space="preserve">Both mutants showed </w:t>
            </w:r>
            <w:r w:rsidRPr="00B81C62">
              <w:rPr>
                <w:rFonts w:cs="Arial"/>
              </w:rPr>
              <w:t xml:space="preserve">increased actin depolarisation from 30 to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w:t>
            </w:r>
            <w:r w:rsidRPr="00B81C62">
              <w:rPr>
                <w:rFonts w:cs="Arial"/>
                <w:i/>
                <w:iCs/>
                <w:lang w:val="x-none"/>
              </w:rPr>
              <w:t>Δ</w:t>
            </w:r>
            <w:r w:rsidRPr="00B81C62">
              <w:rPr>
                <w:rFonts w:cs="Arial"/>
                <w:i/>
                <w:iCs/>
              </w:rPr>
              <w:t>ras1</w:t>
            </w:r>
            <w:r w:rsidRPr="00B81C62">
              <w:rPr>
                <w:rFonts w:cs="Arial"/>
                <w:i/>
                <w:iCs/>
                <w:lang w:val="x-none"/>
              </w:rPr>
              <w:t>Δ</w:t>
            </w:r>
            <w:r w:rsidRPr="00B81C62">
              <w:rPr>
                <w:rFonts w:cs="Arial"/>
                <w:i/>
                <w:iCs/>
                <w:lang w:val="en-US"/>
              </w:rPr>
              <w:t>c</w:t>
            </w:r>
            <w:r w:rsidRPr="00B81C62">
              <w:rPr>
                <w:rFonts w:cs="Arial"/>
                <w:i/>
                <w:iCs/>
              </w:rPr>
              <w:t xml:space="preserve">dc24, </w:t>
            </w:r>
            <w:r w:rsidRPr="00B81C62">
              <w:rPr>
                <w:rFonts w:cs="Arial"/>
                <w:i/>
                <w:iCs/>
                <w:lang w:val="x-none"/>
              </w:rPr>
              <w:t>Δ</w:t>
            </w:r>
            <w:r w:rsidRPr="00B81C62">
              <w:rPr>
                <w:rFonts w:cs="Arial"/>
                <w:i/>
                <w:iCs/>
                <w:lang w:val="en-US"/>
              </w:rPr>
              <w:t>r</w:t>
            </w:r>
            <w:r w:rsidRPr="00B81C62">
              <w:rPr>
                <w:rFonts w:cs="Arial"/>
                <w:i/>
                <w:iCs/>
              </w:rPr>
              <w:t xml:space="preserve">as1, </w:t>
            </w:r>
            <w:r w:rsidRPr="00B81C62">
              <w:rPr>
                <w:rFonts w:cs="Arial"/>
                <w:iCs/>
              </w:rPr>
              <w:t xml:space="preserve">and </w:t>
            </w:r>
            <w:r w:rsidRPr="00B81C62">
              <w:rPr>
                <w:rFonts w:cs="Arial"/>
                <w:i/>
                <w:iCs/>
                <w:lang w:val="x-none"/>
              </w:rPr>
              <w:t>Δ</w:t>
            </w:r>
            <w:r w:rsidRPr="00B81C62">
              <w:rPr>
                <w:rFonts w:cs="Arial"/>
                <w:i/>
                <w:iCs/>
              </w:rPr>
              <w:t xml:space="preserve">cdc24 </w:t>
            </w:r>
            <w:r w:rsidRPr="00B81C62">
              <w:rPr>
                <w:rFonts w:cs="Arial"/>
                <w:iCs/>
              </w:rPr>
              <w:t>mutants showed g</w:t>
            </w:r>
            <w:r w:rsidRPr="00B81C62">
              <w:rPr>
                <w:rFonts w:cs="Arial"/>
                <w:color w:val="2E2E2E"/>
                <w:shd w:val="clear" w:color="auto" w:fill="FFFFFF"/>
              </w:rPr>
              <w:t>rowth defect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with enlarged unbudded cell size (poor cytokinesis) similar to </w:t>
            </w:r>
            <w:r w:rsidRPr="00B81C62">
              <w:rPr>
                <w:rFonts w:eastAsia="Times New Roman" w:cs="Arial"/>
                <w:i/>
                <w:iCs/>
                <w:lang w:eastAsia="en-GB"/>
              </w:rPr>
              <w:t xml:space="preserve">Δcdc42 </w:t>
            </w:r>
            <w:r w:rsidRPr="00B81C62">
              <w:rPr>
                <w:rFonts w:eastAsia="Times New Roman" w:cs="Arial"/>
                <w:iCs/>
                <w:lang w:eastAsia="en-GB"/>
              </w:rPr>
              <w:t xml:space="preserve">and </w:t>
            </w:r>
            <w:r w:rsidRPr="00B81C62">
              <w:rPr>
                <w:rFonts w:eastAsia="Times New Roman" w:cs="Arial"/>
                <w:i/>
                <w:iCs/>
                <w:lang w:eastAsia="en-GB"/>
              </w:rPr>
              <w:t xml:space="preserve">Δcdc420 </w:t>
            </w:r>
            <w:r w:rsidRPr="00B81C62">
              <w:rPr>
                <w:rFonts w:eastAsia="Times New Roman" w:cs="Arial"/>
                <w:iCs/>
                <w:lang w:eastAsia="en-GB"/>
              </w:rPr>
              <w:t>mutants</w:t>
            </w:r>
            <w:r w:rsidRPr="00B81C62">
              <w:rPr>
                <w:rFonts w:cs="Arial"/>
              </w:rPr>
              <w:t xml:space="preserve">; however, this could be restored by the overexpression of </w:t>
            </w:r>
            <w:r w:rsidRPr="00B81C62">
              <w:rPr>
                <w:rFonts w:cs="Arial"/>
                <w:i/>
              </w:rPr>
              <w:t>Cdc42</w:t>
            </w:r>
            <w:r w:rsidRPr="00B81C62">
              <w:rPr>
                <w:rFonts w:cs="Arial"/>
              </w:rPr>
              <w:t xml:space="preserve"> or </w:t>
            </w:r>
            <w:r w:rsidRPr="00B81C62">
              <w:rPr>
                <w:rFonts w:cs="Arial"/>
                <w:i/>
              </w:rPr>
              <w:t>Cdc420</w:t>
            </w:r>
            <w:r w:rsidRPr="00B81C62">
              <w:rPr>
                <w:rFonts w:cs="Arial"/>
              </w:rPr>
              <w:t xml:space="preserve"> </w:t>
            </w:r>
            <w:r w:rsidRPr="00B81C62">
              <w:rPr>
                <w:rFonts w:cs="Arial"/>
              </w:rPr>
              <w:fldChar w:fldCharType="begin">
                <w:fldData xml:space="preserve">PEVuZE5vdGU+PENpdGU+PEF1dGhvcj5CYWxsb3U8L0F1dGhvcj48WWVhcj4yMDEwPC9ZZWFyPjxS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</w:fldData>
              </w:fldChar>
            </w:r>
            <w:r w:rsidR="00706F40">
              <w:rPr>
                <w:rFonts w:cs="Arial"/>
              </w:rPr>
              <w:instrText xml:space="preserve"> ADDIN EN.CITE </w:instrText>
            </w:r>
            <w:r w:rsidR="00706F40">
              <w:rPr>
                <w:rFonts w:cs="Arial"/>
              </w:rPr>
              <w:fldChar w:fldCharType="begin">
                <w:fldData xml:space="preserve">PEVuZE5vdGU+PENpdGU+PEF1dGhvcj5CYWxsb3U8L0F1dGhvcj48WWVhcj4yMDEwPC9ZZWFyPjxS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[23,24]</w:t>
            </w:r>
            <w:r w:rsidRPr="00B81C62">
              <w:rPr>
                <w:rFonts w:cs="Arial"/>
              </w:rPr>
              <w:fldChar w:fldCharType="end"/>
            </w:r>
            <w:r w:rsidRPr="00B81C62">
              <w:rPr>
                <w:rFonts w:cs="Arial"/>
              </w:rPr>
              <w:t xml:space="preserve">; </w:t>
            </w:r>
            <w:r w:rsidRPr="00B81C62">
              <w:rPr>
                <w:rFonts w:cs="Arial"/>
                <w:i/>
                <w:iCs/>
                <w:lang w:val="x-none"/>
              </w:rPr>
              <w:t>Δ</w:t>
            </w:r>
            <w:r w:rsidRPr="00B81C62">
              <w:rPr>
                <w:rFonts w:cs="Arial"/>
                <w:i/>
                <w:iCs/>
                <w:lang w:val="en-US"/>
              </w:rPr>
              <w:t>r</w:t>
            </w:r>
            <w:r w:rsidRPr="00B81C62">
              <w:rPr>
                <w:rFonts w:cs="Arial"/>
                <w:i/>
                <w:iCs/>
              </w:rPr>
              <w:t xml:space="preserve">as1 </w:t>
            </w:r>
            <w:r w:rsidRPr="00B81C62">
              <w:rPr>
                <w:rFonts w:cs="Arial"/>
                <w:iCs/>
              </w:rPr>
              <w:t xml:space="preserve">mutants displayed attenuated virulent irrespective of the temperature in </w:t>
            </w:r>
            <w:r w:rsidRPr="00B81C62">
              <w:rPr>
                <w:rFonts w:cs="Arial"/>
                <w:i/>
                <w:iCs/>
              </w:rPr>
              <w:t xml:space="preserve">C. elegans </w:t>
            </w:r>
            <w:r w:rsidRPr="00B81C62">
              <w:rPr>
                <w:rFonts w:cs="Arial"/>
                <w:iCs/>
              </w:rPr>
              <w:t>(</w:t>
            </w:r>
            <w:r w:rsidRPr="00B81C62">
              <w:rPr>
                <w:rFonts w:cs="Arial"/>
                <w:lang w:val="x-none"/>
              </w:rPr>
              <w:t>25</w:t>
            </w:r>
            <w:r w:rsidRPr="00B81C62">
              <w:rPr>
                <w:rFonts w:cs="Arial"/>
                <w:vertAlign w:val="superscript"/>
                <w:lang w:val="x-none"/>
              </w:rPr>
              <w:t>o</w:t>
            </w:r>
            <w:r w:rsidRPr="00B81C62">
              <w:rPr>
                <w:rFonts w:cs="Arial"/>
                <w:lang w:val="x-none"/>
              </w:rPr>
              <w:t>C</w:t>
            </w:r>
            <w:r w:rsidRPr="00B81C62">
              <w:rPr>
                <w:rFonts w:cs="Arial"/>
              </w:rPr>
              <w:t xml:space="preserve">) </w:t>
            </w:r>
            <w:r w:rsidRPr="00B81C62">
              <w:rPr>
                <w:rFonts w:cs="Arial"/>
              </w:rPr>
              <w:fldChar w:fldCharType="begin">
                <w:fldData xml:space="preserve">PEVuZE5vdGU+PENpdGU+PEF1dGhvcj5NeWxvbmFraXM8L0F1dGhvcj48WWVhcj4yMDAyPC9ZZWFy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</w:fldData>
              </w:fldChar>
            </w:r>
            <w:r w:rsidR="00706F40">
              <w:rPr>
                <w:rFonts w:cs="Arial"/>
              </w:rPr>
              <w:instrText xml:space="preserve"> ADDIN EN.CITE </w:instrText>
            </w:r>
            <w:r w:rsidR="00706F40">
              <w:rPr>
                <w:rFonts w:cs="Arial"/>
              </w:rPr>
              <w:fldChar w:fldCharType="begin">
                <w:fldData xml:space="preserve">PEVuZE5vdGU+PENpdGU+PEF1dGhvcj5NeWxvbmFraXM8L0F1dGhvcj48WWVhcj4yMDAyPC9ZZWFy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[3]</w:t>
            </w:r>
            <w:r w:rsidRPr="00B81C62">
              <w:rPr>
                <w:rFonts w:cs="Arial"/>
              </w:rPr>
              <w:fldChar w:fldCharType="end"/>
            </w:r>
            <w:r w:rsidRPr="00B81C62">
              <w:rPr>
                <w:rFonts w:cs="Arial"/>
              </w:rPr>
              <w:t xml:space="preserve"> or murine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w:t>
            </w:r>
          </w:p>
        </w:tc>
      </w:tr>
      <w:tr w:rsidR="00B81C62" w:rsidRPr="00B81C62" w14:paraId="65553AA8" w14:textId="77777777" w:rsidTr="00B81C62">
        <w:tc>
          <w:tcPr>
            <w:tcW w:w="939" w:type="pct"/>
            <w:tcBorders>
              <w:bottom w:val="single" w:sz="4" w:space="0" w:color="auto"/>
            </w:tcBorders>
            <w:shd w:val="clear" w:color="auto" w:fill="auto"/>
            <w:vAlign w:val="center"/>
          </w:tcPr>
          <w:p w14:paraId="71552D5D" w14:textId="11B82F0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ras1, </w:t>
            </w:r>
            <w:r w:rsidRPr="00B81C62">
              <w:rPr>
                <w:rFonts w:cs="Arial"/>
                <w:i/>
                <w:iCs/>
                <w:lang w:val="x-none"/>
              </w:rPr>
              <w:t>Δ</w:t>
            </w:r>
            <w:r w:rsidRPr="00B81C62">
              <w:rPr>
                <w:rFonts w:cs="Arial"/>
                <w:i/>
                <w:iCs/>
              </w:rPr>
              <w:t>ras2</w:t>
            </w:r>
          </w:p>
        </w:tc>
        <w:tc>
          <w:tcPr>
            <w:tcW w:w="4061" w:type="pct"/>
            <w:tcBorders>
              <w:top w:val="nil"/>
              <w:bottom w:val="single" w:sz="4" w:space="0" w:color="auto"/>
            </w:tcBorders>
            <w:shd w:val="clear" w:color="auto" w:fill="auto"/>
            <w:vAlign w:val="center"/>
          </w:tcPr>
          <w:p w14:paraId="6BBA4E28" w14:textId="6D287ECE" w:rsidR="00B81C62" w:rsidRPr="00B81C62" w:rsidRDefault="00B81C62" w:rsidP="00B81C62">
            <w:pPr>
              <w:tabs>
                <w:tab w:val="left" w:pos="0"/>
              </w:tabs>
              <w:jc w:val="left"/>
              <w:rPr>
                <w:rFonts w:cs="Arial"/>
                <w:color w:val="2E2E2E"/>
                <w:shd w:val="clear" w:color="auto" w:fill="FFFFFF"/>
              </w:rPr>
            </w:pPr>
            <w:r w:rsidRPr="00B81C62">
              <w:rPr>
                <w:rFonts w:cs="Arial"/>
                <w:iCs/>
              </w:rPr>
              <w:t xml:space="preserve">The </w:t>
            </w:r>
            <w:r w:rsidRPr="00B81C62">
              <w:rPr>
                <w:rFonts w:cs="Arial"/>
                <w:i/>
                <w:iCs/>
                <w:lang w:val="x-none"/>
              </w:rPr>
              <w:t>Δ</w:t>
            </w:r>
            <w:r w:rsidRPr="00B81C62">
              <w:rPr>
                <w:rFonts w:cs="Arial"/>
                <w:i/>
                <w:iCs/>
              </w:rPr>
              <w:t>ras1</w:t>
            </w:r>
            <w:r w:rsidRPr="00B81C62">
              <w:rPr>
                <w:rFonts w:cs="Arial"/>
                <w:i/>
                <w:iCs/>
                <w:lang w:val="x-none"/>
              </w:rPr>
              <w:t>Δ</w:t>
            </w:r>
            <w:r w:rsidRPr="00B81C62">
              <w:rPr>
                <w:rFonts w:cs="Arial"/>
                <w:i/>
                <w:iCs/>
              </w:rPr>
              <w:t xml:space="preserve">ras2 </w:t>
            </w:r>
            <w:r w:rsidRPr="00B81C62">
              <w:rPr>
                <w:rFonts w:cs="Arial"/>
                <w:iCs/>
              </w:rPr>
              <w:t xml:space="preserve">and </w:t>
            </w:r>
            <w:r w:rsidRPr="00B81C62">
              <w:rPr>
                <w:rFonts w:cs="Arial"/>
                <w:i/>
                <w:iCs/>
                <w:lang w:val="x-none"/>
              </w:rPr>
              <w:t>Δ</w:t>
            </w:r>
            <w:r w:rsidRPr="00B81C62">
              <w:rPr>
                <w:rFonts w:cs="Arial"/>
                <w:i/>
                <w:iCs/>
              </w:rPr>
              <w:t>ras1</w:t>
            </w:r>
            <w:r w:rsidRPr="00B81C62">
              <w:rPr>
                <w:rFonts w:cs="Arial"/>
                <w:iCs/>
              </w:rPr>
              <w:t xml:space="preserve"> mutants are viable at non-permissive temperature</w:t>
            </w:r>
            <w:r w:rsidR="00B91BFC">
              <w:rPr>
                <w:rFonts w:cs="Arial"/>
                <w:iCs/>
              </w:rPr>
              <w:t>s</w:t>
            </w:r>
            <w:r w:rsidRPr="00B81C62">
              <w:rPr>
                <w:rFonts w:cs="Arial"/>
                <w:iCs/>
              </w:rPr>
              <w:t xml:space="preserve"> but are sterile at &gt;</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with a drastic reduction in CSF recovery from infected animal model, which could be restored by the overexpression of Pak kinase </w:t>
            </w:r>
            <w:r w:rsidRPr="00B81C62">
              <w:rPr>
                <w:rFonts w:cs="Arial"/>
                <w:i/>
              </w:rPr>
              <w:t>Ste20</w:t>
            </w:r>
            <w:r w:rsidRPr="00B81C62">
              <w:rPr>
                <w:rFonts w:cs="Arial"/>
                <w:i/>
                <w:iCs/>
                <w:lang w:val="x-none"/>
              </w:rPr>
              <w:t>α</w:t>
            </w:r>
            <w:r w:rsidRPr="00B81C62">
              <w:rPr>
                <w:rFonts w:cs="Arial"/>
                <w:i/>
                <w:iCs/>
              </w:rPr>
              <w:t xml:space="preserve"> </w:t>
            </w:r>
            <w:r w:rsidRPr="00B81C62">
              <w:rPr>
                <w:rFonts w:cs="Arial"/>
                <w:iCs/>
              </w:rPr>
              <w:t xml:space="preserve">or </w:t>
            </w:r>
            <w:r w:rsidRPr="00B81C62">
              <w:rPr>
                <w:rFonts w:cs="Arial"/>
                <w:i/>
                <w:iCs/>
              </w:rPr>
              <w:t>Rac1</w:t>
            </w:r>
            <w:r w:rsidRPr="00B81C62">
              <w:rPr>
                <w:rFonts w:cs="Arial"/>
                <w:iCs/>
              </w:rPr>
              <w:t xml:space="preserve"> in either of these background mutants </w:t>
            </w:r>
            <w:r w:rsidRPr="00B81C62">
              <w:rPr>
                <w:rFonts w:cs="Arial"/>
                <w:iCs/>
              </w:rPr>
              <w:fldChar w:fldCharType="begin">
                <w:fldData xml:space="preserve">PEVuZE5vdGU+PENpdGU+PEF1dGhvcj5WYWxsaW08L0F1dGhvcj48WWVhcj4yMDA1PC9ZZWFyPjxS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</w:fldData>
              </w:fldChar>
            </w:r>
            <w:r w:rsidR="00706F40">
              <w:rPr>
                <w:rFonts w:cs="Arial"/>
                <w:iCs/>
              </w:rPr>
              <w:instrText xml:space="preserve"> ADDIN EN.CITE </w:instrText>
            </w:r>
            <w:r w:rsidR="00706F40">
              <w:rPr>
                <w:rFonts w:cs="Arial"/>
                <w:iCs/>
              </w:rPr>
              <w:fldChar w:fldCharType="begin">
                <w:fldData xml:space="preserve">PEVuZE5vdGU+PENpdGU+PEF1dGhvcj5WYWxsaW08L0F1dGhvcj48WWVhcj4yMDA1PC9ZZWFyPjxS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[141]</w:t>
            </w:r>
            <w:r w:rsidRPr="00B81C62">
              <w:rPr>
                <w:rFonts w:cs="Arial"/>
                <w:iCs/>
              </w:rPr>
              <w:fldChar w:fldCharType="end"/>
            </w:r>
            <w:r w:rsidRPr="00B81C62">
              <w:rPr>
                <w:rFonts w:cs="Arial"/>
                <w:iCs/>
              </w:rPr>
              <w:t>;</w:t>
            </w:r>
            <w:r w:rsidRPr="00B81C62">
              <w:rPr>
                <w:rFonts w:cs="Arial"/>
                <w:i/>
                <w:iCs/>
              </w:rPr>
              <w:t xml:space="preserve"> </w:t>
            </w:r>
            <w:r w:rsidRPr="00B81C62">
              <w:rPr>
                <w:rFonts w:cs="Arial"/>
                <w:iCs/>
              </w:rPr>
              <w:t xml:space="preserve">overexpression of </w:t>
            </w:r>
            <w:r w:rsidRPr="00B81C62">
              <w:rPr>
                <w:rFonts w:cs="Arial"/>
                <w:i/>
                <w:iCs/>
              </w:rPr>
              <w:t>Cdc24</w:t>
            </w:r>
            <w:r w:rsidRPr="00B81C62">
              <w:rPr>
                <w:rFonts w:cs="Arial"/>
                <w:iCs/>
              </w:rPr>
              <w:t xml:space="preserve"> and </w:t>
            </w:r>
            <w:r w:rsidRPr="00B81C62">
              <w:rPr>
                <w:rFonts w:cs="Arial"/>
                <w:i/>
                <w:iCs/>
              </w:rPr>
              <w:t>Cdc42</w:t>
            </w:r>
            <w:r w:rsidRPr="00B81C62">
              <w:rPr>
                <w:rFonts w:cs="Arial"/>
                <w:iCs/>
              </w:rPr>
              <w:t xml:space="preserve"> but not </w:t>
            </w:r>
            <w:r w:rsidRPr="00B81C62">
              <w:rPr>
                <w:rFonts w:cs="Arial"/>
                <w:i/>
                <w:iCs/>
              </w:rPr>
              <w:t>Dch2</w:t>
            </w:r>
            <w:r w:rsidRPr="00B81C62">
              <w:rPr>
                <w:rFonts w:cs="Arial"/>
                <w:iCs/>
              </w:rPr>
              <w:t xml:space="preserve"> could also restore the growth defect phenotype of </w:t>
            </w:r>
            <w:r w:rsidRPr="00B81C62">
              <w:rPr>
                <w:rFonts w:cs="Arial"/>
                <w:i/>
                <w:iCs/>
                <w:lang w:val="x-none"/>
              </w:rPr>
              <w:t>Δ</w:t>
            </w:r>
            <w:r w:rsidRPr="00B81C62">
              <w:rPr>
                <w:rFonts w:cs="Arial"/>
                <w:i/>
                <w:iCs/>
              </w:rPr>
              <w:t xml:space="preserve">ras1 </w:t>
            </w:r>
            <w:r w:rsidRPr="00B81C62">
              <w:rPr>
                <w:rFonts w:cs="Arial"/>
                <w:iCs/>
              </w:rPr>
              <w:t xml:space="preserve">mutants </w:t>
            </w:r>
            <w:r w:rsidRPr="00B81C62">
              <w:rPr>
                <w:rFonts w:cs="Arial"/>
                <w:color w:val="2E2E2E"/>
                <w:shd w:val="clear" w:color="auto" w:fill="FFFFFF"/>
              </w:rPr>
              <w:fldChar w:fldCharType="begin">
                <w:fldData xml:space="preserve">PEVuZE5vdGU+PENpdGU+PEF1dGhvcj5OaWNob2xzPC9BdXRob3I+PFllYXI+MjAwNzwvWWVhcj48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PEVuZE5vdGU+PENpdGU+PEF1dGhvcj5OaWNob2xzPC9BdXRob3I+PFllYXI+MjAwNzwvWWVhcj48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[23]</w:t>
            </w:r>
            <w:r w:rsidRPr="00B81C62">
              <w:rPr>
                <w:rFonts w:cs="Arial"/>
                <w:color w:val="2E2E2E"/>
                <w:shd w:val="clear" w:color="auto" w:fill="FFFFFF"/>
              </w:rPr>
              <w:fldChar w:fldCharType="end"/>
            </w:r>
            <w:r w:rsidRPr="00B81C62">
              <w:rPr>
                <w:rFonts w:cs="Arial"/>
                <w:iCs/>
              </w:rPr>
              <w:t xml:space="preserve">; </w:t>
            </w:r>
            <w:r w:rsidRPr="00B81C62">
              <w:rPr>
                <w:rFonts w:cs="Arial"/>
                <w:i/>
                <w:iCs/>
                <w:lang w:val="x-none"/>
              </w:rPr>
              <w:t>Δ</w:t>
            </w:r>
            <w:r w:rsidRPr="00B81C62">
              <w:rPr>
                <w:rFonts w:cs="Arial"/>
                <w:i/>
                <w:iCs/>
              </w:rPr>
              <w:t xml:space="preserve">ras2 </w:t>
            </w:r>
            <w:r w:rsidRPr="00B81C62">
              <w:rPr>
                <w:rFonts w:cs="Arial"/>
                <w:iCs/>
              </w:rPr>
              <w:t xml:space="preserve">showed no significant defect relative to the </w:t>
            </w:r>
            <w:r w:rsidRPr="00B81C62">
              <w:rPr>
                <w:rFonts w:cs="Arial"/>
                <w:i/>
              </w:rPr>
              <w:t>wt</w:t>
            </w:r>
            <w:r w:rsidRPr="00B81C62">
              <w:rPr>
                <w:rFonts w:cs="Arial"/>
                <w:iCs/>
              </w:rPr>
              <w:t xml:space="preserve"> and overexpression of </w:t>
            </w:r>
            <w:r w:rsidRPr="00B81C62">
              <w:rPr>
                <w:rFonts w:cs="Arial"/>
                <w:i/>
                <w:iCs/>
              </w:rPr>
              <w:t>Ras2</w:t>
            </w:r>
            <w:r w:rsidRPr="00B81C62">
              <w:rPr>
                <w:rFonts w:cs="Arial"/>
                <w:iCs/>
              </w:rPr>
              <w:t xml:space="preserve"> in the </w:t>
            </w:r>
            <w:r w:rsidRPr="00B81C62">
              <w:rPr>
                <w:rFonts w:cs="Arial"/>
                <w:i/>
                <w:iCs/>
                <w:lang w:val="x-none"/>
              </w:rPr>
              <w:t>Δ</w:t>
            </w:r>
            <w:r w:rsidRPr="00B81C62">
              <w:rPr>
                <w:rFonts w:cs="Arial"/>
                <w:i/>
                <w:iCs/>
              </w:rPr>
              <w:t xml:space="preserve">ras1 </w:t>
            </w:r>
            <w:r w:rsidRPr="00B81C62">
              <w:rPr>
                <w:rFonts w:cs="Arial"/>
                <w:iCs/>
              </w:rPr>
              <w:t>background</w:t>
            </w:r>
            <w:r w:rsidRPr="00B81C62">
              <w:rPr>
                <w:rFonts w:cs="Arial"/>
                <w:i/>
                <w:iCs/>
              </w:rPr>
              <w:t xml:space="preserve"> </w:t>
            </w:r>
            <w:r w:rsidRPr="00B81C62">
              <w:rPr>
                <w:rFonts w:cs="Arial"/>
                <w:iCs/>
              </w:rPr>
              <w:t xml:space="preserve">partially suppressed thermosensitive vegetative growth, defective actin polarisation (enlarged cell size due to mislocalisation of Rac1p and Rac2p), poor budding, defective mating, poor cell differentiation, and poor filamentation, which are phenotypic attributes of </w:t>
            </w:r>
            <w:r w:rsidRPr="00B81C62">
              <w:rPr>
                <w:rFonts w:cs="Arial"/>
                <w:i/>
                <w:iCs/>
                <w:lang w:val="x-none"/>
              </w:rPr>
              <w:t>Δ</w:t>
            </w:r>
            <w:r w:rsidRPr="00B81C62">
              <w:rPr>
                <w:rFonts w:cs="Arial"/>
                <w:i/>
                <w:iCs/>
              </w:rPr>
              <w:t xml:space="preserve">ras1 </w:t>
            </w:r>
            <w:r w:rsidRPr="00B81C62">
              <w:rPr>
                <w:rFonts w:cs="Arial"/>
                <w:iCs/>
              </w:rPr>
              <w:t xml:space="preserve">mutants; </w:t>
            </w:r>
            <w:r w:rsidRPr="00B81C62">
              <w:rPr>
                <w:rFonts w:cs="Arial"/>
                <w:i/>
                <w:iCs/>
                <w:lang w:val="x-none"/>
              </w:rPr>
              <w:t>Δ</w:t>
            </w:r>
            <w:r w:rsidRPr="00B81C62">
              <w:rPr>
                <w:rFonts w:cs="Arial"/>
                <w:i/>
                <w:iCs/>
                <w:lang w:val="en-US"/>
              </w:rPr>
              <w:t>r</w:t>
            </w:r>
            <w:r w:rsidRPr="00B81C62">
              <w:rPr>
                <w:rFonts w:cs="Arial"/>
                <w:i/>
                <w:iCs/>
              </w:rPr>
              <w:t xml:space="preserve">as1 </w:t>
            </w:r>
            <w:r w:rsidRPr="00B81C62">
              <w:rPr>
                <w:rFonts w:cs="Arial"/>
                <w:iCs/>
              </w:rPr>
              <w:t xml:space="preserve">and </w:t>
            </w:r>
            <w:r w:rsidRPr="00B81C62">
              <w:rPr>
                <w:rFonts w:cs="Arial"/>
                <w:i/>
                <w:iCs/>
                <w:lang w:val="x-none"/>
              </w:rPr>
              <w:t>Δ</w:t>
            </w:r>
            <w:r w:rsidRPr="00B81C62">
              <w:rPr>
                <w:rFonts w:cs="Arial"/>
                <w:i/>
                <w:iCs/>
              </w:rPr>
              <w:t xml:space="preserve">ras2 </w:t>
            </w:r>
            <w:r w:rsidRPr="00B81C62">
              <w:rPr>
                <w:rFonts w:cs="Arial"/>
              </w:rPr>
              <w:t xml:space="preserve">mutants </w:t>
            </w:r>
            <w:r w:rsidRPr="00B81C62">
              <w:rPr>
                <w:rFonts w:cs="Arial"/>
                <w:iCs/>
              </w:rPr>
              <w:t xml:space="preserve">showed similar virulence expression as compared to the </w:t>
            </w:r>
            <w:r w:rsidRPr="00B81C62">
              <w:rPr>
                <w:rFonts w:cs="Arial"/>
                <w:i/>
              </w:rPr>
              <w:t>wt</w:t>
            </w:r>
            <w:r w:rsidRPr="00B81C62">
              <w:rPr>
                <w:rFonts w:cs="Arial"/>
                <w:iCs/>
              </w:rPr>
              <w:t xml:space="preserve"> </w:t>
            </w:r>
            <w:r w:rsidRPr="00B81C62">
              <w:rPr>
                <w:rFonts w:cs="Arial"/>
                <w:iCs/>
              </w:rPr>
              <w:fldChar w:fldCharType="begin">
                <w:fldData xml:space="preserve">PEVuZE5vdGU+PENpdGU+PEF1dGhvcj5XYXVnaDwvQXV0aG9yPjxZZWFyPjIwMDI8L1llYXI+PFJl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PEVuZE5vdGU+PENpdGU+PEF1dGhvcj5XYXVnaDwvQXV0aG9yPjxZZWFyPjIwMDI8L1llYXI+PFJl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[142,143]</w:t>
            </w:r>
            <w:r w:rsidRPr="00B81C62">
              <w:rPr>
                <w:rFonts w:cs="Arial"/>
                <w:iCs/>
              </w:rPr>
              <w:fldChar w:fldCharType="end"/>
            </w:r>
            <w:r w:rsidRPr="00B81C62">
              <w:rPr>
                <w:rFonts w:cs="Arial"/>
                <w:iCs/>
              </w:rPr>
              <w:t xml:space="preserve"> but are attenuated/avirulent in animal models of cryptococcosis </w:t>
            </w:r>
            <w:r w:rsidRPr="00B81C62">
              <w:rPr>
                <w:rFonts w:cs="Arial"/>
                <w:iCs/>
              </w:rPr>
              <w:fldChar w:fldCharType="begin">
                <w:fldData xml:space="preserve">PEVuZE5vdGU+PENpdGU+PEF1dGhvcj5OaWNob2xzPC9BdXRob3I+PFllYXI+MjAwNzwvWWVhcj48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</w:fldData>
              </w:fldChar>
            </w:r>
            <w:r w:rsidR="00706F40">
              <w:rPr>
                <w:rFonts w:cs="Arial"/>
                <w:iCs/>
              </w:rPr>
              <w:instrText xml:space="preserve"> ADDIN EN.CITE </w:instrText>
            </w:r>
            <w:r w:rsidR="00706F40">
              <w:rPr>
                <w:rFonts w:cs="Arial"/>
                <w:iCs/>
              </w:rPr>
              <w:fldChar w:fldCharType="begin">
                <w:fldData xml:space="preserve">PEVuZE5vdGU+PENpdGU+PEF1dGhvcj5OaWNob2xzPC9BdXRob3I+PFllYXI+MjAwNzwvWWVhcj48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[23]</w:t>
            </w:r>
            <w:r w:rsidRPr="00B81C62">
              <w:rPr>
                <w:rFonts w:cs="Arial"/>
                <w:iCs/>
              </w:rPr>
              <w:fldChar w:fldCharType="end"/>
            </w:r>
          </w:p>
        </w:tc>
      </w:tr>
      <w:tr w:rsidR="00B81C62" w:rsidRPr="00B81C62" w14:paraId="6ADBD3BD" w14:textId="77777777" w:rsidTr="00B81C62">
        <w:tc>
          <w:tcPr>
            <w:tcW w:w="939" w:type="pct"/>
            <w:tcBorders>
              <w:bottom w:val="single" w:sz="4" w:space="0" w:color="auto"/>
            </w:tcBorders>
            <w:shd w:val="clear" w:color="auto" w:fill="auto"/>
            <w:vAlign w:val="center"/>
          </w:tcPr>
          <w:p w14:paraId="46FB5AFB" w14:textId="0E56F9F1"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rho1, </w:t>
            </w:r>
            <w:r w:rsidRPr="00B81C62">
              <w:rPr>
                <w:rFonts w:cs="Arial"/>
                <w:i/>
                <w:iCs/>
                <w:lang w:val="x-none"/>
              </w:rPr>
              <w:t>Δ</w:t>
            </w:r>
            <w:r w:rsidRPr="00B81C62">
              <w:rPr>
                <w:rFonts w:cs="Arial"/>
                <w:i/>
                <w:iCs/>
              </w:rPr>
              <w:t xml:space="preserve">rho10, </w:t>
            </w:r>
            <w:r w:rsidRPr="00B81C62">
              <w:rPr>
                <w:rFonts w:cs="Arial"/>
                <w:i/>
                <w:iCs/>
                <w:lang w:val="x-none"/>
              </w:rPr>
              <w:t>Δ</w:t>
            </w:r>
            <w:r w:rsidRPr="00B81C62">
              <w:rPr>
                <w:rFonts w:cs="Arial"/>
                <w:i/>
                <w:iCs/>
              </w:rPr>
              <w:t>rho11</w:t>
            </w:r>
          </w:p>
        </w:tc>
        <w:tc>
          <w:tcPr>
            <w:tcW w:w="4061" w:type="pct"/>
            <w:tcBorders>
              <w:top w:val="nil"/>
              <w:bottom w:val="single" w:sz="4" w:space="0" w:color="auto"/>
            </w:tcBorders>
            <w:shd w:val="clear" w:color="auto" w:fill="auto"/>
            <w:vAlign w:val="center"/>
          </w:tcPr>
          <w:p w14:paraId="33DE1BC3" w14:textId="66835EFF" w:rsidR="00B81C62" w:rsidRPr="00B81C62" w:rsidRDefault="00B81C62" w:rsidP="00B81C62">
            <w:pPr>
              <w:tabs>
                <w:tab w:val="left" w:pos="0"/>
              </w:tabs>
              <w:jc w:val="left"/>
              <w:rPr>
                <w:rFonts w:cs="Arial"/>
                <w:iCs/>
              </w:rPr>
            </w:pPr>
            <w:r w:rsidRPr="00B81C62">
              <w:rPr>
                <w:rFonts w:cs="Arial"/>
              </w:rPr>
              <w:t xml:space="preserve">The </w:t>
            </w:r>
            <w:r w:rsidRPr="00B81C62">
              <w:rPr>
                <w:rFonts w:cs="Arial"/>
                <w:i/>
                <w:iCs/>
              </w:rPr>
              <w:t xml:space="preserve">rho1 </w:t>
            </w:r>
            <w:r w:rsidRPr="00B81C62">
              <w:rPr>
                <w:rFonts w:cs="Arial"/>
                <w:iCs/>
              </w:rPr>
              <w:t xml:space="preserve">mutants under the </w:t>
            </w:r>
            <w:r w:rsidRPr="00B81C62">
              <w:rPr>
                <w:rFonts w:cs="Arial"/>
                <w:i/>
                <w:iCs/>
              </w:rPr>
              <w:t>P</w:t>
            </w:r>
            <w:r w:rsidRPr="00B81C62">
              <w:rPr>
                <w:rFonts w:cs="Arial"/>
                <w:i/>
                <w:iCs/>
                <w:vertAlign w:val="subscript"/>
              </w:rPr>
              <w:t>ctr4</w:t>
            </w:r>
            <w:r w:rsidRPr="00B81C62">
              <w:rPr>
                <w:rFonts w:cs="Arial"/>
                <w:iCs/>
              </w:rPr>
              <w:t xml:space="preserve"> repression are thermosensitive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rPr>
              <w:t xml:space="preserve">; </w:t>
            </w:r>
            <w:r w:rsidRPr="00B81C62">
              <w:rPr>
                <w:rFonts w:cs="Arial"/>
                <w:i/>
                <w:iCs/>
                <w:lang w:val="x-none"/>
              </w:rPr>
              <w:t>Δ</w:t>
            </w:r>
            <w:r w:rsidRPr="00B81C62">
              <w:rPr>
                <w:rFonts w:cs="Arial"/>
                <w:i/>
                <w:iCs/>
              </w:rPr>
              <w:t xml:space="preserve">rho10 </w:t>
            </w:r>
            <w:r w:rsidRPr="00B81C62">
              <w:rPr>
                <w:rFonts w:cs="Arial"/>
                <w:iCs/>
              </w:rPr>
              <w:t>mutants are sensitive &gt;</w:t>
            </w:r>
            <w:r w:rsidRPr="00B81C62">
              <w:rPr>
                <w:rFonts w:cs="Arial"/>
                <w:lang w:val="x-none"/>
              </w:rPr>
              <w:t>3</w:t>
            </w:r>
            <w:r w:rsidRPr="00B81C62">
              <w:rPr>
                <w:rFonts w:cs="Arial"/>
              </w:rPr>
              <w:t>0</w:t>
            </w:r>
            <w:r w:rsidRPr="00B81C62">
              <w:rPr>
                <w:rFonts w:cs="Arial"/>
                <w:vertAlign w:val="superscript"/>
                <w:lang w:val="x-none"/>
              </w:rPr>
              <w:t>o</w:t>
            </w:r>
            <w:r w:rsidRPr="00B81C62">
              <w:rPr>
                <w:rFonts w:cs="Arial"/>
                <w:lang w:val="x-none"/>
              </w:rPr>
              <w:t>C</w:t>
            </w:r>
            <w:r w:rsidRPr="00B81C62">
              <w:rPr>
                <w:rFonts w:cs="Arial"/>
              </w:rPr>
              <w:t xml:space="preserve"> and become hypersensitive at &gt;</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which could be partially restored with 1 M sorbitol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but not at 39</w:t>
            </w:r>
            <w:r w:rsidRPr="00B81C62">
              <w:rPr>
                <w:rFonts w:cs="Arial"/>
                <w:vertAlign w:val="superscript"/>
              </w:rPr>
              <w:t>o</w:t>
            </w:r>
            <w:r w:rsidRPr="00B81C62">
              <w:rPr>
                <w:rFonts w:cs="Arial"/>
              </w:rPr>
              <w:t xml:space="preserve">C; </w:t>
            </w:r>
            <w:r w:rsidRPr="00B81C62">
              <w:rPr>
                <w:rFonts w:cs="Arial"/>
                <w:i/>
                <w:iCs/>
                <w:lang w:val="x-none"/>
              </w:rPr>
              <w:t>Δ</w:t>
            </w:r>
            <w:r w:rsidRPr="00B81C62">
              <w:rPr>
                <w:rFonts w:cs="Arial"/>
                <w:i/>
                <w:iCs/>
              </w:rPr>
              <w:t xml:space="preserve">rho11 </w:t>
            </w:r>
            <w:r w:rsidRPr="00B81C62">
              <w:rPr>
                <w:rFonts w:cs="Arial"/>
                <w:iCs/>
              </w:rPr>
              <w:t xml:space="preserve">mutants showed a </w:t>
            </w:r>
            <w:r w:rsidRPr="00B81C62">
              <w:rPr>
                <w:rFonts w:cs="Arial"/>
                <w:i/>
              </w:rPr>
              <w:t>wt</w:t>
            </w:r>
            <w:r w:rsidRPr="00B81C62">
              <w:rPr>
                <w:rFonts w:cs="Arial"/>
                <w:iCs/>
              </w:rPr>
              <w:t xml:space="preserve"> growth response irrespective of the cultivating temperature or osmotic stabiliser; the </w:t>
            </w:r>
            <w:r w:rsidRPr="00B81C62">
              <w:rPr>
                <w:rFonts w:cs="Arial"/>
                <w:i/>
                <w:iCs/>
                <w:lang w:val="x-none"/>
              </w:rPr>
              <w:t>Δ</w:t>
            </w:r>
            <w:r w:rsidRPr="00B81C62">
              <w:rPr>
                <w:rFonts w:cs="Arial"/>
                <w:i/>
                <w:iCs/>
                <w:lang w:val="en-US"/>
              </w:rPr>
              <w:t>rho1</w:t>
            </w:r>
            <w:r w:rsidRPr="00B81C62">
              <w:rPr>
                <w:rFonts w:cs="Arial"/>
                <w:i/>
                <w:iCs/>
                <w:lang w:val="x-none"/>
              </w:rPr>
              <w:t>Δ</w:t>
            </w:r>
            <w:r w:rsidRPr="00B81C62">
              <w:rPr>
                <w:rFonts w:cs="Arial"/>
                <w:i/>
                <w:iCs/>
                <w:lang w:val="en-US"/>
              </w:rPr>
              <w:t xml:space="preserve">rho10 </w:t>
            </w:r>
            <w:r w:rsidRPr="00B81C62">
              <w:rPr>
                <w:rFonts w:cs="Arial"/>
                <w:iCs/>
              </w:rPr>
              <w:t xml:space="preserve">double-mutants displayed </w:t>
            </w:r>
            <w:r w:rsidRPr="00B81C62">
              <w:rPr>
                <w:rFonts w:cs="Arial"/>
                <w:i/>
                <w:iCs/>
                <w:lang w:val="x-none"/>
              </w:rPr>
              <w:t>Δ</w:t>
            </w:r>
            <w:r w:rsidRPr="00B81C62">
              <w:rPr>
                <w:rFonts w:cs="Arial"/>
                <w:i/>
                <w:iCs/>
              </w:rPr>
              <w:t xml:space="preserve">rho10 </w:t>
            </w:r>
            <w:r w:rsidRPr="00B81C62">
              <w:rPr>
                <w:rFonts w:cs="Arial"/>
                <w:iCs/>
              </w:rPr>
              <w:t xml:space="preserve">features, but sorbitol restored </w:t>
            </w:r>
            <w:r w:rsidRPr="00B81C62">
              <w:rPr>
                <w:rFonts w:cs="Arial"/>
                <w:i/>
                <w:iCs/>
                <w:lang w:val="x-none"/>
              </w:rPr>
              <w:t>Δ</w:t>
            </w:r>
            <w:r w:rsidRPr="00B81C62">
              <w:rPr>
                <w:rFonts w:cs="Arial"/>
                <w:i/>
                <w:iCs/>
              </w:rPr>
              <w:t>rho10</w:t>
            </w:r>
            <w:r w:rsidRPr="00B81C62">
              <w:rPr>
                <w:rFonts w:cs="Arial"/>
                <w:i/>
                <w:iCs/>
                <w:lang w:val="x-none"/>
              </w:rPr>
              <w:t>Δ</w:t>
            </w:r>
            <w:r w:rsidRPr="00B81C62">
              <w:rPr>
                <w:rFonts w:cs="Arial"/>
                <w:i/>
                <w:iCs/>
              </w:rPr>
              <w:t xml:space="preserve">rho11 </w:t>
            </w:r>
            <w:r w:rsidRPr="00B81C62">
              <w:rPr>
                <w:rFonts w:cs="Arial"/>
              </w:rPr>
              <w:t>growth defect at</w:t>
            </w:r>
            <w:r w:rsidRPr="00B81C62">
              <w:rPr>
                <w:rFonts w:cs="Arial"/>
                <w:iCs/>
              </w:rPr>
              <w:t xml:space="preserve"> 39</w:t>
            </w:r>
            <w:r w:rsidRPr="00B81C62">
              <w:rPr>
                <w:rFonts w:cs="Arial"/>
                <w:iCs/>
                <w:vertAlign w:val="superscript"/>
              </w:rPr>
              <w:t>o</w:t>
            </w:r>
            <w:r w:rsidRPr="00B81C62">
              <w:rPr>
                <w:rFonts w:cs="Arial"/>
                <w:iCs/>
              </w:rPr>
              <w:t xml:space="preserve">C better than the </w:t>
            </w:r>
            <w:r w:rsidRPr="00B81C62">
              <w:rPr>
                <w:rFonts w:cs="Arial"/>
                <w:i/>
                <w:iCs/>
                <w:lang w:val="x-none"/>
              </w:rPr>
              <w:t>Δ</w:t>
            </w:r>
            <w:r w:rsidRPr="00B81C62">
              <w:rPr>
                <w:rFonts w:cs="Arial"/>
                <w:i/>
                <w:iCs/>
              </w:rPr>
              <w:t xml:space="preserve">rho10 </w:t>
            </w:r>
            <w:r w:rsidRPr="00B81C62">
              <w:rPr>
                <w:rFonts w:cs="Arial"/>
                <w:iCs/>
              </w:rPr>
              <w:t xml:space="preserve">nevertheless the growth efficiency is still less compared to the </w:t>
            </w:r>
            <w:r w:rsidRPr="00B81C62">
              <w:rPr>
                <w:rFonts w:cs="Arial"/>
                <w:i/>
              </w:rPr>
              <w:t>wt</w:t>
            </w:r>
            <w:r w:rsidRPr="00B81C62">
              <w:rPr>
                <w:rFonts w:cs="Arial"/>
                <w:iCs/>
              </w:rPr>
              <w:t xml:space="preserve"> </w:t>
            </w:r>
            <w:r w:rsidRPr="00B81C62">
              <w:rPr>
                <w:rFonts w:cs="Arial"/>
                <w:iCs/>
              </w:rPr>
              <w:fldChar w:fldCharType="begin">
                <w:fldData xml:space="preserve">PEVuZE5vdGU+PENpdGU+PEF1dGhvcj5MYW08L0F1dGhvcj48WWVhcj4yMDEzPC9ZZWFyPjxSZWNO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PEVuZE5vdGU+PENpdGU+PEF1dGhvcj5MYW08L0F1dGhvcj48WWVhcj4yMDEzPC9ZZWFyPjxSZWNO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[144]</w:t>
            </w:r>
            <w:r w:rsidRPr="00B81C62">
              <w:rPr>
                <w:rFonts w:cs="Arial"/>
                <w:iCs/>
              </w:rPr>
              <w:fldChar w:fldCharType="end"/>
            </w:r>
          </w:p>
        </w:tc>
      </w:tr>
      <w:tr w:rsidR="00B81C62" w:rsidRPr="00B81C62" w14:paraId="128128E0" w14:textId="77777777" w:rsidTr="00B81C62">
        <w:tc>
          <w:tcPr>
            <w:tcW w:w="939" w:type="pct"/>
            <w:tcBorders>
              <w:bottom w:val="single" w:sz="4" w:space="0" w:color="auto"/>
            </w:tcBorders>
            <w:shd w:val="clear" w:color="auto" w:fill="auto"/>
            <w:vAlign w:val="center"/>
          </w:tcPr>
          <w:p w14:paraId="3C9F0E91" w14:textId="0009DCAA"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rim101</w:t>
            </w:r>
          </w:p>
        </w:tc>
        <w:tc>
          <w:tcPr>
            <w:tcW w:w="4061" w:type="pct"/>
            <w:tcBorders>
              <w:top w:val="nil"/>
              <w:bottom w:val="single" w:sz="4" w:space="0" w:color="auto"/>
            </w:tcBorders>
            <w:shd w:val="clear" w:color="auto" w:fill="auto"/>
            <w:vAlign w:val="center"/>
          </w:tcPr>
          <w:p w14:paraId="3CFEB561" w14:textId="42E09B1E" w:rsidR="00B81C62" w:rsidRPr="00B81C62" w:rsidRDefault="00B81C62" w:rsidP="00B81C62">
            <w:pPr>
              <w:tabs>
                <w:tab w:val="left" w:pos="0"/>
              </w:tabs>
              <w:jc w:val="left"/>
              <w:rPr>
                <w:rFonts w:cs="Arial"/>
              </w:rPr>
            </w:pPr>
            <w:r w:rsidRPr="00B81C62">
              <w:rPr>
                <w:rFonts w:cs="Arial"/>
                <w:iCs/>
              </w:rPr>
              <w:t xml:space="preserve">Impaired regulation of </w:t>
            </w:r>
            <w:r w:rsidRPr="00B81C62">
              <w:rPr>
                <w:rFonts w:cs="Arial"/>
              </w:rPr>
              <w:t xml:space="preserve">Cfo1, Cft1, Sit1, Cig1, Ctr4, Ugd1, Cmt1, and </w:t>
            </w:r>
            <w:proofErr w:type="spellStart"/>
            <w:r w:rsidRPr="00B81C62">
              <w:rPr>
                <w:rFonts w:cs="Arial"/>
              </w:rPr>
              <w:t>Pmm</w:t>
            </w:r>
            <w:proofErr w:type="spellEnd"/>
            <w:r w:rsidRPr="00B81C62">
              <w:rPr>
                <w:rFonts w:cs="Arial"/>
              </w:rPr>
              <w:t xml:space="preserve"> proteins</w:t>
            </w:r>
            <w:r w:rsidRPr="00B81C62">
              <w:rPr>
                <w:rFonts w:cs="Arial"/>
                <w:iCs/>
              </w:rPr>
              <w:t xml:space="preserve">; produce capsule but with poor cell wall integrity; more virulent and survive macrophage better </w:t>
            </w:r>
            <w:r w:rsidRPr="00B81C62">
              <w:rPr>
                <w:rFonts w:cs="Arial"/>
                <w:iCs/>
              </w:rPr>
              <w:fldChar w:fldCharType="begin">
                <w:fldData xml:space="preserve">PEVuZE5vdGU+PENpdGU+PEF1dGhvcj5PJmFwb3M7TWVhcmE8L0F1dGhvcj48WWVhcj4yMDEwPC9Z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</w:fldData>
              </w:fldChar>
            </w:r>
            <w:r w:rsidR="00706F40">
              <w:rPr>
                <w:rFonts w:cs="Arial"/>
                <w:iCs/>
              </w:rPr>
              <w:instrText xml:space="preserve"> ADDIN EN.CITE </w:instrText>
            </w:r>
            <w:r w:rsidR="00706F40">
              <w:rPr>
                <w:rFonts w:cs="Arial"/>
                <w:iCs/>
              </w:rPr>
              <w:fldChar w:fldCharType="begin">
                <w:fldData xml:space="preserve">PEVuZE5vdGU+PENpdGU+PEF1dGhvcj5PJmFwb3M7TWVhcmE8L0F1dGhvcj48WWVhcj4yMDEwPC9Z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[71,145]</w:t>
            </w:r>
            <w:r w:rsidRPr="00B81C62">
              <w:rPr>
                <w:rFonts w:cs="Arial"/>
                <w:iCs/>
              </w:rPr>
              <w:fldChar w:fldCharType="end"/>
            </w:r>
            <w:r w:rsidRPr="00B81C62">
              <w:rPr>
                <w:rFonts w:cs="Arial"/>
                <w:iCs/>
              </w:rPr>
              <w:t xml:space="preserve">. Reduced growth at higher pH and temperature and phosphate availability does not affect the growth. Normal growth in YPD irrespective of the carbon sources and in the presence of heavy metals, zinc, sodium, manganese, CsA, and CsA+calcium </w:t>
            </w:r>
            <w:r w:rsidRPr="00B81C62">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[40]</w:t>
            </w:r>
            <w:r w:rsidRPr="00B81C62">
              <w:rPr>
                <w:rFonts w:cs="Arial"/>
                <w:iCs/>
              </w:rPr>
              <w:fldChar w:fldCharType="end"/>
            </w:r>
          </w:p>
        </w:tc>
      </w:tr>
      <w:tr w:rsidR="00B81C62" w:rsidRPr="00B81C62" w14:paraId="33A8EB1D" w14:textId="77777777" w:rsidTr="00B81C62">
        <w:tc>
          <w:tcPr>
            <w:tcW w:w="939" w:type="pct"/>
            <w:tcBorders>
              <w:bottom w:val="single" w:sz="4" w:space="0" w:color="auto"/>
            </w:tcBorders>
            <w:shd w:val="clear" w:color="auto" w:fill="auto"/>
            <w:vAlign w:val="center"/>
          </w:tcPr>
          <w:p w14:paraId="0A9DA5F7" w14:textId="72508096"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 xml:space="preserve">rim101, </w:t>
            </w:r>
            <w:r w:rsidRPr="00B81C62">
              <w:rPr>
                <w:rFonts w:cs="Arial"/>
                <w:i/>
                <w:iCs/>
                <w:lang w:val="x-none"/>
              </w:rPr>
              <w:t>Δ</w:t>
            </w:r>
            <w:r w:rsidRPr="00B81C62">
              <w:rPr>
                <w:rFonts w:cs="Arial"/>
                <w:i/>
                <w:iCs/>
              </w:rPr>
              <w:t xml:space="preserve">rim20, </w:t>
            </w:r>
            <w:r w:rsidRPr="00B81C62">
              <w:rPr>
                <w:rFonts w:cs="Arial"/>
                <w:i/>
                <w:iCs/>
                <w:lang w:val="x-none"/>
              </w:rPr>
              <w:t>Δ</w:t>
            </w:r>
            <w:r w:rsidRPr="00B81C62">
              <w:rPr>
                <w:rFonts w:cs="Arial"/>
                <w:i/>
                <w:iCs/>
              </w:rPr>
              <w:t>vps</w:t>
            </w:r>
            <w:r w:rsidRPr="00B81C62">
              <w:rPr>
                <w:rFonts w:cs="Arial"/>
              </w:rPr>
              <w:t>25</w:t>
            </w:r>
          </w:p>
        </w:tc>
        <w:tc>
          <w:tcPr>
            <w:tcW w:w="4061" w:type="pct"/>
            <w:tcBorders>
              <w:top w:val="nil"/>
              <w:bottom w:val="single" w:sz="4" w:space="0" w:color="auto"/>
            </w:tcBorders>
            <w:shd w:val="clear" w:color="auto" w:fill="auto"/>
            <w:vAlign w:val="center"/>
          </w:tcPr>
          <w:p w14:paraId="5CF4BAA3" w14:textId="77DF9DAD" w:rsidR="00B81C62" w:rsidRPr="00B81C62" w:rsidRDefault="00B81C62" w:rsidP="00B81C62">
            <w:pPr>
              <w:tabs>
                <w:tab w:val="left" w:pos="0"/>
              </w:tabs>
              <w:jc w:val="left"/>
              <w:rPr>
                <w:rFonts w:cs="Arial"/>
                <w:iCs/>
              </w:rPr>
            </w:pPr>
            <w:r w:rsidRPr="00B81C62">
              <w:rPr>
                <w:rFonts w:cs="Arial"/>
                <w:color w:val="2E2E2E"/>
                <w:shd w:val="clear" w:color="auto" w:fill="FFFFFF"/>
              </w:rPr>
              <w:t xml:space="preserve">Defective melanin and capsule production, sensitive to copper limitation, and increased phagocytosis </w:t>
            </w:r>
            <w:r w:rsidRPr="00B81C62">
              <w:rPr>
                <w:rFonts w:cs="Arial"/>
                <w:color w:val="2E2E2E"/>
                <w:shd w:val="clear" w:color="auto" w:fill="FFFFFF"/>
              </w:rPr>
              <w:fldChar w:fldCharType="begin">
                <w:fldData xml:space="preserve">PEVuZE5vdGU+PENpdGU+PEF1dGhvcj5DaHVuPC9BdXRob3I+PFllYXI+MjAxMDwvWWVhcj48UmVj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=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PEVuZE5vdGU+PENpdGU+PEF1dGhvcj5DaHVuPC9BdXRob3I+PFllYXI+MjAxMDwvWWVhcj48UmVj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=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[54]</w:t>
            </w:r>
            <w:r w:rsidRPr="00B81C62">
              <w:rPr>
                <w:rFonts w:cs="Arial"/>
                <w:color w:val="2E2E2E"/>
                <w:shd w:val="clear" w:color="auto" w:fill="FFFFFF"/>
              </w:rPr>
              <w:fldChar w:fldCharType="end"/>
            </w:r>
          </w:p>
        </w:tc>
      </w:tr>
      <w:tr w:rsidR="00B81C62" w:rsidRPr="00B81C62" w14:paraId="0A587A6A" w14:textId="77777777" w:rsidTr="00B81C62">
        <w:tc>
          <w:tcPr>
            <w:tcW w:w="939" w:type="pct"/>
            <w:tcBorders>
              <w:bottom w:val="single" w:sz="4" w:space="0" w:color="auto"/>
            </w:tcBorders>
            <w:shd w:val="clear" w:color="auto" w:fill="auto"/>
            <w:vAlign w:val="center"/>
          </w:tcPr>
          <w:p w14:paraId="4A68FF59" w14:textId="7F5CFB9C"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rom2</w:t>
            </w:r>
          </w:p>
        </w:tc>
        <w:tc>
          <w:tcPr>
            <w:tcW w:w="4061" w:type="pct"/>
            <w:tcBorders>
              <w:top w:val="nil"/>
              <w:bottom w:val="single" w:sz="4" w:space="0" w:color="auto"/>
            </w:tcBorders>
            <w:shd w:val="clear" w:color="auto" w:fill="auto"/>
            <w:vAlign w:val="center"/>
          </w:tcPr>
          <w:p w14:paraId="3918E00F" w14:textId="0D4A15F4" w:rsidR="00B81C62" w:rsidRPr="00B81C62" w:rsidRDefault="00B81C62" w:rsidP="00B81C62">
            <w:pPr>
              <w:tabs>
                <w:tab w:val="left" w:pos="0"/>
              </w:tabs>
              <w:jc w:val="left"/>
              <w:rPr>
                <w:rFonts w:cs="Arial"/>
                <w:color w:val="2E2E2E"/>
                <w:shd w:val="clear" w:color="auto" w:fill="FFFFFF"/>
              </w:rPr>
            </w:pPr>
            <w:r w:rsidRPr="00B81C62">
              <w:rPr>
                <w:rFonts w:cs="Arial"/>
                <w:lang w:val="en-US"/>
              </w:rPr>
              <w:t xml:space="preserve">Attenuated virulence and defective cell morphology; </w:t>
            </w:r>
            <w:r w:rsidRPr="00B81C62">
              <w:rPr>
                <w:rFonts w:cs="Arial"/>
                <w:i/>
                <w:iCs/>
                <w:lang w:val="en-US"/>
              </w:rPr>
              <w:t xml:space="preserve">ts </w:t>
            </w:r>
            <w:r w:rsidRPr="00B81C62">
              <w:rPr>
                <w:rFonts w:cs="Arial"/>
                <w:lang w:val="en-US"/>
              </w:rPr>
              <w:t xml:space="preserve">mutants with hyper-elongation phenotype among sub-population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lang w:val="en-US"/>
              </w:rPr>
              <w:t xml:space="preserve"> accompanied with poor actin and microtubules organisation </w:t>
            </w:r>
            <w:r w:rsidRPr="00B81C62">
              <w:rPr>
                <w:rFonts w:cs="Arial"/>
                <w:lang w:val="en-US"/>
              </w:rPr>
              <w:fldChar w:fldCharType="begin"/>
            </w:r>
            <w:r w:rsidR="00706F40">
              <w:rPr>
                <w:rFonts w:cs="Arial"/>
                <w:lang w:val="en-US"/>
              </w:rPr>
              <w:instrText xml:space="preserve"> ADDIN EN.CITE &lt;EndNote&gt;&lt;Cite&gt;&lt;Author&gt;Fuchs&lt;/Author&gt;&lt;Year&gt;2007&lt;/Year&gt;&lt;RecNum&gt;565&lt;/RecNum&gt;&lt;DisplayText&gt;&lt;style size="10"&gt;[146]&lt;/style&gt;&lt;/DisplayText&gt;&lt;record&gt;&lt;rec-number&gt;565&lt;/rec-number&gt;&lt;foreign-keys&gt;&lt;key app="EN" db-id="2ef9ffxzfstzs5e9dzov9txxs20trda0deex" timestamp="1670428399"&gt;565&lt;/key&gt;&lt;/foreign-keys&gt;&lt;ref-type name="Journal Article"&gt;17&lt;/ref-type&gt;&lt;contributors&gt;&lt;authors&gt;&lt;author&gt;Fuchs, B. B.&lt;/author&gt;&lt;author&gt;Tang, R. J.&lt;/author&gt;&lt;author&gt;Mylonakis, E.&lt;/author&gt;&lt;/authors&gt;&lt;/contributors&gt;&lt;auth-address&gt;Division of Infectious Diseases, Massachusetts General Hospital, Boston, Massachusetts, United States of America.&lt;/auth-address&gt;&lt;titles&gt;&lt;title&gt;The temperature-sensitive role of Cryptococcus neoformans ROM2 in cell morphogenesis&lt;/title&gt;&lt;secondary-title&gt;PLoS One&lt;/secondary-title&gt;&lt;/titles&gt;&lt;periodical&gt;&lt;full-title&gt;PloS one&lt;/full-title&gt;&lt;/periodical&gt;&lt;pages&gt;e368&lt;/pages&gt;&lt;volume&gt;2&lt;/volume&gt;&lt;number&gt;4&lt;/number&gt;&lt;edition&gt;20070411&lt;/edition&gt;&lt;keywords&gt;&lt;keyword&gt;Actins/physiology&lt;/keyword&gt;&lt;keyword&gt;Cryptococcus neoformans/*physiology&lt;/keyword&gt;&lt;keyword&gt;Fungal Proteins/*physiology&lt;/keyword&gt;&lt;keyword&gt;Microtubules/physiology&lt;/keyword&gt;&lt;keyword&gt;*Morphogenesis&lt;/keyword&gt;&lt;keyword&gt;*Temperature&lt;/keyword&gt;&lt;/keywords&gt;&lt;dates&gt;&lt;year&gt;2007&lt;/year&gt;&lt;pub-dates&gt;&lt;date&gt;Apr 11&lt;/date&gt;&lt;/pub-dates&gt;&lt;/dates&gt;&lt;isbn&gt;1932-6203 (Electronic)&amp;#xD;1932-6203 (Linking)&lt;/isbn&gt;&lt;accession-num&gt;17426816&lt;/accession-num&gt;&lt;urls&gt;&lt;related-urls&gt;&lt;url&gt;https://www.ncbi.nlm.nih.gov/pubmed/17426816&lt;/url&gt;&lt;/related-urls&gt;&lt;/urls&gt;&lt;custom1&gt;Competing Interests: The authors have declared that no competing interests exist.&lt;/custom1&gt;&lt;custom2&gt;PMC1838519&lt;/custom2&gt;&lt;electronic-resource-num&gt;10.1371/journal.pone.0000368&lt;/electronic-resource-num&gt;&lt;remote-database-name&gt;Medline&lt;/remote-database-name&gt;&lt;remote-database-provider&gt;NLM&lt;/remote-database-provider&gt;&lt;language&gt;eng&lt;/language&gt;&lt;/record&gt;&lt;/Cite&gt;&lt;/EndNote&gt;</w:instrText>
            </w:r>
            <w:r w:rsidRPr="00B81C62">
              <w:rPr>
                <w:rFonts w:cs="Arial"/>
                <w:lang w:val="en-US"/>
              </w:rPr>
              <w:fldChar w:fldCharType="separate"/>
            </w:r>
            <w:r w:rsidR="00706F40">
              <w:rPr>
                <w:rFonts w:cs="Arial"/>
                <w:noProof/>
                <w:lang w:val="en-US"/>
              </w:rPr>
              <w:t>[146]</w:t>
            </w:r>
            <w:r w:rsidRPr="00B81C62">
              <w:rPr>
                <w:rFonts w:cs="Arial"/>
                <w:lang w:val="en-US"/>
              </w:rPr>
              <w:fldChar w:fldCharType="end"/>
            </w:r>
            <w:r w:rsidRPr="00B81C62">
              <w:rPr>
                <w:rFonts w:cs="Arial"/>
                <w:lang w:val="en-US"/>
              </w:rPr>
              <w:t xml:space="preserve"> </w:t>
            </w:r>
          </w:p>
        </w:tc>
      </w:tr>
      <w:tr w:rsidR="00B81C62" w:rsidRPr="00B81C62" w14:paraId="658B1852" w14:textId="77777777" w:rsidTr="00B81C62">
        <w:tc>
          <w:tcPr>
            <w:tcW w:w="939" w:type="pct"/>
            <w:tcBorders>
              <w:bottom w:val="single" w:sz="4" w:space="0" w:color="auto"/>
            </w:tcBorders>
            <w:shd w:val="clear" w:color="auto" w:fill="auto"/>
            <w:vAlign w:val="center"/>
          </w:tcPr>
          <w:p w14:paraId="62A0821B" w14:textId="2430F2E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sav1</w:t>
            </w:r>
          </w:p>
        </w:tc>
        <w:tc>
          <w:tcPr>
            <w:tcW w:w="4061" w:type="pct"/>
            <w:tcBorders>
              <w:top w:val="nil"/>
              <w:bottom w:val="single" w:sz="4" w:space="0" w:color="auto"/>
            </w:tcBorders>
            <w:shd w:val="clear" w:color="auto" w:fill="auto"/>
            <w:vAlign w:val="center"/>
          </w:tcPr>
          <w:p w14:paraId="42AC42CA" w14:textId="6059B79A" w:rsidR="00B81C62" w:rsidRPr="00B81C62" w:rsidRDefault="00B81C62" w:rsidP="00B81C62">
            <w:pPr>
              <w:tabs>
                <w:tab w:val="left" w:pos="0"/>
              </w:tabs>
              <w:jc w:val="left"/>
              <w:rPr>
                <w:rFonts w:cs="Arial"/>
                <w:lang w:val="en-US"/>
              </w:rPr>
            </w:pPr>
            <w:r w:rsidRPr="00B81C62">
              <w:rPr>
                <w:rFonts w:cs="Arial"/>
                <w:lang w:val="en-US"/>
              </w:rPr>
              <w:t>Blockage of GXM exocytic secretion, which is accumulated as undischarged vesicles and polarised within the septate and buds; the polarised located vesicles can be perturbed by LatB, which disrupted F-actin formation, but the frequency of the vesicles within the deformed cytokinesis remained significantly higher than the</w:t>
            </w:r>
            <w:r w:rsidRPr="00B81C62">
              <w:rPr>
                <w:rFonts w:cs="Arial"/>
                <w:i/>
                <w:iCs/>
                <w:lang w:val="en-US"/>
              </w:rPr>
              <w:t xml:space="preserve"> wt; </w:t>
            </w:r>
            <w:r w:rsidRPr="00B81C62">
              <w:rPr>
                <w:rFonts w:cs="Arial"/>
                <w:lang w:val="en-US"/>
              </w:rPr>
              <w:t>more vesicles in the buddings than the parent cells but the presence of LatB reversed this distribution due to defective F-actin; significant reduction of secreted acid phosphatase just as found in</w:t>
            </w:r>
            <w:r w:rsidRPr="00B81C62">
              <w:rPr>
                <w:rFonts w:cs="Arial"/>
                <w:i/>
                <w:iCs/>
                <w:lang w:val="en-US"/>
              </w:rPr>
              <w:t xml:space="preserve"> </w:t>
            </w:r>
            <w:r w:rsidRPr="00B81C62">
              <w:rPr>
                <w:rFonts w:cs="Arial"/>
                <w:i/>
                <w:iCs/>
                <w:lang w:val="x-none"/>
              </w:rPr>
              <w:t>Δ</w:t>
            </w:r>
            <w:r w:rsidRPr="00B81C62">
              <w:rPr>
                <w:rFonts w:cs="Arial"/>
                <w:i/>
                <w:iCs/>
                <w:lang w:val="en-US"/>
              </w:rPr>
              <w:t xml:space="preserve">sec4 </w:t>
            </w:r>
            <w:r w:rsidRPr="00B81C62">
              <w:rPr>
                <w:rFonts w:cs="Arial"/>
                <w:lang w:val="en-US"/>
              </w:rPr>
              <w:t xml:space="preserve">yeast mutant; significant growth reduction from 25 to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lang w:val="en-US"/>
              </w:rPr>
              <w:t xml:space="preserve"> and the mutant failed to grow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lang w:val="en-US"/>
              </w:rPr>
              <w:t xml:space="preserve"> (</w:t>
            </w:r>
            <w:r w:rsidRPr="00B81C62">
              <w:rPr>
                <w:rFonts w:cs="Arial"/>
                <w:i/>
                <w:iCs/>
                <w:lang w:val="x-none"/>
              </w:rPr>
              <w:t>Δ</w:t>
            </w:r>
            <w:r w:rsidRPr="00B81C62">
              <w:rPr>
                <w:rFonts w:cs="Arial"/>
                <w:i/>
                <w:iCs/>
                <w:lang w:val="en-US"/>
              </w:rPr>
              <w:t xml:space="preserve">sav1 </w:t>
            </w:r>
            <w:r w:rsidRPr="00B81C62">
              <w:rPr>
                <w:rFonts w:cs="Arial"/>
                <w:lang w:val="en-US"/>
              </w:rPr>
              <w:t xml:space="preserve">serotype D mutant is more thermosensitive than serotype A) </w:t>
            </w:r>
            <w:r w:rsidRPr="00B81C62">
              <w:rPr>
                <w:rFonts w:cs="Arial"/>
                <w:lang w:val="en-US"/>
              </w:rPr>
              <w:fldChar w:fldCharType="begin">
                <w:fldData xml:space="preserve">PEVuZE5vdGU+PENpdGU+PEF1dGhvcj5Zb25lZGE8L0F1dGhvcj48WWVhcj4yMDA2PC9ZZWFyPjxS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</w:fldData>
              </w:fldChar>
            </w:r>
            <w:r w:rsidR="00706F40">
              <w:rPr>
                <w:rFonts w:cs="Arial"/>
                <w:lang w:val="en-US"/>
              </w:rPr>
              <w:instrText xml:space="preserve"> ADDIN EN.CITE </w:instrText>
            </w:r>
            <w:r w:rsidR="00706F40">
              <w:rPr>
                <w:rFonts w:cs="Arial"/>
                <w:lang w:val="en-US"/>
              </w:rPr>
              <w:fldChar w:fldCharType="begin">
                <w:fldData xml:space="preserve">PEVuZE5vdGU+PENpdGU+PEF1dGhvcj5Zb25lZGE8L0F1dGhvcj48WWVhcj4yMDA2PC9ZZWFyPjxS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[147]</w:t>
            </w:r>
            <w:r w:rsidRPr="00B81C62">
              <w:rPr>
                <w:rFonts w:cs="Arial"/>
                <w:lang w:val="en-US"/>
              </w:rPr>
              <w:fldChar w:fldCharType="end"/>
            </w:r>
          </w:p>
        </w:tc>
      </w:tr>
      <w:tr w:rsidR="00B81C62" w:rsidRPr="00B81C62" w14:paraId="53E5BB01" w14:textId="77777777" w:rsidTr="00B81C62">
        <w:tc>
          <w:tcPr>
            <w:tcW w:w="939" w:type="pct"/>
            <w:tcBorders>
              <w:bottom w:val="single" w:sz="4" w:space="0" w:color="auto"/>
            </w:tcBorders>
            <w:shd w:val="clear" w:color="auto" w:fill="auto"/>
            <w:vAlign w:val="center"/>
          </w:tcPr>
          <w:p w14:paraId="3E9B07E6" w14:textId="2F43F3B3"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sac6</w:t>
            </w:r>
          </w:p>
        </w:tc>
        <w:tc>
          <w:tcPr>
            <w:tcW w:w="4061" w:type="pct"/>
            <w:tcBorders>
              <w:top w:val="nil"/>
              <w:bottom w:val="single" w:sz="4" w:space="0" w:color="auto"/>
            </w:tcBorders>
            <w:shd w:val="clear" w:color="auto" w:fill="auto"/>
            <w:vAlign w:val="center"/>
          </w:tcPr>
          <w:p w14:paraId="5C8ACCF5" w14:textId="223C4C80" w:rsidR="00B81C62" w:rsidRPr="00B81C62" w:rsidRDefault="00B81C62" w:rsidP="00B81C62">
            <w:pPr>
              <w:tabs>
                <w:tab w:val="left" w:pos="0"/>
              </w:tabs>
              <w:jc w:val="left"/>
              <w:rPr>
                <w:rFonts w:cs="Arial"/>
                <w:lang w:val="en-US"/>
              </w:rPr>
            </w:pPr>
            <w:r w:rsidRPr="00B81C62">
              <w:rPr>
                <w:rFonts w:cs="Arial"/>
                <w:lang w:val="en-US"/>
              </w:rPr>
              <w:t>Poor growth under 1% O</w:t>
            </w:r>
            <w:r w:rsidRPr="00B81C62">
              <w:rPr>
                <w:rFonts w:cs="Arial"/>
                <w:vertAlign w:val="subscript"/>
                <w:lang w:val="en-US"/>
              </w:rPr>
              <w:t>2</w:t>
            </w:r>
            <w:r w:rsidRPr="00B81C62">
              <w:rPr>
                <w:rFonts w:cs="Arial"/>
                <w:lang w:val="en-US"/>
              </w:rPr>
              <w:t xml:space="preserve"> accompanied by the vacuole accumulation of Cap1 protein; normal budding, cell polarity, and cytokinesis; impaired endocytic process but can be rescued with 1 M sorbitol at 1% O2; virulence in mice was unaffected </w:t>
            </w:r>
            <w:r w:rsidRPr="00B81C62">
              <w:rPr>
                <w:rFonts w:cs="Arial"/>
                <w:lang w:val="en-US"/>
              </w:rPr>
              <w:fldChar w:fldCharType="begin"/>
            </w:r>
            <w:r w:rsidR="00706F40">
              <w:rPr>
                <w:rFonts w:cs="Arial"/>
                <w:lang w:val="en-US"/>
              </w:rPr>
              <w:instrText xml:space="preserve"> ADDIN EN.CITE &lt;EndNote&gt;&lt;Cite&gt;&lt;Author&gt;Chang&lt;/Author&gt;&lt;Year&gt;2012&lt;/Year&gt;&lt;RecNum&gt;532&lt;/RecNum&gt;&lt;DisplayText&gt;&lt;style size="10"&gt;[1]&lt;/style&gt;&lt;/DisplayText&gt;&lt;record&gt;&lt;rec-number&gt;532&lt;/rec-number&gt;&lt;foreign-keys&gt;&lt;key app="EN" db-id="2ef9ffxzfstzs5e9dzov9txxs20trda0deex" timestamp="1669583216"&gt;532&lt;/key&gt;&lt;/foreign-keys&gt;&lt;ref-type name="Journal Article"&gt;17&lt;/ref-type&gt;&lt;contributors&gt;&lt;authors&gt;&lt;author&gt;Chang, Yun C&lt;/author&gt;&lt;author&gt;Lamichhane, Ami Khanal&lt;/author&gt;&lt;author&gt;Kwon-Chung, Kyung J&lt;/author&gt;&lt;/authors&gt;&lt;/contributors&gt;&lt;titles&gt;&lt;title&gt;Role of actin-bundling protein Sac6 in growth of Cryptococcus neoformans at low oxygen concentration&lt;/title&gt;&lt;secondary-title&gt;Eukaryotic cell&lt;/secondary-title&gt;&lt;/titles&gt;&lt;periodical&gt;&lt;full-title&gt;Eukaryotic cell&lt;/full-title&gt;&lt;/periodical&gt;&lt;pages&gt;943-951&lt;/pages&gt;&lt;volume&gt;11&lt;/volume&gt;&lt;number&gt;7&lt;/number&gt;&lt;dates&gt;&lt;year&gt;2012&lt;/year&gt;&lt;/dates&gt;&lt;isbn&gt;1535-9778&lt;/isbn&gt;&lt;urls&gt;&lt;/urls&gt;&lt;/record&gt;&lt;/Cite&gt;&lt;/EndNote&gt;</w:instrText>
            </w:r>
            <w:r w:rsidRPr="00B81C62">
              <w:rPr>
                <w:rFonts w:cs="Arial"/>
                <w:lang w:val="en-US"/>
              </w:rPr>
              <w:fldChar w:fldCharType="separate"/>
            </w:r>
            <w:r w:rsidR="00706F40">
              <w:rPr>
                <w:rFonts w:cs="Arial"/>
                <w:noProof/>
                <w:lang w:val="en-US"/>
              </w:rPr>
              <w:t>[1]</w:t>
            </w:r>
            <w:r w:rsidRPr="00B81C62">
              <w:rPr>
                <w:rFonts w:cs="Arial"/>
                <w:lang w:val="en-US"/>
              </w:rPr>
              <w:fldChar w:fldCharType="end"/>
            </w:r>
          </w:p>
        </w:tc>
      </w:tr>
      <w:tr w:rsidR="00B81C62" w:rsidRPr="00B81C62" w14:paraId="0AB0ADBF" w14:textId="77777777" w:rsidTr="00B81C62">
        <w:tc>
          <w:tcPr>
            <w:tcW w:w="939" w:type="pct"/>
            <w:tcBorders>
              <w:bottom w:val="single" w:sz="4" w:space="0" w:color="auto"/>
            </w:tcBorders>
            <w:shd w:val="clear" w:color="auto" w:fill="auto"/>
            <w:vAlign w:val="center"/>
          </w:tcPr>
          <w:p w14:paraId="7A3AFE4A" w14:textId="37061FC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sec14-1, </w:t>
            </w:r>
            <w:r w:rsidRPr="00B81C62">
              <w:rPr>
                <w:rFonts w:cs="Arial"/>
                <w:i/>
                <w:iCs/>
                <w:lang w:val="x-none"/>
              </w:rPr>
              <w:t>Δ</w:t>
            </w:r>
            <w:r w:rsidRPr="00B81C62">
              <w:rPr>
                <w:rFonts w:cs="Arial"/>
                <w:i/>
                <w:iCs/>
              </w:rPr>
              <w:t xml:space="preserve">sec14-2, </w:t>
            </w:r>
            <w:r w:rsidRPr="00B81C62">
              <w:rPr>
                <w:rFonts w:cs="Arial"/>
                <w:i/>
                <w:iCs/>
                <w:lang w:val="x-none"/>
              </w:rPr>
              <w:t>Δ</w:t>
            </w:r>
            <w:r w:rsidRPr="00B81C62">
              <w:rPr>
                <w:rFonts w:cs="Arial"/>
                <w:i/>
                <w:iCs/>
              </w:rPr>
              <w:t xml:space="preserve">sfh5, </w:t>
            </w:r>
            <w:r w:rsidRPr="00B81C62">
              <w:rPr>
                <w:rFonts w:cs="Arial"/>
                <w:i/>
                <w:iCs/>
                <w:lang w:val="x-none"/>
              </w:rPr>
              <w:t>Δ</w:t>
            </w:r>
            <w:r w:rsidRPr="00B81C62">
              <w:rPr>
                <w:rFonts w:cs="Arial"/>
                <w:i/>
                <w:iCs/>
              </w:rPr>
              <w:t>plb1</w:t>
            </w:r>
          </w:p>
        </w:tc>
        <w:tc>
          <w:tcPr>
            <w:tcW w:w="4061" w:type="pct"/>
            <w:tcBorders>
              <w:top w:val="nil"/>
              <w:bottom w:val="single" w:sz="4" w:space="0" w:color="auto"/>
            </w:tcBorders>
            <w:shd w:val="clear" w:color="auto" w:fill="auto"/>
            <w:vAlign w:val="center"/>
          </w:tcPr>
          <w:p w14:paraId="443A4688" w14:textId="3F570800" w:rsidR="00B81C62" w:rsidRPr="00B81C62" w:rsidRDefault="00B81C62" w:rsidP="00B81C62">
            <w:pPr>
              <w:tabs>
                <w:tab w:val="left" w:pos="0"/>
              </w:tabs>
              <w:jc w:val="left"/>
              <w:rPr>
                <w:rFonts w:cs="Arial"/>
                <w:lang w:val="en-US"/>
              </w:rPr>
            </w:pPr>
            <w:bookmarkStart w:id="15" w:name="OLE_LINK136"/>
            <w:bookmarkStart w:id="16" w:name="OLE_LINK137"/>
            <w:r w:rsidRPr="00B81C62">
              <w:rPr>
                <w:rFonts w:cs="Arial"/>
                <w:i/>
                <w:iCs/>
                <w:lang w:val="x-none"/>
              </w:rPr>
              <w:t>Δ</w:t>
            </w:r>
            <w:r w:rsidRPr="00B81C62">
              <w:rPr>
                <w:rFonts w:cs="Arial"/>
                <w:i/>
                <w:iCs/>
                <w:lang w:val="en-US"/>
              </w:rPr>
              <w:t xml:space="preserve">sec14-1 </w:t>
            </w:r>
            <w:r w:rsidRPr="00B81C62">
              <w:rPr>
                <w:rFonts w:cs="Arial"/>
                <w:lang w:val="en-US"/>
              </w:rPr>
              <w:t xml:space="preserve">and </w:t>
            </w:r>
            <w:r w:rsidRPr="00B81C62">
              <w:rPr>
                <w:rFonts w:cs="Arial"/>
                <w:i/>
                <w:iCs/>
                <w:lang w:val="x-none"/>
              </w:rPr>
              <w:t>Δ</w:t>
            </w:r>
            <w:r w:rsidRPr="00B81C62">
              <w:rPr>
                <w:rFonts w:cs="Arial"/>
                <w:i/>
                <w:iCs/>
                <w:lang w:val="en-US"/>
              </w:rPr>
              <w:t>sec14-1</w:t>
            </w:r>
            <w:r w:rsidRPr="00B81C62">
              <w:rPr>
                <w:rFonts w:cs="Arial"/>
                <w:i/>
                <w:iCs/>
                <w:lang w:val="x-none"/>
              </w:rPr>
              <w:t>Δ</w:t>
            </w:r>
            <w:r w:rsidRPr="00B81C62">
              <w:rPr>
                <w:rFonts w:cs="Arial"/>
                <w:i/>
                <w:iCs/>
                <w:lang w:val="en-US"/>
              </w:rPr>
              <w:t xml:space="preserve">sfh5 </w:t>
            </w:r>
            <w:bookmarkEnd w:id="15"/>
            <w:bookmarkEnd w:id="16"/>
            <w:r w:rsidRPr="00B81C62">
              <w:rPr>
                <w:rFonts w:cs="Arial"/>
                <w:lang w:val="en-US"/>
              </w:rPr>
              <w:t xml:space="preserve">mutants are hypovirulent with a delay CNS dissemination (similar to </w:t>
            </w:r>
            <w:r w:rsidRPr="00B81C62">
              <w:rPr>
                <w:rFonts w:cs="Arial"/>
                <w:i/>
                <w:iCs/>
                <w:lang w:val="x-none"/>
              </w:rPr>
              <w:t>Δ</w:t>
            </w:r>
            <w:r w:rsidRPr="00B81C62">
              <w:rPr>
                <w:rFonts w:cs="Arial"/>
                <w:i/>
                <w:iCs/>
                <w:lang w:val="en-US"/>
              </w:rPr>
              <w:t xml:space="preserve">plb1 </w:t>
            </w:r>
            <w:r w:rsidRPr="00B81C62">
              <w:rPr>
                <w:rFonts w:cs="Arial"/>
                <w:lang w:val="en-US"/>
              </w:rPr>
              <w:t>but more delayed dissemination)</w:t>
            </w:r>
            <w:r w:rsidRPr="00B81C62">
              <w:rPr>
                <w:rFonts w:cs="Arial"/>
                <w:color w:val="2E2E2E"/>
                <w:shd w:val="clear" w:color="auto" w:fill="FFFFFF"/>
              </w:rPr>
              <w:t xml:space="preserve"> due to impaired secretion of acid phosphatase encoded by </w:t>
            </w:r>
            <w:r w:rsidRPr="00B81C62">
              <w:rPr>
                <w:rFonts w:cs="Arial"/>
                <w:i/>
                <w:iCs/>
                <w:color w:val="2E2E2E"/>
                <w:shd w:val="clear" w:color="auto" w:fill="FFFFFF"/>
              </w:rPr>
              <w:t xml:space="preserve">Aph1 </w:t>
            </w:r>
            <w:r w:rsidRPr="00B81C62">
              <w:rPr>
                <w:rFonts w:cs="Arial"/>
                <w:color w:val="2E2E2E"/>
                <w:shd w:val="clear" w:color="auto" w:fill="FFFFFF"/>
              </w:rPr>
              <w:t xml:space="preserve">and phospholipase B1 encoded by </w:t>
            </w:r>
            <w:r w:rsidRPr="00B81C62">
              <w:rPr>
                <w:rFonts w:cs="Arial"/>
                <w:i/>
                <w:iCs/>
                <w:color w:val="2E2E2E"/>
                <w:shd w:val="clear" w:color="auto" w:fill="FFFFFF"/>
              </w:rPr>
              <w:t xml:space="preserve">Plb1, </w:t>
            </w:r>
            <w:r w:rsidRPr="00B81C62">
              <w:rPr>
                <w:rFonts w:cs="Arial"/>
                <w:color w:val="2E2E2E"/>
                <w:shd w:val="clear" w:color="auto" w:fill="FFFFFF"/>
              </w:rPr>
              <w:t xml:space="preserve">which also caused a reduction in the lung burdens </w:t>
            </w:r>
            <w:r w:rsidRPr="00B81C62">
              <w:rPr>
                <w:rFonts w:cs="Arial"/>
                <w:color w:val="2E2E2E"/>
                <w:shd w:val="clear" w:color="auto" w:fill="FFFFFF"/>
              </w:rPr>
              <w:fldChar w:fldCharType="begin">
                <w:fldData xml:space="preserve">PEVuZE5vdGU+PENpdGU+PEF1dGhvcj5MZXY8L0F1dGhvcj48WWVhcj4yMDE0PC9ZZWFyPjxSZWNO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PEVuZE5vdGU+PENpdGU+PEF1dGhvcj5MZXY8L0F1dGhvcj48WWVhcj4yMDE0PC9ZZWFyPjxSZWNO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[7,148]</w:t>
            </w:r>
            <w:r w:rsidRPr="00B81C62">
              <w:rPr>
                <w:rFonts w:cs="Arial"/>
                <w:color w:val="2E2E2E"/>
                <w:shd w:val="clear" w:color="auto" w:fill="FFFFFF"/>
              </w:rPr>
              <w:fldChar w:fldCharType="end"/>
            </w:r>
            <w:r w:rsidRPr="00B81C62">
              <w:rPr>
                <w:rFonts w:cs="Arial"/>
                <w:color w:val="2E2E2E"/>
                <w:shd w:val="clear" w:color="auto" w:fill="FFFFFF"/>
              </w:rPr>
              <w:t xml:space="preserve">; </w:t>
            </w:r>
            <w:r w:rsidRPr="00B81C62">
              <w:rPr>
                <w:rFonts w:cs="Arial"/>
                <w:i/>
                <w:iCs/>
                <w:lang w:val="x-none"/>
              </w:rPr>
              <w:t>Δ</w:t>
            </w:r>
            <w:r w:rsidRPr="00B81C62">
              <w:rPr>
                <w:rFonts w:cs="Arial"/>
                <w:i/>
                <w:iCs/>
                <w:lang w:val="en-US"/>
              </w:rPr>
              <w:t xml:space="preserve">sec14-1, </w:t>
            </w:r>
            <w:r w:rsidRPr="00B81C62">
              <w:rPr>
                <w:rFonts w:cs="Arial"/>
                <w:i/>
                <w:iCs/>
                <w:lang w:val="x-none"/>
              </w:rPr>
              <w:t>Δ</w:t>
            </w:r>
            <w:r w:rsidRPr="00B81C62">
              <w:rPr>
                <w:rFonts w:cs="Arial"/>
                <w:i/>
                <w:iCs/>
                <w:lang w:val="en-US"/>
              </w:rPr>
              <w:t xml:space="preserve">sec14-2, </w:t>
            </w:r>
            <w:r w:rsidRPr="00B81C62">
              <w:rPr>
                <w:rFonts w:cs="Arial"/>
                <w:i/>
                <w:iCs/>
                <w:lang w:val="x-none"/>
              </w:rPr>
              <w:t>Δ</w:t>
            </w:r>
            <w:r w:rsidRPr="00B81C62">
              <w:rPr>
                <w:rFonts w:cs="Arial"/>
                <w:i/>
                <w:iCs/>
                <w:lang w:val="en-US"/>
              </w:rPr>
              <w:t xml:space="preserve">sfh5, </w:t>
            </w:r>
            <w:r w:rsidRPr="00B81C62">
              <w:rPr>
                <w:rFonts w:cs="Arial"/>
                <w:i/>
                <w:iCs/>
                <w:lang w:val="x-none"/>
              </w:rPr>
              <w:t>Δ</w:t>
            </w:r>
            <w:r w:rsidRPr="00B81C62">
              <w:rPr>
                <w:rFonts w:cs="Arial"/>
                <w:i/>
                <w:iCs/>
                <w:lang w:val="en-US"/>
              </w:rPr>
              <w:t>sec14-1</w:t>
            </w:r>
            <w:r w:rsidRPr="00B81C62">
              <w:rPr>
                <w:rFonts w:cs="Arial"/>
                <w:i/>
                <w:iCs/>
                <w:lang w:val="x-none"/>
              </w:rPr>
              <w:t>Δ</w:t>
            </w:r>
            <w:r w:rsidRPr="00B81C62">
              <w:rPr>
                <w:rFonts w:cs="Arial"/>
                <w:i/>
                <w:iCs/>
                <w:lang w:val="en-US"/>
              </w:rPr>
              <w:t xml:space="preserve">sfh5, </w:t>
            </w:r>
            <w:r w:rsidRPr="00B81C62">
              <w:rPr>
                <w:rFonts w:cs="Arial"/>
                <w:lang w:val="en-US"/>
              </w:rPr>
              <w:t xml:space="preserve">and </w:t>
            </w:r>
            <w:r w:rsidRPr="00B81C62">
              <w:rPr>
                <w:rFonts w:cs="Arial"/>
                <w:i/>
                <w:iCs/>
                <w:lang w:val="x-none"/>
              </w:rPr>
              <w:t>Δ</w:t>
            </w:r>
            <w:r w:rsidRPr="00B81C62">
              <w:rPr>
                <w:rFonts w:cs="Arial"/>
                <w:i/>
                <w:iCs/>
                <w:lang w:val="en-US"/>
              </w:rPr>
              <w:t>sec14-2</w:t>
            </w:r>
            <w:r w:rsidRPr="00B81C62">
              <w:rPr>
                <w:rFonts w:cs="Arial"/>
                <w:i/>
                <w:iCs/>
                <w:lang w:val="x-none"/>
              </w:rPr>
              <w:t>Δ</w:t>
            </w:r>
            <w:r w:rsidRPr="00B81C62">
              <w:rPr>
                <w:rFonts w:cs="Arial"/>
                <w:i/>
                <w:iCs/>
                <w:lang w:val="en-US"/>
              </w:rPr>
              <w:t xml:space="preserve">sfh5 </w:t>
            </w:r>
            <w:r w:rsidRPr="00B81C62">
              <w:rPr>
                <w:rFonts w:cs="Arial"/>
                <w:lang w:val="en-US"/>
              </w:rPr>
              <w:t>mutants</w:t>
            </w:r>
            <w:r w:rsidRPr="00B81C62">
              <w:rPr>
                <w:rFonts w:cs="Arial"/>
                <w:i/>
                <w:iCs/>
                <w:lang w:val="en-US"/>
              </w:rPr>
              <w:t xml:space="preserve"> </w:t>
            </w:r>
            <w:r w:rsidRPr="00B81C62">
              <w:rPr>
                <w:rFonts w:cs="Arial"/>
                <w:lang w:val="en-US"/>
              </w:rPr>
              <w:t xml:space="preserve">showed a </w:t>
            </w:r>
            <w:r w:rsidRPr="00B81C62">
              <w:rPr>
                <w:rFonts w:cs="Arial"/>
                <w:i/>
                <w:iCs/>
                <w:lang w:val="en-US"/>
              </w:rPr>
              <w:t>wt</w:t>
            </w:r>
            <w:r w:rsidRPr="00B81C62">
              <w:rPr>
                <w:rFonts w:cs="Arial"/>
                <w:lang w:val="en-US"/>
              </w:rPr>
              <w:t xml:space="preserve"> melanisation; however, </w:t>
            </w:r>
            <w:r w:rsidRPr="00B81C62">
              <w:rPr>
                <w:rFonts w:cs="Arial"/>
                <w:i/>
                <w:iCs/>
                <w:lang w:val="x-none"/>
              </w:rPr>
              <w:t>Δ</w:t>
            </w:r>
            <w:r w:rsidRPr="00B81C62">
              <w:rPr>
                <w:rFonts w:cs="Arial"/>
                <w:i/>
                <w:iCs/>
                <w:lang w:val="en-US"/>
              </w:rPr>
              <w:t xml:space="preserve">sec14-1, </w:t>
            </w:r>
            <w:r w:rsidRPr="00B81C62">
              <w:rPr>
                <w:rFonts w:cs="Arial"/>
                <w:i/>
                <w:iCs/>
                <w:lang w:val="x-none"/>
              </w:rPr>
              <w:t>Δ</w:t>
            </w:r>
            <w:r w:rsidRPr="00B81C62">
              <w:rPr>
                <w:rFonts w:cs="Arial"/>
                <w:i/>
                <w:iCs/>
                <w:lang w:val="en-US"/>
              </w:rPr>
              <w:t>s</w:t>
            </w:r>
            <w:r w:rsidRPr="00B81C62">
              <w:rPr>
                <w:rFonts w:cs="Arial"/>
                <w:i/>
                <w:iCs/>
                <w:lang w:val="x-none"/>
              </w:rPr>
              <w:t>ec14-1Δ</w:t>
            </w:r>
            <w:r w:rsidRPr="00B81C62">
              <w:rPr>
                <w:rFonts w:cs="Arial"/>
                <w:i/>
                <w:iCs/>
                <w:lang w:val="en-US"/>
              </w:rPr>
              <w:t xml:space="preserve">sfh5, </w:t>
            </w:r>
            <w:r w:rsidRPr="00B81C62">
              <w:rPr>
                <w:rFonts w:cs="Arial"/>
                <w:lang w:val="en-US"/>
              </w:rPr>
              <w:t xml:space="preserve">and </w:t>
            </w:r>
            <w:proofErr w:type="spellStart"/>
            <w:r w:rsidRPr="00B81C62">
              <w:rPr>
                <w:rFonts w:cs="Arial"/>
                <w:i/>
                <w:iCs/>
                <w:lang w:val="x-none"/>
              </w:rPr>
              <w:t>Δ</w:t>
            </w:r>
            <w:r w:rsidRPr="00B81C62">
              <w:rPr>
                <w:rFonts w:cs="Arial"/>
                <w:i/>
                <w:iCs/>
                <w:lang w:val="en-US"/>
              </w:rPr>
              <w:t>p</w:t>
            </w:r>
            <w:proofErr w:type="spellEnd"/>
            <w:r w:rsidRPr="00B81C62">
              <w:rPr>
                <w:rFonts w:cs="Arial"/>
                <w:i/>
                <w:iCs/>
                <w:lang w:val="x-none"/>
              </w:rPr>
              <w:t xml:space="preserve">lb1 </w:t>
            </w:r>
            <w:r w:rsidRPr="00B81C62">
              <w:rPr>
                <w:rFonts w:cs="Arial"/>
                <w:lang w:val="en-US"/>
              </w:rPr>
              <w:t xml:space="preserve">were hypercapsulated compared to the </w:t>
            </w:r>
            <w:r w:rsidRPr="00B81C62">
              <w:rPr>
                <w:rFonts w:cs="Arial"/>
                <w:i/>
                <w:iCs/>
                <w:lang w:val="en-US"/>
              </w:rPr>
              <w:t xml:space="preserve">wt </w:t>
            </w:r>
            <w:r w:rsidRPr="00B81C62">
              <w:rPr>
                <w:rFonts w:cs="Arial"/>
                <w:lang w:val="en-US"/>
              </w:rPr>
              <w:t xml:space="preserve">while other mutants displayed a </w:t>
            </w:r>
            <w:r w:rsidRPr="00B81C62">
              <w:rPr>
                <w:rFonts w:cs="Arial"/>
                <w:i/>
                <w:iCs/>
                <w:lang w:val="en-US"/>
              </w:rPr>
              <w:t xml:space="preserve">wt </w:t>
            </w:r>
            <w:r w:rsidRPr="00B81C62">
              <w:rPr>
                <w:rFonts w:cs="Arial"/>
                <w:lang w:val="en-US"/>
              </w:rPr>
              <w:t>capsule size;</w:t>
            </w:r>
            <w:r w:rsidRPr="00B81C62">
              <w:rPr>
                <w:rFonts w:cs="Arial"/>
                <w:color w:val="2E2E2E"/>
                <w:shd w:val="clear" w:color="auto" w:fill="FFFFFF"/>
              </w:rPr>
              <w:t xml:space="preserve"> r</w:t>
            </w:r>
            <w:r w:rsidRPr="00B81C62">
              <w:rPr>
                <w:rFonts w:cs="Arial"/>
                <w:lang w:val="en-US"/>
              </w:rPr>
              <w:t xml:space="preserve">educed macrophage vomocytosis in </w:t>
            </w:r>
            <w:r w:rsidRPr="00B81C62">
              <w:rPr>
                <w:rFonts w:cs="Arial"/>
                <w:i/>
                <w:iCs/>
                <w:lang w:val="x-none"/>
              </w:rPr>
              <w:t>Δ</w:t>
            </w:r>
            <w:r w:rsidRPr="00B81C62">
              <w:rPr>
                <w:rFonts w:cs="Arial"/>
                <w:i/>
                <w:iCs/>
                <w:lang w:val="en-US"/>
              </w:rPr>
              <w:t xml:space="preserve">sec14-1 </w:t>
            </w:r>
            <w:r w:rsidRPr="00B81C62">
              <w:rPr>
                <w:rFonts w:cs="Arial"/>
                <w:lang w:val="en-US"/>
              </w:rPr>
              <w:t xml:space="preserve">and </w:t>
            </w:r>
            <w:r w:rsidRPr="00B81C62">
              <w:rPr>
                <w:rFonts w:cs="Arial"/>
                <w:i/>
                <w:iCs/>
                <w:lang w:val="x-none"/>
              </w:rPr>
              <w:t>Δ</w:t>
            </w:r>
            <w:r w:rsidRPr="00B81C62">
              <w:rPr>
                <w:rFonts w:cs="Arial"/>
                <w:i/>
                <w:iCs/>
                <w:lang w:val="en-US"/>
              </w:rPr>
              <w:t xml:space="preserve">plb1; </w:t>
            </w:r>
            <w:r w:rsidRPr="00B81C62">
              <w:rPr>
                <w:rFonts w:cs="Arial"/>
                <w:i/>
                <w:iCs/>
                <w:lang w:val="x-none"/>
              </w:rPr>
              <w:t>Δ</w:t>
            </w:r>
            <w:r w:rsidRPr="00B81C62">
              <w:rPr>
                <w:rFonts w:cs="Arial"/>
                <w:i/>
                <w:iCs/>
                <w:lang w:val="en-US"/>
              </w:rPr>
              <w:t xml:space="preserve">sec14-2, </w:t>
            </w:r>
            <w:r w:rsidRPr="00B81C62">
              <w:rPr>
                <w:rFonts w:cs="Arial"/>
                <w:i/>
                <w:iCs/>
                <w:lang w:val="x-none"/>
              </w:rPr>
              <w:t>Δ</w:t>
            </w:r>
            <w:r w:rsidRPr="00B81C62">
              <w:rPr>
                <w:rFonts w:cs="Arial"/>
                <w:i/>
                <w:iCs/>
                <w:lang w:val="en-US"/>
              </w:rPr>
              <w:t xml:space="preserve">sfh5, </w:t>
            </w:r>
            <w:r w:rsidRPr="00B81C62">
              <w:rPr>
                <w:rFonts w:cs="Arial"/>
                <w:lang w:val="en-US"/>
              </w:rPr>
              <w:t xml:space="preserve">and </w:t>
            </w:r>
            <w:r w:rsidRPr="00B81C62">
              <w:rPr>
                <w:rFonts w:cs="Arial"/>
                <w:i/>
                <w:iCs/>
                <w:lang w:val="x-none"/>
              </w:rPr>
              <w:t>Δ</w:t>
            </w:r>
            <w:r w:rsidRPr="00B81C62">
              <w:rPr>
                <w:rFonts w:cs="Arial"/>
                <w:i/>
                <w:iCs/>
                <w:lang w:val="en-US"/>
              </w:rPr>
              <w:t>sec14-2</w:t>
            </w:r>
            <w:r w:rsidRPr="00B81C62">
              <w:rPr>
                <w:rFonts w:cs="Arial"/>
                <w:i/>
                <w:iCs/>
                <w:lang w:val="x-none"/>
              </w:rPr>
              <w:t>Δ</w:t>
            </w:r>
            <w:r w:rsidRPr="00B81C62">
              <w:rPr>
                <w:rFonts w:cs="Arial"/>
                <w:i/>
                <w:iCs/>
                <w:lang w:val="en-US"/>
              </w:rPr>
              <w:t xml:space="preserve">sfh5 </w:t>
            </w:r>
            <w:r w:rsidRPr="00B81C62">
              <w:rPr>
                <w:rFonts w:cs="Arial"/>
                <w:lang w:val="en-US"/>
              </w:rPr>
              <w:t xml:space="preserve">mutants showed unperturbed phospholipase secretion and displayed a </w:t>
            </w:r>
            <w:r w:rsidRPr="00B81C62">
              <w:rPr>
                <w:rFonts w:cs="Arial"/>
                <w:i/>
                <w:iCs/>
                <w:lang w:val="en-US"/>
              </w:rPr>
              <w:t>wt</w:t>
            </w:r>
            <w:r w:rsidRPr="00B81C62">
              <w:rPr>
                <w:rFonts w:cs="Arial"/>
                <w:lang w:val="en-US"/>
              </w:rPr>
              <w:t xml:space="preserve"> virulence; </w:t>
            </w:r>
            <w:r w:rsidRPr="00B81C62">
              <w:rPr>
                <w:rFonts w:cs="Arial"/>
                <w:i/>
                <w:iCs/>
                <w:lang w:val="en-US"/>
              </w:rPr>
              <w:t>Sec14-1</w:t>
            </w:r>
            <w:r w:rsidRPr="00B81C62">
              <w:rPr>
                <w:rFonts w:cs="Arial"/>
                <w:lang w:val="en-US"/>
              </w:rPr>
              <w:t xml:space="preserve"> and </w:t>
            </w:r>
            <w:r w:rsidRPr="00B81C62">
              <w:rPr>
                <w:rFonts w:cs="Arial"/>
                <w:i/>
                <w:iCs/>
                <w:lang w:val="en-US"/>
              </w:rPr>
              <w:t>Sec14-2</w:t>
            </w:r>
            <w:r w:rsidRPr="00B81C62">
              <w:rPr>
                <w:rFonts w:cs="Arial"/>
                <w:lang w:val="en-US"/>
              </w:rPr>
              <w:t xml:space="preserve"> are redundant genes capable of restoring phenotypic deficiency in </w:t>
            </w:r>
            <w:r w:rsidRPr="00B81C62">
              <w:rPr>
                <w:rFonts w:cs="Arial"/>
                <w:i/>
                <w:iCs/>
                <w:lang w:val="x-none"/>
              </w:rPr>
              <w:t>Δ</w:t>
            </w:r>
            <w:r w:rsidRPr="00B81C62">
              <w:rPr>
                <w:rFonts w:cs="Arial"/>
                <w:i/>
                <w:iCs/>
                <w:lang w:val="en-US"/>
              </w:rPr>
              <w:t xml:space="preserve">sec14-1 </w:t>
            </w:r>
            <w:r w:rsidRPr="00B81C62">
              <w:rPr>
                <w:rFonts w:cs="Arial"/>
                <w:lang w:val="en-US"/>
              </w:rPr>
              <w:t xml:space="preserve">mutant (better restoration with </w:t>
            </w:r>
            <w:r w:rsidRPr="00B81C62">
              <w:rPr>
                <w:rFonts w:cs="Arial"/>
                <w:i/>
                <w:iCs/>
                <w:lang w:val="en-US"/>
              </w:rPr>
              <w:t xml:space="preserve">Sec14-1 </w:t>
            </w:r>
            <w:r w:rsidRPr="00B81C62">
              <w:rPr>
                <w:rFonts w:cs="Arial"/>
                <w:lang w:val="en-US"/>
              </w:rPr>
              <w:t xml:space="preserve">than </w:t>
            </w:r>
            <w:r w:rsidRPr="00B81C62">
              <w:rPr>
                <w:rFonts w:cs="Arial"/>
                <w:i/>
                <w:iCs/>
                <w:lang w:val="en-US"/>
              </w:rPr>
              <w:t>Sec14-2</w:t>
            </w:r>
            <w:r w:rsidRPr="00B81C62">
              <w:rPr>
                <w:rFonts w:cs="Arial"/>
                <w:lang w:val="en-US"/>
              </w:rPr>
              <w:t xml:space="preserve">), and together with </w:t>
            </w:r>
            <w:r w:rsidRPr="00B81C62">
              <w:rPr>
                <w:rFonts w:cs="Arial"/>
                <w:i/>
                <w:iCs/>
                <w:lang w:val="en-US"/>
              </w:rPr>
              <w:t xml:space="preserve">Sfh5, </w:t>
            </w:r>
            <w:r w:rsidRPr="00B81C62">
              <w:rPr>
                <w:rFonts w:cs="Arial"/>
                <w:lang w:val="en-US"/>
              </w:rPr>
              <w:t xml:space="preserve">are compensatory; </w:t>
            </w:r>
            <w:r w:rsidRPr="00B81C62">
              <w:rPr>
                <w:rFonts w:cs="Arial"/>
                <w:i/>
                <w:iCs/>
                <w:lang w:val="x-none"/>
              </w:rPr>
              <w:t>Δ</w:t>
            </w:r>
            <w:r w:rsidRPr="00B81C62">
              <w:rPr>
                <w:rFonts w:cs="Arial"/>
                <w:i/>
                <w:iCs/>
                <w:lang w:val="en-US"/>
              </w:rPr>
              <w:t xml:space="preserve">sec14-1, </w:t>
            </w:r>
            <w:r w:rsidRPr="00B81C62">
              <w:rPr>
                <w:rFonts w:cs="Arial"/>
                <w:i/>
                <w:iCs/>
                <w:lang w:val="x-none"/>
              </w:rPr>
              <w:t>Δ</w:t>
            </w:r>
            <w:r w:rsidRPr="00B81C62">
              <w:rPr>
                <w:rFonts w:cs="Arial"/>
                <w:i/>
                <w:iCs/>
                <w:lang w:val="en-US"/>
              </w:rPr>
              <w:t>sec14-1</w:t>
            </w:r>
            <w:r w:rsidRPr="00B81C62">
              <w:rPr>
                <w:rFonts w:cs="Arial"/>
                <w:i/>
                <w:iCs/>
                <w:lang w:val="x-none"/>
              </w:rPr>
              <w:t>Δ</w:t>
            </w:r>
            <w:r w:rsidRPr="00B81C62">
              <w:rPr>
                <w:rFonts w:cs="Arial"/>
                <w:i/>
                <w:iCs/>
                <w:lang w:val="en-US"/>
              </w:rPr>
              <w:t xml:space="preserve">sfh5 </w:t>
            </w:r>
            <w:r w:rsidRPr="00B81C62">
              <w:rPr>
                <w:rFonts w:cs="Arial"/>
                <w:lang w:val="en-US"/>
              </w:rPr>
              <w:t xml:space="preserve">and </w:t>
            </w:r>
            <w:r w:rsidRPr="00B81C62">
              <w:rPr>
                <w:rFonts w:cs="Arial"/>
                <w:i/>
                <w:iCs/>
                <w:lang w:val="x-none"/>
              </w:rPr>
              <w:t>Δ</w:t>
            </w:r>
            <w:r w:rsidRPr="00B81C62">
              <w:rPr>
                <w:rFonts w:cs="Arial"/>
                <w:i/>
                <w:iCs/>
                <w:lang w:val="en-US"/>
              </w:rPr>
              <w:t xml:space="preserve">plb1 </w:t>
            </w:r>
            <w:r w:rsidRPr="00B81C62">
              <w:rPr>
                <w:rFonts w:cs="Arial"/>
                <w:lang w:val="en-US"/>
              </w:rPr>
              <w:t>mutants are sensitive to SDS and CFW due to the absence of GPI-anchored Plb1</w:t>
            </w:r>
            <w:r w:rsidRPr="00B81C62">
              <w:rPr>
                <w:rFonts w:cs="Arial"/>
                <w:i/>
                <w:iCs/>
                <w:lang w:val="en-US"/>
              </w:rPr>
              <w:t xml:space="preserve"> </w:t>
            </w:r>
            <w:r w:rsidRPr="00B81C62">
              <w:rPr>
                <w:rFonts w:cs="Arial"/>
                <w:lang w:val="en-US"/>
              </w:rPr>
              <w:t xml:space="preserve">(indication of cell wall defect) but displayed a comparable growth to the </w:t>
            </w:r>
            <w:r w:rsidRPr="00B81C62">
              <w:rPr>
                <w:rFonts w:cs="Arial"/>
                <w:i/>
                <w:iCs/>
                <w:lang w:val="en-US"/>
              </w:rPr>
              <w:t>wt</w:t>
            </w:r>
            <w:r w:rsidRPr="00B81C62">
              <w:rPr>
                <w:rFonts w:cs="Arial"/>
                <w:lang w:val="en-US"/>
              </w:rPr>
              <w:t xml:space="preserve"> </w:t>
            </w:r>
            <w:r w:rsidRPr="00B81C62">
              <w:rPr>
                <w:rFonts w:cs="Arial"/>
                <w:color w:val="2E2E2E"/>
                <w:shd w:val="clear" w:color="auto" w:fill="FFFFFF"/>
              </w:rPr>
              <w:fldChar w:fldCharType="begin">
                <w:fldData xml:space="preserve">PEVuZE5vdGU+PENpdGU+PEF1dGhvcj5DaGF5YWt1bGtlZXJlZTwvQXV0aG9yPjxZZWFyPjIwMTE8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PEVuZE5vdGU+PENpdGU+PEF1dGhvcj5DaGF5YWt1bGtlZXJlZTwvQXV0aG9yPjxZZWFyPjIwMTE8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[148]</w:t>
            </w:r>
            <w:r w:rsidRPr="00B81C62">
              <w:rPr>
                <w:rFonts w:cs="Arial"/>
                <w:color w:val="2E2E2E"/>
                <w:shd w:val="clear" w:color="auto" w:fill="FFFFFF"/>
              </w:rPr>
              <w:fldChar w:fldCharType="end"/>
            </w:r>
          </w:p>
        </w:tc>
      </w:tr>
      <w:tr w:rsidR="00B81C62" w:rsidRPr="00B81C62" w14:paraId="74EA5161" w14:textId="77777777" w:rsidTr="00B81C62">
        <w:tc>
          <w:tcPr>
            <w:tcW w:w="939" w:type="pct"/>
            <w:tcBorders>
              <w:bottom w:val="single" w:sz="4" w:space="0" w:color="auto"/>
            </w:tcBorders>
            <w:shd w:val="clear" w:color="auto" w:fill="auto"/>
            <w:vAlign w:val="center"/>
          </w:tcPr>
          <w:p w14:paraId="7EFCA22D" w14:textId="5C40E7AE"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sgl1</w:t>
            </w:r>
          </w:p>
        </w:tc>
        <w:tc>
          <w:tcPr>
            <w:tcW w:w="4061" w:type="pct"/>
            <w:tcBorders>
              <w:top w:val="nil"/>
              <w:bottom w:val="single" w:sz="4" w:space="0" w:color="auto"/>
            </w:tcBorders>
            <w:shd w:val="clear" w:color="auto" w:fill="auto"/>
            <w:vAlign w:val="center"/>
          </w:tcPr>
          <w:p w14:paraId="3CE694E1" w14:textId="442EBFC4" w:rsidR="00B81C62" w:rsidRPr="00B81C62" w:rsidRDefault="00B81C62" w:rsidP="00B81C62">
            <w:pPr>
              <w:tabs>
                <w:tab w:val="left" w:pos="0"/>
              </w:tabs>
              <w:jc w:val="left"/>
              <w:rPr>
                <w:rFonts w:cs="Arial"/>
                <w:i/>
                <w:iCs/>
                <w:lang w:val="x-none"/>
              </w:rPr>
            </w:pPr>
            <w:r w:rsidRPr="00B81C62">
              <w:rPr>
                <w:rFonts w:cs="Arial"/>
                <w:color w:val="2E2E2E"/>
                <w:shd w:val="clear" w:color="auto" w:fill="FFFFFF"/>
              </w:rPr>
              <w:t>Non-pathogenic mutant in MIMC but capable of inducing CD4</w:t>
            </w:r>
            <w:r w:rsidRPr="00B81C62">
              <w:rPr>
                <w:rFonts w:cs="Arial"/>
                <w:color w:val="2E2E2E"/>
                <w:shd w:val="clear" w:color="auto" w:fill="FFFFFF"/>
                <w:vertAlign w:val="superscript"/>
              </w:rPr>
              <w:t>+</w:t>
            </w:r>
            <w:r w:rsidRPr="00B81C62">
              <w:rPr>
                <w:rFonts w:cs="Arial"/>
                <w:color w:val="2E2E2E"/>
                <w:shd w:val="clear" w:color="auto" w:fill="FFFFFF"/>
              </w:rPr>
              <w:t xml:space="preserve"> T-cell-independent immunity against cryptococcal infections; no dissemination nor invasion but a rapid systemic clearance as early as day 3 post-infection </w:t>
            </w:r>
            <w:r w:rsidRPr="00B81C62">
              <w:rPr>
                <w:rFonts w:cs="Arial"/>
                <w:color w:val="2E2E2E"/>
                <w:shd w:val="clear" w:color="auto" w:fill="FFFFFF"/>
              </w:rPr>
              <w:fldChar w:fldCharType="begin">
                <w:fldData xml:space="preserve">PEVuZE5vdGU+PENpdGU+PEF1dGhvcj5SZWxsYTwvQXV0aG9yPjxZZWFyPjIwMTU8L1llYXI+PFJl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PEVuZE5vdGU+PENpdGU+PEF1dGhvcj5SZWxsYTwvQXV0aG9yPjxZZWFyPjIwMTU8L1llYXI+PFJl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[149]</w:t>
            </w:r>
            <w:r w:rsidRPr="00B81C62">
              <w:rPr>
                <w:rFonts w:cs="Arial"/>
                <w:color w:val="2E2E2E"/>
                <w:shd w:val="clear" w:color="auto" w:fill="FFFFFF"/>
              </w:rPr>
              <w:fldChar w:fldCharType="end"/>
            </w:r>
          </w:p>
        </w:tc>
      </w:tr>
      <w:tr w:rsidR="00B81C62" w:rsidRPr="00B81C62" w14:paraId="5336FA8E" w14:textId="77777777" w:rsidTr="00B81C62">
        <w:tc>
          <w:tcPr>
            <w:tcW w:w="939" w:type="pct"/>
            <w:tcBorders>
              <w:bottom w:val="single" w:sz="4" w:space="0" w:color="auto"/>
            </w:tcBorders>
            <w:shd w:val="clear" w:color="auto" w:fill="auto"/>
            <w:vAlign w:val="center"/>
          </w:tcPr>
          <w:p w14:paraId="1FF7DCBE" w14:textId="7F370256"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sit1</w:t>
            </w:r>
          </w:p>
        </w:tc>
        <w:tc>
          <w:tcPr>
            <w:tcW w:w="4061" w:type="pct"/>
            <w:tcBorders>
              <w:top w:val="nil"/>
              <w:bottom w:val="single" w:sz="4" w:space="0" w:color="auto"/>
            </w:tcBorders>
            <w:shd w:val="clear" w:color="auto" w:fill="auto"/>
            <w:vAlign w:val="center"/>
          </w:tcPr>
          <w:p w14:paraId="02DC29A9" w14:textId="20B760C9" w:rsidR="00B81C62" w:rsidRPr="00B81C62" w:rsidRDefault="00B81C62" w:rsidP="00B81C62">
            <w:pPr>
              <w:tabs>
                <w:tab w:val="left" w:pos="0"/>
              </w:tabs>
              <w:jc w:val="left"/>
              <w:rPr>
                <w:rFonts w:cs="Arial"/>
                <w:color w:val="2E2E2E"/>
                <w:shd w:val="clear" w:color="auto" w:fill="FFFFFF"/>
              </w:rPr>
            </w:pPr>
            <w:r w:rsidRPr="00B81C62">
              <w:rPr>
                <w:rFonts w:cs="Arial"/>
                <w:iCs/>
              </w:rPr>
              <w:t xml:space="preserve">Impaired iron acquisition through non-reductive siderophore uptake from ferrioxamine B, impaired cAMP-cascade event, increased melanin production (probably by the rescuing Cfo1/Cft1 reductive iron-uptake in this mutant), cell wall integrity with full virulence </w:t>
            </w:r>
            <w:r w:rsidRPr="00B81C62">
              <w:rPr>
                <w:rFonts w:cs="Arial"/>
                <w:iCs/>
              </w:rPr>
              <w:fldChar w:fldCharType="begin">
                <w:fldData xml:space="preserve">PEVuZE5vdGU+PENpdGU+PEF1dGhvcj5UYW5nZW48L0F1dGhvcj48WWVhcj4yMDA3PC9ZZWFyPjxS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=
</w:fldData>
              </w:fldChar>
            </w:r>
            <w:r w:rsidR="00706F40">
              <w:rPr>
                <w:rFonts w:cs="Arial"/>
                <w:iCs/>
              </w:rPr>
              <w:instrText xml:space="preserve"> ADDIN EN.CITE </w:instrText>
            </w:r>
            <w:r w:rsidR="00706F40">
              <w:rPr>
                <w:rFonts w:cs="Arial"/>
                <w:iCs/>
              </w:rPr>
              <w:fldChar w:fldCharType="begin">
                <w:fldData xml:space="preserve">PEVuZE5vdGU+PENpdGU+PEF1dGhvcj5UYW5nZW48L0F1dGhvcj48WWVhcj4yMDA3PC9ZZWFyPjxS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=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[150]</w:t>
            </w:r>
            <w:r w:rsidRPr="00B81C62">
              <w:rPr>
                <w:rFonts w:cs="Arial"/>
                <w:iCs/>
              </w:rPr>
              <w:fldChar w:fldCharType="end"/>
            </w:r>
          </w:p>
        </w:tc>
      </w:tr>
      <w:tr w:rsidR="00B81C62" w:rsidRPr="00B81C62" w14:paraId="14AA491C" w14:textId="77777777" w:rsidTr="00B81C62">
        <w:tc>
          <w:tcPr>
            <w:tcW w:w="939" w:type="pct"/>
            <w:tcBorders>
              <w:bottom w:val="single" w:sz="4" w:space="0" w:color="auto"/>
            </w:tcBorders>
            <w:shd w:val="clear" w:color="auto" w:fill="auto"/>
            <w:vAlign w:val="center"/>
          </w:tcPr>
          <w:p w14:paraId="0FD05E3D" w14:textId="63C37AD5"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snf1, </w:t>
            </w:r>
            <w:r w:rsidRPr="00B81C62">
              <w:rPr>
                <w:rFonts w:cs="Arial"/>
                <w:i/>
                <w:iCs/>
                <w:lang w:val="x-none"/>
              </w:rPr>
              <w:t>Δ</w:t>
            </w:r>
            <w:r w:rsidRPr="00B81C62">
              <w:rPr>
                <w:rFonts w:cs="Arial"/>
                <w:i/>
                <w:iCs/>
              </w:rPr>
              <w:t xml:space="preserve">snf5, </w:t>
            </w:r>
            <w:r w:rsidRPr="00B81C62">
              <w:rPr>
                <w:rFonts w:cs="Arial"/>
                <w:i/>
                <w:iCs/>
                <w:lang w:val="x-none"/>
              </w:rPr>
              <w:t>Δ</w:t>
            </w:r>
            <w:r w:rsidRPr="00B81C62">
              <w:rPr>
                <w:rFonts w:cs="Arial"/>
                <w:i/>
                <w:iCs/>
              </w:rPr>
              <w:t>mbf1</w:t>
            </w:r>
          </w:p>
        </w:tc>
        <w:tc>
          <w:tcPr>
            <w:tcW w:w="4061" w:type="pct"/>
            <w:tcBorders>
              <w:top w:val="nil"/>
              <w:bottom w:val="single" w:sz="4" w:space="0" w:color="auto"/>
            </w:tcBorders>
            <w:shd w:val="clear" w:color="auto" w:fill="auto"/>
            <w:vAlign w:val="center"/>
          </w:tcPr>
          <w:p w14:paraId="47BC0F78" w14:textId="6B95B30F" w:rsidR="00B81C62" w:rsidRPr="00B81C62" w:rsidRDefault="00B81C62" w:rsidP="00B81C62">
            <w:pPr>
              <w:tabs>
                <w:tab w:val="left" w:pos="0"/>
              </w:tabs>
              <w:jc w:val="left"/>
              <w:rPr>
                <w:rFonts w:cs="Arial"/>
                <w:iCs/>
              </w:rPr>
            </w:pPr>
            <w:r w:rsidRPr="00B81C62">
              <w:rPr>
                <w:rFonts w:cs="Arial"/>
                <w:iCs/>
              </w:rPr>
              <w:t xml:space="preserve">The tendency of melanisation decreased with temperature (delayed melanisation), and the mutant failed to melanise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iCs/>
              </w:rPr>
              <w:t xml:space="preserve">; severely attenuated virulence and poor tissue dissemination due to poor growth at </w:t>
            </w:r>
            <w:r w:rsidRPr="00B81C62">
              <w:rPr>
                <w:rFonts w:cs="Arial"/>
              </w:rPr>
              <w:t>37</w:t>
            </w:r>
            <w:r w:rsidRPr="00B81C62">
              <w:rPr>
                <w:rFonts w:cs="Arial"/>
                <w:vertAlign w:val="superscript"/>
              </w:rPr>
              <w:t>o</w:t>
            </w:r>
            <w:r w:rsidRPr="00B81C62">
              <w:rPr>
                <w:rFonts w:cs="Arial"/>
              </w:rPr>
              <w:t xml:space="preserve">C in the presence of alternative carbon </w:t>
            </w:r>
            <w:r w:rsidRPr="00B81C62">
              <w:rPr>
                <w:rFonts w:cs="Arial"/>
              </w:rPr>
              <w:lastRenderedPageBreak/>
              <w:t xml:space="preserve">sources, mainly sucrose, acetate, and ethanol; poor anti-nitrosative response; defective mating; </w:t>
            </w:r>
            <w:r w:rsidRPr="00B81C62">
              <w:rPr>
                <w:rFonts w:cs="Arial"/>
                <w:i/>
                <w:iCs/>
                <w:lang w:val="x-none"/>
              </w:rPr>
              <w:t>Δ</w:t>
            </w:r>
            <w:r w:rsidRPr="00B81C62">
              <w:rPr>
                <w:rFonts w:cs="Arial"/>
                <w:i/>
                <w:iCs/>
              </w:rPr>
              <w:t xml:space="preserve">snf1 </w:t>
            </w:r>
            <w:r w:rsidRPr="00B81C62">
              <w:rPr>
                <w:rFonts w:cs="Arial"/>
                <w:iCs/>
              </w:rPr>
              <w:t xml:space="preserve">mutants appeared to have </w:t>
            </w:r>
            <w:r w:rsidRPr="00B81C62">
              <w:rPr>
                <w:rFonts w:cs="Arial"/>
                <w:i/>
              </w:rPr>
              <w:t>wt</w:t>
            </w:r>
            <w:r w:rsidRPr="00B81C62">
              <w:rPr>
                <w:rFonts w:cs="Arial"/>
                <w:iCs/>
              </w:rPr>
              <w:t xml:space="preserve"> capsulation</w:t>
            </w:r>
            <w:r w:rsidRPr="00B81C62">
              <w:rPr>
                <w:rFonts w:cs="Arial"/>
              </w:rPr>
              <w:t xml:space="preserve"> </w:t>
            </w:r>
            <w:r w:rsidRPr="00B81C62">
              <w:rPr>
                <w:rFonts w:cs="Arial"/>
              </w:rPr>
              <w:fldChar w:fldCharType="begin">
                <w:fldData xml:space="preserve">PEVuZE5vdGU+PENpdGU+PEF1dGhvcj5IdTwvQXV0aG9yPjxZZWFyPjIwMDg8L1llYXI+PFJlY051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</w:fldData>
              </w:fldChar>
            </w:r>
            <w:r w:rsidR="00706F40">
              <w:rPr>
                <w:rFonts w:cs="Arial"/>
              </w:rPr>
              <w:instrText xml:space="preserve"> ADDIN EN.CITE </w:instrText>
            </w:r>
            <w:r w:rsidR="00706F40">
              <w:rPr>
                <w:rFonts w:cs="Arial"/>
              </w:rPr>
              <w:fldChar w:fldCharType="begin">
                <w:fldData xml:space="preserve">PEVuZE5vdGU+PENpdGU+PEF1dGhvcj5IdTwvQXV0aG9yPjxZZWFyPjIwMDg8L1llYXI+PFJlY051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</w:fldData>
              </w:fldChar>
            </w:r>
            <w:r w:rsidR="00706F40">
              <w:rPr>
                <w:rFonts w:cs="Arial"/>
              </w:rPr>
              <w:instrText xml:space="preserve"> ADDIN EN.CITE.DATA </w:instrText>
            </w:r>
            <w:r w:rsidR="00706F40">
              <w:rPr>
                <w:rFonts w:cs="Arial"/>
              </w:rPr>
            </w:r>
            <w:r w:rsidR="00706F40">
              <w:rPr>
                <w:rFonts w:cs="Arial"/>
              </w:rPr>
              <w:fldChar w:fldCharType="end"/>
            </w:r>
            <w:r w:rsidRPr="00B81C62">
              <w:rPr>
                <w:rFonts w:cs="Arial"/>
              </w:rPr>
            </w:r>
            <w:r w:rsidRPr="00B81C62">
              <w:rPr>
                <w:rFonts w:cs="Arial"/>
              </w:rPr>
              <w:fldChar w:fldCharType="separate"/>
            </w:r>
            <w:r w:rsidR="00706F40">
              <w:rPr>
                <w:rFonts w:cs="Arial"/>
                <w:noProof/>
              </w:rPr>
              <w:t>[2,151]</w:t>
            </w:r>
            <w:r w:rsidRPr="00B81C62">
              <w:rPr>
                <w:rFonts w:cs="Arial"/>
              </w:rPr>
              <w:fldChar w:fldCharType="end"/>
            </w:r>
          </w:p>
        </w:tc>
      </w:tr>
      <w:tr w:rsidR="00B81C62" w:rsidRPr="00B81C62" w14:paraId="3A5253B1" w14:textId="77777777" w:rsidTr="00B81C62">
        <w:tc>
          <w:tcPr>
            <w:tcW w:w="939" w:type="pct"/>
            <w:tcBorders>
              <w:bottom w:val="single" w:sz="4" w:space="0" w:color="auto"/>
            </w:tcBorders>
            <w:shd w:val="clear" w:color="auto" w:fill="auto"/>
            <w:vAlign w:val="center"/>
          </w:tcPr>
          <w:p w14:paraId="023CE1EE" w14:textId="03618F63"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sod1-Cu-Zn</w:t>
            </w:r>
          </w:p>
        </w:tc>
        <w:tc>
          <w:tcPr>
            <w:tcW w:w="4061" w:type="pct"/>
            <w:tcBorders>
              <w:top w:val="nil"/>
              <w:bottom w:val="single" w:sz="4" w:space="0" w:color="auto"/>
            </w:tcBorders>
            <w:shd w:val="clear" w:color="auto" w:fill="auto"/>
            <w:vAlign w:val="center"/>
          </w:tcPr>
          <w:p w14:paraId="74B40C8C" w14:textId="1BF24372" w:rsidR="00B81C62" w:rsidRPr="00B81C62" w:rsidRDefault="00B81C62" w:rsidP="00B81C62">
            <w:pPr>
              <w:tabs>
                <w:tab w:val="left" w:pos="0"/>
              </w:tabs>
              <w:jc w:val="left"/>
              <w:rPr>
                <w:rFonts w:cs="Arial"/>
                <w:iCs/>
              </w:rPr>
            </w:pPr>
            <w:r w:rsidRPr="00B81C62">
              <w:rPr>
                <w:rFonts w:cs="Arial"/>
                <w:color w:val="2E2E2E"/>
                <w:shd w:val="clear" w:color="auto" w:fill="FFFFFF"/>
              </w:rPr>
              <w:t xml:space="preserve">Conspicuously sensitive to ROS (such as </w:t>
            </w:r>
            <w:r w:rsidRPr="00B81C62">
              <w:rPr>
                <w:rFonts w:cs="Arial"/>
                <w:i/>
                <w:color w:val="2E2E2E"/>
                <w:shd w:val="clear" w:color="auto" w:fill="FFFFFF"/>
              </w:rPr>
              <w:t>t</w:t>
            </w:r>
            <w:r w:rsidRPr="00B81C62">
              <w:rPr>
                <w:rFonts w:cs="Arial"/>
                <w:color w:val="2E2E2E"/>
                <w:shd w:val="clear" w:color="auto" w:fill="FFFFFF"/>
              </w:rPr>
              <w:t xml:space="preserve">-BOOH) and redox cycling agent (MND) due to significant reduction in Sod activity as temperature increased from 30 to </w:t>
            </w:r>
            <w:r w:rsidRPr="00B81C62">
              <w:rPr>
                <w:rFonts w:cs="Arial"/>
              </w:rPr>
              <w:t>37</w:t>
            </w:r>
            <w:r w:rsidRPr="00B81C62">
              <w:rPr>
                <w:rFonts w:cs="Arial"/>
                <w:vertAlign w:val="superscript"/>
              </w:rPr>
              <w:t>o</w:t>
            </w:r>
            <w:r w:rsidRPr="00B81C62">
              <w:rPr>
                <w:rFonts w:cs="Arial"/>
              </w:rPr>
              <w:t>C</w:t>
            </w:r>
            <w:r w:rsidRPr="00B81C62">
              <w:rPr>
                <w:rFonts w:cs="Arial"/>
                <w:color w:val="2E2E2E"/>
                <w:shd w:val="clear" w:color="auto" w:fill="FFFFFF"/>
              </w:rPr>
              <w:t xml:space="preserve">; fragmentation of large vacuole within the cytoplasm; attenuated virulence and defective growth in the macrophage; susceptible to </w:t>
            </w:r>
            <w:r w:rsidRPr="00B81C62">
              <w:rPr>
                <w:rFonts w:cs="Arial"/>
                <w:i/>
                <w:iCs/>
                <w:color w:val="2E2E2E"/>
                <w:shd w:val="clear" w:color="auto" w:fill="FFFFFF"/>
              </w:rPr>
              <w:t>in vitro</w:t>
            </w:r>
            <w:r w:rsidRPr="00B81C62">
              <w:rPr>
                <w:rFonts w:cs="Arial"/>
                <w:i/>
                <w:color w:val="2E2E2E"/>
                <w:shd w:val="clear" w:color="auto" w:fill="FFFFFF"/>
              </w:rPr>
              <w:t xml:space="preserve"> </w:t>
            </w:r>
            <w:r w:rsidRPr="00B81C62">
              <w:rPr>
                <w:rFonts w:cs="Arial"/>
                <w:color w:val="2E2E2E"/>
                <w:shd w:val="clear" w:color="auto" w:fill="FFFFFF"/>
              </w:rPr>
              <w:t xml:space="preserve">PMN (neutrophil) killing; impaired activity of laccase, urease, and phospholipase but no defects in the growth, capsule formation, sporulation, mating, stationary phase nutrient limiting survival and auxotrophy for S-containing amino acids unlike </w:t>
            </w:r>
            <w:r w:rsidR="00AD31E3" w:rsidRPr="00AD31E3">
              <w:rPr>
                <w:rFonts w:cs="Arial"/>
                <w:i/>
                <w:iCs/>
                <w:lang w:val="x-none"/>
              </w:rPr>
              <w:t>S. cerevisiae</w:t>
            </w:r>
            <w:r w:rsidRPr="00B81C62">
              <w:rPr>
                <w:rFonts w:cs="Arial"/>
                <w:i/>
                <w:iCs/>
              </w:rPr>
              <w:t xml:space="preserve"> </w:t>
            </w:r>
            <w:r w:rsidRPr="00B81C62">
              <w:rPr>
                <w:rFonts w:cs="Arial"/>
                <w:i/>
                <w:iCs/>
                <w:lang w:val="x-none"/>
              </w:rPr>
              <w:t>Δ</w:t>
            </w:r>
            <w:r w:rsidRPr="00B81C62">
              <w:rPr>
                <w:rFonts w:cs="Arial"/>
                <w:i/>
                <w:iCs/>
              </w:rPr>
              <w:t xml:space="preserve">sod1 </w:t>
            </w:r>
            <w:r w:rsidRPr="00B81C62">
              <w:rPr>
                <w:rFonts w:cs="Arial"/>
                <w:iCs/>
              </w:rPr>
              <w:t xml:space="preserve">mutant </w:t>
            </w:r>
            <w:r w:rsidRPr="00B81C62">
              <w:rPr>
                <w:rFonts w:cs="Arial"/>
                <w:color w:val="2E2E2E"/>
                <w:shd w:val="clear" w:color="auto" w:fill="FFFFFF"/>
              </w:rPr>
              <w:fldChar w:fldCharType="begin">
                <w:fldData xml:space="preserve">PEVuZE5vdGU+PENpdGU+PEF1dGhvcj5OYXJhc2lwdXJhPC9BdXRob3I+PFllYXI+MjAwMzwvWWVh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PEVuZE5vdGU+PENpdGU+PEF1dGhvcj5OYXJhc2lwdXJhPC9BdXRob3I+PFllYXI+MjAwMzwvWWVh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[152,153]</w:t>
            </w:r>
            <w:r w:rsidRPr="00B81C62">
              <w:rPr>
                <w:rFonts w:cs="Arial"/>
                <w:color w:val="2E2E2E"/>
                <w:shd w:val="clear" w:color="auto" w:fill="FFFFFF"/>
              </w:rPr>
              <w:fldChar w:fldCharType="end"/>
            </w:r>
          </w:p>
        </w:tc>
      </w:tr>
      <w:tr w:rsidR="00B81C62" w:rsidRPr="00B81C62" w14:paraId="06C50BC1" w14:textId="77777777" w:rsidTr="00B81C62">
        <w:tc>
          <w:tcPr>
            <w:tcW w:w="939" w:type="pct"/>
            <w:tcBorders>
              <w:bottom w:val="single" w:sz="4" w:space="0" w:color="auto"/>
            </w:tcBorders>
            <w:shd w:val="clear" w:color="auto" w:fill="auto"/>
            <w:vAlign w:val="center"/>
          </w:tcPr>
          <w:p w14:paraId="4FEFA9AD" w14:textId="5060ACE6"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sod2-Mn</w:t>
            </w:r>
          </w:p>
        </w:tc>
        <w:tc>
          <w:tcPr>
            <w:tcW w:w="4061" w:type="pct"/>
            <w:tcBorders>
              <w:top w:val="nil"/>
              <w:bottom w:val="single" w:sz="4" w:space="0" w:color="auto"/>
            </w:tcBorders>
            <w:shd w:val="clear" w:color="auto" w:fill="auto"/>
            <w:vAlign w:val="center"/>
          </w:tcPr>
          <w:p w14:paraId="384D410B" w14:textId="4E6CD5CE"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The avirulent mutants become </w:t>
            </w:r>
            <w:r w:rsidRPr="00B81C62">
              <w:rPr>
                <w:rFonts w:cs="Arial"/>
                <w:i/>
                <w:color w:val="2E2E2E"/>
                <w:shd w:val="clear" w:color="auto" w:fill="FFFFFF"/>
              </w:rPr>
              <w:t xml:space="preserve">ts </w:t>
            </w:r>
            <w:r w:rsidRPr="00B81C62">
              <w:rPr>
                <w:rFonts w:cs="Arial"/>
                <w:color w:val="2E2E2E"/>
                <w:shd w:val="clear" w:color="auto" w:fill="FFFFFF"/>
              </w:rPr>
              <w:t xml:space="preserve">with increased susceptibility to superoxide anion </w:t>
            </w:r>
            <w:r w:rsidRPr="00B81C62">
              <w:rPr>
                <w:rFonts w:cs="Arial"/>
                <w:color w:val="2E2E2E"/>
                <w:shd w:val="clear" w:color="auto" w:fill="FFFFFF"/>
              </w:rPr>
              <w:fldChar w:fldCharType="begin">
                <w:fldData xml:space="preserve">PEVuZE5vdGU+PENpdGU+PEF1dGhvcj5HaWxlczwvQXV0aG9yPjxZZWFyPjIwMDU8L1llYXI+PFJl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==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PEVuZE5vdGU+PENpdGU+PEF1dGhvcj5HaWxlczwvQXV0aG9yPjxZZWFyPjIwMDU8L1llYXI+PFJl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==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[154]</w:t>
            </w:r>
            <w:r w:rsidRPr="00B81C62">
              <w:rPr>
                <w:rFonts w:cs="Arial"/>
                <w:color w:val="2E2E2E"/>
                <w:shd w:val="clear" w:color="auto" w:fill="FFFFFF"/>
              </w:rPr>
              <w:fldChar w:fldCharType="end"/>
            </w:r>
          </w:p>
        </w:tc>
      </w:tr>
      <w:tr w:rsidR="00B81C62" w:rsidRPr="00B81C62" w14:paraId="130B927F" w14:textId="77777777" w:rsidTr="00B81C62">
        <w:tc>
          <w:tcPr>
            <w:tcW w:w="939" w:type="pct"/>
            <w:tcBorders>
              <w:bottom w:val="single" w:sz="4" w:space="0" w:color="auto"/>
            </w:tcBorders>
            <w:shd w:val="clear" w:color="auto" w:fill="auto"/>
            <w:vAlign w:val="center"/>
          </w:tcPr>
          <w:p w14:paraId="57653874" w14:textId="3DFFCD1B"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spe3-</w:t>
            </w:r>
            <w:r w:rsidRPr="00B81C62">
              <w:rPr>
                <w:rFonts w:cs="Arial"/>
                <w:i/>
                <w:iCs/>
                <w:lang w:val="x-none"/>
              </w:rPr>
              <w:t>Δ</w:t>
            </w:r>
            <w:r w:rsidRPr="00B81C62">
              <w:rPr>
                <w:rFonts w:cs="Arial"/>
                <w:i/>
                <w:iCs/>
              </w:rPr>
              <w:t>lys9</w:t>
            </w:r>
          </w:p>
        </w:tc>
        <w:tc>
          <w:tcPr>
            <w:tcW w:w="4061" w:type="pct"/>
            <w:tcBorders>
              <w:top w:val="nil"/>
              <w:bottom w:val="single" w:sz="4" w:space="0" w:color="auto"/>
            </w:tcBorders>
            <w:shd w:val="clear" w:color="auto" w:fill="auto"/>
            <w:vAlign w:val="center"/>
          </w:tcPr>
          <w:p w14:paraId="613395ED" w14:textId="4EA5ACAB" w:rsidR="00B81C62" w:rsidRPr="00B81C62" w:rsidRDefault="00B81C62" w:rsidP="00B81C62">
            <w:pPr>
              <w:tabs>
                <w:tab w:val="left" w:pos="0"/>
              </w:tabs>
              <w:jc w:val="left"/>
              <w:rPr>
                <w:rFonts w:cs="Arial"/>
                <w:color w:val="2E2E2E"/>
                <w:shd w:val="clear" w:color="auto" w:fill="FFFFFF"/>
              </w:rPr>
            </w:pPr>
            <w:r w:rsidRPr="00B81C62">
              <w:rPr>
                <w:rFonts w:cs="Arial"/>
                <w:iCs/>
              </w:rPr>
              <w:t xml:space="preserve">Impaired spermidine and lysine biosynthesis, growth defect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rPr>
              <w:t xml:space="preserve">, </w:t>
            </w:r>
            <w:r w:rsidRPr="00B81C62">
              <w:rPr>
                <w:rFonts w:cs="Arial"/>
                <w:iCs/>
              </w:rPr>
              <w:t xml:space="preserve">avirulent, and failed to survive </w:t>
            </w:r>
            <w:r w:rsidRPr="00B81C62">
              <w:rPr>
                <w:rFonts w:cs="Arial"/>
                <w:i/>
                <w:iCs/>
              </w:rPr>
              <w:t xml:space="preserve">in vivo </w:t>
            </w:r>
            <w:r w:rsidRPr="00B81C62">
              <w:rPr>
                <w:rFonts w:cs="Arial"/>
                <w:iCs/>
              </w:rPr>
              <w:t>in an MIMC</w:t>
            </w:r>
            <w:r w:rsidRPr="00B81C62">
              <w:rPr>
                <w:rFonts w:cs="Arial"/>
                <w:i/>
                <w:iCs/>
              </w:rPr>
              <w:t>.</w:t>
            </w:r>
            <w:r w:rsidRPr="00B81C62">
              <w:rPr>
                <w:rFonts w:cs="Arial"/>
              </w:rPr>
              <w:t xml:space="preserve"> The </w:t>
            </w:r>
            <w:r w:rsidRPr="00B81C62">
              <w:rPr>
                <w:rFonts w:cs="Arial"/>
                <w:i/>
                <w:iCs/>
              </w:rPr>
              <w:t xml:space="preserve">in vivo </w:t>
            </w:r>
            <w:r w:rsidRPr="00B81C62">
              <w:rPr>
                <w:rFonts w:cs="Arial"/>
              </w:rPr>
              <w:t xml:space="preserve">survival </w:t>
            </w:r>
            <w:r w:rsidRPr="00B81C62">
              <w:rPr>
                <w:rFonts w:cs="Arial"/>
                <w:i/>
                <w:iCs/>
                <w:lang w:val="x-none"/>
              </w:rPr>
              <w:t>Δ</w:t>
            </w:r>
            <w:r w:rsidRPr="00B81C62">
              <w:rPr>
                <w:rFonts w:cs="Arial"/>
                <w:i/>
                <w:iCs/>
                <w:lang w:val="en-US"/>
              </w:rPr>
              <w:t>s</w:t>
            </w:r>
            <w:r w:rsidRPr="00B81C62">
              <w:rPr>
                <w:rFonts w:cs="Arial"/>
                <w:i/>
                <w:iCs/>
              </w:rPr>
              <w:t xml:space="preserve">pe3-Lys9 </w:t>
            </w:r>
            <w:r w:rsidRPr="00B81C62">
              <w:rPr>
                <w:rFonts w:cs="Arial"/>
                <w:iCs/>
              </w:rPr>
              <w:t xml:space="preserve">mutant displayed a reduced growth at </w:t>
            </w:r>
            <w:r w:rsidRPr="00B81C62">
              <w:rPr>
                <w:rFonts w:cs="Arial"/>
                <w:lang w:val="x-none"/>
              </w:rPr>
              <w:t>30</w:t>
            </w:r>
            <w:r w:rsidRPr="00B81C62">
              <w:rPr>
                <w:rFonts w:cs="Arial"/>
                <w:vertAlign w:val="superscript"/>
                <w:lang w:val="x-none"/>
              </w:rPr>
              <w:t>o</w:t>
            </w:r>
            <w:r w:rsidRPr="00B81C62">
              <w:rPr>
                <w:rFonts w:cs="Arial"/>
                <w:lang w:val="x-none"/>
              </w:rPr>
              <w:t>C</w:t>
            </w:r>
            <w:r w:rsidRPr="00B81C62">
              <w:rPr>
                <w:rFonts w:cs="Arial"/>
              </w:rPr>
              <w:t xml:space="preserve">, avirulent with a </w:t>
            </w:r>
            <w:r w:rsidRPr="00B81C62">
              <w:rPr>
                <w:rFonts w:cs="Arial"/>
                <w:iCs/>
              </w:rPr>
              <w:t xml:space="preserve">drastic capsule reduction but delayed melanin production (just as found in </w:t>
            </w:r>
            <w:r w:rsidRPr="00B81C62">
              <w:rPr>
                <w:rFonts w:cs="Arial"/>
                <w:i/>
                <w:iCs/>
                <w:lang w:val="x-none"/>
              </w:rPr>
              <w:t>Δ</w:t>
            </w:r>
            <w:r w:rsidRPr="00B81C62">
              <w:rPr>
                <w:rFonts w:cs="Arial"/>
                <w:i/>
                <w:iCs/>
                <w:lang w:val="en-US"/>
              </w:rPr>
              <w:t>s</w:t>
            </w:r>
            <w:r w:rsidRPr="00B81C62">
              <w:rPr>
                <w:rFonts w:cs="Arial"/>
                <w:i/>
                <w:iCs/>
              </w:rPr>
              <w:t>pe3-</w:t>
            </w:r>
            <w:r w:rsidRPr="00B81C62">
              <w:rPr>
                <w:rFonts w:cs="Arial"/>
                <w:i/>
                <w:iCs/>
                <w:lang w:val="x-none"/>
              </w:rPr>
              <w:t>Δ</w:t>
            </w:r>
            <w:r w:rsidRPr="00B81C62">
              <w:rPr>
                <w:rFonts w:cs="Arial"/>
                <w:i/>
                <w:iCs/>
              </w:rPr>
              <w:t xml:space="preserve">lys9 </w:t>
            </w:r>
            <w:r w:rsidRPr="00B81C62">
              <w:rPr>
                <w:rFonts w:cs="Arial"/>
                <w:iCs/>
              </w:rPr>
              <w:t xml:space="preserve">mutants). The thermosensitive and avirulent </w:t>
            </w:r>
            <w:r w:rsidRPr="00B81C62">
              <w:rPr>
                <w:rFonts w:cs="Arial"/>
                <w:i/>
                <w:iCs/>
              </w:rPr>
              <w:t>Spe3-</w:t>
            </w:r>
            <w:r w:rsidRPr="00B81C62">
              <w:rPr>
                <w:rFonts w:cs="Arial"/>
                <w:i/>
                <w:iCs/>
                <w:lang w:val="x-none"/>
              </w:rPr>
              <w:t>Δ</w:t>
            </w:r>
            <w:r w:rsidRPr="00B81C62">
              <w:rPr>
                <w:rFonts w:cs="Arial"/>
                <w:i/>
                <w:iCs/>
              </w:rPr>
              <w:t>lys9</w:t>
            </w:r>
            <w:r w:rsidRPr="00B81C62">
              <w:rPr>
                <w:rFonts w:cs="Arial"/>
                <w:iCs/>
              </w:rPr>
              <w:t xml:space="preserve"> mutants failed to grow in the absence of Lys. All the mutants showed poor growth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w:t>
            </w:r>
            <w:r w:rsidRPr="00B81C62">
              <w:rPr>
                <w:rFonts w:cs="Arial"/>
                <w:iCs/>
              </w:rPr>
              <w:fldChar w:fldCharType="begin">
                <w:fldData xml:space="preserve">PEVuZE5vdGU+PENpdGU+PEF1dGhvcj5LaW5nc2J1cnk8L0F1dGhvcj48WWVhcj4yMDA0PC9ZZWFy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PEVuZE5vdGU+PENpdGU+PEF1dGhvcj5LaW5nc2J1cnk8L0F1dGhvcj48WWVhcj4yMDA0PC9ZZWFy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[155]</w:t>
            </w:r>
            <w:r w:rsidRPr="00B81C62">
              <w:rPr>
                <w:rFonts w:cs="Arial"/>
                <w:iCs/>
              </w:rPr>
              <w:fldChar w:fldCharType="end"/>
            </w:r>
          </w:p>
        </w:tc>
      </w:tr>
      <w:tr w:rsidR="00B81C62" w:rsidRPr="00B81C62" w14:paraId="6508F42C" w14:textId="77777777" w:rsidTr="00B81C62">
        <w:tc>
          <w:tcPr>
            <w:tcW w:w="939" w:type="pct"/>
            <w:tcBorders>
              <w:bottom w:val="single" w:sz="4" w:space="0" w:color="auto"/>
            </w:tcBorders>
            <w:shd w:val="clear" w:color="auto" w:fill="auto"/>
            <w:vAlign w:val="center"/>
          </w:tcPr>
          <w:p w14:paraId="779AEFC5" w14:textId="238C2257"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sre1, </w:t>
            </w:r>
            <w:r w:rsidRPr="00B81C62">
              <w:rPr>
                <w:rFonts w:cs="Arial"/>
                <w:i/>
                <w:iCs/>
                <w:lang w:val="x-none"/>
              </w:rPr>
              <w:t>Δ</w:t>
            </w:r>
            <w:r w:rsidRPr="00B81C62">
              <w:rPr>
                <w:rFonts w:cs="Arial"/>
                <w:i/>
                <w:iCs/>
              </w:rPr>
              <w:t xml:space="preserve">stp1, </w:t>
            </w:r>
            <w:r w:rsidRPr="00B81C62">
              <w:rPr>
                <w:rFonts w:cs="Arial"/>
                <w:i/>
                <w:iCs/>
                <w:lang w:val="x-none"/>
              </w:rPr>
              <w:t>Δ</w:t>
            </w:r>
            <w:r w:rsidRPr="00B81C62">
              <w:rPr>
                <w:rFonts w:cs="Arial"/>
                <w:i/>
                <w:iCs/>
              </w:rPr>
              <w:t>scp1</w:t>
            </w:r>
          </w:p>
        </w:tc>
        <w:tc>
          <w:tcPr>
            <w:tcW w:w="4061" w:type="pct"/>
            <w:tcBorders>
              <w:top w:val="nil"/>
              <w:bottom w:val="single" w:sz="4" w:space="0" w:color="auto"/>
            </w:tcBorders>
            <w:shd w:val="clear" w:color="auto" w:fill="auto"/>
            <w:vAlign w:val="center"/>
          </w:tcPr>
          <w:p w14:paraId="0DED5600" w14:textId="6254FD04" w:rsidR="00B81C62" w:rsidRPr="00B81C62" w:rsidRDefault="00B81C62" w:rsidP="00B81C62">
            <w:pPr>
              <w:tabs>
                <w:tab w:val="left" w:pos="0"/>
              </w:tabs>
              <w:jc w:val="left"/>
              <w:rPr>
                <w:rFonts w:cs="Arial"/>
                <w:iCs/>
              </w:rPr>
            </w:pPr>
            <w:r w:rsidRPr="00B81C62">
              <w:rPr>
                <w:rFonts w:cs="Arial"/>
                <w:color w:val="2E2E2E"/>
                <w:shd w:val="clear" w:color="auto" w:fill="FFFFFF"/>
              </w:rPr>
              <w:t xml:space="preserve">Poor growth under low </w:t>
            </w:r>
            <w:r w:rsidRPr="00B81C62">
              <w:rPr>
                <w:rFonts w:cs="Arial"/>
              </w:rPr>
              <w:t>O</w:t>
            </w:r>
            <w:r w:rsidRPr="00B81C62">
              <w:rPr>
                <w:rFonts w:cs="Arial"/>
                <w:vertAlign w:val="subscript"/>
              </w:rPr>
              <w:t xml:space="preserve">2 </w:t>
            </w:r>
            <w:r w:rsidRPr="00B81C62">
              <w:rPr>
                <w:rFonts w:cs="Arial"/>
              </w:rPr>
              <w:t>and CoCl</w:t>
            </w:r>
            <w:r w:rsidRPr="00B81C62">
              <w:rPr>
                <w:rFonts w:cs="Arial"/>
                <w:vertAlign w:val="subscript"/>
              </w:rPr>
              <w:t>2</w:t>
            </w:r>
            <w:r w:rsidRPr="00B81C62">
              <w:rPr>
                <w:rFonts w:cs="Arial"/>
              </w:rPr>
              <w:t xml:space="preserve"> enrich media; </w:t>
            </w:r>
            <w:r w:rsidRPr="00B81C62">
              <w:rPr>
                <w:rFonts w:cs="Arial"/>
                <w:color w:val="2E2E2E"/>
                <w:shd w:val="clear" w:color="auto" w:fill="FFFFFF"/>
              </w:rPr>
              <w:t xml:space="preserve">loss of virulence (though without a major defect in the melanin and capsule formation); disseminate but with poor proliferation; impaired sterol biogenesis; hypersensitive to azole and failure to grow in iron-limiting media. The </w:t>
            </w:r>
            <w:r w:rsidRPr="00B81C62">
              <w:rPr>
                <w:rFonts w:cs="Arial"/>
                <w:i/>
                <w:iCs/>
              </w:rPr>
              <w:t xml:space="preserve">Δsre1 </w:t>
            </w:r>
            <w:r w:rsidRPr="00B81C62">
              <w:rPr>
                <w:rFonts w:cs="Arial"/>
                <w:iCs/>
              </w:rPr>
              <w:t xml:space="preserve">mutant showed defective </w:t>
            </w:r>
            <w:r w:rsidRPr="00B81C62">
              <w:rPr>
                <w:rFonts w:cs="Arial"/>
                <w:i/>
              </w:rPr>
              <w:t>Erg5</w:t>
            </w:r>
            <w:r w:rsidRPr="00B81C62">
              <w:rPr>
                <w:rFonts w:cs="Arial"/>
                <w:iCs/>
              </w:rPr>
              <w:t xml:space="preserve"> (C-22 sterol desaturase) under normoxic conditions but remained induced under hypoxic conditions, showed defective </w:t>
            </w:r>
            <w:r w:rsidRPr="00B81C62">
              <w:rPr>
                <w:rFonts w:cs="Arial"/>
                <w:i/>
              </w:rPr>
              <w:t>Erg1</w:t>
            </w:r>
            <w:r w:rsidRPr="00B81C62">
              <w:rPr>
                <w:rFonts w:cs="Arial"/>
                <w:iCs/>
              </w:rPr>
              <w:t xml:space="preserve"> (squalene epoxidase) and </w:t>
            </w:r>
            <w:r w:rsidRPr="00B81C62">
              <w:rPr>
                <w:rFonts w:cs="Arial"/>
                <w:i/>
              </w:rPr>
              <w:t>Erg3</w:t>
            </w:r>
            <w:r w:rsidRPr="00B81C62">
              <w:rPr>
                <w:rFonts w:cs="Arial"/>
                <w:iCs/>
              </w:rPr>
              <w:t xml:space="preserve"> (C-5 sterol desaturase) in hypoxic condition </w:t>
            </w:r>
            <w:r w:rsidRPr="00B81C62">
              <w:rPr>
                <w:rFonts w:cs="Arial"/>
                <w:color w:val="2E2E2E"/>
                <w:shd w:val="clear" w:color="auto" w:fill="FFFFFF"/>
              </w:rPr>
              <w:fldChar w:fldCharType="begin">
                <w:fldData xml:space="preserve">PEVuZE5vdGU+PENpdGU+PEF1dGhvcj5DaHVuPC9BdXRob3I+PFllYXI+MjAwNzwvWWVhcj48UmVj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PEVuZE5vdGU+PENpdGU+PEF1dGhvcj5DaHVuPC9BdXRob3I+PFllYXI+MjAwNzwvWWVhcj48UmVj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[156-159]</w:t>
            </w:r>
            <w:r w:rsidRPr="00B81C62">
              <w:rPr>
                <w:rFonts w:cs="Arial"/>
                <w:color w:val="2E2E2E"/>
                <w:shd w:val="clear" w:color="auto" w:fill="FFFFFF"/>
              </w:rPr>
              <w:fldChar w:fldCharType="end"/>
            </w:r>
          </w:p>
        </w:tc>
      </w:tr>
      <w:tr w:rsidR="00B81C62" w:rsidRPr="00B81C62" w14:paraId="3ED73279" w14:textId="77777777" w:rsidTr="00B81C62">
        <w:tc>
          <w:tcPr>
            <w:tcW w:w="939" w:type="pct"/>
            <w:tcBorders>
              <w:bottom w:val="single" w:sz="4" w:space="0" w:color="auto"/>
            </w:tcBorders>
            <w:shd w:val="clear" w:color="auto" w:fill="auto"/>
            <w:vAlign w:val="center"/>
          </w:tcPr>
          <w:p w14:paraId="41468396" w14:textId="60B8227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s</w:t>
            </w:r>
            <w:r w:rsidRPr="00B81C62">
              <w:rPr>
                <w:rFonts w:cs="Arial"/>
                <w:i/>
                <w:iCs/>
                <w:lang w:val="x-none"/>
              </w:rPr>
              <w:t>sn8</w:t>
            </w:r>
          </w:p>
        </w:tc>
        <w:tc>
          <w:tcPr>
            <w:tcW w:w="4061" w:type="pct"/>
            <w:tcBorders>
              <w:top w:val="nil"/>
              <w:bottom w:val="single" w:sz="4" w:space="0" w:color="auto"/>
            </w:tcBorders>
            <w:shd w:val="clear" w:color="auto" w:fill="auto"/>
            <w:vAlign w:val="center"/>
          </w:tcPr>
          <w:p w14:paraId="13105A7A" w14:textId="1B1C0A95" w:rsidR="00B81C62" w:rsidRPr="00B81C62" w:rsidRDefault="00B81C62" w:rsidP="00B81C62">
            <w:pPr>
              <w:jc w:val="left"/>
              <w:rPr>
                <w:rFonts w:eastAsia="Times New Roman" w:cs="Arial"/>
                <w:lang w:val="en-US"/>
              </w:rPr>
            </w:pPr>
            <w:r w:rsidRPr="00B81C62">
              <w:rPr>
                <w:rFonts w:cs="Arial"/>
                <w:color w:val="2E2E2E"/>
                <w:shd w:val="clear" w:color="auto" w:fill="FFFFFF"/>
              </w:rPr>
              <w:t xml:space="preserve">Functional mating filamentation and monokaryotic fruiting due to natural overexpression of </w:t>
            </w:r>
            <w:r w:rsidRPr="00B81C62">
              <w:rPr>
                <w:rFonts w:cs="Arial"/>
                <w:i/>
                <w:iCs/>
                <w:color w:val="2E2E2E"/>
                <w:shd w:val="clear" w:color="auto" w:fill="FFFFFF"/>
              </w:rPr>
              <w:t xml:space="preserve">Cwc1 </w:t>
            </w:r>
            <w:r w:rsidRPr="00B81C62">
              <w:rPr>
                <w:rFonts w:cs="Arial"/>
                <w:color w:val="2E2E2E"/>
                <w:shd w:val="clear" w:color="auto" w:fill="FFFFFF"/>
              </w:rPr>
              <w:t xml:space="preserve">in the absence of </w:t>
            </w:r>
            <w:r w:rsidRPr="00B81C62">
              <w:rPr>
                <w:rFonts w:cs="Arial"/>
                <w:i/>
                <w:iCs/>
                <w:color w:val="2E2E2E"/>
                <w:shd w:val="clear" w:color="auto" w:fill="FFFFFF"/>
              </w:rPr>
              <w:t xml:space="preserve">Ssn8; </w:t>
            </w:r>
            <w:r w:rsidRPr="00B81C62">
              <w:rPr>
                <w:rFonts w:cs="Arial"/>
                <w:color w:val="2E2E2E"/>
                <w:shd w:val="clear" w:color="auto" w:fill="FFFFFF"/>
              </w:rPr>
              <w:t>no significant</w:t>
            </w:r>
            <w:r w:rsidRPr="00B81C62">
              <w:rPr>
                <w:rFonts w:cs="Arial"/>
                <w:i/>
                <w:iCs/>
                <w:color w:val="2E2E2E"/>
                <w:shd w:val="clear" w:color="auto" w:fill="FFFFFF"/>
              </w:rPr>
              <w:t xml:space="preserve">; </w:t>
            </w:r>
            <w:r w:rsidRPr="00B81C62">
              <w:rPr>
                <w:rFonts w:cs="Arial"/>
                <w:color w:val="2E2E2E"/>
                <w:shd w:val="clear" w:color="auto" w:fill="FFFFFF"/>
              </w:rPr>
              <w:t xml:space="preserve">no major defect in the mutant growth compared to the </w:t>
            </w:r>
            <w:r w:rsidRPr="00B81C62">
              <w:rPr>
                <w:rFonts w:cs="Arial"/>
                <w:i/>
                <w:iCs/>
                <w:color w:val="2E2E2E"/>
                <w:shd w:val="clear" w:color="auto" w:fill="FFFFFF"/>
              </w:rPr>
              <w:t xml:space="preserve">wt </w:t>
            </w:r>
            <w:r w:rsidRPr="00B81C62">
              <w:rPr>
                <w:rFonts w:cs="Arial"/>
                <w:color w:val="2E2E2E"/>
                <w:shd w:val="clear" w:color="auto" w:fill="FFFFFF"/>
              </w:rPr>
              <w:t>or overexpressed mutant (</w:t>
            </w:r>
            <w:r w:rsidRPr="00B81C62">
              <w:rPr>
                <w:rFonts w:cs="Arial"/>
                <w:i/>
                <w:iCs/>
                <w:color w:val="2E2E2E"/>
                <w:shd w:val="clear" w:color="auto" w:fill="FFFFFF"/>
              </w:rPr>
              <w:t>pGpd1::Ssn8</w:t>
            </w:r>
            <w:r w:rsidRPr="00B81C62">
              <w:rPr>
                <w:rFonts w:cs="Arial"/>
                <w:color w:val="2E2E2E"/>
                <w:shd w:val="clear" w:color="auto" w:fill="FFFFFF"/>
              </w:rPr>
              <w:t xml:space="preserve">) in the major media or with alternative carbon sources except a poor growth in 2% galactose similar to </w:t>
            </w:r>
            <w:r w:rsidR="00AD31E3" w:rsidRPr="00AD31E3">
              <w:rPr>
                <w:rFonts w:cs="Arial"/>
                <w:i/>
                <w:iCs/>
                <w:color w:val="2E2E2E"/>
                <w:shd w:val="clear" w:color="auto" w:fill="FFFFFF"/>
              </w:rPr>
              <w:t>S. cerevisiae</w:t>
            </w:r>
            <w:r w:rsidRPr="00B81C62">
              <w:rPr>
                <w:rFonts w:cs="Arial"/>
                <w:i/>
                <w:iCs/>
                <w:color w:val="2E2E2E"/>
                <w:shd w:val="clear" w:color="auto" w:fill="FFFFFF"/>
              </w:rPr>
              <w:t xml:space="preserve">; </w:t>
            </w:r>
            <w:r w:rsidRPr="00B81C62">
              <w:rPr>
                <w:rFonts w:cs="Arial"/>
                <w:color w:val="2E2E2E"/>
                <w:shd w:val="clear" w:color="auto" w:fill="FFFFFF"/>
              </w:rPr>
              <w:t xml:space="preserve">overexpression of Ssn8 prevents heterothallic </w:t>
            </w:r>
            <w:r w:rsidRPr="00B81C62">
              <w:rPr>
                <w:rFonts w:eastAsia="Times New Roman" w:cs="Arial"/>
                <w:i/>
                <w:iCs/>
                <w:lang w:val="en-US"/>
              </w:rPr>
              <w:t>α</w:t>
            </w:r>
            <w:r w:rsidRPr="00B81C62">
              <w:rPr>
                <w:rFonts w:cs="Arial"/>
                <w:b/>
                <w:bCs/>
                <w:i/>
                <w:iCs/>
                <w:color w:val="2E2E2E"/>
                <w:shd w:val="clear" w:color="auto" w:fill="FFFFFF"/>
              </w:rPr>
              <w:t xml:space="preserve">/a </w:t>
            </w:r>
            <w:r w:rsidRPr="00B81C62">
              <w:rPr>
                <w:rFonts w:cs="Arial"/>
                <w:color w:val="2E2E2E"/>
                <w:shd w:val="clear" w:color="auto" w:fill="FFFFFF"/>
              </w:rPr>
              <w:t xml:space="preserve">mating, and </w:t>
            </w:r>
            <w:r w:rsidRPr="00B81C62">
              <w:rPr>
                <w:rFonts w:eastAsia="Times New Roman" w:cs="Arial"/>
                <w:i/>
                <w:iCs/>
                <w:lang w:val="en-US"/>
              </w:rPr>
              <w:t>α</w:t>
            </w:r>
            <w:r w:rsidRPr="00B81C62">
              <w:rPr>
                <w:rFonts w:cs="Arial"/>
                <w:color w:val="2E2E2E"/>
                <w:shd w:val="clear" w:color="auto" w:fill="FFFFFF"/>
              </w:rPr>
              <w:t>/</w:t>
            </w:r>
            <w:r w:rsidRPr="00B81C62">
              <w:rPr>
                <w:rFonts w:eastAsia="Times New Roman" w:cs="Arial"/>
                <w:i/>
                <w:iCs/>
                <w:lang w:val="en-US"/>
              </w:rPr>
              <w:t>α</w:t>
            </w:r>
            <w:r w:rsidRPr="00B81C62">
              <w:rPr>
                <w:rFonts w:cs="Arial"/>
                <w:color w:val="2E2E2E"/>
                <w:shd w:val="clear" w:color="auto" w:fill="FFFFFF"/>
              </w:rPr>
              <w:t xml:space="preserve"> or </w:t>
            </w:r>
            <w:r w:rsidRPr="00B81C62">
              <w:rPr>
                <w:rFonts w:cs="Arial"/>
                <w:b/>
                <w:bCs/>
                <w:color w:val="2E2E2E"/>
                <w:shd w:val="clear" w:color="auto" w:fill="FFFFFF"/>
              </w:rPr>
              <w:t xml:space="preserve">a/a </w:t>
            </w:r>
            <w:r w:rsidRPr="00B81C62">
              <w:rPr>
                <w:rFonts w:cs="Arial"/>
                <w:color w:val="2E2E2E"/>
                <w:shd w:val="clear" w:color="auto" w:fill="FFFFFF"/>
              </w:rPr>
              <w:t xml:space="preserve">monokaryotic fruiting but deletion promotes mating and fruiting; compromised cell wall structure and integrity; enhanced agar invasion, melanin, and capsule formation but significantly attenuated for virulence; significant reduction in CFU recovery from the brain, CSF, and liver except in the lung similar to </w:t>
            </w:r>
            <w:r w:rsidR="00AD31E3" w:rsidRPr="00AD31E3">
              <w:rPr>
                <w:rFonts w:cs="Arial"/>
                <w:i/>
                <w:iCs/>
                <w:color w:val="2E2E2E"/>
                <w:shd w:val="clear" w:color="auto" w:fill="FFFFFF"/>
              </w:rPr>
              <w:t>S. cerevisiae</w:t>
            </w:r>
            <w:r w:rsidRPr="00B81C62">
              <w:rPr>
                <w:rFonts w:cs="Arial"/>
                <w:i/>
                <w:iCs/>
                <w:color w:val="2E2E2E"/>
                <w:shd w:val="clear" w:color="auto" w:fill="FFFFFF"/>
              </w:rPr>
              <w:t xml:space="preserve">; </w:t>
            </w:r>
            <w:r w:rsidRPr="00B81C62">
              <w:rPr>
                <w:rFonts w:cs="Arial"/>
                <w:color w:val="2E2E2E"/>
                <w:shd w:val="clear" w:color="auto" w:fill="FFFFFF"/>
              </w:rPr>
              <w:t xml:space="preserve">overexpression of Ssn8 prevents </w:t>
            </w:r>
            <w:r w:rsidRPr="00B81C62">
              <w:rPr>
                <w:rFonts w:eastAsia="Times New Roman" w:cs="Arial"/>
                <w:i/>
                <w:iCs/>
                <w:lang w:val="en-US"/>
              </w:rPr>
              <w:t>α</w:t>
            </w:r>
            <w:r w:rsidRPr="00B81C62">
              <w:rPr>
                <w:rFonts w:cs="Arial"/>
                <w:b/>
                <w:bCs/>
                <w:i/>
                <w:iCs/>
                <w:color w:val="2E2E2E"/>
                <w:shd w:val="clear" w:color="auto" w:fill="FFFFFF"/>
              </w:rPr>
              <w:t>/a</w:t>
            </w:r>
          </w:p>
          <w:p w14:paraId="4932D9B8" w14:textId="2A7DC714"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effective mating and </w:t>
            </w:r>
            <w:r w:rsidRPr="00B81C62">
              <w:rPr>
                <w:rFonts w:eastAsia="Times New Roman" w:cs="Arial"/>
                <w:i/>
                <w:iCs/>
                <w:lang w:val="en-US"/>
              </w:rPr>
              <w:t>α</w:t>
            </w:r>
            <w:r w:rsidRPr="00B81C62">
              <w:rPr>
                <w:rFonts w:cs="Arial"/>
                <w:color w:val="2E2E2E"/>
                <w:shd w:val="clear" w:color="auto" w:fill="FFFFFF"/>
              </w:rPr>
              <w:t>/</w:t>
            </w:r>
            <w:r w:rsidRPr="00B81C62">
              <w:rPr>
                <w:rFonts w:eastAsia="Times New Roman" w:cs="Arial"/>
                <w:i/>
                <w:iCs/>
                <w:lang w:val="en-US"/>
              </w:rPr>
              <w:t>α</w:t>
            </w:r>
            <w:r w:rsidRPr="00B81C62">
              <w:rPr>
                <w:rFonts w:cs="Arial"/>
                <w:color w:val="2E2E2E"/>
                <w:shd w:val="clear" w:color="auto" w:fill="FFFFFF"/>
              </w:rPr>
              <w:t xml:space="preserve"> or </w:t>
            </w:r>
            <w:r w:rsidRPr="00B81C62">
              <w:rPr>
                <w:rFonts w:cs="Arial"/>
                <w:b/>
                <w:bCs/>
                <w:color w:val="2E2E2E"/>
                <w:shd w:val="clear" w:color="auto" w:fill="FFFFFF"/>
              </w:rPr>
              <w:t xml:space="preserve">a/a </w:t>
            </w:r>
            <w:r w:rsidRPr="00B81C62">
              <w:rPr>
                <w:rFonts w:cs="Arial"/>
                <w:color w:val="2E2E2E"/>
                <w:shd w:val="clear" w:color="auto" w:fill="FFFFFF"/>
              </w:rPr>
              <w:t xml:space="preserve">monokaryotic fruiting, but deletion promotes mating and fruiting; compromised cell wall structure and integrity </w:t>
            </w:r>
            <w:r w:rsidRPr="00B81C62">
              <w:rPr>
                <w:rFonts w:cs="Arial"/>
                <w:color w:val="2E2E2E"/>
                <w:shd w:val="clear" w:color="auto" w:fill="FFFFFF"/>
              </w:rPr>
              <w:fldChar w:fldCharType="begin">
                <w:fldData xml:space="preserve">PEVuZE5vdGU+PENpdGU+PEF1dGhvcj5XYW5nPC9BdXRob3I+PFllYXI+MjAxMTwvWWVhcj48UmVj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PEVuZE5vdGU+PENpdGU+PEF1dGhvcj5XYW5nPC9BdXRob3I+PFllYXI+MjAxMTwvWWVhcj48UmVj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[160]</w:t>
            </w:r>
            <w:r w:rsidRPr="00B81C62">
              <w:rPr>
                <w:rFonts w:cs="Arial"/>
                <w:color w:val="2E2E2E"/>
                <w:shd w:val="clear" w:color="auto" w:fill="FFFFFF"/>
              </w:rPr>
              <w:fldChar w:fldCharType="end"/>
            </w:r>
          </w:p>
        </w:tc>
      </w:tr>
      <w:tr w:rsidR="00B81C62" w:rsidRPr="00B81C62" w14:paraId="48038286" w14:textId="77777777" w:rsidTr="00B81C62">
        <w:tc>
          <w:tcPr>
            <w:tcW w:w="939" w:type="pct"/>
            <w:tcBorders>
              <w:bottom w:val="single" w:sz="4" w:space="0" w:color="auto"/>
            </w:tcBorders>
            <w:shd w:val="clear" w:color="auto" w:fill="auto"/>
            <w:vAlign w:val="center"/>
          </w:tcPr>
          <w:p w14:paraId="2EAD42FB" w14:textId="49B32A9E" w:rsidR="00B81C62" w:rsidRPr="00B81C62" w:rsidRDefault="00B81C62" w:rsidP="00B81C62">
            <w:pPr>
              <w:pStyle w:val="MDPI42tablebody"/>
              <w:jc w:val="left"/>
              <w:rPr>
                <w:rFonts w:cs="Arial"/>
                <w:i/>
                <w:iCs/>
                <w:lang w:val="x-none"/>
              </w:rPr>
            </w:pPr>
            <w:r w:rsidRPr="00B81C62">
              <w:rPr>
                <w:rFonts w:cs="Arial"/>
                <w:i/>
                <w:iCs/>
                <w:lang w:val="el-GR"/>
              </w:rPr>
              <w:lastRenderedPageBreak/>
              <w:t>Δ</w:t>
            </w:r>
            <w:r w:rsidRPr="00B81C62">
              <w:rPr>
                <w:rFonts w:cs="Arial"/>
                <w:i/>
                <w:iCs/>
              </w:rPr>
              <w:t>ste12</w:t>
            </w:r>
          </w:p>
        </w:tc>
        <w:tc>
          <w:tcPr>
            <w:tcW w:w="4061" w:type="pct"/>
            <w:tcBorders>
              <w:top w:val="nil"/>
              <w:bottom w:val="single" w:sz="4" w:space="0" w:color="auto"/>
            </w:tcBorders>
            <w:shd w:val="clear" w:color="auto" w:fill="auto"/>
            <w:vAlign w:val="center"/>
          </w:tcPr>
          <w:p w14:paraId="47EF725F" w14:textId="1F96897A" w:rsidR="00B81C62" w:rsidRPr="00B81C62" w:rsidRDefault="00B81C62" w:rsidP="00B81C62">
            <w:pPr>
              <w:jc w:val="left"/>
              <w:rPr>
                <w:rFonts w:cs="Arial"/>
                <w:color w:val="2E2E2E"/>
                <w:shd w:val="clear" w:color="auto" w:fill="FFFFFF"/>
              </w:rPr>
            </w:pPr>
            <w:r w:rsidRPr="00B81C62">
              <w:rPr>
                <w:rFonts w:cs="Arial"/>
                <w:color w:val="2E2E2E"/>
                <w:shd w:val="clear" w:color="auto" w:fill="FFFFFF"/>
              </w:rPr>
              <w:t xml:space="preserve">Serotype A </w:t>
            </w:r>
            <w:r w:rsidRPr="00B81C62">
              <w:rPr>
                <w:rFonts w:cs="Arial"/>
                <w:i/>
                <w:iCs/>
                <w:lang w:val="x-none"/>
              </w:rPr>
              <w:t>MATα</w:t>
            </w:r>
            <w:r w:rsidRPr="00B81C62">
              <w:rPr>
                <w:rFonts w:cs="Arial"/>
                <w:b/>
                <w:bCs/>
                <w:i/>
                <w:iCs/>
                <w:lang w:val="en-US"/>
              </w:rPr>
              <w:t xml:space="preserve"> </w:t>
            </w:r>
            <w:r w:rsidRPr="00B81C62">
              <w:rPr>
                <w:rFonts w:cs="Arial"/>
                <w:lang w:val="en-US"/>
              </w:rPr>
              <w:t xml:space="preserve">mutant displayed typical hyphae formation, but the mating frequency was moderately affected; haploid fruiting (sporulation) and filamentation were utterly defective in response to nitrogen starvation; the </w:t>
            </w:r>
            <w:r w:rsidR="008A46A5">
              <w:rPr>
                <w:rFonts w:cs="Arial"/>
                <w:lang w:val="en-US"/>
              </w:rPr>
              <w:t>mutant strain</w:t>
            </w:r>
            <w:r w:rsidRPr="00B81C62">
              <w:rPr>
                <w:rFonts w:cs="Arial"/>
                <w:lang w:val="en-US"/>
              </w:rPr>
              <w:t xml:space="preserve"> virulence remained unaffected </w:t>
            </w:r>
            <w:r w:rsidRPr="00B81C62">
              <w:rPr>
                <w:rFonts w:cs="Arial"/>
                <w:lang w:val="en-US"/>
              </w:rPr>
              <w:fldChar w:fldCharType="begin">
                <w:fldData xml:space="preserve">PEVuZE5vdGU+PENpdGU+PEF1dGhvcj5ZdWU8L0F1dGhvcj48WWVhcj4xOTk5PC9ZZWFyPjxSZWNO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</w:fldData>
              </w:fldChar>
            </w:r>
            <w:r w:rsidR="00706F40">
              <w:rPr>
                <w:rFonts w:cs="Arial"/>
                <w:lang w:val="en-US"/>
              </w:rPr>
              <w:instrText xml:space="preserve"> ADDIN EN.CITE </w:instrText>
            </w:r>
            <w:r w:rsidR="00706F40">
              <w:rPr>
                <w:rFonts w:cs="Arial"/>
                <w:lang w:val="en-US"/>
              </w:rPr>
              <w:fldChar w:fldCharType="begin">
                <w:fldData xml:space="preserve">PEVuZE5vdGU+PENpdGU+PEF1dGhvcj5ZdWU8L0F1dGhvcj48WWVhcj4xOTk5PC9ZZWFyPjxSZWNO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[48,161]</w:t>
            </w:r>
            <w:r w:rsidRPr="00B81C62">
              <w:rPr>
                <w:rFonts w:cs="Arial"/>
                <w:lang w:val="en-US"/>
              </w:rPr>
              <w:fldChar w:fldCharType="end"/>
            </w:r>
            <w:r w:rsidRPr="00B81C62">
              <w:rPr>
                <w:rFonts w:cs="Arial"/>
                <w:lang w:val="en-US"/>
              </w:rPr>
              <w:t>. S</w:t>
            </w:r>
            <w:r w:rsidRPr="00B81C62">
              <w:rPr>
                <w:rFonts w:cs="Arial"/>
                <w:lang w:val="x-none"/>
              </w:rPr>
              <w:t>erotype D</w:t>
            </w:r>
            <w:r w:rsidRPr="00B81C62">
              <w:rPr>
                <w:rFonts w:cs="Arial"/>
                <w:lang w:val="en-US"/>
              </w:rPr>
              <w:t xml:space="preserve"> </w:t>
            </w:r>
            <w:r w:rsidRPr="00B81C62">
              <w:rPr>
                <w:rFonts w:cs="Arial"/>
                <w:i/>
                <w:iCs/>
                <w:lang w:val="en-US"/>
              </w:rPr>
              <w:t xml:space="preserve">MATα </w:t>
            </w:r>
            <w:r w:rsidRPr="00B81C62">
              <w:rPr>
                <w:rFonts w:cs="Arial"/>
                <w:lang w:val="en-US"/>
              </w:rPr>
              <w:t>mutant</w:t>
            </w:r>
            <w:r w:rsidRPr="00B81C62">
              <w:rPr>
                <w:rFonts w:cs="Arial"/>
                <w:i/>
                <w:iCs/>
                <w:lang w:val="en-US"/>
              </w:rPr>
              <w:t xml:space="preserve">, </w:t>
            </w:r>
            <w:r w:rsidRPr="00B81C62">
              <w:rPr>
                <w:rFonts w:cs="Arial"/>
                <w:lang w:val="en-US"/>
              </w:rPr>
              <w:t xml:space="preserve">however, showed a drastic reduction in virulence as assessed in an animal model due to capsular size-reduction </w:t>
            </w:r>
            <w:r w:rsidRPr="00B81C62">
              <w:rPr>
                <w:rFonts w:cs="Arial"/>
                <w:lang w:val="en-US"/>
              </w:rPr>
              <w:fldChar w:fldCharType="begin">
                <w:fldData xml:space="preserve">PEVuZE5vdGU+PENpdGU+PEF1dGhvcj5DaGFuZzwvQXV0aG9yPjxZZWFyPjIwMDA8L1llYXI+PFJl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</w:fldData>
              </w:fldChar>
            </w:r>
            <w:r w:rsidR="00706F40">
              <w:rPr>
                <w:rFonts w:cs="Arial"/>
                <w:lang w:val="en-US"/>
              </w:rPr>
              <w:instrText xml:space="preserve"> ADDIN EN.CITE </w:instrText>
            </w:r>
            <w:r w:rsidR="00706F40">
              <w:rPr>
                <w:rFonts w:cs="Arial"/>
                <w:lang w:val="en-US"/>
              </w:rPr>
              <w:fldChar w:fldCharType="begin">
                <w:fldData xml:space="preserve">PEVuZE5vdGU+PENpdGU+PEF1dGhvcj5DaGFuZzwvQXV0aG9yPjxZZWFyPjIwMDA8L1llYXI+PFJl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[161]</w:t>
            </w:r>
            <w:r w:rsidRPr="00B81C62">
              <w:rPr>
                <w:rFonts w:cs="Arial"/>
                <w:lang w:val="en-US"/>
              </w:rPr>
              <w:fldChar w:fldCharType="end"/>
            </w:r>
            <w:r w:rsidRPr="00B81C62">
              <w:rPr>
                <w:rFonts w:cs="Arial"/>
                <w:lang w:val="en-US"/>
              </w:rPr>
              <w:t xml:space="preserve">. </w:t>
            </w:r>
          </w:p>
        </w:tc>
      </w:tr>
      <w:tr w:rsidR="00B81C62" w:rsidRPr="00B81C62" w14:paraId="71E861C2" w14:textId="77777777" w:rsidTr="00B81C62">
        <w:tc>
          <w:tcPr>
            <w:tcW w:w="939" w:type="pct"/>
            <w:tcBorders>
              <w:bottom w:val="single" w:sz="4" w:space="0" w:color="auto"/>
            </w:tcBorders>
            <w:shd w:val="clear" w:color="auto" w:fill="auto"/>
            <w:vAlign w:val="center"/>
          </w:tcPr>
          <w:p w14:paraId="65A0547B" w14:textId="7AFB4C87" w:rsidR="00B81C62" w:rsidRPr="00B81C62" w:rsidRDefault="00B81C62" w:rsidP="00B81C62">
            <w:pPr>
              <w:pStyle w:val="MDPI42tablebody"/>
              <w:jc w:val="left"/>
              <w:rPr>
                <w:rFonts w:cs="Arial"/>
                <w:i/>
                <w:iCs/>
                <w:lang w:val="el-GR"/>
              </w:rPr>
            </w:pPr>
            <w:r w:rsidRPr="00B81C62">
              <w:rPr>
                <w:rFonts w:cs="Arial"/>
                <w:i/>
                <w:iCs/>
                <w:lang w:val="el-GR"/>
              </w:rPr>
              <w:t>Δ</w:t>
            </w:r>
            <w:r w:rsidRPr="00B81C62">
              <w:rPr>
                <w:rFonts w:cs="Arial"/>
                <w:i/>
                <w:iCs/>
              </w:rPr>
              <w:t>ste20</w:t>
            </w:r>
          </w:p>
        </w:tc>
        <w:tc>
          <w:tcPr>
            <w:tcW w:w="4061" w:type="pct"/>
            <w:tcBorders>
              <w:top w:val="nil"/>
              <w:bottom w:val="single" w:sz="4" w:space="0" w:color="auto"/>
            </w:tcBorders>
            <w:shd w:val="clear" w:color="auto" w:fill="auto"/>
            <w:vAlign w:val="center"/>
          </w:tcPr>
          <w:p w14:paraId="15B3DD64" w14:textId="77777777" w:rsidR="00B81C62" w:rsidRPr="00B81C62" w:rsidRDefault="00B81C62" w:rsidP="00B81C62">
            <w:pPr>
              <w:tabs>
                <w:tab w:val="left" w:pos="0"/>
              </w:tabs>
              <w:jc w:val="left"/>
              <w:rPr>
                <w:rFonts w:cs="Arial"/>
                <w:lang w:val="en-US"/>
              </w:rPr>
            </w:pPr>
            <w:r w:rsidRPr="00B81C62">
              <w:rPr>
                <w:rFonts w:cs="Arial"/>
                <w:shd w:val="clear" w:color="auto" w:fill="FFFFFF"/>
              </w:rPr>
              <w:t>Serotype A mutant (</w:t>
            </w:r>
            <w:r w:rsidRPr="00B81C62">
              <w:rPr>
                <w:rFonts w:cs="Arial"/>
                <w:i/>
                <w:iCs/>
                <w:lang w:val="el-GR"/>
              </w:rPr>
              <w:t>Δ</w:t>
            </w:r>
            <w:r w:rsidRPr="00B81C62">
              <w:rPr>
                <w:rFonts w:cs="Arial"/>
                <w:i/>
                <w:iCs/>
                <w:lang w:val="en-US"/>
              </w:rPr>
              <w:t>ste20</w:t>
            </w:r>
            <w:bookmarkStart w:id="17" w:name="OLE_LINK370"/>
            <w:r w:rsidRPr="00B81C62">
              <w:rPr>
                <w:rFonts w:cs="Arial"/>
                <w:i/>
                <w:iCs/>
                <w:lang w:val="en-US"/>
              </w:rPr>
              <w:t>α</w:t>
            </w:r>
            <w:bookmarkEnd w:id="17"/>
            <w:r w:rsidRPr="00B81C62">
              <w:rPr>
                <w:rFonts w:cs="Arial"/>
                <w:lang w:val="en-US"/>
              </w:rPr>
              <w:t>) are sterile for bilateral mating due to the lack of clamp connections in the filaments, which is responsible for mating and haploid fruiting. Defective mating, cytokinesis (formed pseudohyphae-like morphology due to unsegregated septates), grown at 39</w:t>
            </w:r>
            <w:r w:rsidRPr="00B81C62">
              <w:rPr>
                <w:rFonts w:cs="Arial"/>
                <w:vertAlign w:val="superscript"/>
                <w:lang w:val="en-US"/>
              </w:rPr>
              <w:t>o</w:t>
            </w:r>
            <w:r w:rsidRPr="00B81C62">
              <w:rPr>
                <w:rFonts w:cs="Arial"/>
                <w:lang w:val="en-US"/>
              </w:rPr>
              <w:t>C, and virulent in a similar way to serotype D (</w:t>
            </w:r>
            <w:r w:rsidRPr="00B81C62">
              <w:rPr>
                <w:rFonts w:cs="Arial"/>
                <w:i/>
                <w:iCs/>
                <w:lang w:val="el-GR"/>
              </w:rPr>
              <w:t>Δ</w:t>
            </w:r>
            <w:r w:rsidRPr="00B81C62">
              <w:rPr>
                <w:rFonts w:cs="Arial"/>
                <w:i/>
                <w:iCs/>
                <w:lang w:val="en-US"/>
              </w:rPr>
              <w:t xml:space="preserve">ste20α </w:t>
            </w:r>
            <w:r w:rsidRPr="00B81C62">
              <w:rPr>
                <w:rFonts w:cs="Arial"/>
                <w:lang w:val="en-US"/>
              </w:rPr>
              <w:t xml:space="preserve">and </w:t>
            </w:r>
            <w:r w:rsidRPr="00B81C62">
              <w:rPr>
                <w:rFonts w:cs="Arial"/>
                <w:i/>
                <w:iCs/>
                <w:lang w:val="el-GR"/>
              </w:rPr>
              <w:t>Δ</w:t>
            </w:r>
            <w:r w:rsidRPr="00B81C62">
              <w:rPr>
                <w:rFonts w:cs="Arial"/>
                <w:i/>
                <w:iCs/>
                <w:lang w:val="en-US"/>
              </w:rPr>
              <w:t>ste20</w:t>
            </w:r>
            <w:r w:rsidRPr="00B81C62">
              <w:rPr>
                <w:rFonts w:cs="Arial"/>
                <w:b/>
                <w:bCs/>
                <w:lang w:val="en-US"/>
              </w:rPr>
              <w:t>a</w:t>
            </w:r>
            <w:r w:rsidRPr="00B81C62">
              <w:rPr>
                <w:rFonts w:cs="Arial"/>
                <w:lang w:val="en-US"/>
              </w:rPr>
              <w:t>); however, serotype D mutants showed a normal growth at 37</w:t>
            </w:r>
            <w:r w:rsidRPr="00B81C62">
              <w:rPr>
                <w:rFonts w:cs="Arial"/>
                <w:vertAlign w:val="superscript"/>
                <w:lang w:val="en-US"/>
              </w:rPr>
              <w:t>o</w:t>
            </w:r>
            <w:r w:rsidRPr="00B81C62">
              <w:rPr>
                <w:rFonts w:cs="Arial"/>
                <w:lang w:val="en-US"/>
              </w:rPr>
              <w:t xml:space="preserve">C only with full virulence. </w:t>
            </w:r>
            <w:r w:rsidRPr="00B81C62">
              <w:rPr>
                <w:rFonts w:cs="Arial"/>
                <w:i/>
                <w:iCs/>
                <w:lang w:val="el-GR"/>
              </w:rPr>
              <w:t>Δ</w:t>
            </w:r>
            <w:r w:rsidRPr="00B81C62">
              <w:rPr>
                <w:rFonts w:cs="Arial"/>
                <w:i/>
                <w:iCs/>
                <w:lang w:val="en-US"/>
              </w:rPr>
              <w:t xml:space="preserve">ste20α </w:t>
            </w:r>
            <w:r w:rsidRPr="00B81C62">
              <w:rPr>
                <w:rFonts w:cs="Arial"/>
                <w:lang w:val="en-US"/>
              </w:rPr>
              <w:t xml:space="preserve">practically displayed attenuated virulence, unlike </w:t>
            </w:r>
            <w:r w:rsidRPr="00B81C62">
              <w:rPr>
                <w:rFonts w:cs="Arial"/>
                <w:i/>
                <w:iCs/>
                <w:lang w:val="x-none"/>
              </w:rPr>
              <w:t>Δ</w:t>
            </w:r>
            <w:r w:rsidRPr="00B81C62">
              <w:rPr>
                <w:rFonts w:cs="Arial"/>
                <w:i/>
                <w:iCs/>
                <w:lang w:val="en-US"/>
              </w:rPr>
              <w:t xml:space="preserve">pak1 </w:t>
            </w:r>
            <w:r w:rsidRPr="00B81C62">
              <w:rPr>
                <w:rFonts w:cs="Arial"/>
                <w:lang w:val="en-US"/>
              </w:rPr>
              <w:t xml:space="preserve">mutant, due to a reduced capsular size formation in animal models infected with </w:t>
            </w:r>
            <w:bookmarkStart w:id="18" w:name="OLE_LINK371"/>
            <w:r w:rsidRPr="00B81C62">
              <w:rPr>
                <w:rFonts w:cs="Arial"/>
                <w:i/>
                <w:iCs/>
                <w:lang w:val="el-GR"/>
              </w:rPr>
              <w:t>Δ</w:t>
            </w:r>
            <w:r w:rsidRPr="00B81C62">
              <w:rPr>
                <w:rFonts w:cs="Arial"/>
                <w:i/>
                <w:iCs/>
                <w:lang w:val="en-US"/>
              </w:rPr>
              <w:t>ste20α</w:t>
            </w:r>
            <w:bookmarkEnd w:id="18"/>
            <w:r w:rsidRPr="00B81C62">
              <w:rPr>
                <w:rFonts w:cs="Arial"/>
                <w:lang w:val="en-US"/>
              </w:rPr>
              <w:t>.</w:t>
            </w:r>
          </w:p>
          <w:p w14:paraId="52D5DF67" w14:textId="596C5E21" w:rsidR="00B81C62" w:rsidRPr="00B81C62" w:rsidRDefault="00B81C62" w:rsidP="00B81C62">
            <w:pPr>
              <w:jc w:val="left"/>
              <w:rPr>
                <w:rFonts w:cs="Arial"/>
                <w:color w:val="2E2E2E"/>
                <w:shd w:val="clear" w:color="auto" w:fill="FFFFFF"/>
              </w:rPr>
            </w:pPr>
            <w:r w:rsidRPr="00B81C62">
              <w:rPr>
                <w:rFonts w:cs="Arial"/>
                <w:lang w:val="en-US"/>
              </w:rPr>
              <w:t xml:space="preserve">Complete phenotypic restoration is possible in </w:t>
            </w:r>
            <w:r w:rsidRPr="00B81C62">
              <w:rPr>
                <w:rFonts w:cs="Arial"/>
                <w:i/>
                <w:iCs/>
                <w:lang w:val="el-GR"/>
              </w:rPr>
              <w:t>Δ</w:t>
            </w:r>
            <w:r w:rsidRPr="00B81C62">
              <w:rPr>
                <w:rFonts w:cs="Arial"/>
                <w:i/>
                <w:iCs/>
                <w:lang w:val="en-US"/>
              </w:rPr>
              <w:t>ste20</w:t>
            </w:r>
            <w:proofErr w:type="gramStart"/>
            <w:r w:rsidRPr="00B81C62">
              <w:rPr>
                <w:rFonts w:cs="Arial"/>
                <w:i/>
                <w:iCs/>
                <w:lang w:val="en-US"/>
              </w:rPr>
              <w:t>α::</w:t>
            </w:r>
            <w:proofErr w:type="gramEnd"/>
            <w:r w:rsidRPr="00B81C62">
              <w:rPr>
                <w:rFonts w:cs="Arial"/>
                <w:i/>
                <w:iCs/>
                <w:lang w:val="en-US"/>
              </w:rPr>
              <w:t xml:space="preserve">Ste20α </w:t>
            </w:r>
            <w:r w:rsidRPr="00B81C62">
              <w:rPr>
                <w:rFonts w:cs="Arial"/>
                <w:lang w:val="en-US"/>
              </w:rPr>
              <w:t>reconstituted mutant except for</w:t>
            </w:r>
            <w:r w:rsidRPr="00B81C62">
              <w:rPr>
                <w:rFonts w:cs="Arial"/>
                <w:i/>
                <w:iCs/>
                <w:lang w:val="en-US"/>
              </w:rPr>
              <w:t xml:space="preserve"> </w:t>
            </w:r>
            <w:r w:rsidRPr="00B81C62">
              <w:rPr>
                <w:rFonts w:cs="Arial"/>
                <w:lang w:val="en-US"/>
              </w:rPr>
              <w:t xml:space="preserve">a full capsule restoration, which re-iterates the reason for the moderate virulence observed in this reconstituted mutant compared to the </w:t>
            </w:r>
            <w:r w:rsidRPr="00B81C62">
              <w:rPr>
                <w:rFonts w:cs="Arial"/>
                <w:i/>
                <w:iCs/>
                <w:lang w:val="en-US"/>
              </w:rPr>
              <w:t>wt</w:t>
            </w:r>
            <w:r w:rsidRPr="00B81C62">
              <w:rPr>
                <w:rFonts w:cs="Arial"/>
                <w:lang w:val="en-US"/>
              </w:rPr>
              <w:t xml:space="preserve"> </w:t>
            </w:r>
            <w:r w:rsidRPr="00B81C62">
              <w:rPr>
                <w:rFonts w:cs="Arial"/>
                <w:lang w:val="en-US"/>
              </w:rPr>
              <w:fldChar w:fldCharType="begin">
                <w:fldData xml:space="preserve">PEVuZE5vdGU+PENpdGU+PEF1dGhvcj5XYW5nPC9BdXRob3I+PFllYXI+MjAwMjwvWWVhcj48UmVj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</w:fldData>
              </w:fldChar>
            </w:r>
            <w:r w:rsidR="00706F40">
              <w:rPr>
                <w:rFonts w:cs="Arial"/>
                <w:lang w:val="en-US"/>
              </w:rPr>
              <w:instrText xml:space="preserve"> ADDIN EN.CITE </w:instrText>
            </w:r>
            <w:r w:rsidR="00706F40">
              <w:rPr>
                <w:rFonts w:cs="Arial"/>
                <w:lang w:val="en-US"/>
              </w:rPr>
              <w:fldChar w:fldCharType="begin">
                <w:fldData xml:space="preserve">PEVuZE5vdGU+PENpdGU+PEF1dGhvcj5XYW5nPC9BdXRob3I+PFllYXI+MjAwMjwvWWVhcj48UmVj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[112]</w:t>
            </w:r>
            <w:r w:rsidRPr="00B81C62">
              <w:rPr>
                <w:rFonts w:cs="Arial"/>
                <w:lang w:val="en-US"/>
              </w:rPr>
              <w:fldChar w:fldCharType="end"/>
            </w:r>
          </w:p>
        </w:tc>
      </w:tr>
      <w:tr w:rsidR="00B81C62" w:rsidRPr="00B81C62" w14:paraId="260D0CF9" w14:textId="77777777" w:rsidTr="00B81C62">
        <w:tc>
          <w:tcPr>
            <w:tcW w:w="939" w:type="pct"/>
            <w:tcBorders>
              <w:bottom w:val="single" w:sz="4" w:space="0" w:color="auto"/>
            </w:tcBorders>
            <w:shd w:val="clear" w:color="auto" w:fill="auto"/>
            <w:vAlign w:val="center"/>
          </w:tcPr>
          <w:p w14:paraId="45F2AE97" w14:textId="5DB76A6C" w:rsidR="00B81C62" w:rsidRPr="00B81C62" w:rsidRDefault="00B81C62" w:rsidP="00B81C62">
            <w:pPr>
              <w:pStyle w:val="MDPI42tablebody"/>
              <w:jc w:val="left"/>
              <w:rPr>
                <w:rFonts w:cs="Arial"/>
                <w:i/>
                <w:iCs/>
                <w:lang w:val="el-GR"/>
              </w:rPr>
            </w:pPr>
            <w:r w:rsidRPr="00B81C62">
              <w:rPr>
                <w:rFonts w:cs="Arial"/>
                <w:i/>
                <w:iCs/>
                <w:lang w:val="el-GR"/>
              </w:rPr>
              <w:t>Δ</w:t>
            </w:r>
            <w:r w:rsidRPr="00B81C62">
              <w:rPr>
                <w:rFonts w:cs="Arial"/>
                <w:i/>
                <w:iCs/>
              </w:rPr>
              <w:t>ste20</w:t>
            </w:r>
            <w:r w:rsidRPr="00B81C62">
              <w:rPr>
                <w:rFonts w:cs="Arial"/>
                <w:i/>
                <w:iCs/>
                <w:lang w:val="el-GR"/>
              </w:rPr>
              <w:t>Δ</w:t>
            </w:r>
            <w:r w:rsidRPr="00B81C62">
              <w:rPr>
                <w:rFonts w:cs="Arial"/>
                <w:i/>
                <w:iCs/>
              </w:rPr>
              <w:t>pak1</w:t>
            </w:r>
          </w:p>
        </w:tc>
        <w:tc>
          <w:tcPr>
            <w:tcW w:w="4061" w:type="pct"/>
            <w:tcBorders>
              <w:top w:val="nil"/>
              <w:bottom w:val="single" w:sz="4" w:space="0" w:color="auto"/>
            </w:tcBorders>
            <w:shd w:val="clear" w:color="auto" w:fill="auto"/>
            <w:vAlign w:val="center"/>
          </w:tcPr>
          <w:p w14:paraId="0A20C408" w14:textId="3507E46B" w:rsidR="00B81C62" w:rsidRPr="00B81C62" w:rsidRDefault="00B81C62" w:rsidP="00B81C62">
            <w:pPr>
              <w:tabs>
                <w:tab w:val="left" w:pos="0"/>
              </w:tabs>
              <w:jc w:val="left"/>
              <w:rPr>
                <w:rFonts w:cs="Arial"/>
                <w:shd w:val="clear" w:color="auto" w:fill="FFFFFF"/>
              </w:rPr>
            </w:pPr>
            <w:r w:rsidRPr="00B81C62">
              <w:rPr>
                <w:rFonts w:cs="Arial"/>
                <w:color w:val="2E2E2E"/>
                <w:shd w:val="clear" w:color="auto" w:fill="FFFFFF"/>
              </w:rPr>
              <w:t xml:space="preserve">Irrespective of the mating-type strain, the double mutation is synthetically lethal, and the strains are inviable </w:t>
            </w:r>
            <w:r w:rsidRPr="00B81C62">
              <w:rPr>
                <w:rFonts w:cs="Arial"/>
                <w:color w:val="2E2E2E"/>
                <w:shd w:val="clear" w:color="auto" w:fill="FFFFFF"/>
              </w:rPr>
              <w:fldChar w:fldCharType="begin">
                <w:fldData xml:space="preserve">PEVuZE5vdGU+PENpdGU+PEF1dGhvcj5XYW5nPC9BdXRob3I+PFllYXI+MjAwMjwvWWVhcj48UmVj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PEVuZE5vdGU+PENpdGU+PEF1dGhvcj5XYW5nPC9BdXRob3I+PFllYXI+MjAwMjwvWWVhcj48UmVj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[112]</w:t>
            </w:r>
            <w:r w:rsidRPr="00B81C62">
              <w:rPr>
                <w:rFonts w:cs="Arial"/>
                <w:color w:val="2E2E2E"/>
                <w:shd w:val="clear" w:color="auto" w:fill="FFFFFF"/>
              </w:rPr>
              <w:fldChar w:fldCharType="end"/>
            </w:r>
          </w:p>
        </w:tc>
      </w:tr>
      <w:tr w:rsidR="00B81C62" w:rsidRPr="00B81C62" w14:paraId="6B31B7AC" w14:textId="77777777" w:rsidTr="00B81C62">
        <w:tc>
          <w:tcPr>
            <w:tcW w:w="939" w:type="pct"/>
            <w:tcBorders>
              <w:bottom w:val="single" w:sz="4" w:space="0" w:color="auto"/>
            </w:tcBorders>
            <w:shd w:val="clear" w:color="auto" w:fill="auto"/>
            <w:vAlign w:val="center"/>
          </w:tcPr>
          <w:p w14:paraId="67F8917A" w14:textId="6D602A75" w:rsidR="00B81C62" w:rsidRPr="00B81C62" w:rsidRDefault="00B81C62" w:rsidP="00B81C62">
            <w:pPr>
              <w:pStyle w:val="MDPI42tablebody"/>
              <w:jc w:val="left"/>
              <w:rPr>
                <w:rFonts w:cs="Arial"/>
                <w:i/>
                <w:iCs/>
                <w:lang w:val="el-GR"/>
              </w:rPr>
            </w:pPr>
            <w:r w:rsidRPr="00B81C62">
              <w:rPr>
                <w:rFonts w:cs="Arial"/>
                <w:i/>
                <w:iCs/>
                <w:lang w:val="x-none"/>
              </w:rPr>
              <w:t>Δ</w:t>
            </w:r>
            <w:r w:rsidRPr="00B81C62">
              <w:rPr>
                <w:rFonts w:cs="Arial"/>
                <w:i/>
                <w:iCs/>
              </w:rPr>
              <w:t>sxi1α</w:t>
            </w:r>
          </w:p>
        </w:tc>
        <w:tc>
          <w:tcPr>
            <w:tcW w:w="4061" w:type="pct"/>
            <w:tcBorders>
              <w:top w:val="nil"/>
              <w:bottom w:val="single" w:sz="4" w:space="0" w:color="auto"/>
            </w:tcBorders>
            <w:shd w:val="clear" w:color="auto" w:fill="auto"/>
            <w:vAlign w:val="center"/>
          </w:tcPr>
          <w:p w14:paraId="45F1E02B" w14:textId="28B72DCB"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Either serotype </w:t>
            </w:r>
            <w:r w:rsidRPr="00B81C62">
              <w:rPr>
                <w:rFonts w:cs="Arial"/>
                <w:iCs/>
              </w:rPr>
              <w:t>Α/D</w:t>
            </w:r>
            <w:r w:rsidRPr="00B81C62">
              <w:rPr>
                <w:rFonts w:cs="Arial"/>
                <w:color w:val="2E2E2E"/>
                <w:shd w:val="clear" w:color="auto" w:fill="FFFFFF"/>
              </w:rPr>
              <w:t xml:space="preserve"> mutant remained virulence (survived </w:t>
            </w:r>
            <w:r w:rsidRPr="00B81C62">
              <w:rPr>
                <w:rFonts w:cs="Arial"/>
              </w:rPr>
              <w:t>37</w:t>
            </w:r>
            <w:r w:rsidRPr="00B81C62">
              <w:rPr>
                <w:rFonts w:cs="Arial"/>
                <w:vertAlign w:val="superscript"/>
              </w:rPr>
              <w:t>o</w:t>
            </w:r>
            <w:r w:rsidRPr="00B81C62">
              <w:rPr>
                <w:rFonts w:cs="Arial"/>
              </w:rPr>
              <w:t xml:space="preserve">C with prototrophic growth; melanin and capsule production and urease activity remained unaffected), </w:t>
            </w:r>
            <w:r w:rsidRPr="00B81C62">
              <w:rPr>
                <w:rFonts w:cs="Arial"/>
                <w:color w:val="2E2E2E"/>
                <w:shd w:val="clear" w:color="auto" w:fill="FFFFFF"/>
              </w:rPr>
              <w:t xml:space="preserve">but the mating was defective with limited filamentation, no basidia, no basidiospores </w:t>
            </w:r>
            <w:r w:rsidRPr="00B81C62">
              <w:rPr>
                <w:rFonts w:cs="Arial"/>
                <w:color w:val="2E2E2E"/>
                <w:shd w:val="clear" w:color="auto" w:fill="FFFFFF"/>
              </w:rPr>
              <w:fldChar w:fldCharType="begin"/>
            </w:r>
            <w:r w:rsidR="00706F40">
              <w:rPr>
                <w:rFonts w:cs="Arial"/>
                <w:color w:val="2E2E2E"/>
                <w:shd w:val="clear" w:color="auto" w:fill="FFFFFF"/>
              </w:rPr>
              <w:instrText xml:space="preserve"> ADDIN EN.CITE &lt;EndNote&gt;&lt;Cite&gt;&lt;Author&gt;Hull&lt;/Author&gt;&lt;Year&gt;2004&lt;/Year&gt;&lt;RecNum&gt;245&lt;/RecNum&gt;&lt;DisplayText&gt;&lt;style size="10"&gt;[105]&lt;/style&gt;&lt;/DisplayText&gt;&lt;record&gt;&lt;rec-number&gt;245&lt;/rec-number&gt;&lt;foreign-keys&gt;&lt;key app="EN" db-id="2ef9ffxzfstzs5e9dzov9txxs20trda0deex" timestamp="1600340573"&gt;245&lt;/key&gt;&lt;/foreign-keys&gt;&lt;ref-type name="Journal Article"&gt;17&lt;/ref-type&gt;&lt;contributors&gt;&lt;authors&gt;&lt;author&gt;Hull, Christina M.&lt;/author&gt;&lt;author&gt;Cox, Gary M.&lt;/author&gt;&lt;author&gt;Heitman, Joseph&lt;/author&gt;&lt;/authors&gt;&lt;/contributors&gt;&lt;titles&gt;&lt;title&gt;The α-specific cell identity factor Sxi1α is not required for virulence of Cryptococcus neoformans&lt;/title&gt;&lt;secondary-title&gt;Infection and immunity&lt;/secondary-title&gt;&lt;/titles&gt;&lt;periodical&gt;&lt;full-title&gt;Infection and immunity&lt;/full-title&gt;&lt;/periodical&gt;&lt;pages&gt;3643-3645&lt;/pages&gt;&lt;volume&gt;72&lt;/volume&gt;&lt;number&gt;6&lt;/number&gt;&lt;dates&gt;&lt;year&gt;2004&lt;/year&gt;&lt;/dates&gt;&lt;publisher&gt;Am Soc Microbiol&lt;/publisher&gt;&lt;isbn&gt;0019-9567&lt;/isbn&gt;&lt;urls&gt;&lt;/urls&gt;&lt;/record&gt;&lt;/Cite&gt;&lt;/EndNote&gt;</w:instrText>
            </w:r>
            <w:r w:rsidRPr="00B81C62">
              <w:rPr>
                <w:rFonts w:cs="Arial"/>
                <w:color w:val="2E2E2E"/>
                <w:shd w:val="clear" w:color="auto" w:fill="FFFFFF"/>
              </w:rPr>
              <w:fldChar w:fldCharType="separate"/>
            </w:r>
            <w:r w:rsidR="00706F40">
              <w:rPr>
                <w:rFonts w:cs="Arial"/>
                <w:noProof/>
                <w:color w:val="2E2E2E"/>
                <w:shd w:val="clear" w:color="auto" w:fill="FFFFFF"/>
              </w:rPr>
              <w:t>[105]</w:t>
            </w:r>
            <w:r w:rsidRPr="00B81C62">
              <w:rPr>
                <w:rFonts w:cs="Arial"/>
                <w:color w:val="2E2E2E"/>
                <w:shd w:val="clear" w:color="auto" w:fill="FFFFFF"/>
              </w:rPr>
              <w:fldChar w:fldCharType="end"/>
            </w:r>
          </w:p>
        </w:tc>
      </w:tr>
      <w:tr w:rsidR="00B81C62" w:rsidRPr="00B81C62" w14:paraId="33EEEB37" w14:textId="77777777" w:rsidTr="00B81C62">
        <w:tc>
          <w:tcPr>
            <w:tcW w:w="939" w:type="pct"/>
            <w:tcBorders>
              <w:bottom w:val="single" w:sz="4" w:space="0" w:color="auto"/>
            </w:tcBorders>
            <w:shd w:val="clear" w:color="auto" w:fill="auto"/>
            <w:vAlign w:val="center"/>
          </w:tcPr>
          <w:p w14:paraId="1F25AD18" w14:textId="6FC264E9"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tco1, </w:t>
            </w:r>
            <w:r w:rsidRPr="00B81C62">
              <w:rPr>
                <w:rFonts w:cs="Arial"/>
                <w:i/>
                <w:iCs/>
                <w:lang w:val="x-none"/>
              </w:rPr>
              <w:t>Δ</w:t>
            </w:r>
            <w:r w:rsidRPr="00B81C62">
              <w:rPr>
                <w:rFonts w:cs="Arial"/>
                <w:i/>
                <w:iCs/>
              </w:rPr>
              <w:t>tco2</w:t>
            </w:r>
          </w:p>
        </w:tc>
        <w:tc>
          <w:tcPr>
            <w:tcW w:w="4061" w:type="pct"/>
            <w:tcBorders>
              <w:top w:val="nil"/>
              <w:bottom w:val="single" w:sz="4" w:space="0" w:color="auto"/>
            </w:tcBorders>
            <w:shd w:val="clear" w:color="auto" w:fill="auto"/>
            <w:vAlign w:val="center"/>
          </w:tcPr>
          <w:p w14:paraId="036E2786" w14:textId="6AC15B48" w:rsidR="00B81C62" w:rsidRPr="00B81C62" w:rsidRDefault="00B81C62" w:rsidP="00B81C62">
            <w:pPr>
              <w:tabs>
                <w:tab w:val="left" w:pos="0"/>
              </w:tabs>
              <w:jc w:val="left"/>
              <w:rPr>
                <w:rFonts w:cs="Arial"/>
                <w:color w:val="2E2E2E"/>
                <w:shd w:val="clear" w:color="auto" w:fill="FFFFFF"/>
              </w:rPr>
            </w:pPr>
            <w:r w:rsidRPr="00B81C62">
              <w:rPr>
                <w:rFonts w:cs="Arial"/>
                <w:i/>
                <w:iCs/>
              </w:rPr>
              <w:t xml:space="preserve">Δtco1 </w:t>
            </w:r>
            <w:r w:rsidRPr="00B81C62">
              <w:rPr>
                <w:rFonts w:cs="Arial"/>
                <w:iCs/>
              </w:rPr>
              <w:t>mutants showed r</w:t>
            </w:r>
            <w:r w:rsidRPr="00B81C62">
              <w:rPr>
                <w:rFonts w:cs="Arial"/>
                <w:color w:val="2E2E2E"/>
                <w:shd w:val="clear" w:color="auto" w:fill="FFFFFF"/>
              </w:rPr>
              <w:t xml:space="preserve">educed virulence without any significant defect in hypoxia-responsive genes observed; </w:t>
            </w:r>
            <w:r w:rsidRPr="00B81C62">
              <w:rPr>
                <w:rFonts w:cs="Arial"/>
                <w:i/>
                <w:iCs/>
              </w:rPr>
              <w:t xml:space="preserve">Δtco2 </w:t>
            </w:r>
            <w:r w:rsidRPr="00B81C62">
              <w:rPr>
                <w:rFonts w:cs="Arial"/>
                <w:iCs/>
              </w:rPr>
              <w:t xml:space="preserve">is as virulent as the </w:t>
            </w:r>
            <w:r w:rsidRPr="00B81C62">
              <w:rPr>
                <w:rFonts w:cs="Arial"/>
                <w:i/>
              </w:rPr>
              <w:t>wt</w:t>
            </w:r>
            <w:r w:rsidRPr="00B81C62">
              <w:rPr>
                <w:rFonts w:cs="Arial"/>
                <w:color w:val="2E2E2E"/>
                <w:shd w:val="clear" w:color="auto" w:fill="FFFFFF"/>
              </w:rPr>
              <w:t xml:space="preserve"> </w:t>
            </w:r>
            <w:r w:rsidRPr="00B81C62">
              <w:rPr>
                <w:rFonts w:cs="Arial"/>
                <w:color w:val="2E2E2E"/>
                <w:shd w:val="clear" w:color="auto" w:fill="FFFFFF"/>
              </w:rPr>
              <w:fldChar w:fldCharType="begin">
                <w:fldData xml:space="preserve">PEVuZE5vdGU+PENpdGU+PEF1dGhvcj5DaHVuPC9BdXRob3I+PFllYXI+MjAwNzwvWWVhcj48UmVj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PEVuZE5vdGU+PENpdGU+PEF1dGhvcj5DaHVuPC9BdXRob3I+PFllYXI+MjAwNzwvWWVhcj48UmVj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[156,162]</w:t>
            </w:r>
            <w:r w:rsidRPr="00B81C62">
              <w:rPr>
                <w:rFonts w:cs="Arial"/>
                <w:color w:val="2E2E2E"/>
                <w:shd w:val="clear" w:color="auto" w:fill="FFFFFF"/>
              </w:rPr>
              <w:fldChar w:fldCharType="end"/>
            </w:r>
          </w:p>
        </w:tc>
      </w:tr>
      <w:tr w:rsidR="00B81C62" w:rsidRPr="00B81C62" w14:paraId="244388FE" w14:textId="77777777" w:rsidTr="00B81C62">
        <w:tc>
          <w:tcPr>
            <w:tcW w:w="939" w:type="pct"/>
            <w:tcBorders>
              <w:bottom w:val="single" w:sz="4" w:space="0" w:color="auto"/>
            </w:tcBorders>
            <w:shd w:val="clear" w:color="auto" w:fill="auto"/>
            <w:vAlign w:val="center"/>
          </w:tcPr>
          <w:p w14:paraId="4D4326FE" w14:textId="4DEB2D52"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tor1, </w:t>
            </w:r>
            <w:r w:rsidRPr="00B81C62">
              <w:rPr>
                <w:rFonts w:cs="Arial"/>
                <w:i/>
                <w:iCs/>
                <w:lang w:val="x-none"/>
              </w:rPr>
              <w:t>Δ</w:t>
            </w:r>
            <w:r w:rsidRPr="00B81C62">
              <w:rPr>
                <w:rFonts w:cs="Arial"/>
                <w:i/>
                <w:iCs/>
              </w:rPr>
              <w:t xml:space="preserve">frr1, </w:t>
            </w:r>
            <w:r w:rsidRPr="00B81C62">
              <w:rPr>
                <w:rFonts w:cs="Arial"/>
                <w:i/>
                <w:iCs/>
                <w:lang w:val="x-none"/>
              </w:rPr>
              <w:t>Δ</w:t>
            </w:r>
            <w:r w:rsidRPr="00B81C62">
              <w:rPr>
                <w:rFonts w:cs="Arial"/>
                <w:i/>
                <w:iCs/>
              </w:rPr>
              <w:t>vad1</w:t>
            </w:r>
          </w:p>
        </w:tc>
        <w:tc>
          <w:tcPr>
            <w:tcW w:w="4061" w:type="pct"/>
            <w:tcBorders>
              <w:top w:val="nil"/>
              <w:bottom w:val="single" w:sz="4" w:space="0" w:color="auto"/>
            </w:tcBorders>
            <w:shd w:val="clear" w:color="auto" w:fill="auto"/>
            <w:vAlign w:val="center"/>
          </w:tcPr>
          <w:p w14:paraId="243BC6BA" w14:textId="6CD34E48" w:rsidR="00B81C62" w:rsidRPr="00B81C62" w:rsidRDefault="00B81C62" w:rsidP="00B81C62">
            <w:pPr>
              <w:tabs>
                <w:tab w:val="left" w:pos="0"/>
              </w:tabs>
              <w:jc w:val="left"/>
              <w:rPr>
                <w:rFonts w:cs="Arial"/>
                <w:i/>
                <w:iCs/>
              </w:rPr>
            </w:pPr>
            <w:r w:rsidRPr="00B81C62">
              <w:rPr>
                <w:rFonts w:cs="Arial"/>
                <w:color w:val="2E2E2E"/>
                <w:shd w:val="clear" w:color="auto" w:fill="FFFFFF"/>
              </w:rPr>
              <w:t>Mutant and heterozygous mutants (</w:t>
            </w:r>
            <w:r w:rsidRPr="00B81C62">
              <w:rPr>
                <w:rFonts w:cs="Arial"/>
                <w:i/>
                <w:iCs/>
                <w:lang w:val="x-none"/>
              </w:rPr>
              <w:t>Δ</w:t>
            </w:r>
            <w:r w:rsidRPr="00B81C62">
              <w:rPr>
                <w:rFonts w:cs="Arial"/>
                <w:i/>
                <w:iCs/>
                <w:lang w:val="en-US"/>
              </w:rPr>
              <w:t xml:space="preserve">tor1 </w:t>
            </w:r>
            <w:r w:rsidRPr="00B81C62">
              <w:rPr>
                <w:rFonts w:cs="Arial"/>
                <w:lang w:val="en-US"/>
              </w:rPr>
              <w:t xml:space="preserve">and </w:t>
            </w:r>
            <w:r w:rsidRPr="00B81C62">
              <w:rPr>
                <w:rFonts w:cs="Arial"/>
                <w:i/>
                <w:color w:val="2E2E2E"/>
                <w:shd w:val="clear" w:color="auto" w:fill="FFFFFF"/>
              </w:rPr>
              <w:t>Tor1</w:t>
            </w:r>
            <w:r w:rsidRPr="00B81C62">
              <w:rPr>
                <w:rFonts w:cs="Arial"/>
                <w:color w:val="2E2E2E"/>
                <w:shd w:val="clear" w:color="auto" w:fill="FFFFFF"/>
              </w:rPr>
              <w:t>/</w:t>
            </w:r>
            <w:r w:rsidRPr="00B81C62">
              <w:rPr>
                <w:rFonts w:cs="Arial"/>
                <w:i/>
                <w:iCs/>
                <w:lang w:val="x-none"/>
              </w:rPr>
              <w:t>Δ</w:t>
            </w:r>
            <w:r w:rsidRPr="00B81C62">
              <w:rPr>
                <w:rFonts w:cs="Arial"/>
                <w:i/>
                <w:color w:val="2E2E2E"/>
                <w:shd w:val="clear" w:color="auto" w:fill="FFFFFF"/>
              </w:rPr>
              <w:t>tor1</w:t>
            </w:r>
            <w:r w:rsidRPr="00B81C62">
              <w:rPr>
                <w:rFonts w:cs="Arial"/>
                <w:color w:val="2E2E2E"/>
                <w:shd w:val="clear" w:color="auto" w:fill="FFFFFF"/>
              </w:rPr>
              <w:t xml:space="preserve">) with </w:t>
            </w:r>
            <w:r w:rsidRPr="00B81C62">
              <w:rPr>
                <w:rFonts w:cs="Arial"/>
                <w:i/>
                <w:iCs/>
                <w:lang w:val="x-none"/>
              </w:rPr>
              <w:t>Δ</w:t>
            </w:r>
            <w:r w:rsidRPr="00B81C62">
              <w:rPr>
                <w:rFonts w:cs="Arial"/>
                <w:i/>
                <w:color w:val="2E2E2E"/>
                <w:shd w:val="clear" w:color="auto" w:fill="FFFFFF"/>
              </w:rPr>
              <w:t>frr1</w:t>
            </w:r>
            <w:r w:rsidRPr="00B81C62">
              <w:rPr>
                <w:rFonts w:cs="Arial"/>
                <w:color w:val="2E2E2E"/>
                <w:shd w:val="clear" w:color="auto" w:fill="FFFFFF"/>
              </w:rPr>
              <w:t xml:space="preserve"> are susceptible to RPM </w:t>
            </w:r>
            <w:r w:rsidRPr="00B81C62">
              <w:rPr>
                <w:rFonts w:cs="Arial"/>
                <w:color w:val="2E2E2E"/>
                <w:shd w:val="clear" w:color="auto" w:fill="FFFFFF"/>
              </w:rPr>
              <w:fldChar w:fldCharType="begin">
                <w:fldData xml:space="preserve">PEVuZE5vdGU+PENpdGU+PEF1dGhvcj5TbzwvQXV0aG9yPjxZZWFyPjIwMTk8L1llYXI+PFJlY051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PEVuZE5vdGU+PENpdGU+PEF1dGhvcj5TbzwvQXV0aG9yPjxZZWFyPjIwMTk8L1llYXI+PFJlY051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[163]</w:t>
            </w:r>
            <w:r w:rsidRPr="00B81C62">
              <w:rPr>
                <w:rFonts w:cs="Arial"/>
                <w:color w:val="2E2E2E"/>
                <w:shd w:val="clear" w:color="auto" w:fill="FFFFFF"/>
              </w:rPr>
              <w:fldChar w:fldCharType="end"/>
            </w:r>
            <w:r w:rsidRPr="00B81C62">
              <w:rPr>
                <w:rFonts w:cs="Arial"/>
                <w:color w:val="2E2E2E"/>
                <w:shd w:val="clear" w:color="auto" w:fill="FFFFFF"/>
              </w:rPr>
              <w:t xml:space="preserve">, and with </w:t>
            </w:r>
            <w:r w:rsidRPr="00B81C62">
              <w:rPr>
                <w:rFonts w:cs="Arial"/>
                <w:i/>
                <w:color w:val="2E2E2E"/>
                <w:shd w:val="clear" w:color="auto" w:fill="FFFFFF"/>
              </w:rPr>
              <w:t xml:space="preserve">Δvad1 </w:t>
            </w:r>
            <w:r w:rsidRPr="00B81C62">
              <w:rPr>
                <w:rFonts w:cs="Arial"/>
                <w:color w:val="2E2E2E"/>
                <w:shd w:val="clear" w:color="auto" w:fill="FFFFFF"/>
              </w:rPr>
              <w:t xml:space="preserve">are susceptible to autophagy </w:t>
            </w:r>
            <w:r w:rsidRPr="00B81C62">
              <w:rPr>
                <w:rFonts w:cs="Arial"/>
                <w:color w:val="2E2E2E"/>
                <w:shd w:val="clear" w:color="auto" w:fill="FFFFFF"/>
              </w:rPr>
              <w:fldChar w:fldCharType="begin">
                <w:fldData xml:space="preserve">PEVuZE5vdGU+PENpdGU+PEF1dGhvcj5IdTwvQXV0aG9yPjxZZWFyPjIwMTU8L1llYXI+PFJlY051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PEVuZE5vdGU+PENpdGU+PEF1dGhvcj5IdTwvQXV0aG9yPjxZZWFyPjIwMTU8L1llYXI+PFJlY051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[164]</w:t>
            </w:r>
            <w:r w:rsidRPr="00B81C62">
              <w:rPr>
                <w:rFonts w:cs="Arial"/>
                <w:color w:val="2E2E2E"/>
                <w:shd w:val="clear" w:color="auto" w:fill="FFFFFF"/>
              </w:rPr>
              <w:fldChar w:fldCharType="end"/>
            </w:r>
            <w:r w:rsidRPr="00B81C62">
              <w:rPr>
                <w:rFonts w:cs="Arial"/>
                <w:color w:val="2E2E2E"/>
                <w:shd w:val="clear" w:color="auto" w:fill="FFFFFF"/>
              </w:rPr>
              <w:t>, temperature (</w:t>
            </w:r>
            <w:r w:rsidRPr="00B81C62">
              <w:rPr>
                <w:rFonts w:cs="Arial"/>
                <w:i/>
                <w:color w:val="2E2E2E"/>
                <w:shd w:val="clear" w:color="auto" w:fill="FFFFFF"/>
              </w:rPr>
              <w:t xml:space="preserve">Mpk1 </w:t>
            </w:r>
            <w:r w:rsidRPr="00B81C62">
              <w:rPr>
                <w:rFonts w:cs="Arial"/>
                <w:color w:val="2E2E2E"/>
                <w:shd w:val="clear" w:color="auto" w:fill="FFFFFF"/>
              </w:rPr>
              <w:t>activity is repressed), DNA damage (</w:t>
            </w:r>
            <w:r w:rsidRPr="00B81C62">
              <w:rPr>
                <w:rFonts w:cs="Arial"/>
                <w:i/>
                <w:color w:val="2E2E2E"/>
                <w:shd w:val="clear" w:color="auto" w:fill="FFFFFF"/>
              </w:rPr>
              <w:t xml:space="preserve">Rad53 </w:t>
            </w:r>
            <w:r w:rsidRPr="00B81C62">
              <w:rPr>
                <w:rFonts w:cs="Arial"/>
                <w:color w:val="2E2E2E"/>
                <w:shd w:val="clear" w:color="auto" w:fill="FFFFFF"/>
              </w:rPr>
              <w:t>activity is repressed) with poor actin/cytoskeletal organi</w:t>
            </w:r>
            <w:r w:rsidR="00EC43C0">
              <w:rPr>
                <w:rFonts w:cs="Arial"/>
                <w:color w:val="2E2E2E"/>
                <w:shd w:val="clear" w:color="auto" w:fill="FFFFFF"/>
              </w:rPr>
              <w:t>s</w:t>
            </w:r>
            <w:r w:rsidRPr="00B81C62">
              <w:rPr>
                <w:rFonts w:cs="Arial"/>
                <w:color w:val="2E2E2E"/>
                <w:shd w:val="clear" w:color="auto" w:fill="FFFFFF"/>
              </w:rPr>
              <w:t xml:space="preserve">ation </w:t>
            </w:r>
            <w:r w:rsidRPr="00B81C62">
              <w:rPr>
                <w:rFonts w:cs="Arial"/>
                <w:color w:val="2E2E2E"/>
                <w:shd w:val="clear" w:color="auto" w:fill="FFFFFF"/>
              </w:rPr>
              <w:fldChar w:fldCharType="begin">
                <w:fldData xml:space="preserve">PEVuZE5vdGU+PENpdGU+PEF1dGhvcj5TbzwvQXV0aG9yPjxZZWFyPjIwMTk8L1llYXI+PFJlY051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PEVuZE5vdGU+PENpdGU+PEF1dGhvcj5TbzwvQXV0aG9yPjxZZWFyPjIwMTk8L1llYXI+PFJlY051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[163]</w:t>
            </w:r>
            <w:r w:rsidRPr="00B81C62">
              <w:rPr>
                <w:rFonts w:cs="Arial"/>
                <w:color w:val="2E2E2E"/>
                <w:shd w:val="clear" w:color="auto" w:fill="FFFFFF"/>
              </w:rPr>
              <w:fldChar w:fldCharType="end"/>
            </w:r>
          </w:p>
        </w:tc>
      </w:tr>
      <w:tr w:rsidR="00B81C62" w:rsidRPr="00B81C62" w14:paraId="2ECA113E" w14:textId="77777777" w:rsidTr="00B81C62">
        <w:tc>
          <w:tcPr>
            <w:tcW w:w="939" w:type="pct"/>
            <w:tcBorders>
              <w:bottom w:val="single" w:sz="4" w:space="0" w:color="auto"/>
            </w:tcBorders>
            <w:shd w:val="clear" w:color="auto" w:fill="auto"/>
            <w:vAlign w:val="center"/>
          </w:tcPr>
          <w:p w14:paraId="3F1EF132" w14:textId="1904338B"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tps1, </w:t>
            </w:r>
            <w:r w:rsidRPr="00B81C62">
              <w:rPr>
                <w:rFonts w:cs="Arial"/>
                <w:i/>
                <w:iCs/>
                <w:lang w:val="x-none"/>
              </w:rPr>
              <w:t>Δ</w:t>
            </w:r>
            <w:r w:rsidRPr="00B81C62">
              <w:rPr>
                <w:rFonts w:cs="Arial"/>
                <w:i/>
                <w:iCs/>
              </w:rPr>
              <w:t xml:space="preserve">tps2, </w:t>
            </w:r>
            <w:r w:rsidRPr="00B81C62">
              <w:rPr>
                <w:rFonts w:cs="Arial"/>
                <w:i/>
                <w:iCs/>
                <w:lang w:val="x-none"/>
              </w:rPr>
              <w:t>Δ</w:t>
            </w:r>
            <w:r w:rsidRPr="00B81C62">
              <w:rPr>
                <w:rFonts w:cs="Arial"/>
                <w:i/>
                <w:iCs/>
              </w:rPr>
              <w:t>nth1</w:t>
            </w:r>
          </w:p>
        </w:tc>
        <w:tc>
          <w:tcPr>
            <w:tcW w:w="4061" w:type="pct"/>
            <w:tcBorders>
              <w:top w:val="nil"/>
              <w:bottom w:val="single" w:sz="4" w:space="0" w:color="auto"/>
            </w:tcBorders>
            <w:shd w:val="clear" w:color="auto" w:fill="auto"/>
            <w:vAlign w:val="center"/>
          </w:tcPr>
          <w:p w14:paraId="513A21EE" w14:textId="77777777"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The glycolytic pathway was impaired in each mutant; mutants displayed a </w:t>
            </w:r>
            <w:r w:rsidRPr="00B81C62">
              <w:rPr>
                <w:rFonts w:cs="Arial"/>
                <w:i/>
                <w:iCs/>
                <w:color w:val="2E2E2E"/>
                <w:shd w:val="clear" w:color="auto" w:fill="FFFFFF"/>
              </w:rPr>
              <w:t>wt</w:t>
            </w:r>
            <w:r w:rsidRPr="00B81C62">
              <w:rPr>
                <w:rFonts w:cs="Arial"/>
                <w:color w:val="2E2E2E"/>
                <w:shd w:val="clear" w:color="auto" w:fill="FFFFFF"/>
              </w:rPr>
              <w:t xml:space="preserve"> urease activity, melanin, and capsule formation.</w:t>
            </w:r>
          </w:p>
          <w:p w14:paraId="3E347769" w14:textId="77777777" w:rsidR="00B81C62" w:rsidRPr="00B81C62" w:rsidRDefault="00B81C62" w:rsidP="00B81C62">
            <w:pPr>
              <w:tabs>
                <w:tab w:val="left" w:pos="0"/>
              </w:tabs>
              <w:jc w:val="left"/>
              <w:rPr>
                <w:rFonts w:cs="Arial"/>
                <w:color w:val="2E2E2E"/>
                <w:shd w:val="clear" w:color="auto" w:fill="FFFFFF"/>
              </w:rPr>
            </w:pPr>
            <w:r w:rsidRPr="00B81C62">
              <w:rPr>
                <w:rFonts w:cs="Arial"/>
                <w:i/>
                <w:iCs/>
                <w:lang w:val="x-none"/>
              </w:rPr>
              <w:t>Δ</w:t>
            </w:r>
            <w:r w:rsidRPr="00B81C62">
              <w:rPr>
                <w:rFonts w:cs="Arial"/>
                <w:i/>
                <w:iCs/>
              </w:rPr>
              <w:t xml:space="preserve">tps1 </w:t>
            </w:r>
            <w:r w:rsidRPr="00B81C62">
              <w:rPr>
                <w:rFonts w:cs="Arial"/>
                <w:iCs/>
              </w:rPr>
              <w:t xml:space="preserve">and </w:t>
            </w:r>
            <w:r w:rsidRPr="00B81C62">
              <w:rPr>
                <w:rFonts w:cs="Arial"/>
                <w:i/>
                <w:iCs/>
                <w:lang w:val="x-none"/>
              </w:rPr>
              <w:t>Δ</w:t>
            </w:r>
            <w:r w:rsidRPr="00B81C62">
              <w:rPr>
                <w:rFonts w:cs="Arial"/>
                <w:i/>
                <w:iCs/>
              </w:rPr>
              <w:t xml:space="preserve">Tps2 </w:t>
            </w:r>
            <w:r w:rsidRPr="00B81C62">
              <w:rPr>
                <w:rFonts w:cs="Arial"/>
                <w:iCs/>
              </w:rPr>
              <w:t xml:space="preserve">mutants showed </w:t>
            </w:r>
            <w:r w:rsidRPr="00B81C62">
              <w:rPr>
                <w:rFonts w:cs="Arial"/>
                <w:color w:val="2E2E2E"/>
                <w:shd w:val="clear" w:color="auto" w:fill="FFFFFF"/>
              </w:rPr>
              <w:t>growth defect at 37</w:t>
            </w:r>
            <w:r w:rsidRPr="00B81C62">
              <w:rPr>
                <w:rFonts w:cs="Arial"/>
                <w:color w:val="2E2E2E"/>
                <w:shd w:val="clear" w:color="auto" w:fill="FFFFFF"/>
                <w:vertAlign w:val="superscript"/>
              </w:rPr>
              <w:t>o</w:t>
            </w:r>
            <w:r w:rsidRPr="00B81C62">
              <w:rPr>
                <w:rFonts w:cs="Arial"/>
                <w:color w:val="2E2E2E"/>
                <w:shd w:val="clear" w:color="auto" w:fill="FFFFFF"/>
              </w:rPr>
              <w:t xml:space="preserve">C, especially in the presence of 2% glucose but not galactose, and this could be restored with 1 M Sorbitol. The </w:t>
            </w:r>
            <w:r w:rsidRPr="00B81C62">
              <w:rPr>
                <w:rFonts w:cs="Arial"/>
                <w:i/>
                <w:iCs/>
                <w:lang w:val="x-none"/>
              </w:rPr>
              <w:t>Δ</w:t>
            </w:r>
            <w:r w:rsidRPr="00B81C62">
              <w:rPr>
                <w:rFonts w:cs="Arial"/>
                <w:i/>
                <w:iCs/>
              </w:rPr>
              <w:t xml:space="preserve">tps2 </w:t>
            </w:r>
            <w:r w:rsidRPr="00B81C62">
              <w:rPr>
                <w:rFonts w:cs="Arial"/>
              </w:rPr>
              <w:t xml:space="preserve">mutant </w:t>
            </w:r>
            <w:r w:rsidRPr="00B81C62">
              <w:rPr>
                <w:rFonts w:cs="Arial"/>
                <w:iCs/>
              </w:rPr>
              <w:t xml:space="preserve">failed to survive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in the CFS media; the </w:t>
            </w:r>
            <w:r w:rsidRPr="00B81C62">
              <w:rPr>
                <w:rFonts w:cs="Arial"/>
                <w:color w:val="2E2E2E"/>
                <w:shd w:val="clear" w:color="auto" w:fill="FFFFFF"/>
              </w:rPr>
              <w:t xml:space="preserve">generation time of </w:t>
            </w:r>
            <w:proofErr w:type="spellStart"/>
            <w:r w:rsidRPr="00B81C62">
              <w:rPr>
                <w:rFonts w:cs="Arial"/>
                <w:i/>
                <w:iCs/>
                <w:lang w:val="x-none"/>
              </w:rPr>
              <w:t>Δ</w:t>
            </w:r>
            <w:r w:rsidRPr="00B81C62">
              <w:rPr>
                <w:rFonts w:cs="Arial"/>
                <w:i/>
                <w:iCs/>
                <w:lang w:val="en-US"/>
              </w:rPr>
              <w:t>t</w:t>
            </w:r>
            <w:proofErr w:type="spellEnd"/>
            <w:r w:rsidRPr="00B81C62">
              <w:rPr>
                <w:rFonts w:cs="Arial"/>
                <w:i/>
                <w:iCs/>
              </w:rPr>
              <w:t xml:space="preserve">ps2 </w:t>
            </w:r>
            <w:r w:rsidRPr="00B81C62">
              <w:rPr>
                <w:rFonts w:cs="Arial"/>
                <w:iCs/>
              </w:rPr>
              <w:t xml:space="preserve">and </w:t>
            </w:r>
            <w:r w:rsidRPr="00B81C62">
              <w:rPr>
                <w:rFonts w:cs="Arial"/>
                <w:i/>
                <w:iCs/>
                <w:lang w:val="x-none"/>
              </w:rPr>
              <w:t>Δ</w:t>
            </w:r>
            <w:r w:rsidRPr="00B81C62">
              <w:rPr>
                <w:rFonts w:cs="Arial"/>
                <w:i/>
                <w:iCs/>
              </w:rPr>
              <w:t xml:space="preserve">nth1 </w:t>
            </w:r>
            <w:r w:rsidRPr="00B81C62">
              <w:rPr>
                <w:rFonts w:cs="Arial"/>
                <w:iCs/>
              </w:rPr>
              <w:t xml:space="preserve">mutants is the same as the </w:t>
            </w:r>
            <w:r w:rsidRPr="00B81C62">
              <w:rPr>
                <w:rFonts w:cs="Arial"/>
                <w:i/>
              </w:rPr>
              <w:t>wt</w:t>
            </w:r>
            <w:r w:rsidRPr="00B81C62">
              <w:rPr>
                <w:rFonts w:cs="Arial"/>
                <w:iCs/>
              </w:rPr>
              <w:t xml:space="preserve"> but slightly lower in </w:t>
            </w:r>
            <w:r w:rsidRPr="00B81C62">
              <w:rPr>
                <w:rFonts w:cs="Arial"/>
                <w:i/>
                <w:iCs/>
                <w:lang w:val="x-none"/>
              </w:rPr>
              <w:t>Δ</w:t>
            </w:r>
            <w:r w:rsidRPr="00B81C62">
              <w:rPr>
                <w:rFonts w:cs="Arial"/>
                <w:i/>
                <w:iCs/>
              </w:rPr>
              <w:t xml:space="preserve">tps1 </w:t>
            </w:r>
            <w:r w:rsidRPr="00B81C62">
              <w:rPr>
                <w:rFonts w:cs="Arial"/>
                <w:iCs/>
              </w:rPr>
              <w:t xml:space="preserve">either in the presence of glucose/galactose; occurrence of temperature-dependent </w:t>
            </w:r>
            <w:r w:rsidRPr="00B81C62">
              <w:rPr>
                <w:rFonts w:cs="Arial"/>
                <w:color w:val="2E2E2E"/>
                <w:shd w:val="clear" w:color="auto" w:fill="FFFFFF"/>
              </w:rPr>
              <w:t xml:space="preserve">accumulation of toxic trehalose-6-phosphate in </w:t>
            </w:r>
            <w:r w:rsidRPr="00B81C62">
              <w:rPr>
                <w:rFonts w:cs="Arial"/>
                <w:i/>
                <w:iCs/>
                <w:lang w:val="x-none"/>
              </w:rPr>
              <w:t>Δ</w:t>
            </w:r>
            <w:r w:rsidRPr="00B81C62">
              <w:rPr>
                <w:rFonts w:cs="Arial"/>
                <w:i/>
                <w:color w:val="2E2E2E"/>
                <w:shd w:val="clear" w:color="auto" w:fill="FFFFFF"/>
              </w:rPr>
              <w:t xml:space="preserve">tps2 </w:t>
            </w:r>
            <w:r w:rsidRPr="00B81C62">
              <w:rPr>
                <w:rFonts w:cs="Arial"/>
                <w:color w:val="2E2E2E"/>
                <w:shd w:val="clear" w:color="auto" w:fill="FFFFFF"/>
              </w:rPr>
              <w:t xml:space="preserve">mutants leading to cell death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color w:val="2E2E2E"/>
                <w:shd w:val="clear" w:color="auto" w:fill="FFFFFF"/>
              </w:rPr>
              <w:t xml:space="preserve">; </w:t>
            </w:r>
            <w:r w:rsidRPr="00B81C62">
              <w:rPr>
                <w:rFonts w:cs="Arial"/>
                <w:i/>
                <w:iCs/>
                <w:lang w:val="x-none"/>
              </w:rPr>
              <w:t>Δ</w:t>
            </w:r>
            <w:r w:rsidRPr="00B81C62">
              <w:rPr>
                <w:rFonts w:cs="Arial"/>
                <w:i/>
                <w:iCs/>
              </w:rPr>
              <w:t xml:space="preserve">tps1 </w:t>
            </w:r>
            <w:r w:rsidRPr="00B81C62">
              <w:rPr>
                <w:rFonts w:cs="Arial"/>
                <w:iCs/>
              </w:rPr>
              <w:t xml:space="preserve">mutants are </w:t>
            </w:r>
            <w:r w:rsidRPr="00B81C62">
              <w:rPr>
                <w:rFonts w:cs="Arial"/>
                <w:color w:val="2E2E2E"/>
                <w:shd w:val="clear" w:color="auto" w:fill="FFFFFF"/>
              </w:rPr>
              <w:t>avirulent in immunocompromised rabbits and mice with adequate and complete clearance from the host body</w:t>
            </w:r>
            <w:r w:rsidRPr="00B81C62">
              <w:rPr>
                <w:rFonts w:cs="Arial"/>
                <w:i/>
                <w:color w:val="2E2E2E"/>
                <w:shd w:val="clear" w:color="auto" w:fill="FFFFFF"/>
              </w:rPr>
              <w:t xml:space="preserve">; </w:t>
            </w:r>
            <w:r w:rsidRPr="00B81C62">
              <w:rPr>
                <w:rFonts w:cs="Arial"/>
                <w:color w:val="2E2E2E"/>
                <w:shd w:val="clear" w:color="auto" w:fill="FFFFFF"/>
              </w:rPr>
              <w:t xml:space="preserve">only </w:t>
            </w:r>
            <w:proofErr w:type="spellStart"/>
            <w:r w:rsidRPr="00B81C62">
              <w:rPr>
                <w:rFonts w:cs="Arial"/>
                <w:i/>
                <w:iCs/>
                <w:lang w:val="x-none"/>
              </w:rPr>
              <w:t>Δ</w:t>
            </w:r>
            <w:r w:rsidRPr="00B81C62">
              <w:rPr>
                <w:rFonts w:cs="Arial"/>
                <w:i/>
                <w:iCs/>
                <w:lang w:val="en-US"/>
              </w:rPr>
              <w:t>t</w:t>
            </w:r>
            <w:proofErr w:type="spellEnd"/>
            <w:r w:rsidRPr="00B81C62">
              <w:rPr>
                <w:rFonts w:cs="Arial"/>
                <w:i/>
                <w:color w:val="2E2E2E"/>
                <w:shd w:val="clear" w:color="auto" w:fill="FFFFFF"/>
              </w:rPr>
              <w:t>ps1</w:t>
            </w:r>
            <w:r w:rsidRPr="00B81C62">
              <w:rPr>
                <w:rFonts w:cs="Arial"/>
                <w:color w:val="2E2E2E"/>
                <w:shd w:val="clear" w:color="auto" w:fill="FFFFFF"/>
              </w:rPr>
              <w:t xml:space="preserve"> mutant displayed attenuated virulence in </w:t>
            </w:r>
            <w:r w:rsidRPr="00B81C62">
              <w:rPr>
                <w:rFonts w:cs="Arial"/>
                <w:i/>
                <w:color w:val="2E2E2E"/>
                <w:shd w:val="clear" w:color="auto" w:fill="FFFFFF"/>
              </w:rPr>
              <w:t>C. elegans;</w:t>
            </w:r>
            <w:r w:rsidRPr="00B81C62">
              <w:rPr>
                <w:rFonts w:cs="Arial"/>
                <w:color w:val="2E2E2E"/>
                <w:shd w:val="clear" w:color="auto" w:fill="FFFFFF"/>
              </w:rPr>
              <w:t xml:space="preserve"> these mutations do not affect the intracellular survival of the mutants in macrophage as all survived anaerobic conditions equally for five days.</w:t>
            </w:r>
          </w:p>
          <w:p w14:paraId="2117F2CB" w14:textId="1CC62490"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lastRenderedPageBreak/>
              <w:t xml:space="preserve">All major antifungal susceptibilities of the mutants are mostly the same as the </w:t>
            </w:r>
            <w:r w:rsidRPr="00B81C62">
              <w:rPr>
                <w:rFonts w:cs="Arial"/>
                <w:i/>
                <w:iCs/>
                <w:color w:val="2E2E2E"/>
                <w:shd w:val="clear" w:color="auto" w:fill="FFFFFF"/>
              </w:rPr>
              <w:t>wt</w:t>
            </w:r>
            <w:r w:rsidRPr="00B81C62">
              <w:rPr>
                <w:rFonts w:cs="Arial"/>
                <w:color w:val="2E2E2E"/>
                <w:shd w:val="clear" w:color="auto" w:fill="FFFFFF"/>
              </w:rPr>
              <w:t xml:space="preserve"> except </w:t>
            </w:r>
            <w:r w:rsidRPr="00B81C62">
              <w:rPr>
                <w:rFonts w:cs="Arial"/>
                <w:i/>
                <w:iCs/>
                <w:lang w:val="x-none"/>
              </w:rPr>
              <w:t>Δ</w:t>
            </w:r>
            <w:r w:rsidRPr="00B81C62">
              <w:rPr>
                <w:rFonts w:cs="Arial"/>
                <w:i/>
                <w:iCs/>
              </w:rPr>
              <w:t xml:space="preserve">tps1 </w:t>
            </w:r>
            <w:r w:rsidRPr="00B81C62">
              <w:rPr>
                <w:rFonts w:cs="Arial"/>
                <w:iCs/>
              </w:rPr>
              <w:t xml:space="preserve">with less susceptibility to FCZ; expression of </w:t>
            </w:r>
            <w:r w:rsidRPr="00B81C62">
              <w:rPr>
                <w:rFonts w:cs="Arial"/>
                <w:i/>
                <w:iCs/>
              </w:rPr>
              <w:t>Tps1, Tps2,</w:t>
            </w:r>
            <w:r w:rsidRPr="00B81C62">
              <w:rPr>
                <w:rFonts w:cs="Arial"/>
                <w:iCs/>
              </w:rPr>
              <w:t xml:space="preserve"> and </w:t>
            </w:r>
            <w:r w:rsidRPr="00B81C62">
              <w:rPr>
                <w:rFonts w:cs="Arial"/>
                <w:i/>
                <w:iCs/>
              </w:rPr>
              <w:t>Nth1</w:t>
            </w:r>
            <w:r w:rsidRPr="00B81C62">
              <w:rPr>
                <w:rFonts w:cs="Arial"/>
                <w:iCs/>
              </w:rPr>
              <w:t xml:space="preserve"> is not affected in </w:t>
            </w:r>
            <w:r w:rsidRPr="00B81C62">
              <w:rPr>
                <w:rFonts w:cs="Arial"/>
                <w:i/>
                <w:iCs/>
                <w:lang w:val="x-none"/>
              </w:rPr>
              <w:t>Δ</w:t>
            </w:r>
            <w:r w:rsidRPr="00B81C62">
              <w:rPr>
                <w:rFonts w:cs="Arial"/>
                <w:i/>
                <w:iCs/>
              </w:rPr>
              <w:t xml:space="preserve">cna1, </w:t>
            </w:r>
            <w:r w:rsidRPr="00B81C62">
              <w:rPr>
                <w:rFonts w:cs="Arial"/>
                <w:i/>
                <w:iCs/>
                <w:lang w:val="x-none"/>
              </w:rPr>
              <w:t>Δ</w:t>
            </w:r>
            <w:r w:rsidRPr="00B81C62">
              <w:rPr>
                <w:rFonts w:cs="Arial"/>
                <w:i/>
                <w:iCs/>
              </w:rPr>
              <w:t xml:space="preserve">mga1, </w:t>
            </w:r>
            <w:r w:rsidRPr="00B81C62">
              <w:rPr>
                <w:rFonts w:cs="Arial"/>
                <w:i/>
                <w:iCs/>
                <w:lang w:val="x-none"/>
              </w:rPr>
              <w:t>Δ</w:t>
            </w:r>
            <w:r w:rsidRPr="00B81C62">
              <w:rPr>
                <w:rFonts w:cs="Arial"/>
                <w:i/>
                <w:iCs/>
              </w:rPr>
              <w:t xml:space="preserve">cpa1, </w:t>
            </w:r>
            <w:r w:rsidRPr="00B81C62">
              <w:rPr>
                <w:rFonts w:cs="Arial"/>
                <w:iCs/>
              </w:rPr>
              <w:t xml:space="preserve">and </w:t>
            </w:r>
            <w:r w:rsidRPr="00B81C62">
              <w:rPr>
                <w:rFonts w:cs="Arial"/>
                <w:i/>
                <w:iCs/>
                <w:lang w:val="x-none"/>
              </w:rPr>
              <w:t>Δ</w:t>
            </w:r>
            <w:r w:rsidRPr="00B81C62">
              <w:rPr>
                <w:rFonts w:cs="Arial"/>
                <w:i/>
                <w:iCs/>
              </w:rPr>
              <w:t xml:space="preserve">cpa2 </w:t>
            </w:r>
            <w:r w:rsidRPr="00B81C62">
              <w:rPr>
                <w:rFonts w:cs="Arial"/>
                <w:iCs/>
              </w:rPr>
              <w:t>mutants</w:t>
            </w:r>
            <w:r w:rsidRPr="00B81C62">
              <w:rPr>
                <w:rFonts w:cs="Arial"/>
                <w:i/>
                <w:color w:val="2E2E2E"/>
                <w:shd w:val="clear" w:color="auto" w:fill="FFFFFF"/>
              </w:rPr>
              <w:t xml:space="preserve"> </w:t>
            </w:r>
            <w:r w:rsidRPr="00B81C62">
              <w:rPr>
                <w:rFonts w:cs="Arial"/>
                <w:color w:val="2E2E2E"/>
                <w:shd w:val="clear" w:color="auto" w:fill="FFFFFF"/>
              </w:rPr>
              <w:fldChar w:fldCharType="begin">
                <w:fldData xml:space="preserve">PEVuZE5vdGU+PENpdGU+PEF1dGhvcj5QZXR6b2xkPC9BdXRob3I+PFllYXI+MjAwNjwvWWVhcj48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PEVuZE5vdGU+PENpdGU+PEF1dGhvcj5QZXR6b2xkPC9BdXRob3I+PFllYXI+MjAwNjwvWWVhcj48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[165,166]</w:t>
            </w:r>
            <w:r w:rsidRPr="00B81C62">
              <w:rPr>
                <w:rFonts w:cs="Arial"/>
                <w:color w:val="2E2E2E"/>
                <w:shd w:val="clear" w:color="auto" w:fill="FFFFFF"/>
              </w:rPr>
              <w:fldChar w:fldCharType="end"/>
            </w:r>
          </w:p>
        </w:tc>
      </w:tr>
      <w:tr w:rsidR="00B81C62" w:rsidRPr="00B81C62" w14:paraId="7D9C7493" w14:textId="77777777" w:rsidTr="00B81C62">
        <w:tc>
          <w:tcPr>
            <w:tcW w:w="939" w:type="pct"/>
            <w:tcBorders>
              <w:bottom w:val="single" w:sz="4" w:space="0" w:color="auto"/>
            </w:tcBorders>
            <w:shd w:val="clear" w:color="auto" w:fill="auto"/>
            <w:vAlign w:val="center"/>
          </w:tcPr>
          <w:p w14:paraId="266BACBA" w14:textId="7631393D"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 xml:space="preserve">trp3, </w:t>
            </w:r>
            <w:r w:rsidRPr="00B81C62">
              <w:rPr>
                <w:rFonts w:cs="Arial"/>
                <w:i/>
                <w:iCs/>
                <w:lang w:val="x-none"/>
              </w:rPr>
              <w:t>Δ</w:t>
            </w:r>
            <w:r w:rsidRPr="00B81C62">
              <w:rPr>
                <w:rFonts w:cs="Arial"/>
                <w:i/>
                <w:iCs/>
              </w:rPr>
              <w:t>trp5</w:t>
            </w:r>
          </w:p>
        </w:tc>
        <w:tc>
          <w:tcPr>
            <w:tcW w:w="4061" w:type="pct"/>
            <w:tcBorders>
              <w:top w:val="nil"/>
              <w:bottom w:val="single" w:sz="4" w:space="0" w:color="auto"/>
            </w:tcBorders>
            <w:shd w:val="clear" w:color="auto" w:fill="auto"/>
            <w:vAlign w:val="center"/>
          </w:tcPr>
          <w:p w14:paraId="0BCE1F89" w14:textId="6A56DA5D" w:rsidR="00B81C62" w:rsidRPr="00B81C62" w:rsidRDefault="00B81C62" w:rsidP="00B81C62">
            <w:pPr>
              <w:tabs>
                <w:tab w:val="left" w:pos="0"/>
              </w:tabs>
              <w:jc w:val="left"/>
              <w:rPr>
                <w:rFonts w:cs="Arial"/>
                <w:color w:val="2E2E2E"/>
                <w:shd w:val="clear" w:color="auto" w:fill="FFFFFF"/>
              </w:rPr>
            </w:pPr>
            <w:r w:rsidRPr="00B81C62">
              <w:rPr>
                <w:rFonts w:cs="Arial"/>
                <w:iCs/>
              </w:rPr>
              <w:t xml:space="preserve">The </w:t>
            </w:r>
            <w:proofErr w:type="spellStart"/>
            <w:r w:rsidRPr="00B81C62">
              <w:rPr>
                <w:rFonts w:cs="Arial"/>
                <w:i/>
                <w:iCs/>
                <w:lang w:val="x-none"/>
              </w:rPr>
              <w:t>Δ</w:t>
            </w:r>
            <w:r w:rsidRPr="00B81C62">
              <w:rPr>
                <w:rFonts w:cs="Arial"/>
                <w:i/>
                <w:iCs/>
                <w:lang w:val="en-US"/>
              </w:rPr>
              <w:t>t</w:t>
            </w:r>
            <w:r w:rsidRPr="00B81C62">
              <w:rPr>
                <w:rFonts w:cs="Arial"/>
                <w:i/>
                <w:iCs/>
              </w:rPr>
              <w:t>rp</w:t>
            </w:r>
            <w:proofErr w:type="spellEnd"/>
            <w:r w:rsidRPr="00B81C62">
              <w:rPr>
                <w:rFonts w:cs="Arial"/>
                <w:i/>
                <w:iCs/>
              </w:rPr>
              <w:t xml:space="preserve"> </w:t>
            </w:r>
            <w:r w:rsidRPr="00B81C62">
              <w:rPr>
                <w:rFonts w:cs="Arial"/>
                <w:iCs/>
              </w:rPr>
              <w:t>mutants (created by RNA</w:t>
            </w:r>
            <w:r w:rsidRPr="004B36F4">
              <w:rPr>
                <w:rFonts w:cs="Arial"/>
                <w:i/>
              </w:rPr>
              <w:t>i</w:t>
            </w:r>
            <w:r w:rsidRPr="00B81C62">
              <w:rPr>
                <w:rFonts w:cs="Arial"/>
                <w:iCs/>
              </w:rPr>
              <w:t>)</w:t>
            </w:r>
            <w:r w:rsidRPr="00B81C62">
              <w:rPr>
                <w:rFonts w:cs="Arial"/>
                <w:color w:val="2E2E2E"/>
                <w:shd w:val="clear" w:color="auto" w:fill="FFFFFF"/>
              </w:rPr>
              <w:t xml:space="preserve"> showed a slightly reduced effect of NCR in the Pro medium; however, </w:t>
            </w:r>
            <w:r w:rsidRPr="00B81C62">
              <w:rPr>
                <w:rFonts w:cs="Arial"/>
                <w:i/>
                <w:iCs/>
                <w:color w:val="2E2E2E"/>
                <w:shd w:val="clear" w:color="auto" w:fill="FFFFFF"/>
              </w:rPr>
              <w:t>wt</w:t>
            </w:r>
            <w:r w:rsidRPr="00B81C62">
              <w:rPr>
                <w:rFonts w:cs="Arial"/>
                <w:color w:val="2E2E2E"/>
                <w:shd w:val="clear" w:color="auto" w:fill="FFFFFF"/>
              </w:rPr>
              <w:t xml:space="preserve"> growth could not be achieved with an increased concentration of alternative nitrogen sources, including Trp and dipeptides, which still means a significant effect of NCR on amino acid permeases in this mutant contrary to </w:t>
            </w:r>
            <w:r w:rsidRPr="00B81C62">
              <w:rPr>
                <w:rFonts w:cs="Arial"/>
                <w:i/>
                <w:iCs/>
                <w:lang w:val="x-none"/>
              </w:rPr>
              <w:t>Δ</w:t>
            </w:r>
            <w:r w:rsidRPr="00B81C62">
              <w:rPr>
                <w:rFonts w:cs="Arial"/>
                <w:i/>
                <w:color w:val="2E2E2E"/>
                <w:shd w:val="clear" w:color="auto" w:fill="FFFFFF"/>
              </w:rPr>
              <w:t>hom3</w:t>
            </w:r>
            <w:r w:rsidRPr="00B81C62">
              <w:rPr>
                <w:rFonts w:cs="Arial"/>
                <w:color w:val="2E2E2E"/>
                <w:shd w:val="clear" w:color="auto" w:fill="FFFFFF"/>
              </w:rPr>
              <w:t xml:space="preserve"> and </w:t>
            </w:r>
            <w:r w:rsidRPr="00B81C62">
              <w:rPr>
                <w:rFonts w:cs="Arial"/>
                <w:i/>
                <w:iCs/>
                <w:lang w:val="x-none"/>
              </w:rPr>
              <w:t>Δ</w:t>
            </w:r>
            <w:r w:rsidRPr="00B81C62">
              <w:rPr>
                <w:rFonts w:cs="Arial"/>
                <w:i/>
                <w:color w:val="2E2E2E"/>
                <w:shd w:val="clear" w:color="auto" w:fill="FFFFFF"/>
              </w:rPr>
              <w:t>thr1</w:t>
            </w:r>
            <w:r w:rsidRPr="00B81C62">
              <w:rPr>
                <w:rFonts w:cs="Arial"/>
                <w:color w:val="2E2E2E"/>
                <w:shd w:val="clear" w:color="auto" w:fill="FFFFFF"/>
              </w:rPr>
              <w:t xml:space="preserve"> repressible mutants </w:t>
            </w:r>
            <w:r w:rsidRPr="00B81C62">
              <w:rPr>
                <w:rFonts w:cs="Arial"/>
                <w:color w:val="2E2E2E"/>
                <w:shd w:val="clear" w:color="auto" w:fill="FFFFFF"/>
              </w:rPr>
              <w:fldChar w:fldCharType="begin">
                <w:fldData xml:space="preserve">PEVuZE5vdGU+PENpdGU+PEF1dGhvcj5GZXJuYW5kZXM8L0F1dGhvcj48WWVhcj4yMDE1PC9ZZWFy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PEVuZE5vdGU+PENpdGU+PEF1dGhvcj5GZXJuYW5kZXM8L0F1dGhvcj48WWVhcj4yMDE1PC9ZZWFy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[167]</w:t>
            </w:r>
            <w:r w:rsidRPr="00B81C62">
              <w:rPr>
                <w:rFonts w:cs="Arial"/>
                <w:color w:val="2E2E2E"/>
                <w:shd w:val="clear" w:color="auto" w:fill="FFFFFF"/>
              </w:rPr>
              <w:fldChar w:fldCharType="end"/>
            </w:r>
          </w:p>
        </w:tc>
      </w:tr>
      <w:tr w:rsidR="00B81C62" w:rsidRPr="00B81C62" w14:paraId="255CF0C5" w14:textId="77777777" w:rsidTr="00B81C62">
        <w:tc>
          <w:tcPr>
            <w:tcW w:w="939" w:type="pct"/>
            <w:tcBorders>
              <w:bottom w:val="single" w:sz="4" w:space="0" w:color="auto"/>
            </w:tcBorders>
            <w:shd w:val="clear" w:color="auto" w:fill="auto"/>
            <w:vAlign w:val="center"/>
          </w:tcPr>
          <w:p w14:paraId="57D01C7E" w14:textId="798D892F"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tsa1, </w:t>
            </w:r>
            <w:r w:rsidRPr="00B81C62">
              <w:rPr>
                <w:rFonts w:cs="Arial"/>
                <w:i/>
                <w:iCs/>
                <w:lang w:val="x-none"/>
              </w:rPr>
              <w:t>Δ</w:t>
            </w:r>
            <w:r w:rsidRPr="00B81C62">
              <w:rPr>
                <w:rFonts w:cs="Arial"/>
                <w:i/>
                <w:iCs/>
              </w:rPr>
              <w:t>tsa3</w:t>
            </w:r>
          </w:p>
        </w:tc>
        <w:tc>
          <w:tcPr>
            <w:tcW w:w="4061" w:type="pct"/>
            <w:tcBorders>
              <w:top w:val="nil"/>
              <w:bottom w:val="single" w:sz="4" w:space="0" w:color="auto"/>
            </w:tcBorders>
            <w:shd w:val="clear" w:color="auto" w:fill="auto"/>
            <w:vAlign w:val="center"/>
          </w:tcPr>
          <w:p w14:paraId="65E1E00B" w14:textId="5658277E" w:rsidR="00B81C62" w:rsidRPr="00B81C62" w:rsidRDefault="00B81C62" w:rsidP="00B81C62">
            <w:pPr>
              <w:tabs>
                <w:tab w:val="left" w:pos="0"/>
              </w:tabs>
              <w:jc w:val="left"/>
              <w:rPr>
                <w:rFonts w:cs="Arial"/>
                <w:iCs/>
              </w:rPr>
            </w:pPr>
            <w:proofErr w:type="spellStart"/>
            <w:r w:rsidRPr="00B81C62">
              <w:rPr>
                <w:rFonts w:cs="Arial"/>
                <w:i/>
                <w:iCs/>
                <w:lang w:val="x-none"/>
              </w:rPr>
              <w:t>Δ</w:t>
            </w:r>
            <w:r w:rsidRPr="00B81C62">
              <w:rPr>
                <w:rFonts w:cs="Arial"/>
                <w:i/>
                <w:iCs/>
                <w:lang w:val="en-US"/>
              </w:rPr>
              <w:t>t</w:t>
            </w:r>
            <w:proofErr w:type="spellEnd"/>
            <w:r w:rsidRPr="00B81C62">
              <w:rPr>
                <w:rFonts w:cs="Arial"/>
                <w:i/>
                <w:iCs/>
              </w:rPr>
              <w:t xml:space="preserve">sa1 or </w:t>
            </w:r>
            <w:proofErr w:type="spellStart"/>
            <w:r w:rsidRPr="00B81C62">
              <w:rPr>
                <w:rFonts w:cs="Arial"/>
                <w:i/>
                <w:iCs/>
                <w:lang w:val="x-none"/>
              </w:rPr>
              <w:t>Δ</w:t>
            </w:r>
            <w:r w:rsidRPr="00B81C62">
              <w:rPr>
                <w:rFonts w:cs="Arial"/>
                <w:i/>
                <w:iCs/>
                <w:lang w:val="en-US"/>
              </w:rPr>
              <w:t>t</w:t>
            </w:r>
            <w:proofErr w:type="spellEnd"/>
            <w:r w:rsidRPr="00B81C62">
              <w:rPr>
                <w:rFonts w:cs="Arial"/>
                <w:i/>
                <w:iCs/>
              </w:rPr>
              <w:t>sa1</w:t>
            </w:r>
            <w:r w:rsidRPr="00B81C62">
              <w:rPr>
                <w:rFonts w:cs="Arial"/>
                <w:i/>
                <w:iCs/>
                <w:lang w:val="x-none"/>
              </w:rPr>
              <w:t>Δ</w:t>
            </w:r>
            <w:r w:rsidRPr="00B81C62">
              <w:rPr>
                <w:rFonts w:cs="Arial"/>
                <w:i/>
                <w:iCs/>
              </w:rPr>
              <w:t xml:space="preserve">tsa3 </w:t>
            </w:r>
            <w:r w:rsidRPr="00B81C62">
              <w:rPr>
                <w:rFonts w:cs="Arial"/>
                <w:iCs/>
              </w:rPr>
              <w:t>mutants are s</w:t>
            </w:r>
            <w:r w:rsidRPr="00B81C62">
              <w:rPr>
                <w:rFonts w:cs="Arial"/>
                <w:color w:val="2E2E2E"/>
                <w:shd w:val="clear" w:color="auto" w:fill="FFFFFF"/>
              </w:rPr>
              <w:t xml:space="preserve">ensitive to oxidative and nitrosative stress with retarded growth at 25 and </w:t>
            </w:r>
            <w:r w:rsidRPr="00B81C62">
              <w:rPr>
                <w:rFonts w:cs="Arial"/>
                <w:lang w:val="x-none"/>
              </w:rPr>
              <w:t>3</w:t>
            </w:r>
            <w:r w:rsidRPr="00B81C62">
              <w:rPr>
                <w:rFonts w:cs="Arial"/>
              </w:rPr>
              <w:t>8.5</w:t>
            </w:r>
            <w:r w:rsidRPr="00B81C62">
              <w:rPr>
                <w:rFonts w:cs="Arial"/>
                <w:vertAlign w:val="superscript"/>
                <w:lang w:val="x-none"/>
              </w:rPr>
              <w:t>o</w:t>
            </w:r>
            <w:r w:rsidRPr="00B81C62">
              <w:rPr>
                <w:rFonts w:cs="Arial"/>
                <w:lang w:val="x-none"/>
              </w:rPr>
              <w:t>C</w:t>
            </w:r>
            <w:r w:rsidRPr="00B81C62">
              <w:rPr>
                <w:rFonts w:cs="Arial"/>
              </w:rPr>
              <w:t xml:space="preserve"> and </w:t>
            </w:r>
            <w:r w:rsidRPr="00B81C62">
              <w:rPr>
                <w:rFonts w:cs="Arial"/>
                <w:color w:val="2E2E2E"/>
                <w:shd w:val="clear" w:color="auto" w:fill="FFFFFF"/>
              </w:rPr>
              <w:t xml:space="preserve">reduced fungal tissue burden in the brain and lungs; however, </w:t>
            </w:r>
            <w:r w:rsidRPr="00B81C62">
              <w:rPr>
                <w:rFonts w:cs="Arial"/>
                <w:i/>
                <w:iCs/>
                <w:lang w:val="x-none"/>
              </w:rPr>
              <w:t>Δ</w:t>
            </w:r>
            <w:r w:rsidRPr="00B81C62">
              <w:rPr>
                <w:rFonts w:cs="Arial"/>
                <w:i/>
                <w:iCs/>
              </w:rPr>
              <w:t xml:space="preserve">tsa3 </w:t>
            </w:r>
            <w:r w:rsidRPr="00B81C62">
              <w:rPr>
                <w:rFonts w:cs="Arial"/>
              </w:rPr>
              <w:t xml:space="preserve">mutant showed a </w:t>
            </w:r>
            <w:r w:rsidRPr="00B81C62">
              <w:rPr>
                <w:rFonts w:cs="Arial"/>
                <w:iCs/>
              </w:rPr>
              <w:t>reduced tissue burden in the</w:t>
            </w:r>
            <w:r w:rsidRPr="00B81C62">
              <w:rPr>
                <w:rFonts w:cs="Arial"/>
                <w:color w:val="2E2E2E"/>
                <w:shd w:val="clear" w:color="auto" w:fill="FFFFFF"/>
              </w:rPr>
              <w:t xml:space="preserve"> lung only; there is a total loss of virulence in </w:t>
            </w:r>
            <w:r w:rsidRPr="00B81C62">
              <w:rPr>
                <w:rFonts w:cs="Arial"/>
                <w:i/>
                <w:iCs/>
              </w:rPr>
              <w:t>Δ</w:t>
            </w:r>
            <w:r w:rsidRPr="00B81C62">
              <w:rPr>
                <w:rFonts w:cs="Arial"/>
                <w:i/>
                <w:color w:val="2E2E2E"/>
                <w:shd w:val="clear" w:color="auto" w:fill="FFFFFF"/>
              </w:rPr>
              <w:t xml:space="preserve">tsa1 </w:t>
            </w:r>
            <w:r w:rsidRPr="00B81C62">
              <w:rPr>
                <w:rFonts w:cs="Arial"/>
                <w:color w:val="2E2E2E"/>
                <w:shd w:val="clear" w:color="auto" w:fill="FFFFFF"/>
              </w:rPr>
              <w:t xml:space="preserve">and </w:t>
            </w:r>
            <w:r w:rsidRPr="00B81C62">
              <w:rPr>
                <w:rFonts w:cs="Arial"/>
                <w:i/>
                <w:iCs/>
              </w:rPr>
              <w:t>Δ</w:t>
            </w:r>
            <w:r w:rsidRPr="00B81C62">
              <w:rPr>
                <w:rFonts w:cs="Arial"/>
                <w:i/>
                <w:color w:val="2E2E2E"/>
                <w:shd w:val="clear" w:color="auto" w:fill="FFFFFF"/>
              </w:rPr>
              <w:t>tsa1</w:t>
            </w:r>
            <w:r w:rsidRPr="00B81C62">
              <w:rPr>
                <w:rFonts w:cs="Arial"/>
                <w:i/>
                <w:iCs/>
              </w:rPr>
              <w:t xml:space="preserve">Δtsa3 </w:t>
            </w:r>
            <w:r w:rsidRPr="00B81C62">
              <w:rPr>
                <w:rFonts w:cs="Arial"/>
                <w:iCs/>
              </w:rPr>
              <w:t xml:space="preserve">but not in </w:t>
            </w:r>
            <w:r w:rsidRPr="00B81C62">
              <w:rPr>
                <w:rFonts w:cs="Arial"/>
                <w:i/>
                <w:iCs/>
              </w:rPr>
              <w:t>Δ</w:t>
            </w:r>
            <w:r w:rsidRPr="00B81C62">
              <w:rPr>
                <w:rFonts w:cs="Arial"/>
                <w:i/>
                <w:color w:val="2E2E2E"/>
                <w:shd w:val="clear" w:color="auto" w:fill="FFFFFF"/>
              </w:rPr>
              <w:t xml:space="preserve">tsa3 </w:t>
            </w:r>
            <w:r w:rsidRPr="00B81C62">
              <w:rPr>
                <w:rFonts w:cs="Arial"/>
                <w:color w:val="2E2E2E"/>
                <w:shd w:val="clear" w:color="auto" w:fill="FFFFFF"/>
              </w:rPr>
              <w:t xml:space="preserve">mutant </w:t>
            </w:r>
            <w:r w:rsidRPr="00B81C62">
              <w:rPr>
                <w:rFonts w:cs="Arial"/>
                <w:color w:val="2E2E2E"/>
                <w:shd w:val="clear" w:color="auto" w:fill="FFFFFF"/>
              </w:rPr>
              <w:fldChar w:fldCharType="begin">
                <w:fldData xml:space="preserve">PEVuZE5vdGU+PENpdGU+PEF1dGhvcj5NaXNzYWxsPC9BdXRob3I+PFllYXI+MjAwNDwvWWVhcj48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PEVuZE5vdGU+PENpdGU+PEF1dGhvcj5NaXNzYWxsPC9BdXRob3I+PFllYXI+MjAwNDwvWWVhcj48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[168]</w:t>
            </w:r>
            <w:r w:rsidRPr="00B81C62">
              <w:rPr>
                <w:rFonts w:cs="Arial"/>
                <w:color w:val="2E2E2E"/>
                <w:shd w:val="clear" w:color="auto" w:fill="FFFFFF"/>
              </w:rPr>
              <w:fldChar w:fldCharType="end"/>
            </w:r>
            <w:r w:rsidRPr="00B81C62">
              <w:rPr>
                <w:rFonts w:cs="Arial"/>
                <w:color w:val="2E2E2E"/>
                <w:shd w:val="clear" w:color="auto" w:fill="FFFFFF"/>
              </w:rPr>
              <w:t xml:space="preserve"> </w:t>
            </w:r>
          </w:p>
        </w:tc>
      </w:tr>
      <w:tr w:rsidR="00B81C62" w:rsidRPr="00B81C62" w14:paraId="0F1913F4" w14:textId="77777777" w:rsidTr="00B81C62">
        <w:tc>
          <w:tcPr>
            <w:tcW w:w="939" w:type="pct"/>
            <w:tcBorders>
              <w:bottom w:val="single" w:sz="4" w:space="0" w:color="auto"/>
            </w:tcBorders>
            <w:shd w:val="clear" w:color="auto" w:fill="auto"/>
            <w:vAlign w:val="center"/>
          </w:tcPr>
          <w:p w14:paraId="7AB9D0DD" w14:textId="501F3B3A"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tuf1</w:t>
            </w:r>
          </w:p>
        </w:tc>
        <w:tc>
          <w:tcPr>
            <w:tcW w:w="4061" w:type="pct"/>
            <w:tcBorders>
              <w:top w:val="nil"/>
              <w:bottom w:val="single" w:sz="4" w:space="0" w:color="auto"/>
            </w:tcBorders>
            <w:shd w:val="clear" w:color="auto" w:fill="auto"/>
            <w:vAlign w:val="center"/>
          </w:tcPr>
          <w:p w14:paraId="458EB741" w14:textId="6C2C147F" w:rsidR="00B81C62" w:rsidRPr="00B81C62" w:rsidRDefault="00B81C62" w:rsidP="00B81C62">
            <w:pPr>
              <w:tabs>
                <w:tab w:val="left" w:pos="0"/>
              </w:tabs>
              <w:jc w:val="left"/>
              <w:rPr>
                <w:rFonts w:cs="Arial"/>
                <w:i/>
                <w:iCs/>
                <w:lang w:val="x-none"/>
              </w:rPr>
            </w:pPr>
            <w:r w:rsidRPr="00B81C62">
              <w:rPr>
                <w:rFonts w:cs="Arial"/>
                <w:lang w:val="en-US"/>
              </w:rPr>
              <w:t>Mutants created by RNA</w:t>
            </w:r>
            <w:r w:rsidRPr="004B36F4">
              <w:rPr>
                <w:rFonts w:cs="Arial"/>
                <w:i/>
                <w:iCs/>
                <w:lang w:val="en-US"/>
              </w:rPr>
              <w:t>i</w:t>
            </w:r>
            <w:r w:rsidRPr="00B81C62">
              <w:rPr>
                <w:rFonts w:cs="Arial"/>
                <w:lang w:val="en-US"/>
              </w:rPr>
              <w:t xml:space="preserve"> showed a significant growth reduction in nonfermentable carbon sources such as glycerol (attribute similar to </w:t>
            </w:r>
            <w:r w:rsidRPr="00B81C62">
              <w:rPr>
                <w:rFonts w:cs="Arial"/>
                <w:i/>
                <w:iCs/>
                <w:lang w:val="x-none"/>
              </w:rPr>
              <w:t>Δ</w:t>
            </w:r>
            <w:r w:rsidRPr="00B81C62">
              <w:rPr>
                <w:rFonts w:cs="Arial"/>
                <w:i/>
                <w:iCs/>
                <w:lang w:val="en-US"/>
              </w:rPr>
              <w:t>vad1</w:t>
            </w:r>
            <w:r w:rsidRPr="00B81C62">
              <w:rPr>
                <w:rFonts w:cs="Arial"/>
                <w:lang w:val="en-US"/>
              </w:rPr>
              <w:t xml:space="preserve">), but the growth was slightly affected in the presence of glucose; laccase activity remained unaffected, but virulence is severely attenuated like </w:t>
            </w:r>
            <w:proofErr w:type="spellStart"/>
            <w:r w:rsidRPr="00B81C62">
              <w:rPr>
                <w:rFonts w:cs="Arial"/>
                <w:i/>
                <w:iCs/>
                <w:lang w:val="x-none"/>
              </w:rPr>
              <w:t>Δ</w:t>
            </w:r>
            <w:r w:rsidRPr="00B81C62">
              <w:rPr>
                <w:rFonts w:cs="Arial"/>
                <w:i/>
                <w:iCs/>
                <w:lang w:val="en-US"/>
              </w:rPr>
              <w:t>v</w:t>
            </w:r>
            <w:proofErr w:type="spellEnd"/>
            <w:r w:rsidRPr="00B81C62">
              <w:rPr>
                <w:rFonts w:cs="Arial"/>
                <w:i/>
                <w:iCs/>
                <w:lang w:val="x-none"/>
              </w:rPr>
              <w:t>ad1</w:t>
            </w:r>
            <w:r w:rsidRPr="00B81C62">
              <w:rPr>
                <w:rFonts w:cs="Arial"/>
                <w:i/>
                <w:iCs/>
                <w:lang w:val="en-US"/>
              </w:rPr>
              <w:t xml:space="preserve"> </w:t>
            </w:r>
            <w:r w:rsidRPr="00B81C62">
              <w:rPr>
                <w:rFonts w:cs="Arial"/>
                <w:lang w:val="en-US"/>
              </w:rPr>
              <w:t xml:space="preserve">mutant; evidence of similar phenotype with </w:t>
            </w:r>
            <w:r w:rsidRPr="00B81C62">
              <w:rPr>
                <w:rFonts w:cs="Arial"/>
                <w:i/>
                <w:iCs/>
                <w:lang w:val="x-none"/>
              </w:rPr>
              <w:t>Δ</w:t>
            </w:r>
            <w:r w:rsidRPr="00B81C62">
              <w:rPr>
                <w:rFonts w:cs="Arial"/>
                <w:i/>
                <w:iCs/>
                <w:lang w:val="en-US"/>
              </w:rPr>
              <w:t xml:space="preserve">aox1 </w:t>
            </w:r>
            <w:r w:rsidRPr="00B81C62">
              <w:rPr>
                <w:rFonts w:cs="Arial"/>
                <w:lang w:val="en-US"/>
              </w:rPr>
              <w:t xml:space="preserve">mutant is highly predictable </w:t>
            </w:r>
            <w:r w:rsidRPr="00B81C62">
              <w:rPr>
                <w:rFonts w:cs="Arial"/>
                <w:iCs/>
              </w:rPr>
              <w:fldChar w:fldCharType="begin">
                <w:fldData xml:space="preserve">PEVuZE5vdGU+PENpdGU+PEF1dGhvcj5QYW5lcGludG88L0F1dGhvcj48WWVhcj4yMDA1PC9ZZWFy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 </w:instrText>
            </w:r>
            <w:r w:rsidR="00706F40">
              <w:rPr>
                <w:rFonts w:cs="Arial"/>
                <w:iCs/>
              </w:rPr>
              <w:fldChar w:fldCharType="begin">
                <w:fldData xml:space="preserve">PEVuZE5vdGU+PENpdGU+PEF1dGhvcj5QYW5lcGludG88L0F1dGhvcj48WWVhcj4yMDA1PC9ZZWFy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[115]</w:t>
            </w:r>
            <w:r w:rsidRPr="00B81C62">
              <w:rPr>
                <w:rFonts w:cs="Arial"/>
                <w:iCs/>
              </w:rPr>
              <w:fldChar w:fldCharType="end"/>
            </w:r>
          </w:p>
        </w:tc>
      </w:tr>
      <w:tr w:rsidR="00B81C62" w:rsidRPr="00B81C62" w14:paraId="7EEFBF1F" w14:textId="77777777" w:rsidTr="00B81C62">
        <w:tc>
          <w:tcPr>
            <w:tcW w:w="939" w:type="pct"/>
            <w:tcBorders>
              <w:bottom w:val="single" w:sz="4" w:space="0" w:color="auto"/>
            </w:tcBorders>
            <w:shd w:val="clear" w:color="auto" w:fill="auto"/>
            <w:vAlign w:val="center"/>
          </w:tcPr>
          <w:p w14:paraId="67F47486" w14:textId="4E84071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ura5</w:t>
            </w:r>
          </w:p>
        </w:tc>
        <w:tc>
          <w:tcPr>
            <w:tcW w:w="4061" w:type="pct"/>
            <w:tcBorders>
              <w:top w:val="nil"/>
              <w:bottom w:val="single" w:sz="4" w:space="0" w:color="auto"/>
            </w:tcBorders>
            <w:shd w:val="clear" w:color="auto" w:fill="auto"/>
            <w:vAlign w:val="center"/>
          </w:tcPr>
          <w:p w14:paraId="282718D1" w14:textId="6A63B1AC" w:rsidR="00B81C62" w:rsidRPr="00B81C62" w:rsidRDefault="00B81C62" w:rsidP="00B81C62">
            <w:pPr>
              <w:tabs>
                <w:tab w:val="left" w:pos="0"/>
              </w:tabs>
              <w:jc w:val="left"/>
              <w:rPr>
                <w:rFonts w:cs="Arial"/>
                <w:lang w:val="en-US"/>
              </w:rPr>
            </w:pPr>
            <w:r w:rsidRPr="00B81C62">
              <w:rPr>
                <w:rFonts w:cs="Arial"/>
                <w:color w:val="2E2E2E"/>
                <w:shd w:val="clear" w:color="auto" w:fill="FFFFFF"/>
              </w:rPr>
              <w:t xml:space="preserve">The mutant and the reconstituted variants (stable transformants with non-specific ectopic integration and unstable transformants with autonomously replicating plasmid) significantly displayed less virulence compared to the </w:t>
            </w:r>
            <w:r w:rsidRPr="00B81C62">
              <w:rPr>
                <w:rFonts w:cs="Arial"/>
                <w:i/>
                <w:iCs/>
                <w:color w:val="2E2E2E"/>
                <w:shd w:val="clear" w:color="auto" w:fill="FFFFFF"/>
              </w:rPr>
              <w:t>wt</w:t>
            </w:r>
            <w:r w:rsidRPr="00B81C62">
              <w:rPr>
                <w:rFonts w:cs="Arial"/>
                <w:color w:val="2E2E2E"/>
                <w:shd w:val="clear" w:color="auto" w:fill="FFFFFF"/>
              </w:rPr>
              <w:t xml:space="preserve"> </w:t>
            </w:r>
            <w:r w:rsidRPr="00B81C62">
              <w:rPr>
                <w:rFonts w:cs="Arial"/>
                <w:color w:val="2E2E2E"/>
                <w:shd w:val="clear" w:color="auto" w:fill="FFFFFF"/>
              </w:rPr>
              <w:fldChar w:fldCharType="begin"/>
            </w:r>
            <w:r w:rsidR="00706F40">
              <w:rPr>
                <w:rFonts w:cs="Arial"/>
                <w:color w:val="2E2E2E"/>
                <w:shd w:val="clear" w:color="auto" w:fill="FFFFFF"/>
              </w:rPr>
              <w:instrText xml:space="preserve"> ADDIN EN.CITE &lt;EndNote&gt;&lt;Cite&gt;&lt;Author&gt;Varma&lt;/Author&gt;&lt;Year&gt;1992&lt;/Year&gt;&lt;RecNum&gt;360&lt;/RecNum&gt;&lt;DisplayText&gt;&lt;style size="10"&gt;[169]&lt;/style&gt;&lt;/DisplayText&gt;&lt;record&gt;&lt;rec-number&gt;360&lt;/rec-number&gt;&lt;foreign-keys&gt;&lt;key app="EN" db-id="2ef9ffxzfstzs5e9dzov9txxs20trda0deex" timestamp="1603925633"&gt;360&lt;/key&gt;&lt;/foreign-keys&gt;&lt;ref-type name="Journal Article"&gt;17&lt;/ref-type&gt;&lt;contributors&gt;&lt;authors&gt;&lt;author&gt;Varma, A.&lt;/author&gt;&lt;author&gt;Edman, J. C.&lt;/author&gt;&lt;author&gt;Kwon-Chung, K. J.&lt;/author&gt;&lt;/authors&gt;&lt;/contributors&gt;&lt;auth-address&gt;Clinical Mycology Section, National Institute of Allergy and Infectious Diseases, Bethesda, Maryland 20892.&lt;/auth-address&gt;&lt;titles&gt;&lt;title&gt;Molecular and genetic analysis of URA5 transformants of Cryptococcus neoformans&lt;/title&gt;&lt;secondary-title&gt;Infect Immun&lt;/secondary-title&gt;&lt;/titles&gt;&lt;periodical&gt;&lt;full-title&gt;Infect Immun&lt;/full-title&gt;&lt;/periodical&gt;&lt;pages&gt;1101-8&lt;/pages&gt;&lt;volume&gt;60&lt;/volume&gt;&lt;number&gt;3&lt;/number&gt;&lt;edition&gt;1992/03/01&lt;/edition&gt;&lt;keywords&gt;&lt;keyword&gt;Chromosome Mapping&lt;/keyword&gt;&lt;keyword&gt;Cryptococcus neoformans/*genetics/pathogenicity&lt;/keyword&gt;&lt;keyword&gt;DNA, Fungal/analysis&lt;/keyword&gt;&lt;keyword&gt;Gene Rearrangement&lt;/keyword&gt;&lt;keyword&gt;*Genes, Fungal&lt;/keyword&gt;&lt;keyword&gt;Meiosis&lt;/keyword&gt;&lt;keyword&gt;Nucleic Acid Hybridization&lt;/keyword&gt;&lt;keyword&gt;Plasmids&lt;/keyword&gt;&lt;keyword&gt;*Transformation, Genetic&lt;/keyword&gt;&lt;keyword&gt;Uracil/metabolism&lt;/keyword&gt;&lt;keyword&gt;Virulence&lt;/keyword&gt;&lt;/keywords&gt;&lt;dates&gt;&lt;year&gt;1992&lt;/year&gt;&lt;pub-dates&gt;&lt;date&gt;Mar&lt;/date&gt;&lt;/pub-dates&gt;&lt;/dates&gt;&lt;isbn&gt;0019-9567 (Print)&amp;#xD;1098-5522 (Electronic)&amp;#xD;0019-9567 (Linking)&lt;/isbn&gt;&lt;accession-num&gt;1541525&lt;/accession-num&gt;&lt;urls&gt;&lt;related-urls&gt;&lt;url&gt;https://www.ncbi.nlm.nih.gov/pubmed/1541525&lt;/url&gt;&lt;/related-urls&gt;&lt;/urls&gt;&lt;custom2&gt;PMC257600&lt;/custom2&gt;&lt;electronic-resource-num&gt;10.1128/iai.60.3.1101-1108.1992&lt;/electronic-resource-num&gt;&lt;remote-database-name&gt;Medline&lt;/remote-database-name&gt;&lt;remote-database-provider&gt;NLM&lt;/remote-database-provider&gt;&lt;/record&gt;&lt;/Cite&gt;&lt;/EndNote&gt;</w:instrText>
            </w:r>
            <w:r w:rsidRPr="00B81C62">
              <w:rPr>
                <w:rFonts w:cs="Arial"/>
                <w:color w:val="2E2E2E"/>
                <w:shd w:val="clear" w:color="auto" w:fill="FFFFFF"/>
              </w:rPr>
              <w:fldChar w:fldCharType="separate"/>
            </w:r>
            <w:r w:rsidR="00706F40">
              <w:rPr>
                <w:rFonts w:cs="Arial"/>
                <w:noProof/>
                <w:color w:val="2E2E2E"/>
                <w:shd w:val="clear" w:color="auto" w:fill="FFFFFF"/>
              </w:rPr>
              <w:t>[169]</w:t>
            </w:r>
            <w:r w:rsidRPr="00B81C62">
              <w:rPr>
                <w:rFonts w:cs="Arial"/>
                <w:color w:val="2E2E2E"/>
                <w:shd w:val="clear" w:color="auto" w:fill="FFFFFF"/>
              </w:rPr>
              <w:fldChar w:fldCharType="end"/>
            </w:r>
          </w:p>
        </w:tc>
      </w:tr>
      <w:tr w:rsidR="00B81C62" w:rsidRPr="00B81C62" w14:paraId="785C4BFD" w14:textId="77777777" w:rsidTr="00B81C62">
        <w:tc>
          <w:tcPr>
            <w:tcW w:w="939" w:type="pct"/>
            <w:tcBorders>
              <w:bottom w:val="single" w:sz="4" w:space="0" w:color="auto"/>
            </w:tcBorders>
            <w:shd w:val="clear" w:color="auto" w:fill="auto"/>
            <w:vAlign w:val="center"/>
          </w:tcPr>
          <w:p w14:paraId="57E44469" w14:textId="07DC2FB6"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ure1</w:t>
            </w:r>
          </w:p>
        </w:tc>
        <w:tc>
          <w:tcPr>
            <w:tcW w:w="4061" w:type="pct"/>
            <w:tcBorders>
              <w:top w:val="nil"/>
              <w:bottom w:val="single" w:sz="4" w:space="0" w:color="auto"/>
            </w:tcBorders>
            <w:shd w:val="clear" w:color="auto" w:fill="auto"/>
            <w:vAlign w:val="center"/>
          </w:tcPr>
          <w:p w14:paraId="6B215239" w14:textId="6559BDA6"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No growth defect, no impaired virulence factors; drastic reduction in mortality associated with infection; no inflammatory response induced due to poor tissue invasion/dissemination </w:t>
            </w:r>
            <w:r w:rsidRPr="00B81C62">
              <w:rPr>
                <w:rFonts w:cs="Arial"/>
                <w:color w:val="2E2E2E"/>
                <w:shd w:val="clear" w:color="auto" w:fill="FFFFFF"/>
              </w:rPr>
              <w:fldChar w:fldCharType="begin">
                <w:fldData xml:space="preserve">PEVuZE5vdGU+PENpdGU+PEF1dGhvcj5PbHN6ZXdza2k8L0F1dGhvcj48WWVhcj4yMDA0PC9ZZWFy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PEVuZE5vdGU+PENpdGU+PEF1dGhvcj5PbHN6ZXdza2k8L0F1dGhvcj48WWVhcj4yMDA0PC9ZZWFy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[170,171]</w:t>
            </w:r>
            <w:r w:rsidRPr="00B81C62">
              <w:rPr>
                <w:rFonts w:cs="Arial"/>
                <w:color w:val="2E2E2E"/>
                <w:shd w:val="clear" w:color="auto" w:fill="FFFFFF"/>
              </w:rPr>
              <w:fldChar w:fldCharType="end"/>
            </w:r>
          </w:p>
        </w:tc>
      </w:tr>
      <w:tr w:rsidR="00B81C62" w:rsidRPr="00B81C62" w14:paraId="6153EC93" w14:textId="77777777" w:rsidTr="00B81C62">
        <w:tc>
          <w:tcPr>
            <w:tcW w:w="939" w:type="pct"/>
            <w:tcBorders>
              <w:bottom w:val="single" w:sz="4" w:space="0" w:color="auto"/>
            </w:tcBorders>
            <w:shd w:val="clear" w:color="auto" w:fill="auto"/>
            <w:vAlign w:val="center"/>
          </w:tcPr>
          <w:p w14:paraId="5452E30C" w14:textId="6BA7B12C"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uxs1</w:t>
            </w:r>
          </w:p>
        </w:tc>
        <w:tc>
          <w:tcPr>
            <w:tcW w:w="4061" w:type="pct"/>
            <w:tcBorders>
              <w:top w:val="nil"/>
              <w:bottom w:val="single" w:sz="4" w:space="0" w:color="auto"/>
            </w:tcBorders>
            <w:shd w:val="clear" w:color="auto" w:fill="auto"/>
            <w:vAlign w:val="center"/>
          </w:tcPr>
          <w:p w14:paraId="0ADD27FE" w14:textId="6D485701" w:rsidR="00B81C62" w:rsidRPr="00B81C62" w:rsidRDefault="00B81C62" w:rsidP="00B81C62">
            <w:pPr>
              <w:tabs>
                <w:tab w:val="left" w:pos="0"/>
              </w:tabs>
              <w:jc w:val="left"/>
              <w:rPr>
                <w:rFonts w:cs="Arial"/>
                <w:color w:val="2E2E2E"/>
                <w:shd w:val="clear" w:color="auto" w:fill="FFFFFF"/>
              </w:rPr>
            </w:pPr>
            <w:r w:rsidRPr="00B81C62">
              <w:rPr>
                <w:rFonts w:cs="Arial"/>
                <w:color w:val="2E2E2E"/>
                <w:shd w:val="clear" w:color="auto" w:fill="FFFFFF"/>
              </w:rPr>
              <w:t xml:space="preserve">Mutant capsule lacked xylose units </w:t>
            </w:r>
            <w:r w:rsidRPr="00B81C62">
              <w:rPr>
                <w:rFonts w:cs="Arial"/>
                <w:color w:val="2E2E2E"/>
                <w:shd w:val="clear" w:color="auto" w:fill="FFFFFF"/>
              </w:rPr>
              <w:fldChar w:fldCharType="begin">
                <w:fldData xml:space="preserve">PEVuZE5vdGU+PENpdGU+PEF1dGhvcj5VcGFkaHlhPC9BdXRob3I+PFllYXI+MjAxMzwvWWVhcj48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</w:fldData>
              </w:fldChar>
            </w:r>
            <w:r w:rsidR="00706F40">
              <w:rPr>
                <w:rFonts w:cs="Arial"/>
                <w:color w:val="2E2E2E"/>
                <w:shd w:val="clear" w:color="auto" w:fill="FFFFFF"/>
              </w:rPr>
              <w:instrText xml:space="preserve"> ADDIN EN.CITE </w:instrText>
            </w:r>
            <w:r w:rsidR="00706F40">
              <w:rPr>
                <w:rFonts w:cs="Arial"/>
                <w:color w:val="2E2E2E"/>
                <w:shd w:val="clear" w:color="auto" w:fill="FFFFFF"/>
              </w:rPr>
              <w:fldChar w:fldCharType="begin">
                <w:fldData xml:space="preserve">PEVuZE5vdGU+PENpdGU+PEF1dGhvcj5VcGFkaHlhPC9BdXRob3I+PFllYXI+MjAxMzwvWWVhcj48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</w:fldData>
              </w:fldChar>
            </w:r>
            <w:r w:rsidR="00706F40">
              <w:rPr>
                <w:rFonts w:cs="Arial"/>
                <w:color w:val="2E2E2E"/>
                <w:shd w:val="clear" w:color="auto" w:fill="FFFFFF"/>
              </w:rPr>
              <w:instrText xml:space="preserve"> ADDIN EN.CITE.DATA </w:instrText>
            </w:r>
            <w:r w:rsidR="00706F40">
              <w:rPr>
                <w:rFonts w:cs="Arial"/>
                <w:color w:val="2E2E2E"/>
                <w:shd w:val="clear" w:color="auto" w:fill="FFFFFF"/>
              </w:rPr>
            </w:r>
            <w:r w:rsidR="00706F40">
              <w:rPr>
                <w:rFonts w:cs="Arial"/>
                <w:color w:val="2E2E2E"/>
                <w:shd w:val="clear" w:color="auto" w:fill="FFFFFF"/>
              </w:rPr>
              <w:fldChar w:fldCharType="end"/>
            </w:r>
            <w:r w:rsidRPr="00B81C62">
              <w:rPr>
                <w:rFonts w:cs="Arial"/>
                <w:color w:val="2E2E2E"/>
                <w:shd w:val="clear" w:color="auto" w:fill="FFFFFF"/>
              </w:rPr>
            </w:r>
            <w:r w:rsidRPr="00B81C62">
              <w:rPr>
                <w:rFonts w:cs="Arial"/>
                <w:color w:val="2E2E2E"/>
                <w:shd w:val="clear" w:color="auto" w:fill="FFFFFF"/>
              </w:rPr>
              <w:fldChar w:fldCharType="separate"/>
            </w:r>
            <w:r w:rsidR="00706F40">
              <w:rPr>
                <w:rFonts w:cs="Arial"/>
                <w:noProof/>
                <w:color w:val="2E2E2E"/>
                <w:shd w:val="clear" w:color="auto" w:fill="FFFFFF"/>
              </w:rPr>
              <w:t>[92]</w:t>
            </w:r>
            <w:r w:rsidRPr="00B81C62">
              <w:rPr>
                <w:rFonts w:cs="Arial"/>
                <w:color w:val="2E2E2E"/>
                <w:shd w:val="clear" w:color="auto" w:fill="FFFFFF"/>
              </w:rPr>
              <w:fldChar w:fldCharType="end"/>
            </w:r>
          </w:p>
        </w:tc>
      </w:tr>
      <w:tr w:rsidR="00B81C62" w:rsidRPr="00B81C62" w14:paraId="5BB96C62" w14:textId="77777777" w:rsidTr="00B81C62">
        <w:tc>
          <w:tcPr>
            <w:tcW w:w="939" w:type="pct"/>
            <w:tcBorders>
              <w:bottom w:val="single" w:sz="4" w:space="0" w:color="auto"/>
            </w:tcBorders>
            <w:shd w:val="clear" w:color="auto" w:fill="auto"/>
            <w:vAlign w:val="center"/>
          </w:tcPr>
          <w:p w14:paraId="6E4F6877" w14:textId="737FE31C"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vad1</w:t>
            </w:r>
          </w:p>
        </w:tc>
        <w:tc>
          <w:tcPr>
            <w:tcW w:w="4061" w:type="pct"/>
            <w:tcBorders>
              <w:top w:val="nil"/>
              <w:bottom w:val="single" w:sz="4" w:space="0" w:color="auto"/>
            </w:tcBorders>
            <w:shd w:val="clear" w:color="auto" w:fill="auto"/>
            <w:vAlign w:val="center"/>
          </w:tcPr>
          <w:p w14:paraId="0C389E83" w14:textId="57B7EB2F" w:rsidR="00B81C62" w:rsidRPr="00B81C62" w:rsidRDefault="00B81C62" w:rsidP="00B81C62">
            <w:pPr>
              <w:tabs>
                <w:tab w:val="left" w:pos="0"/>
              </w:tabs>
              <w:jc w:val="left"/>
              <w:rPr>
                <w:rFonts w:cs="Arial"/>
                <w:iCs/>
              </w:rPr>
            </w:pPr>
            <w:r w:rsidRPr="00B81C62">
              <w:rPr>
                <w:rFonts w:cs="Arial"/>
                <w:iCs/>
              </w:rPr>
              <w:t>Upregulation of universal repressor of transcription (</w:t>
            </w:r>
            <w:r w:rsidRPr="00B81C62">
              <w:rPr>
                <w:rFonts w:cs="Arial"/>
                <w:i/>
                <w:iCs/>
              </w:rPr>
              <w:t>Not1</w:t>
            </w:r>
            <w:r w:rsidRPr="00B81C62">
              <w:rPr>
                <w:rFonts w:cs="Arial"/>
                <w:iCs/>
              </w:rPr>
              <w:t>); increased activation of the global transcriptional regulator (</w:t>
            </w:r>
            <w:r w:rsidRPr="00B81C62">
              <w:rPr>
                <w:rFonts w:cs="Arial"/>
                <w:i/>
              </w:rPr>
              <w:t>Sre1</w:t>
            </w:r>
            <w:r w:rsidRPr="00B81C62">
              <w:rPr>
                <w:rFonts w:cs="Arial"/>
                <w:iCs/>
              </w:rPr>
              <w:t xml:space="preserve">) in the presence of FCZ; downregulation of other virulence determinants like </w:t>
            </w:r>
            <w:r w:rsidRPr="00B81C62">
              <w:rPr>
                <w:rFonts w:cs="Arial"/>
                <w:i/>
                <w:iCs/>
              </w:rPr>
              <w:t>Pck1</w:t>
            </w:r>
            <w:r w:rsidRPr="00B81C62">
              <w:rPr>
                <w:rFonts w:cs="Arial"/>
                <w:iCs/>
              </w:rPr>
              <w:t xml:space="preserve"> (in gluconeogenesis), </w:t>
            </w:r>
            <w:r w:rsidRPr="00B81C62">
              <w:rPr>
                <w:rFonts w:cs="Arial"/>
                <w:i/>
                <w:iCs/>
              </w:rPr>
              <w:t>Tuf1</w:t>
            </w:r>
            <w:r w:rsidRPr="00B81C62">
              <w:rPr>
                <w:rFonts w:cs="Arial"/>
                <w:iCs/>
              </w:rPr>
              <w:t xml:space="preserve"> (mitochondria elongation factor for protein synthesis), and </w:t>
            </w:r>
            <w:r w:rsidRPr="00B81C62">
              <w:rPr>
                <w:rFonts w:cs="Arial"/>
                <w:i/>
                <w:iCs/>
              </w:rPr>
              <w:t>Mpf3</w:t>
            </w:r>
            <w:r w:rsidRPr="00B81C62">
              <w:rPr>
                <w:rFonts w:cs="Arial"/>
                <w:iCs/>
              </w:rPr>
              <w:t xml:space="preserve"> (in cell wall integrity) and the mutant failed to utilise glycerol. Completely avirulent in a mouse model of infection accompanied with significantly reduced </w:t>
            </w:r>
            <w:r w:rsidRPr="00B81C62">
              <w:rPr>
                <w:rFonts w:cs="Arial"/>
                <w:i/>
              </w:rPr>
              <w:t xml:space="preserve">Lac1 </w:t>
            </w:r>
            <w:r w:rsidRPr="00B81C62">
              <w:rPr>
                <w:rFonts w:cs="Arial"/>
                <w:iCs/>
              </w:rPr>
              <w:t xml:space="preserve">expression due to accumulation of </w:t>
            </w:r>
            <w:r w:rsidRPr="00B81C62">
              <w:rPr>
                <w:rFonts w:cs="Arial"/>
                <w:i/>
              </w:rPr>
              <w:t xml:space="preserve">Not1 </w:t>
            </w:r>
            <w:r w:rsidRPr="00B81C62">
              <w:rPr>
                <w:rFonts w:cs="Arial"/>
                <w:iCs/>
              </w:rPr>
              <w:t xml:space="preserve">global negative regulator of transcription; however, capsule formation and urease activity remained unchanged; mating was moderately reduced, and finally, </w:t>
            </w:r>
            <w:r w:rsidRPr="00B81C62">
              <w:rPr>
                <w:rFonts w:cs="Arial"/>
                <w:i/>
              </w:rPr>
              <w:t xml:space="preserve">in situ </w:t>
            </w:r>
            <w:r w:rsidRPr="00B81C62">
              <w:rPr>
                <w:rFonts w:cs="Arial"/>
                <w:iCs/>
              </w:rPr>
              <w:t xml:space="preserve">hybridisation had proved the occurrence of </w:t>
            </w:r>
            <w:r w:rsidRPr="00B81C62">
              <w:rPr>
                <w:rFonts w:cs="Arial"/>
                <w:i/>
              </w:rPr>
              <w:t>Vad1</w:t>
            </w:r>
            <w:r w:rsidRPr="00B81C62">
              <w:rPr>
                <w:rFonts w:cs="Arial"/>
                <w:iCs/>
              </w:rPr>
              <w:t xml:space="preserve"> transcripts in the </w:t>
            </w:r>
            <w:r w:rsidR="00D16B57" w:rsidRPr="00D16B57">
              <w:rPr>
                <w:rFonts w:cs="Arial"/>
                <w:i/>
                <w:iCs/>
                <w:lang w:val="x-none"/>
              </w:rPr>
              <w:t>Cryptococcus</w:t>
            </w:r>
            <w:r w:rsidRPr="00B81C62">
              <w:rPr>
                <w:rFonts w:cs="Arial"/>
                <w:i/>
                <w:iCs/>
                <w:lang w:val="x-none"/>
              </w:rPr>
              <w:t xml:space="preserve"> </w:t>
            </w:r>
            <w:r w:rsidRPr="00B81C62">
              <w:rPr>
                <w:rFonts w:cs="Arial"/>
                <w:lang w:val="en-US"/>
              </w:rPr>
              <w:t xml:space="preserve">infected </w:t>
            </w:r>
            <w:r w:rsidRPr="00B81C62">
              <w:rPr>
                <w:rFonts w:cs="Arial"/>
                <w:iCs/>
              </w:rPr>
              <w:t>HIV patient</w:t>
            </w:r>
            <w:bookmarkStart w:id="19" w:name="OLE_LINK351"/>
            <w:bookmarkStart w:id="20" w:name="OLE_LINK352"/>
            <w:r w:rsidRPr="00B81C62">
              <w:rPr>
                <w:rFonts w:cs="Arial"/>
                <w:iCs/>
              </w:rPr>
              <w:t xml:space="preserve"> </w:t>
            </w:r>
            <w:bookmarkEnd w:id="19"/>
            <w:bookmarkEnd w:id="20"/>
            <w:r w:rsidRPr="00B81C62">
              <w:rPr>
                <w:rFonts w:cs="Arial"/>
                <w:iCs/>
              </w:rPr>
              <w:fldChar w:fldCharType="begin">
                <w:fldData xml:space="preserve">PEVuZE5vdGU+PENpdGU+PEF1dGhvcj5QYW5lcGludG88L0F1dGhvcj48WWVhcj4yMDA1PC9ZZWFy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 </w:instrText>
            </w:r>
            <w:r w:rsidR="00706F40">
              <w:rPr>
                <w:rFonts w:cs="Arial"/>
                <w:iCs/>
              </w:rPr>
              <w:fldChar w:fldCharType="begin">
                <w:fldData xml:space="preserve">PEVuZE5vdGU+PENpdGU+PEF1dGhvcj5QYW5lcGludG88L0F1dGhvcj48WWVhcj4yMDA1PC9ZZWFy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[115]</w:t>
            </w:r>
            <w:r w:rsidRPr="00B81C62">
              <w:rPr>
                <w:rFonts w:cs="Arial"/>
                <w:iCs/>
              </w:rPr>
              <w:fldChar w:fldCharType="end"/>
            </w:r>
          </w:p>
          <w:p w14:paraId="77679483" w14:textId="418004BE" w:rsidR="00B81C62" w:rsidRPr="00B81C62" w:rsidRDefault="00B81C62" w:rsidP="00B81C62">
            <w:pPr>
              <w:tabs>
                <w:tab w:val="left" w:pos="0"/>
              </w:tabs>
              <w:jc w:val="left"/>
              <w:rPr>
                <w:rFonts w:cs="Arial"/>
                <w:color w:val="2E2E2E"/>
                <w:shd w:val="clear" w:color="auto" w:fill="FFFFFF"/>
              </w:rPr>
            </w:pPr>
            <w:r w:rsidRPr="00B81C62">
              <w:rPr>
                <w:rFonts w:cs="Arial"/>
                <w:iCs/>
              </w:rPr>
              <w:t xml:space="preserve">Overexpression of </w:t>
            </w:r>
            <w:r w:rsidRPr="00B81C62">
              <w:rPr>
                <w:rFonts w:cs="Arial"/>
                <w:i/>
                <w:iCs/>
              </w:rPr>
              <w:t>Tuf1</w:t>
            </w:r>
            <w:r w:rsidRPr="00B81C62">
              <w:rPr>
                <w:rFonts w:cs="Arial"/>
                <w:iCs/>
              </w:rPr>
              <w:t xml:space="preserve"> in </w:t>
            </w:r>
            <w:r w:rsidRPr="00B81C62">
              <w:rPr>
                <w:rFonts w:cs="Arial"/>
                <w:iCs/>
                <w:lang w:val="x-none"/>
              </w:rPr>
              <w:t>t</w:t>
            </w:r>
            <w:r w:rsidRPr="00B81C62">
              <w:rPr>
                <w:rFonts w:cs="Arial"/>
                <w:iCs/>
              </w:rPr>
              <w:t xml:space="preserve">his mutant restored respiratory growth (mitochondria function) and FCZ sensitivity (both in the </w:t>
            </w:r>
            <w:r w:rsidRPr="00B81C62">
              <w:rPr>
                <w:rFonts w:cs="Arial"/>
                <w:i/>
                <w:iCs/>
                <w:lang w:val="x-none"/>
              </w:rPr>
              <w:t>Δ</w:t>
            </w:r>
            <w:r w:rsidRPr="00B81C62">
              <w:rPr>
                <w:rFonts w:cs="Arial"/>
                <w:i/>
                <w:iCs/>
              </w:rPr>
              <w:t xml:space="preserve">vad1 </w:t>
            </w:r>
            <w:r w:rsidRPr="00B81C62">
              <w:rPr>
                <w:rFonts w:cs="Arial"/>
                <w:iCs/>
              </w:rPr>
              <w:t xml:space="preserve">mutant and tetracycline-induced FCZ-resistant strain) but failed to cleave </w:t>
            </w:r>
            <w:r w:rsidRPr="00B81C62">
              <w:rPr>
                <w:rFonts w:cs="Arial"/>
                <w:i/>
                <w:iCs/>
              </w:rPr>
              <w:t>Sre1</w:t>
            </w:r>
            <w:r w:rsidRPr="00B81C62">
              <w:rPr>
                <w:rFonts w:cs="Arial"/>
                <w:iCs/>
              </w:rPr>
              <w:t xml:space="preserve"> in response to FCZ for the virulence to be restored </w:t>
            </w:r>
            <w:r w:rsidRPr="00B81C62">
              <w:rPr>
                <w:rFonts w:cs="Arial"/>
                <w:iCs/>
              </w:rPr>
              <w:fldChar w:fldCharType="begin">
                <w:fldData xml:space="preserve">PEVuZE5vdGU+PENpdGU+PEF1dGhvcj5QYW5lcGludG88L0F1dGhvcj48WWVhcj4yMDA1PC9ZZWFy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</w:fldData>
              </w:fldChar>
            </w:r>
            <w:r w:rsidR="00706F40">
              <w:rPr>
                <w:rFonts w:cs="Arial"/>
                <w:iCs/>
              </w:rPr>
              <w:instrText xml:space="preserve"> ADDIN EN.CITE </w:instrText>
            </w:r>
            <w:r w:rsidR="00706F40">
              <w:rPr>
                <w:rFonts w:cs="Arial"/>
                <w:iCs/>
              </w:rPr>
              <w:fldChar w:fldCharType="begin">
                <w:fldData xml:space="preserve">PEVuZE5vdGU+PENpdGU+PEF1dGhvcj5QYW5lcGludG88L0F1dGhvcj48WWVhcj4yMDA1PC9ZZWFy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[115,172]</w:t>
            </w:r>
            <w:r w:rsidRPr="00B81C62">
              <w:rPr>
                <w:rFonts w:cs="Arial"/>
                <w:iCs/>
              </w:rPr>
              <w:fldChar w:fldCharType="end"/>
            </w:r>
            <w:r w:rsidRPr="00B81C62">
              <w:rPr>
                <w:rFonts w:cs="Arial"/>
                <w:iCs/>
              </w:rPr>
              <w:t xml:space="preserve">. </w:t>
            </w:r>
          </w:p>
        </w:tc>
      </w:tr>
      <w:tr w:rsidR="00B81C62" w:rsidRPr="00B81C62" w14:paraId="4683A22F" w14:textId="77777777" w:rsidTr="00B81C62">
        <w:tc>
          <w:tcPr>
            <w:tcW w:w="939" w:type="pct"/>
            <w:tcBorders>
              <w:bottom w:val="single" w:sz="4" w:space="0" w:color="auto"/>
            </w:tcBorders>
            <w:shd w:val="clear" w:color="auto" w:fill="auto"/>
            <w:vAlign w:val="center"/>
          </w:tcPr>
          <w:p w14:paraId="084099B8" w14:textId="42F1C342"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vtc4, </w:t>
            </w:r>
            <w:r w:rsidRPr="00B81C62">
              <w:rPr>
                <w:rFonts w:cs="Arial"/>
                <w:i/>
                <w:iCs/>
                <w:lang w:val="x-none"/>
              </w:rPr>
              <w:t>Δ</w:t>
            </w:r>
            <w:r w:rsidRPr="00B81C62">
              <w:rPr>
                <w:rFonts w:cs="Arial"/>
                <w:i/>
                <w:iCs/>
              </w:rPr>
              <w:t xml:space="preserve">epp1, </w:t>
            </w:r>
            <w:r w:rsidRPr="00B81C62">
              <w:rPr>
                <w:rFonts w:cs="Arial"/>
                <w:iCs/>
              </w:rPr>
              <w:t>and</w:t>
            </w:r>
            <w:r w:rsidRPr="00B81C62">
              <w:rPr>
                <w:rFonts w:cs="Arial"/>
                <w:i/>
                <w:iCs/>
              </w:rPr>
              <w:t xml:space="preserve"> </w:t>
            </w:r>
            <w:r w:rsidRPr="00B81C62">
              <w:rPr>
                <w:rFonts w:cs="Arial"/>
                <w:i/>
                <w:iCs/>
                <w:lang w:val="x-none"/>
              </w:rPr>
              <w:t>Δ</w:t>
            </w:r>
            <w:r w:rsidRPr="00B81C62">
              <w:rPr>
                <w:rFonts w:cs="Arial"/>
                <w:i/>
                <w:iCs/>
              </w:rPr>
              <w:t>xpp1</w:t>
            </w:r>
          </w:p>
        </w:tc>
        <w:tc>
          <w:tcPr>
            <w:tcW w:w="4061" w:type="pct"/>
            <w:tcBorders>
              <w:top w:val="nil"/>
              <w:bottom w:val="single" w:sz="4" w:space="0" w:color="auto"/>
            </w:tcBorders>
            <w:shd w:val="clear" w:color="auto" w:fill="auto"/>
            <w:vAlign w:val="center"/>
          </w:tcPr>
          <w:p w14:paraId="3155E01E" w14:textId="326AF525" w:rsidR="00B81C62" w:rsidRPr="00B81C62" w:rsidRDefault="00B81C62" w:rsidP="00B81C62">
            <w:pPr>
              <w:tabs>
                <w:tab w:val="left" w:pos="0"/>
              </w:tabs>
              <w:jc w:val="left"/>
              <w:rPr>
                <w:rFonts w:cs="Arial"/>
                <w:iCs/>
              </w:rPr>
            </w:pPr>
            <w:r w:rsidRPr="00B81C62">
              <w:rPr>
                <w:rFonts w:cs="Arial"/>
                <w:iCs/>
              </w:rPr>
              <w:t xml:space="preserve">Mutants showed no visible growth defect in phosphate-limiting conditions. The </w:t>
            </w:r>
            <w:r w:rsidRPr="00B81C62">
              <w:rPr>
                <w:rFonts w:cs="Arial"/>
                <w:i/>
              </w:rPr>
              <w:t>Δvtc4</w:t>
            </w:r>
            <w:r w:rsidRPr="00B81C62">
              <w:rPr>
                <w:rFonts w:cs="Arial"/>
                <w:iCs/>
              </w:rPr>
              <w:t xml:space="preserve"> is drastically susceptible to zinc toxicity showing the scavenging effect of cytoplasmic polyphosphate because of zinc uptake by Pho proteins. The </w:t>
            </w:r>
            <w:r w:rsidRPr="00B81C62">
              <w:rPr>
                <w:rFonts w:cs="Arial"/>
                <w:i/>
              </w:rPr>
              <w:t>Δxpp1</w:t>
            </w:r>
            <w:r w:rsidRPr="00B81C62">
              <w:rPr>
                <w:rFonts w:cs="Arial"/>
                <w:iCs/>
              </w:rPr>
              <w:t xml:space="preserve"> and </w:t>
            </w:r>
            <w:r w:rsidRPr="00B81C62">
              <w:rPr>
                <w:rFonts w:cs="Arial"/>
                <w:i/>
                <w:iCs/>
              </w:rPr>
              <w:t>Δxpp1</w:t>
            </w:r>
            <w:proofErr w:type="spellStart"/>
            <w:r w:rsidRPr="00B81C62">
              <w:rPr>
                <w:rFonts w:cs="Arial"/>
                <w:i/>
                <w:iCs/>
                <w:lang w:val="x-none"/>
              </w:rPr>
              <w:t>Δ</w:t>
            </w:r>
            <w:r w:rsidRPr="00B81C62">
              <w:rPr>
                <w:rFonts w:cs="Arial"/>
                <w:i/>
                <w:iCs/>
                <w:lang w:val="en-US"/>
              </w:rPr>
              <w:t>e</w:t>
            </w:r>
            <w:proofErr w:type="spellEnd"/>
            <w:r w:rsidRPr="00B81C62">
              <w:rPr>
                <w:rFonts w:cs="Arial"/>
                <w:i/>
                <w:iCs/>
              </w:rPr>
              <w:t xml:space="preserve">pp1 </w:t>
            </w:r>
            <w:r w:rsidRPr="00B81C62">
              <w:rPr>
                <w:rFonts w:cs="Arial"/>
                <w:iCs/>
              </w:rPr>
              <w:lastRenderedPageBreak/>
              <w:t xml:space="preserve">are more susceptible to zinc than </w:t>
            </w:r>
            <w:r w:rsidRPr="00B81C62">
              <w:rPr>
                <w:rFonts w:cs="Arial"/>
                <w:i/>
                <w:iCs/>
              </w:rPr>
              <w:t>Δepp1</w:t>
            </w:r>
            <w:r w:rsidRPr="00B81C62">
              <w:rPr>
                <w:rFonts w:cs="Arial"/>
                <w:iCs/>
              </w:rPr>
              <w:t xml:space="preserve"> alone at </w:t>
            </w:r>
            <w:r w:rsidRPr="00B81C62">
              <w:rPr>
                <w:rFonts w:cs="Arial"/>
              </w:rPr>
              <w:t>30</w:t>
            </w:r>
            <w:r w:rsidRPr="00B81C62">
              <w:rPr>
                <w:rFonts w:cs="Arial"/>
                <w:vertAlign w:val="superscript"/>
              </w:rPr>
              <w:t>o</w:t>
            </w:r>
            <w:r w:rsidRPr="00B81C62">
              <w:rPr>
                <w:rFonts w:cs="Arial"/>
              </w:rPr>
              <w:t>C but not 37</w:t>
            </w:r>
            <w:r w:rsidRPr="00B81C62">
              <w:rPr>
                <w:rFonts w:cs="Arial"/>
                <w:vertAlign w:val="superscript"/>
              </w:rPr>
              <w:t>o</w:t>
            </w:r>
            <w:r w:rsidRPr="00B81C62">
              <w:rPr>
                <w:rFonts w:cs="Arial"/>
              </w:rPr>
              <w:t xml:space="preserve">C. The </w:t>
            </w:r>
            <w:r w:rsidRPr="00B81C62">
              <w:rPr>
                <w:rFonts w:cs="Arial"/>
                <w:i/>
                <w:iCs/>
              </w:rPr>
              <w:t xml:space="preserve">Δvtc4, Δxpp1, </w:t>
            </w:r>
            <w:r w:rsidRPr="00B81C62">
              <w:rPr>
                <w:rFonts w:cs="Arial"/>
                <w:iCs/>
              </w:rPr>
              <w:t xml:space="preserve">and </w:t>
            </w:r>
            <w:r w:rsidRPr="00B81C62">
              <w:rPr>
                <w:rFonts w:cs="Arial"/>
                <w:i/>
                <w:iCs/>
              </w:rPr>
              <w:t>Δxpp1</w:t>
            </w:r>
            <w:proofErr w:type="spellStart"/>
            <w:r w:rsidRPr="00B81C62">
              <w:rPr>
                <w:rFonts w:cs="Arial"/>
                <w:i/>
                <w:iCs/>
                <w:lang w:val="x-none"/>
              </w:rPr>
              <w:t>Δ</w:t>
            </w:r>
            <w:r w:rsidRPr="00B81C62">
              <w:rPr>
                <w:rFonts w:cs="Arial"/>
                <w:i/>
                <w:iCs/>
                <w:lang w:val="en-US"/>
              </w:rPr>
              <w:t>e</w:t>
            </w:r>
            <w:proofErr w:type="spellEnd"/>
            <w:r w:rsidRPr="00B81C62">
              <w:rPr>
                <w:rFonts w:cs="Arial"/>
                <w:i/>
                <w:iCs/>
              </w:rPr>
              <w:t xml:space="preserve">pp1 </w:t>
            </w:r>
            <w:r w:rsidRPr="00B81C62">
              <w:rPr>
                <w:rFonts w:cs="Arial"/>
              </w:rPr>
              <w:t xml:space="preserve">mutants </w:t>
            </w:r>
            <w:r w:rsidRPr="00B81C62">
              <w:rPr>
                <w:rFonts w:cs="Arial"/>
                <w:iCs/>
              </w:rPr>
              <w:t xml:space="preserve">are resistant to CsA or CsA+calcium; however, </w:t>
            </w:r>
            <w:r w:rsidRPr="00B81C62">
              <w:rPr>
                <w:rFonts w:cs="Arial"/>
                <w:i/>
                <w:iCs/>
              </w:rPr>
              <w:t xml:space="preserve">Δepp1 </w:t>
            </w:r>
            <w:r w:rsidRPr="00B81C62">
              <w:rPr>
                <w:rFonts w:cs="Arial"/>
                <w:iCs/>
              </w:rPr>
              <w:t xml:space="preserve">is resistant only at </w:t>
            </w:r>
            <w:r w:rsidRPr="00B81C62">
              <w:rPr>
                <w:rFonts w:cs="Arial"/>
              </w:rPr>
              <w:t>30</w:t>
            </w:r>
            <w:r w:rsidRPr="00B81C62">
              <w:rPr>
                <w:rFonts w:cs="Arial"/>
                <w:vertAlign w:val="superscript"/>
              </w:rPr>
              <w:t>o</w:t>
            </w:r>
            <w:r w:rsidRPr="00B81C62">
              <w:rPr>
                <w:rFonts w:cs="Arial"/>
              </w:rPr>
              <w:t>C but becomes susceptible at 37</w:t>
            </w:r>
            <w:r w:rsidRPr="00B81C62">
              <w:rPr>
                <w:rFonts w:cs="Arial"/>
                <w:vertAlign w:val="superscript"/>
              </w:rPr>
              <w:t>o</w:t>
            </w:r>
            <w:r w:rsidRPr="00B81C62">
              <w:rPr>
                <w:rFonts w:cs="Arial"/>
              </w:rPr>
              <w:t xml:space="preserve">C. Generally, each single/double mutant showed no growth defect in YPD </w:t>
            </w:r>
            <w:r w:rsidRPr="00B81C62">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PEVuZE5vdGU+PENpdGU+PEF1dGhvcj5LcmV0c2NobWVyPC9BdXRob3I+PFllYXI+MjAxNDwvWWVh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=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[40]</w:t>
            </w:r>
            <w:r w:rsidRPr="00B81C62">
              <w:rPr>
                <w:rFonts w:cs="Arial"/>
                <w:iCs/>
              </w:rPr>
              <w:fldChar w:fldCharType="end"/>
            </w:r>
          </w:p>
        </w:tc>
      </w:tr>
      <w:tr w:rsidR="00B81C62" w:rsidRPr="00B81C62" w14:paraId="2AD2560F" w14:textId="77777777" w:rsidTr="00B81C62">
        <w:tc>
          <w:tcPr>
            <w:tcW w:w="939" w:type="pct"/>
            <w:tcBorders>
              <w:bottom w:val="single" w:sz="4" w:space="0" w:color="auto"/>
            </w:tcBorders>
            <w:shd w:val="clear" w:color="auto" w:fill="auto"/>
            <w:vAlign w:val="center"/>
          </w:tcPr>
          <w:p w14:paraId="4E321D23" w14:textId="623C3A37" w:rsidR="00B81C62" w:rsidRPr="00B81C62" w:rsidRDefault="00B81C62" w:rsidP="00B81C62">
            <w:pPr>
              <w:pStyle w:val="MDPI42tablebody"/>
              <w:jc w:val="left"/>
              <w:rPr>
                <w:rFonts w:cs="Arial"/>
                <w:i/>
                <w:iCs/>
                <w:lang w:val="x-none"/>
              </w:rPr>
            </w:pPr>
            <w:proofErr w:type="spellStart"/>
            <w:r w:rsidRPr="00B81C62">
              <w:rPr>
                <w:rFonts w:cs="Arial"/>
                <w:i/>
                <w:iCs/>
                <w:lang w:val="x-none"/>
              </w:rPr>
              <w:lastRenderedPageBreak/>
              <w:t>Δ</w:t>
            </w:r>
            <w:r w:rsidRPr="00B81C62">
              <w:rPr>
                <w:rFonts w:cs="Arial"/>
                <w:i/>
                <w:iCs/>
              </w:rPr>
              <w:t>vph</w:t>
            </w:r>
            <w:proofErr w:type="spellEnd"/>
          </w:p>
        </w:tc>
        <w:tc>
          <w:tcPr>
            <w:tcW w:w="4061" w:type="pct"/>
            <w:tcBorders>
              <w:top w:val="nil"/>
              <w:bottom w:val="single" w:sz="4" w:space="0" w:color="auto"/>
            </w:tcBorders>
            <w:shd w:val="clear" w:color="auto" w:fill="auto"/>
            <w:vAlign w:val="center"/>
          </w:tcPr>
          <w:p w14:paraId="7394B435" w14:textId="24C2B758" w:rsidR="00B81C62" w:rsidRPr="00B81C62" w:rsidRDefault="00B81C62" w:rsidP="00B81C62">
            <w:pPr>
              <w:tabs>
                <w:tab w:val="left" w:pos="0"/>
              </w:tabs>
              <w:jc w:val="left"/>
              <w:rPr>
                <w:rFonts w:cs="Arial"/>
                <w:iCs/>
              </w:rPr>
            </w:pPr>
            <w:r w:rsidRPr="00B81C62">
              <w:rPr>
                <w:rFonts w:cs="Arial"/>
                <w:iCs/>
              </w:rPr>
              <w:t xml:space="preserve">Mutants generated by insertional mutation showed defective vacuolar acidification with cytoplasmic vacuoles aggregated into a single enlargement; impaired copper assimilation that rendered laccase inactive but can be restored by exogenous copper </w:t>
            </w:r>
            <w:r w:rsidRPr="00B81C62">
              <w:rPr>
                <w:rFonts w:cs="Arial"/>
                <w:iCs/>
              </w:rPr>
              <w:fldChar w:fldCharType="begin">
                <w:fldData xml:space="preserve">PEVuZE5vdGU+PENpdGU+PEF1dGhvcj5aaHU8L0F1dGhvcj48WWVhcj4yMDAzPC9ZZWFyPjxSZWNO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</w:fldData>
              </w:fldChar>
            </w:r>
            <w:r w:rsidR="00706F40">
              <w:rPr>
                <w:rFonts w:cs="Arial"/>
                <w:iCs/>
              </w:rPr>
              <w:instrText xml:space="preserve"> ADDIN EN.CITE </w:instrText>
            </w:r>
            <w:r w:rsidR="00706F40">
              <w:rPr>
                <w:rFonts w:cs="Arial"/>
                <w:iCs/>
              </w:rPr>
              <w:fldChar w:fldCharType="begin">
                <w:fldData xml:space="preserve">PEVuZE5vdGU+PENpdGU+PEF1dGhvcj5aaHU8L0F1dGhvcj48WWVhcj4yMDAzPC9ZZWFyPjxSZWNO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[173]</w:t>
            </w:r>
            <w:r w:rsidRPr="00B81C62">
              <w:rPr>
                <w:rFonts w:cs="Arial"/>
                <w:iCs/>
              </w:rPr>
              <w:fldChar w:fldCharType="end"/>
            </w:r>
            <w:r w:rsidRPr="00B81C62">
              <w:rPr>
                <w:rFonts w:cs="Arial"/>
                <w:iCs/>
              </w:rPr>
              <w:t xml:space="preserve">; failed to produce capsule, melanin (despite the evidence of </w:t>
            </w:r>
            <w:r w:rsidRPr="00B81C62">
              <w:rPr>
                <w:rFonts w:cs="Arial"/>
                <w:i/>
              </w:rPr>
              <w:t xml:space="preserve">Lac1 </w:t>
            </w:r>
            <w:r w:rsidRPr="00B81C62">
              <w:rPr>
                <w:rFonts w:cs="Arial"/>
                <w:iCs/>
              </w:rPr>
              <w:t xml:space="preserve">transcripts), and urease activity; </w:t>
            </w:r>
            <w:r w:rsidRPr="00B81C62">
              <w:rPr>
                <w:rFonts w:cs="Arial"/>
                <w:i/>
                <w:iCs/>
              </w:rPr>
              <w:t>ts</w:t>
            </w:r>
            <w:r w:rsidRPr="00B81C62">
              <w:rPr>
                <w:rFonts w:cs="Arial"/>
                <w:iCs/>
              </w:rPr>
              <w:t xml:space="preserve"> mutants with increased doubling time from 30 –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(indication of an increased growth defect); </w:t>
            </w:r>
            <w:r w:rsidRPr="00B81C62">
              <w:rPr>
                <w:rFonts w:cs="Arial"/>
                <w:iCs/>
              </w:rPr>
              <w:t xml:space="preserve">completely avirulent in MIMC </w:t>
            </w:r>
            <w:r w:rsidRPr="00B81C62">
              <w:rPr>
                <w:rFonts w:cs="Arial"/>
                <w:iCs/>
              </w:rPr>
              <w:fldChar w:fldCharType="begin">
                <w:fldData xml:space="preserve">PEVuZE5vdGU+PENpdGU+PEF1dGhvcj5aaHU8L0F1dGhvcj48WWVhcj4yMDAzPC9ZZWFyPjxSZWNO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</w:fldData>
              </w:fldChar>
            </w:r>
            <w:r w:rsidR="00706F40">
              <w:rPr>
                <w:rFonts w:cs="Arial"/>
                <w:iCs/>
              </w:rPr>
              <w:instrText xml:space="preserve"> ADDIN EN.CITE </w:instrText>
            </w:r>
            <w:r w:rsidR="00706F40">
              <w:rPr>
                <w:rFonts w:cs="Arial"/>
                <w:iCs/>
              </w:rPr>
              <w:fldChar w:fldCharType="begin">
                <w:fldData xml:space="preserve">PEVuZE5vdGU+PENpdGU+PEF1dGhvcj5aaHU8L0F1dGhvcj48WWVhcj4yMDAzPC9ZZWFyPjxSZWNO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[173,174]</w:t>
            </w:r>
            <w:r w:rsidRPr="00B81C62">
              <w:rPr>
                <w:rFonts w:cs="Arial"/>
                <w:iCs/>
              </w:rPr>
              <w:fldChar w:fldCharType="end"/>
            </w:r>
          </w:p>
        </w:tc>
      </w:tr>
      <w:tr w:rsidR="00B81C62" w:rsidRPr="00B81C62" w14:paraId="10A2728C" w14:textId="77777777" w:rsidTr="00B81C62">
        <w:tc>
          <w:tcPr>
            <w:tcW w:w="939" w:type="pct"/>
            <w:tcBorders>
              <w:bottom w:val="single" w:sz="4" w:space="0" w:color="auto"/>
            </w:tcBorders>
            <w:shd w:val="clear" w:color="auto" w:fill="auto"/>
            <w:vAlign w:val="center"/>
          </w:tcPr>
          <w:p w14:paraId="0D2FECF2" w14:textId="43111651"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vps34</w:t>
            </w:r>
          </w:p>
        </w:tc>
        <w:tc>
          <w:tcPr>
            <w:tcW w:w="4061" w:type="pct"/>
            <w:tcBorders>
              <w:top w:val="nil"/>
              <w:bottom w:val="single" w:sz="4" w:space="0" w:color="auto"/>
            </w:tcBorders>
            <w:shd w:val="clear" w:color="auto" w:fill="auto"/>
            <w:vAlign w:val="center"/>
          </w:tcPr>
          <w:p w14:paraId="0191E76A" w14:textId="77777777" w:rsidR="00B81C62" w:rsidRPr="00B81C62" w:rsidRDefault="00B81C62" w:rsidP="00B81C62">
            <w:pPr>
              <w:tabs>
                <w:tab w:val="left" w:pos="0"/>
              </w:tabs>
              <w:jc w:val="left"/>
              <w:rPr>
                <w:rFonts w:cs="Arial"/>
                <w:lang w:val="en-US"/>
              </w:rPr>
            </w:pPr>
            <w:r w:rsidRPr="00B81C62">
              <w:rPr>
                <w:rFonts w:cs="Arial"/>
                <w:iCs/>
              </w:rPr>
              <w:t xml:space="preserve">Defective formation of </w:t>
            </w:r>
            <w:r w:rsidRPr="00B81C62">
              <w:rPr>
                <w:rFonts w:cs="Arial"/>
              </w:rPr>
              <w:t>Atg8</w:t>
            </w:r>
            <w:r w:rsidRPr="00B81C62">
              <w:rPr>
                <w:rFonts w:cs="Arial"/>
                <w:iCs/>
              </w:rPr>
              <w:t xml:space="preserve"> autophagy vesicles during phagocytosis, and the mutant was unable to survive starvation. Drastic reduction of melanin production but capsule formation, urease activity, and survival at </w:t>
            </w:r>
            <w:r w:rsidRPr="00B81C62">
              <w:rPr>
                <w:rFonts w:cs="Arial"/>
                <w:lang w:val="x-none"/>
              </w:rPr>
              <w:t>37</w:t>
            </w:r>
            <w:r w:rsidRPr="00B81C62">
              <w:rPr>
                <w:rFonts w:cs="Arial"/>
                <w:vertAlign w:val="superscript"/>
                <w:lang w:val="x-none"/>
              </w:rPr>
              <w:t>o</w:t>
            </w:r>
            <w:r w:rsidRPr="00B81C62">
              <w:rPr>
                <w:rFonts w:cs="Arial"/>
                <w:lang w:val="x-none"/>
              </w:rPr>
              <w:t>C</w:t>
            </w:r>
            <w:r w:rsidRPr="00B81C62">
              <w:rPr>
                <w:rFonts w:cs="Arial"/>
              </w:rPr>
              <w:t xml:space="preserve"> </w:t>
            </w:r>
            <w:r w:rsidRPr="00B81C62">
              <w:rPr>
                <w:rFonts w:cs="Arial"/>
                <w:iCs/>
              </w:rPr>
              <w:t xml:space="preserve">remained unaffected, yet the mutant is avirulent in MIMC with zero CFU recovery from the lung or brain, and this is unrelated to poor melanin formation because </w:t>
            </w:r>
            <w:r w:rsidRPr="00B81C62">
              <w:rPr>
                <w:rFonts w:cs="Arial"/>
                <w:i/>
                <w:iCs/>
                <w:lang w:val="x-none"/>
              </w:rPr>
              <w:t>Δ</w:t>
            </w:r>
            <w:r w:rsidRPr="00B81C62">
              <w:rPr>
                <w:rFonts w:cs="Arial"/>
                <w:i/>
                <w:iCs/>
                <w:lang w:val="en-US"/>
              </w:rPr>
              <w:t xml:space="preserve">lac1 </w:t>
            </w:r>
            <w:r w:rsidRPr="00B81C62">
              <w:rPr>
                <w:rFonts w:cs="Arial"/>
                <w:lang w:val="en-US"/>
              </w:rPr>
              <w:t xml:space="preserve">mutant was pathogenic albeit with a smaller reduction in virulence when compared to the </w:t>
            </w:r>
            <w:r w:rsidRPr="00B81C62">
              <w:rPr>
                <w:rFonts w:cs="Arial"/>
                <w:i/>
                <w:iCs/>
                <w:lang w:val="en-US"/>
              </w:rPr>
              <w:t>wt</w:t>
            </w:r>
            <w:r w:rsidRPr="00B81C62">
              <w:rPr>
                <w:rFonts w:cs="Arial"/>
                <w:lang w:val="en-US"/>
              </w:rPr>
              <w:t>.</w:t>
            </w:r>
          </w:p>
          <w:p w14:paraId="02A1B4D1" w14:textId="23538AF3" w:rsidR="00B81C62" w:rsidRPr="00B81C62" w:rsidRDefault="00B81C62" w:rsidP="00B81C62">
            <w:pPr>
              <w:tabs>
                <w:tab w:val="left" w:pos="0"/>
              </w:tabs>
              <w:jc w:val="left"/>
              <w:rPr>
                <w:rFonts w:cs="Arial"/>
                <w:iCs/>
              </w:rPr>
            </w:pPr>
            <w:r w:rsidRPr="00B81C62">
              <w:rPr>
                <w:rFonts w:cs="Arial"/>
                <w:iCs/>
              </w:rPr>
              <w:t xml:space="preserve">Compared to the hypovirulent </w:t>
            </w:r>
            <w:r w:rsidRPr="00B81C62">
              <w:rPr>
                <w:rFonts w:cs="Arial"/>
                <w:i/>
                <w:iCs/>
                <w:lang w:val="x-none"/>
              </w:rPr>
              <w:t>Δ</w:t>
            </w:r>
            <w:r w:rsidRPr="00B81C62">
              <w:rPr>
                <w:rFonts w:cs="Arial"/>
                <w:i/>
                <w:iCs/>
              </w:rPr>
              <w:t xml:space="preserve">cap60 </w:t>
            </w:r>
            <w:r w:rsidRPr="00B81C62">
              <w:rPr>
                <w:rFonts w:cs="Arial"/>
                <w:iCs/>
              </w:rPr>
              <w:t xml:space="preserve">and </w:t>
            </w:r>
            <w:r w:rsidRPr="00B81C62">
              <w:rPr>
                <w:rFonts w:cs="Arial"/>
                <w:i/>
                <w:iCs/>
                <w:lang w:val="x-none"/>
              </w:rPr>
              <w:t>Δ</w:t>
            </w:r>
            <w:r w:rsidRPr="00B81C62">
              <w:rPr>
                <w:rFonts w:cs="Arial"/>
                <w:i/>
                <w:iCs/>
              </w:rPr>
              <w:t xml:space="preserve">lac1 </w:t>
            </w:r>
            <w:r w:rsidRPr="00B81C62">
              <w:rPr>
                <w:rFonts w:cs="Arial"/>
                <w:iCs/>
              </w:rPr>
              <w:t xml:space="preserve">mutants that are systemically half-cleared within 24 </w:t>
            </w:r>
            <w:r w:rsidRPr="00B81C62">
              <w:rPr>
                <w:rFonts w:cs="Arial"/>
                <w:i/>
                <w:iCs/>
              </w:rPr>
              <w:t xml:space="preserve">hpi, </w:t>
            </w:r>
            <w:r w:rsidRPr="00B81C62">
              <w:rPr>
                <w:rFonts w:cs="Arial"/>
                <w:i/>
                <w:iCs/>
                <w:lang w:val="x-none"/>
              </w:rPr>
              <w:t>Δ</w:t>
            </w:r>
            <w:r w:rsidRPr="00B81C62">
              <w:rPr>
                <w:rFonts w:cs="Arial"/>
                <w:i/>
                <w:iCs/>
              </w:rPr>
              <w:t xml:space="preserve">vps34 </w:t>
            </w:r>
            <w:r w:rsidRPr="00B81C62">
              <w:rPr>
                <w:rFonts w:cs="Arial"/>
                <w:iCs/>
              </w:rPr>
              <w:t xml:space="preserve">is rapidly and completely cleared from the lung in about 15 </w:t>
            </w:r>
            <w:r w:rsidRPr="00B81C62">
              <w:rPr>
                <w:rFonts w:cs="Arial"/>
                <w:i/>
                <w:iCs/>
              </w:rPr>
              <w:t>hpi,</w:t>
            </w:r>
            <w:r w:rsidRPr="00B81C62">
              <w:rPr>
                <w:rFonts w:cs="Arial"/>
                <w:iCs/>
              </w:rPr>
              <w:t xml:space="preserve"> accompanied by a high level of TNF</w:t>
            </w:r>
            <w:r w:rsidRPr="00B81C62">
              <w:rPr>
                <w:rFonts w:cs="Arial"/>
                <w:i/>
                <w:iCs/>
                <w:lang w:val="x-none"/>
              </w:rPr>
              <w:t>α</w:t>
            </w:r>
            <w:r w:rsidRPr="00B81C62">
              <w:rPr>
                <w:rFonts w:cs="Arial"/>
                <w:i/>
                <w:iCs/>
              </w:rPr>
              <w:t xml:space="preserve"> </w:t>
            </w:r>
            <w:r w:rsidRPr="00B81C62">
              <w:rPr>
                <w:rFonts w:cs="Arial"/>
                <w:iCs/>
              </w:rPr>
              <w:t xml:space="preserve">in the mice within 5 </w:t>
            </w:r>
            <w:r w:rsidRPr="00B81C62">
              <w:rPr>
                <w:rFonts w:cs="Arial"/>
                <w:i/>
                <w:iCs/>
              </w:rPr>
              <w:t>hpi</w:t>
            </w:r>
            <w:r w:rsidRPr="00B81C62">
              <w:rPr>
                <w:rFonts w:cs="Arial"/>
                <w:iCs/>
              </w:rPr>
              <w:t xml:space="preserve">. Similarly, </w:t>
            </w:r>
            <w:proofErr w:type="spellStart"/>
            <w:r w:rsidRPr="00B81C62">
              <w:rPr>
                <w:rFonts w:cs="Arial"/>
                <w:i/>
                <w:iCs/>
                <w:lang w:val="x-none"/>
              </w:rPr>
              <w:t>Δ</w:t>
            </w:r>
            <w:r w:rsidRPr="00B81C62">
              <w:rPr>
                <w:rFonts w:cs="Arial"/>
                <w:i/>
                <w:iCs/>
                <w:lang w:val="en-US"/>
              </w:rPr>
              <w:t>vp</w:t>
            </w:r>
            <w:proofErr w:type="spellEnd"/>
            <w:r w:rsidRPr="00B81C62">
              <w:rPr>
                <w:rFonts w:cs="Arial"/>
                <w:i/>
                <w:iCs/>
                <w:lang w:val="x-none"/>
              </w:rPr>
              <w:t>s34</w:t>
            </w:r>
            <w:r w:rsidRPr="00B81C62">
              <w:rPr>
                <w:rFonts w:cs="Arial"/>
                <w:i/>
                <w:iCs/>
                <w:lang w:val="en-US"/>
              </w:rPr>
              <w:t xml:space="preserve"> </w:t>
            </w:r>
            <w:r w:rsidRPr="00B81C62">
              <w:rPr>
                <w:rFonts w:cs="Arial"/>
                <w:lang w:val="en-US"/>
              </w:rPr>
              <w:t xml:space="preserve">mutants are more rapidly killed within 24 hours after macrophage phagocytosis but induced similar </w:t>
            </w:r>
            <w:r w:rsidRPr="00B81C62">
              <w:rPr>
                <w:rFonts w:cs="Arial"/>
                <w:i/>
                <w:iCs/>
                <w:lang w:val="en-US"/>
              </w:rPr>
              <w:t>wt</w:t>
            </w:r>
            <w:r w:rsidRPr="00B81C62">
              <w:rPr>
                <w:rFonts w:cs="Arial"/>
                <w:lang w:val="en-US"/>
              </w:rPr>
              <w:t xml:space="preserve"> macrophage autophagy following the conversion of lipidated Atg8 homologue, LC3-I to LC3-II in the infected macrophage. The </w:t>
            </w:r>
            <w:r w:rsidRPr="00B81C62">
              <w:rPr>
                <w:rFonts w:cs="Arial"/>
                <w:i/>
                <w:iCs/>
                <w:lang w:val="en-US"/>
              </w:rPr>
              <w:t>w</w:t>
            </w:r>
            <w:r w:rsidRPr="00B81C62">
              <w:rPr>
                <w:rFonts w:cs="Arial"/>
                <w:i/>
                <w:iCs/>
              </w:rPr>
              <w:t>t</w:t>
            </w:r>
            <w:r w:rsidRPr="00B81C62">
              <w:rPr>
                <w:rFonts w:cs="Arial"/>
                <w:iCs/>
              </w:rPr>
              <w:t xml:space="preserve"> expression of </w:t>
            </w:r>
            <w:r w:rsidRPr="00B81C62">
              <w:rPr>
                <w:rFonts w:cs="Arial"/>
                <w:i/>
              </w:rPr>
              <w:t>Vps34</w:t>
            </w:r>
            <w:r w:rsidRPr="00B81C62">
              <w:rPr>
                <w:rFonts w:cs="Arial"/>
                <w:iCs/>
              </w:rPr>
              <w:t xml:space="preserve"> complemented </w:t>
            </w:r>
            <w:r w:rsidR="00AD31E3" w:rsidRPr="00AD31E3">
              <w:rPr>
                <w:rFonts w:cs="Arial"/>
                <w:i/>
                <w:iCs/>
                <w:lang w:val="x-none"/>
              </w:rPr>
              <w:t>S. cerevisiae</w:t>
            </w:r>
            <w:r w:rsidRPr="00B81C62">
              <w:rPr>
                <w:rFonts w:cs="Arial"/>
                <w:i/>
                <w:iCs/>
              </w:rPr>
              <w:t xml:space="preserve"> </w:t>
            </w:r>
            <w:r w:rsidRPr="00B81C62">
              <w:rPr>
                <w:rFonts w:cs="Arial"/>
                <w:i/>
                <w:iCs/>
                <w:lang w:val="x-none"/>
              </w:rPr>
              <w:t>Δ</w:t>
            </w:r>
            <w:r w:rsidRPr="00B81C62">
              <w:rPr>
                <w:rFonts w:cs="Arial"/>
                <w:i/>
                <w:iCs/>
              </w:rPr>
              <w:t xml:space="preserve">vps34 </w:t>
            </w:r>
            <w:r w:rsidRPr="00B81C62">
              <w:rPr>
                <w:rFonts w:cs="Arial"/>
                <w:iCs/>
              </w:rPr>
              <w:t xml:space="preserve">mutant to restore the thermosensitivity and autophagy body formation in nutrient-limiting conditions </w:t>
            </w:r>
            <w:r w:rsidRPr="00B81C62">
              <w:rPr>
                <w:rFonts w:cs="Arial"/>
                <w:iCs/>
              </w:rPr>
              <w:fldChar w:fldCharType="begin"/>
            </w:r>
            <w:r w:rsidR="00706F40">
              <w:rPr>
                <w:rFonts w:cs="Arial"/>
                <w:iCs/>
              </w:rPr>
              <w:instrText xml:space="preserve"> ADDIN EN.CITE &lt;EndNote&gt;&lt;Cite&gt;&lt;Author&gt;Hu&lt;/Author&gt;&lt;Year&gt;2008&lt;/Year&gt;&lt;RecNum&gt;504&lt;/RecNum&gt;&lt;DisplayText&gt;&lt;style size="10"&gt;[175]&lt;/style&gt;&lt;/DisplayText&gt;&lt;record&gt;&lt;rec-number&gt;504&lt;/rec-number&gt;&lt;foreign-keys&gt;&lt;key app="EN" db-id="2ef9ffxzfstzs5e9dzov9txxs20trda0deex" timestamp="1613137990"&gt;504&lt;/key&gt;&lt;/foreign-keys&gt;&lt;ref-type name="Journal Article"&gt;17&lt;/ref-type&gt;&lt;contributors&gt;&lt;authors&gt;&lt;author&gt;Hu, Guowu&lt;/author&gt;&lt;author&gt;Hacham, Moshe&lt;/author&gt;&lt;author&gt;Waterman, Scott R.&lt;/author&gt;&lt;author&gt;Panepinto, John&lt;/author&gt;&lt;author&gt;Shin, Soowan&lt;/author&gt;&lt;author&gt;Liu, Xiaoguang&lt;/author&gt;&lt;author&gt;Gibbons, Jack&lt;/author&gt;&lt;author&gt;Valyi-Nagy, Tibor&lt;/author&gt;&lt;author&gt;Obara, Keisuke&lt;/author&gt;&lt;author&gt;Jaffe, H. Ari&lt;/author&gt;&lt;/authors&gt;&lt;/contributors&gt;&lt;titles&gt;&lt;title&gt;PI3K signaling of autophagy is required for starvation tolerance and virulenceof Cryptococcus neoformans&lt;/title&gt;&lt;secondary-title&gt;The Journal of clinical investigation&lt;/secondary-title&gt;&lt;/titles&gt;&lt;periodical&gt;&lt;full-title&gt;The Journal of clinical investigation&lt;/full-title&gt;&lt;/periodical&gt;&lt;pages&gt;1186-1197&lt;/pages&gt;&lt;volume&gt;118&lt;/volume&gt;&lt;number&gt;3&lt;/number&gt;&lt;dates&gt;&lt;year&gt;2008&lt;/year&gt;&lt;/dates&gt;&lt;publisher&gt;Am Soc Clin Investig&lt;/publisher&gt;&lt;isbn&gt;0021-9738&lt;/isbn&gt;&lt;urls&gt;&lt;/urls&gt;&lt;/record&gt;&lt;/Cite&gt;&lt;/EndNote&gt;</w:instrText>
            </w:r>
            <w:r w:rsidRPr="00B81C62">
              <w:rPr>
                <w:rFonts w:cs="Arial"/>
                <w:iCs/>
              </w:rPr>
              <w:fldChar w:fldCharType="separate"/>
            </w:r>
            <w:r w:rsidR="00706F40">
              <w:rPr>
                <w:rFonts w:cs="Arial"/>
                <w:iCs/>
                <w:noProof/>
              </w:rPr>
              <w:t>[175]</w:t>
            </w:r>
            <w:r w:rsidRPr="00B81C62">
              <w:rPr>
                <w:rFonts w:cs="Arial"/>
                <w:iCs/>
              </w:rPr>
              <w:fldChar w:fldCharType="end"/>
            </w:r>
          </w:p>
        </w:tc>
      </w:tr>
      <w:tr w:rsidR="00B81C62" w:rsidRPr="00B81C62" w14:paraId="39B0D7FB" w14:textId="77777777" w:rsidTr="00B81C62">
        <w:tc>
          <w:tcPr>
            <w:tcW w:w="939" w:type="pct"/>
            <w:tcBorders>
              <w:bottom w:val="single" w:sz="4" w:space="0" w:color="auto"/>
            </w:tcBorders>
            <w:shd w:val="clear" w:color="auto" w:fill="auto"/>
            <w:vAlign w:val="center"/>
          </w:tcPr>
          <w:p w14:paraId="3453A8A5" w14:textId="505A7CD1"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vps45</w:t>
            </w:r>
          </w:p>
        </w:tc>
        <w:tc>
          <w:tcPr>
            <w:tcW w:w="4061" w:type="pct"/>
            <w:tcBorders>
              <w:top w:val="nil"/>
              <w:bottom w:val="single" w:sz="4" w:space="0" w:color="auto"/>
            </w:tcBorders>
            <w:shd w:val="clear" w:color="auto" w:fill="auto"/>
            <w:vAlign w:val="center"/>
          </w:tcPr>
          <w:p w14:paraId="08798A07" w14:textId="4132888C" w:rsidR="00B81C62" w:rsidRPr="00B81C62" w:rsidRDefault="00B81C62" w:rsidP="00B81C62">
            <w:pPr>
              <w:tabs>
                <w:tab w:val="left" w:pos="0"/>
              </w:tabs>
              <w:jc w:val="left"/>
              <w:rPr>
                <w:rFonts w:cs="Arial"/>
                <w:iCs/>
              </w:rPr>
            </w:pPr>
            <w:r w:rsidRPr="00B81C62">
              <w:rPr>
                <w:rFonts w:cs="Arial"/>
                <w:iCs/>
              </w:rPr>
              <w:t xml:space="preserve">Poor iron acquisition; defective growth from 30 – </w:t>
            </w:r>
            <w:r w:rsidRPr="00B81C62">
              <w:rPr>
                <w:rFonts w:cs="Arial"/>
              </w:rPr>
              <w:t>37</w:t>
            </w:r>
            <w:r w:rsidRPr="00B81C62">
              <w:rPr>
                <w:rFonts w:cs="Arial"/>
                <w:vertAlign w:val="superscript"/>
              </w:rPr>
              <w:t>o</w:t>
            </w:r>
            <w:r w:rsidRPr="00B81C62">
              <w:rPr>
                <w:rFonts w:cs="Arial"/>
              </w:rPr>
              <w:t xml:space="preserve">C; disruption of vacuolar accumulation of Cfo1 protein; susceptible to hyperosmotic stress, CFW, caffeine, &gt;0.01% SDS, &gt;3 mM chloroquine (CQ), and 0.4 mM quinacrine. The cell wall integrity and major virulence factors remain unaffected, but macrophage clearance increases due to the reduced intracellular survival of this mutant </w:t>
            </w:r>
            <w:r w:rsidRPr="00B81C62">
              <w:rPr>
                <w:rFonts w:cs="Arial"/>
              </w:rPr>
              <w:fldChar w:fldCharType="begin"/>
            </w:r>
            <w:r w:rsidR="00706F40">
              <w:rPr>
                <w:rFonts w:cs="Arial"/>
              </w:rPr>
              <w:instrText xml:space="preserve"> ADDIN EN.CITE &lt;EndNote&gt;&lt;Cite&gt;&lt;Author&gt;Nielson&lt;/Author&gt;&lt;Year&gt;2014&lt;/Year&gt;&lt;RecNum&gt;238&lt;/RecNum&gt;&lt;DisplayText&gt;&lt;style size="10"&gt;[176]&lt;/style&gt;&lt;/DisplayText&gt;&lt;record&gt;&lt;rec-number&gt;238&lt;/rec-number&gt;&lt;foreign-keys&gt;&lt;key app="EN" db-id="2ef9ffxzfstzs5e9dzov9txxs20trda0deex" timestamp="1599993372"&gt;238&lt;/key&gt;&lt;/foreign-keys&gt;&lt;ref-type name="Thesis"&gt;32&lt;/ref-type&gt;&lt;contributors&gt;&lt;authors&gt;&lt;author&gt;Nielson, Erik David&lt;/author&gt;&lt;/authors&gt;&lt;/contributors&gt;&lt;titles&gt;&lt;title&gt;&lt;style face="normal" font="default" size="100%"&gt;Regulation of vacuolar trafficking by Vps45p in the pathogenic fungus &lt;/style&gt;&lt;style face="italic" font="default" size="100%"&gt;Cryptococcus neoformans&lt;/style&gt;&lt;/title&gt;&lt;secondary-title&gt;Microbiology &amp;amp; Immunology&lt;/secondary-title&gt;&lt;/titles&gt;&lt;pages&gt;104&lt;/pages&gt;&lt;volume&gt;MSc&lt;/volume&gt;&lt;dates&gt;&lt;year&gt;2014&lt;/year&gt;&lt;pub-dates&gt;&lt;date&gt;April 2014&lt;/date&gt;&lt;/pub-dates&gt;&lt;/dates&gt;&lt;pub-location&gt;Vancouver&lt;/pub-location&gt;&lt;publisher&gt;University of British Columbia&lt;/publisher&gt;&lt;work-type&gt;Research&lt;/work-type&gt;&lt;urls&gt;&lt;/urls&gt;&lt;remote-database-name&gt;UBC These and Dissertations&lt;/remote-database-name&gt;&lt;remote-database-provider&gt;The University of British Columbia&lt;/remote-database-provider&gt;&lt;language&gt;eng&lt;/language&gt;&lt;/record&gt;&lt;/Cite&gt;&lt;/EndNote&gt;</w:instrText>
            </w:r>
            <w:r w:rsidRPr="00B81C62">
              <w:rPr>
                <w:rFonts w:cs="Arial"/>
              </w:rPr>
              <w:fldChar w:fldCharType="separate"/>
            </w:r>
            <w:r w:rsidR="00706F40">
              <w:rPr>
                <w:rFonts w:cs="Arial"/>
                <w:noProof/>
              </w:rPr>
              <w:t>[176]</w:t>
            </w:r>
            <w:r w:rsidRPr="00B81C62">
              <w:rPr>
                <w:rFonts w:cs="Arial"/>
              </w:rPr>
              <w:fldChar w:fldCharType="end"/>
            </w:r>
          </w:p>
        </w:tc>
      </w:tr>
      <w:tr w:rsidR="00B81C62" w:rsidRPr="00B81C62" w14:paraId="1EC42903" w14:textId="77777777" w:rsidTr="00B81C62">
        <w:tc>
          <w:tcPr>
            <w:tcW w:w="939" w:type="pct"/>
            <w:tcBorders>
              <w:bottom w:val="single" w:sz="4" w:space="0" w:color="auto"/>
            </w:tcBorders>
            <w:shd w:val="clear" w:color="auto" w:fill="auto"/>
            <w:vAlign w:val="center"/>
          </w:tcPr>
          <w:p w14:paraId="2AF7DA3F" w14:textId="666628DD"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wos2</w:t>
            </w:r>
          </w:p>
        </w:tc>
        <w:tc>
          <w:tcPr>
            <w:tcW w:w="4061" w:type="pct"/>
            <w:tcBorders>
              <w:top w:val="nil"/>
              <w:bottom w:val="single" w:sz="4" w:space="0" w:color="auto"/>
            </w:tcBorders>
            <w:shd w:val="clear" w:color="auto" w:fill="auto"/>
            <w:vAlign w:val="center"/>
          </w:tcPr>
          <w:p w14:paraId="017C75E9" w14:textId="17A04A2A" w:rsidR="00B81C62" w:rsidRPr="00B81C62" w:rsidRDefault="00B81C62" w:rsidP="00B81C62">
            <w:pPr>
              <w:tabs>
                <w:tab w:val="left" w:pos="0"/>
              </w:tabs>
              <w:jc w:val="left"/>
              <w:rPr>
                <w:rFonts w:cs="Arial"/>
                <w:iCs/>
              </w:rPr>
            </w:pPr>
            <w:r w:rsidRPr="00B81C62">
              <w:rPr>
                <w:rFonts w:cs="Arial"/>
                <w:iCs/>
              </w:rPr>
              <w:t xml:space="preserve">Slight growth reduction in the presence of Zn from 30 to </w:t>
            </w:r>
            <w:r w:rsidRPr="00B81C62">
              <w:rPr>
                <w:rFonts w:cs="Arial"/>
                <w:lang w:val="x-none"/>
              </w:rPr>
              <w:t>37</w:t>
            </w:r>
            <w:r w:rsidRPr="00B81C62">
              <w:rPr>
                <w:rFonts w:cs="Arial"/>
                <w:vertAlign w:val="superscript"/>
                <w:lang w:val="x-none"/>
              </w:rPr>
              <w:t>o</w:t>
            </w:r>
            <w:r w:rsidRPr="00B81C62">
              <w:rPr>
                <w:rFonts w:cs="Arial"/>
                <w:lang w:val="x-none"/>
              </w:rPr>
              <w:t xml:space="preserve">C; </w:t>
            </w:r>
            <w:r w:rsidRPr="00B81C62">
              <w:rPr>
                <w:rFonts w:cs="Arial"/>
                <w:lang w:val="en-US"/>
              </w:rPr>
              <w:t xml:space="preserve">no major significant effect on the growth and all phenotypic associated virulence traits </w:t>
            </w:r>
            <w:r w:rsidRPr="00B81C62">
              <w:rPr>
                <w:rFonts w:cs="Arial"/>
                <w:lang w:val="en-US"/>
              </w:rPr>
              <w:fldChar w:fldCharType="begin">
                <w:fldData xml:space="preserve">PEVuZE5vdGU+PENpdGU+PEF1dGhvcj5CYWxsPC9BdXRob3I+PFllYXI+MjAyMTwvWWVhcj48UmVj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</w:fldData>
              </w:fldChar>
            </w:r>
            <w:r w:rsidR="00706F40">
              <w:rPr>
                <w:rFonts w:cs="Arial"/>
                <w:lang w:val="en-US"/>
              </w:rPr>
              <w:instrText xml:space="preserve"> ADDIN EN.CITE </w:instrText>
            </w:r>
            <w:r w:rsidR="00706F40">
              <w:rPr>
                <w:rFonts w:cs="Arial"/>
                <w:lang w:val="en-US"/>
              </w:rPr>
              <w:fldChar w:fldCharType="begin">
                <w:fldData xml:space="preserve">PEVuZE5vdGU+PENpdGU+PEF1dGhvcj5CYWxsPC9BdXRob3I+PFllYXI+MjAyMTwvWWVhcj48UmVj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</w:fldData>
              </w:fldChar>
            </w:r>
            <w:r w:rsidR="00706F40">
              <w:rPr>
                <w:rFonts w:cs="Arial"/>
                <w:lang w:val="en-US"/>
              </w:rPr>
              <w:instrText xml:space="preserve"> ADDIN EN.CITE.DATA </w:instrText>
            </w:r>
            <w:r w:rsidR="00706F40">
              <w:rPr>
                <w:rFonts w:cs="Arial"/>
                <w:lang w:val="en-US"/>
              </w:rPr>
            </w:r>
            <w:r w:rsidR="00706F40">
              <w:rPr>
                <w:rFonts w:cs="Arial"/>
                <w:lang w:val="en-US"/>
              </w:rPr>
              <w:fldChar w:fldCharType="end"/>
            </w:r>
            <w:r w:rsidRPr="00B81C62">
              <w:rPr>
                <w:rFonts w:cs="Arial"/>
                <w:lang w:val="en-US"/>
              </w:rPr>
            </w:r>
            <w:r w:rsidRPr="00B81C62">
              <w:rPr>
                <w:rFonts w:cs="Arial"/>
                <w:lang w:val="en-US"/>
              </w:rPr>
              <w:fldChar w:fldCharType="separate"/>
            </w:r>
            <w:r w:rsidR="00706F40">
              <w:rPr>
                <w:rFonts w:cs="Arial"/>
                <w:noProof/>
                <w:lang w:val="en-US"/>
              </w:rPr>
              <w:t>[177]</w:t>
            </w:r>
            <w:r w:rsidRPr="00B81C62">
              <w:rPr>
                <w:rFonts w:cs="Arial"/>
                <w:lang w:val="en-US"/>
              </w:rPr>
              <w:fldChar w:fldCharType="end"/>
            </w:r>
          </w:p>
        </w:tc>
      </w:tr>
      <w:tr w:rsidR="00B81C62" w:rsidRPr="00B81C62" w14:paraId="7B1E6982" w14:textId="77777777" w:rsidTr="00B81C62">
        <w:tc>
          <w:tcPr>
            <w:tcW w:w="939" w:type="pct"/>
            <w:tcBorders>
              <w:bottom w:val="single" w:sz="4" w:space="0" w:color="auto"/>
            </w:tcBorders>
            <w:shd w:val="clear" w:color="auto" w:fill="auto"/>
            <w:vAlign w:val="center"/>
          </w:tcPr>
          <w:p w14:paraId="2BF95480" w14:textId="58C2A599"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wsp1</w:t>
            </w:r>
          </w:p>
        </w:tc>
        <w:tc>
          <w:tcPr>
            <w:tcW w:w="4061" w:type="pct"/>
            <w:tcBorders>
              <w:top w:val="nil"/>
              <w:bottom w:val="single" w:sz="4" w:space="0" w:color="auto"/>
            </w:tcBorders>
            <w:shd w:val="clear" w:color="auto" w:fill="auto"/>
            <w:vAlign w:val="center"/>
          </w:tcPr>
          <w:p w14:paraId="172B81C7" w14:textId="09C0D950" w:rsidR="00B81C62" w:rsidRPr="00B81C62" w:rsidRDefault="00B81C62" w:rsidP="00B81C62">
            <w:pPr>
              <w:tabs>
                <w:tab w:val="left" w:pos="0"/>
              </w:tabs>
              <w:jc w:val="left"/>
              <w:rPr>
                <w:rFonts w:cs="Arial"/>
                <w:iCs/>
              </w:rPr>
            </w:pPr>
            <w:r w:rsidRPr="00B81C62">
              <w:rPr>
                <w:rFonts w:cs="Arial"/>
                <w:iCs/>
              </w:rPr>
              <w:t xml:space="preserve">Severe defect in endocytosis; defective cell morphology/vacuolar biogenesis due to poor actin organisation, which could be partially restored by the expression of the active domain of Cin1p and could be fully restored with the constitutive expression of Cdc42p fused to the active domain of Cin1p. Furthermore, the mutants showed mislocalisation of Rac1p (a vacuolar membrane-associated Rho GTPase) due to poor co-localisation of Wsp1-GBP (active)/Wsp1-B-GBP (more active) and Rac1p. Other defects </w:t>
            </w:r>
            <w:r w:rsidRPr="00B81C62">
              <w:rPr>
                <w:rFonts w:cs="Arial"/>
                <w:iCs/>
              </w:rPr>
              <w:lastRenderedPageBreak/>
              <w:t xml:space="preserve">include poor chitin formation and distribution; Sav1p mislocalisation leading to a poor secretory process of polysaccharide components of cryptococcal GXM; defective mating due to poor pheromone response; acapsular with deformed cell morphology; decreased melanin and urease activity; susceptible to phagocytosis and attenuated virulence with moderate tissue invasion. Most of these defects can partially to fully be restored by the expression of Wsp1-GBP (active)/Wsp1-B-GBP (more active) </w:t>
            </w:r>
            <w:r w:rsidRPr="00B81C62">
              <w:rPr>
                <w:rFonts w:cs="Arial"/>
                <w:iCs/>
              </w:rPr>
              <w:fldChar w:fldCharType="begin">
                <w:fldData xml:space="preserve">PEVuZE5vdGU+PENpdGU+PEF1dGhvcj5TaGVuPC9BdXRob3I+PFllYXI+MjAxMjwvWWVhcj48UmVj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</w:fldData>
              </w:fldChar>
            </w:r>
            <w:r w:rsidR="00706F40">
              <w:rPr>
                <w:rFonts w:cs="Arial"/>
                <w:iCs/>
              </w:rPr>
              <w:instrText xml:space="preserve"> ADDIN EN.CITE </w:instrText>
            </w:r>
            <w:r w:rsidR="00706F40">
              <w:rPr>
                <w:rFonts w:cs="Arial"/>
                <w:iCs/>
              </w:rPr>
              <w:fldChar w:fldCharType="begin">
                <w:fldData xml:space="preserve">PEVuZE5vdGU+PENpdGU+PEF1dGhvcj5TaGVuPC9BdXRob3I+PFllYXI+MjAxMjwvWWVhcj48UmVj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[26,178]</w:t>
            </w:r>
            <w:r w:rsidRPr="00B81C62">
              <w:rPr>
                <w:rFonts w:cs="Arial"/>
                <w:iCs/>
              </w:rPr>
              <w:fldChar w:fldCharType="end"/>
            </w:r>
          </w:p>
        </w:tc>
      </w:tr>
      <w:tr w:rsidR="00B81C62" w:rsidRPr="00B81C62" w14:paraId="26EBDDA6" w14:textId="77777777" w:rsidTr="00B81C62">
        <w:tc>
          <w:tcPr>
            <w:tcW w:w="939" w:type="pct"/>
            <w:tcBorders>
              <w:bottom w:val="single" w:sz="4" w:space="0" w:color="auto"/>
            </w:tcBorders>
            <w:shd w:val="clear" w:color="auto" w:fill="auto"/>
            <w:vAlign w:val="center"/>
          </w:tcPr>
          <w:p w14:paraId="43DF96F7" w14:textId="41A2E446" w:rsidR="00B81C62" w:rsidRPr="00B81C62" w:rsidRDefault="00B81C62" w:rsidP="00B81C62">
            <w:pPr>
              <w:pStyle w:val="MDPI42tablebody"/>
              <w:jc w:val="left"/>
              <w:rPr>
                <w:rFonts w:cs="Arial"/>
                <w:i/>
                <w:iCs/>
                <w:lang w:val="x-none"/>
              </w:rPr>
            </w:pPr>
            <w:r w:rsidRPr="00B81C62">
              <w:rPr>
                <w:rFonts w:cs="Arial"/>
                <w:i/>
                <w:iCs/>
                <w:lang w:val="x-none"/>
              </w:rPr>
              <w:lastRenderedPageBreak/>
              <w:t>Δ</w:t>
            </w:r>
            <w:r w:rsidRPr="00B81C62">
              <w:rPr>
                <w:rFonts w:cs="Arial"/>
                <w:i/>
                <w:iCs/>
              </w:rPr>
              <w:t>yfh1</w:t>
            </w:r>
          </w:p>
        </w:tc>
        <w:tc>
          <w:tcPr>
            <w:tcW w:w="4061" w:type="pct"/>
            <w:tcBorders>
              <w:top w:val="nil"/>
              <w:bottom w:val="single" w:sz="4" w:space="0" w:color="auto"/>
            </w:tcBorders>
            <w:shd w:val="clear" w:color="auto" w:fill="auto"/>
            <w:vAlign w:val="center"/>
          </w:tcPr>
          <w:p w14:paraId="73AF4B62" w14:textId="0297CB03" w:rsidR="00B81C62" w:rsidRPr="00B81C62" w:rsidRDefault="00B81C62" w:rsidP="00B81C62">
            <w:pPr>
              <w:tabs>
                <w:tab w:val="left" w:pos="0"/>
              </w:tabs>
              <w:jc w:val="left"/>
              <w:rPr>
                <w:rFonts w:cs="Arial"/>
                <w:iCs/>
              </w:rPr>
            </w:pPr>
            <w:r w:rsidRPr="00B81C62">
              <w:rPr>
                <w:rFonts w:cs="Arial"/>
                <w:iCs/>
              </w:rPr>
              <w:t xml:space="preserve">Excessive accumulation of iron within the mitochondria, which led to ionic imbalance and mitochondrial rupture </w:t>
            </w:r>
            <w:r w:rsidRPr="00B81C62">
              <w:rPr>
                <w:rFonts w:cs="Arial"/>
                <w:iCs/>
              </w:rPr>
              <w:fldChar w:fldCharType="begin"/>
            </w:r>
            <w:r w:rsidR="00706F40">
              <w:rPr>
                <w:rFonts w:cs="Arial"/>
                <w:iCs/>
              </w:rPr>
              <w:instrText xml:space="preserve"> ADDIN EN.CITE &lt;EndNote&gt;&lt;Cite&gt;&lt;Author&gt;Radisky&lt;/Author&gt;&lt;Year&gt;1999&lt;/Year&gt;&lt;RecNum&gt;257&lt;/RecNum&gt;&lt;DisplayText&gt;&lt;style size="10"&gt;[179]&lt;/style&gt;&lt;/DisplayText&gt;&lt;record&gt;&lt;rec-number&gt;257&lt;/rec-number&gt;&lt;foreign-keys&gt;&lt;key app="EN" db-id="2ef9ffxzfstzs5e9dzov9txxs20trda0deex" timestamp="1600687702"&gt;257&lt;/key&gt;&lt;/foreign-keys&gt;&lt;ref-type name="Journal Article"&gt;17&lt;/ref-type&gt;&lt;contributors&gt;&lt;authors&gt;&lt;author&gt;Radisky, D. C.&lt;/author&gt;&lt;author&gt;Babcock, M. C.&lt;/author&gt;&lt;author&gt;Kaplan, J.&lt;/author&gt;&lt;/authors&gt;&lt;/contributors&gt;&lt;auth-address&gt;Department of Pathology, University of Utah, Salt Lake City, Utah 84112, USA.&lt;/auth-address&gt;&lt;titles&gt;&lt;title&gt;The yeast frataxin homologue mediates mitochondrial iron efflux. Evidence for a mitochondrial iron cycle&lt;/title&gt;&lt;secondary-title&gt;J Biol Chem&lt;/secondary-title&gt;&lt;/titles&gt;&lt;periodical&gt;&lt;full-title&gt;J Biol Chem&lt;/full-title&gt;&lt;/periodical&gt;&lt;pages&gt;4497-9&lt;/pages&gt;&lt;volume&gt;274&lt;/volume&gt;&lt;number&gt;8&lt;/number&gt;&lt;edition&gt;1999/02/13&lt;/edition&gt;&lt;keywords&gt;&lt;keyword&gt;Biological Transport&lt;/keyword&gt;&lt;keyword&gt;Friedreich Ataxia/metabolism&lt;/keyword&gt;&lt;keyword&gt;Iron/*metabolism&lt;/keyword&gt;&lt;keyword&gt;*Iron-Binding Proteins&lt;/keyword&gt;&lt;keyword&gt;Mitochondria/*metabolism&lt;/keyword&gt;&lt;keyword&gt;Phosphotransferases (Alcohol Group Acceptor)/*metabolism&lt;/keyword&gt;&lt;/keywords&gt;&lt;dates&gt;&lt;year&gt;1999&lt;/year&gt;&lt;pub-dates&gt;&lt;date&gt;Feb 19&lt;/date&gt;&lt;/pub-dates&gt;&lt;/dates&gt;&lt;publisher&gt;ASBMB&lt;/publisher&gt;&lt;isbn&gt;0021-9258 (Print)&amp;#xD;0021-9258 (Linking)&lt;/isbn&gt;&lt;accession-num&gt;9988680&lt;/accession-num&gt;&lt;urls&gt;&lt;related-urls&gt;&lt;url&gt;https://www.ncbi.nlm.nih.gov/pubmed/9988680&lt;/url&gt;&lt;/related-urls&gt;&lt;/urls&gt;&lt;electronic-resource-num&gt;10.1074/jbc.274.8.4497&lt;/electronic-resource-num&gt;&lt;remote-database-name&gt;Medline&lt;/remote-database-name&gt;&lt;remote-database-provider&gt;NLM&lt;/remote-database-provider&gt;&lt;/record&gt;&lt;/Cite&gt;&lt;/EndNote&gt;</w:instrText>
            </w:r>
            <w:r w:rsidRPr="00B81C62">
              <w:rPr>
                <w:rFonts w:cs="Arial"/>
                <w:iCs/>
              </w:rPr>
              <w:fldChar w:fldCharType="separate"/>
            </w:r>
            <w:r w:rsidR="00706F40">
              <w:rPr>
                <w:rFonts w:cs="Arial"/>
                <w:iCs/>
                <w:noProof/>
              </w:rPr>
              <w:t>[179]</w:t>
            </w:r>
            <w:r w:rsidRPr="00B81C62">
              <w:rPr>
                <w:rFonts w:cs="Arial"/>
                <w:iCs/>
              </w:rPr>
              <w:fldChar w:fldCharType="end"/>
            </w:r>
          </w:p>
        </w:tc>
      </w:tr>
      <w:tr w:rsidR="00B81C62" w:rsidRPr="00B81C62" w14:paraId="10230719" w14:textId="77777777" w:rsidTr="00B81C62">
        <w:tc>
          <w:tcPr>
            <w:tcW w:w="939" w:type="pct"/>
            <w:tcBorders>
              <w:bottom w:val="single" w:sz="4" w:space="0" w:color="auto"/>
            </w:tcBorders>
            <w:shd w:val="clear" w:color="auto" w:fill="auto"/>
            <w:vAlign w:val="center"/>
          </w:tcPr>
          <w:p w14:paraId="10F326E2" w14:textId="2AD3F804"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znf1</w:t>
            </w:r>
          </w:p>
        </w:tc>
        <w:tc>
          <w:tcPr>
            <w:tcW w:w="4061" w:type="pct"/>
            <w:tcBorders>
              <w:top w:val="nil"/>
              <w:bottom w:val="single" w:sz="4" w:space="0" w:color="auto"/>
            </w:tcBorders>
            <w:shd w:val="clear" w:color="auto" w:fill="auto"/>
            <w:vAlign w:val="center"/>
          </w:tcPr>
          <w:p w14:paraId="5B275CE1" w14:textId="242D4E1C" w:rsidR="00B81C62" w:rsidRPr="00B81C62" w:rsidRDefault="00B81C62" w:rsidP="00B81C62">
            <w:pPr>
              <w:tabs>
                <w:tab w:val="left" w:pos="0"/>
              </w:tabs>
              <w:jc w:val="left"/>
              <w:rPr>
                <w:rFonts w:cs="Arial"/>
                <w:iCs/>
              </w:rPr>
            </w:pPr>
            <w:r w:rsidRPr="00B81C62">
              <w:rPr>
                <w:rFonts w:cs="Arial"/>
                <w:iCs/>
              </w:rPr>
              <w:t xml:space="preserve">Normal cell fusion and hyphal formation in </w:t>
            </w:r>
            <w:r w:rsidRPr="00B81C62">
              <w:rPr>
                <w:rFonts w:cs="Arial"/>
                <w:i/>
              </w:rPr>
              <w:t>MAT</w:t>
            </w:r>
            <w:r w:rsidRPr="00B81C62">
              <w:rPr>
                <w:rFonts w:cs="Arial"/>
                <w:b/>
                <w:bCs/>
                <w:i/>
              </w:rPr>
              <w:t>a</w:t>
            </w:r>
            <w:r w:rsidRPr="00B81C62">
              <w:rPr>
                <w:rFonts w:cs="Arial"/>
                <w:iCs/>
              </w:rPr>
              <w:t>-</w:t>
            </w:r>
            <w:r w:rsidRPr="00B81C62">
              <w:rPr>
                <w:rFonts w:cs="Arial"/>
                <w:i/>
                <w:iCs/>
                <w:lang w:val="x-none"/>
              </w:rPr>
              <w:t>α</w:t>
            </w:r>
            <w:r w:rsidRPr="00B81C62">
              <w:rPr>
                <w:rFonts w:cs="Arial"/>
                <w:i/>
                <w:iCs/>
              </w:rPr>
              <w:t xml:space="preserve"> </w:t>
            </w:r>
            <w:r w:rsidRPr="00B81C62">
              <w:rPr>
                <w:rFonts w:cs="Arial"/>
                <w:iCs/>
              </w:rPr>
              <w:t xml:space="preserve">mating or normal filamentation in </w:t>
            </w:r>
            <w:r w:rsidRPr="00B81C62">
              <w:rPr>
                <w:rFonts w:cs="Arial"/>
                <w:i/>
                <w:iCs/>
                <w:lang w:val="x-none"/>
              </w:rPr>
              <w:t>α</w:t>
            </w:r>
            <w:r w:rsidRPr="00B81C62">
              <w:rPr>
                <w:rFonts w:cs="Arial"/>
                <w:i/>
                <w:iCs/>
              </w:rPr>
              <w:t>-</w:t>
            </w:r>
            <w:r w:rsidRPr="00B81C62">
              <w:rPr>
                <w:rFonts w:cs="Arial"/>
                <w:i/>
                <w:iCs/>
                <w:lang w:val="x-none"/>
              </w:rPr>
              <w:t>α</w:t>
            </w:r>
            <w:r w:rsidRPr="00B81C62">
              <w:rPr>
                <w:rFonts w:cs="Arial"/>
                <w:i/>
                <w:iCs/>
              </w:rPr>
              <w:t xml:space="preserve"> </w:t>
            </w:r>
            <w:r w:rsidRPr="00B81C62">
              <w:rPr>
                <w:rFonts w:cs="Arial"/>
                <w:iCs/>
              </w:rPr>
              <w:t xml:space="preserve">mating </w:t>
            </w:r>
            <w:r w:rsidRPr="00B81C62">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[49]</w:t>
            </w:r>
            <w:r w:rsidRPr="00B81C62">
              <w:rPr>
                <w:rFonts w:cs="Arial"/>
                <w:iCs/>
              </w:rPr>
              <w:fldChar w:fldCharType="end"/>
            </w:r>
          </w:p>
        </w:tc>
      </w:tr>
      <w:tr w:rsidR="00B81C62" w:rsidRPr="00B81C62" w14:paraId="33D66FC8" w14:textId="77777777" w:rsidTr="00B81C62">
        <w:tc>
          <w:tcPr>
            <w:tcW w:w="939" w:type="pct"/>
            <w:tcBorders>
              <w:bottom w:val="single" w:sz="4" w:space="0" w:color="auto"/>
            </w:tcBorders>
            <w:shd w:val="clear" w:color="auto" w:fill="auto"/>
            <w:vAlign w:val="center"/>
          </w:tcPr>
          <w:p w14:paraId="594C9823" w14:textId="448B1ED4"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 xml:space="preserve">znf2 </w:t>
            </w:r>
            <w:r w:rsidRPr="00B81C62">
              <w:rPr>
                <w:rFonts w:cs="Arial"/>
                <w:iCs/>
              </w:rPr>
              <w:t>(located on chromosome 8)</w:t>
            </w:r>
          </w:p>
        </w:tc>
        <w:tc>
          <w:tcPr>
            <w:tcW w:w="4061" w:type="pct"/>
            <w:tcBorders>
              <w:top w:val="nil"/>
              <w:bottom w:val="single" w:sz="4" w:space="0" w:color="auto"/>
            </w:tcBorders>
            <w:shd w:val="clear" w:color="auto" w:fill="auto"/>
            <w:vAlign w:val="center"/>
          </w:tcPr>
          <w:p w14:paraId="6A755F50" w14:textId="60712964" w:rsidR="00B81C62" w:rsidRPr="00B81C62" w:rsidRDefault="00B81C62" w:rsidP="00B81C62">
            <w:pPr>
              <w:tabs>
                <w:tab w:val="left" w:pos="0"/>
              </w:tabs>
              <w:jc w:val="left"/>
              <w:rPr>
                <w:rFonts w:cs="Arial"/>
                <w:iCs/>
              </w:rPr>
            </w:pPr>
            <w:r w:rsidRPr="00B81C62">
              <w:rPr>
                <w:rFonts w:cs="Arial"/>
                <w:iCs/>
              </w:rPr>
              <w:t xml:space="preserve">Severely impaired filamentation in bilateral mating but slightly reduced  formation of hyphae and basidiospores in the unilateral mating; effective cell fusion (either homozygous </w:t>
            </w:r>
            <w:r w:rsidRPr="00B81C62">
              <w:rPr>
                <w:rFonts w:cs="Arial"/>
                <w:i/>
                <w:iCs/>
                <w:lang w:val="x-none"/>
              </w:rPr>
              <w:t>α</w:t>
            </w:r>
            <w:r w:rsidRPr="00B81C62">
              <w:rPr>
                <w:rFonts w:cs="Arial"/>
                <w:i/>
                <w:iCs/>
              </w:rPr>
              <w:t>-</w:t>
            </w:r>
            <w:r w:rsidRPr="00B81C62">
              <w:rPr>
                <w:rFonts w:cs="Arial"/>
                <w:i/>
                <w:iCs/>
                <w:lang w:val="x-none"/>
              </w:rPr>
              <w:t>α</w:t>
            </w:r>
            <w:r w:rsidRPr="00B81C62">
              <w:rPr>
                <w:rFonts w:cs="Arial"/>
                <w:i/>
                <w:iCs/>
              </w:rPr>
              <w:t xml:space="preserve"> </w:t>
            </w:r>
            <w:r w:rsidRPr="00B81C62">
              <w:rPr>
                <w:rFonts w:cs="Arial"/>
                <w:iCs/>
              </w:rPr>
              <w:t xml:space="preserve">fusion/heterozygous </w:t>
            </w:r>
            <w:r w:rsidRPr="00B81C62">
              <w:rPr>
                <w:rFonts w:cs="Arial"/>
                <w:b/>
                <w:bCs/>
                <w:i/>
              </w:rPr>
              <w:t>a</w:t>
            </w:r>
            <w:r w:rsidRPr="00B81C62">
              <w:rPr>
                <w:rFonts w:cs="Arial"/>
                <w:i/>
              </w:rPr>
              <w:t>-</w:t>
            </w:r>
            <w:r w:rsidRPr="00B81C62">
              <w:rPr>
                <w:rFonts w:cs="Arial"/>
                <w:i/>
                <w:lang w:val="x-none"/>
              </w:rPr>
              <w:t>α</w:t>
            </w:r>
            <w:r w:rsidRPr="00B81C62">
              <w:rPr>
                <w:rFonts w:cs="Arial"/>
                <w:i/>
                <w:iCs/>
              </w:rPr>
              <w:t xml:space="preserve"> </w:t>
            </w:r>
            <w:r w:rsidRPr="00B81C62">
              <w:rPr>
                <w:rFonts w:cs="Arial"/>
                <w:iCs/>
              </w:rPr>
              <w:t xml:space="preserve">fusion diploid) mutants that failed to filament during bilateral mating but rather bud continuously; the effective and elevated pheromone expression and production that could induce conjugation tube/monokaryotic hyphae in the proximal </w:t>
            </w:r>
            <w:r w:rsidRPr="00B81C62">
              <w:rPr>
                <w:rFonts w:cs="Arial"/>
                <w:i/>
              </w:rPr>
              <w:t>wt</w:t>
            </w:r>
            <w:r w:rsidRPr="00B81C62">
              <w:rPr>
                <w:rFonts w:cs="Arial"/>
                <w:iCs/>
              </w:rPr>
              <w:t xml:space="preserve"> </w:t>
            </w:r>
            <w:r w:rsidRPr="00B81C62">
              <w:rPr>
                <w:rFonts w:cs="Arial"/>
                <w:i/>
              </w:rPr>
              <w:t>MAT</w:t>
            </w:r>
            <w:r w:rsidRPr="00B81C62">
              <w:rPr>
                <w:rFonts w:cs="Arial"/>
                <w:i/>
                <w:lang w:val="x-none"/>
              </w:rPr>
              <w:t>α</w:t>
            </w:r>
            <w:r w:rsidRPr="00B81C62">
              <w:rPr>
                <w:rFonts w:cs="Arial"/>
                <w:i/>
                <w:iCs/>
              </w:rPr>
              <w:t xml:space="preserve"> </w:t>
            </w:r>
            <w:r w:rsidRPr="00B81C62">
              <w:rPr>
                <w:rFonts w:cs="Arial"/>
                <w:iCs/>
              </w:rPr>
              <w:t>mating-type contradicted MAT</w:t>
            </w:r>
            <w:r w:rsidRPr="00B81C62">
              <w:rPr>
                <w:rFonts w:cs="Arial"/>
                <w:b/>
                <w:iCs/>
              </w:rPr>
              <w:t>a</w:t>
            </w:r>
            <w:r w:rsidRPr="00B81C62">
              <w:rPr>
                <w:rFonts w:cs="Arial"/>
                <w:iCs/>
              </w:rPr>
              <w:t xml:space="preserve"> </w:t>
            </w:r>
            <w:r w:rsidRPr="00B81C62">
              <w:rPr>
                <w:rFonts w:cs="Arial"/>
                <w:i/>
                <w:iCs/>
                <w:lang w:val="x-none"/>
              </w:rPr>
              <w:t>Δ</w:t>
            </w:r>
            <w:r w:rsidRPr="00B81C62">
              <w:rPr>
                <w:rFonts w:cs="Arial"/>
                <w:i/>
                <w:iCs/>
              </w:rPr>
              <w:t xml:space="preserve">Mat2 </w:t>
            </w:r>
            <w:r w:rsidRPr="00B81C62">
              <w:rPr>
                <w:rFonts w:cs="Arial"/>
                <w:iCs/>
              </w:rPr>
              <w:t xml:space="preserve">and </w:t>
            </w:r>
            <w:r w:rsidRPr="00B81C62">
              <w:rPr>
                <w:rFonts w:cs="Arial"/>
                <w:i/>
                <w:iCs/>
                <w:lang w:val="x-none"/>
              </w:rPr>
              <w:t>Δ</w:t>
            </w:r>
            <w:r w:rsidRPr="00B81C62">
              <w:rPr>
                <w:rFonts w:cs="Arial"/>
                <w:i/>
                <w:iCs/>
              </w:rPr>
              <w:t xml:space="preserve">Ste7 </w:t>
            </w:r>
            <w:r w:rsidRPr="00B81C62">
              <w:rPr>
                <w:rFonts w:cs="Arial"/>
                <w:iCs/>
              </w:rPr>
              <w:t>mutants; no conjugation tube induced in MAT</w:t>
            </w:r>
            <w:r w:rsidRPr="00B81C62">
              <w:rPr>
                <w:rFonts w:cs="Arial"/>
                <w:i/>
                <w:iCs/>
                <w:lang w:val="x-none"/>
              </w:rPr>
              <w:t>α</w:t>
            </w:r>
            <w:r w:rsidRPr="00B81C62">
              <w:rPr>
                <w:rFonts w:cs="Arial"/>
                <w:i/>
                <w:iCs/>
              </w:rPr>
              <w:t xml:space="preserve"> </w:t>
            </w:r>
            <w:r w:rsidRPr="00B81C62">
              <w:rPr>
                <w:rFonts w:cs="Arial"/>
                <w:i/>
                <w:iCs/>
                <w:lang w:val="x-none"/>
              </w:rPr>
              <w:t>Δ</w:t>
            </w:r>
            <w:r w:rsidRPr="00B81C62">
              <w:rPr>
                <w:rFonts w:cs="Arial"/>
                <w:i/>
                <w:iCs/>
              </w:rPr>
              <w:t xml:space="preserve">Znf2 </w:t>
            </w:r>
            <w:r w:rsidRPr="00B81C62">
              <w:rPr>
                <w:rFonts w:cs="Arial"/>
                <w:iCs/>
              </w:rPr>
              <w:t xml:space="preserve">mutant in proximity to </w:t>
            </w:r>
            <w:r w:rsidRPr="00B81C62">
              <w:rPr>
                <w:rFonts w:cs="Arial"/>
                <w:i/>
              </w:rPr>
              <w:t>wt</w:t>
            </w:r>
            <w:r w:rsidRPr="00B81C62">
              <w:rPr>
                <w:rFonts w:cs="Arial"/>
                <w:iCs/>
              </w:rPr>
              <w:t xml:space="preserve"> </w:t>
            </w:r>
            <w:r w:rsidRPr="00B81C62">
              <w:rPr>
                <w:rFonts w:cs="Arial"/>
                <w:i/>
              </w:rPr>
              <w:t>MAT</w:t>
            </w:r>
            <w:r w:rsidRPr="00B81C62">
              <w:rPr>
                <w:rFonts w:cs="Arial"/>
                <w:b/>
                <w:bCs/>
                <w:i/>
              </w:rPr>
              <w:t>a</w:t>
            </w:r>
            <w:r w:rsidRPr="00B81C62">
              <w:rPr>
                <w:rFonts w:cs="Arial"/>
                <w:iCs/>
              </w:rPr>
              <w:t xml:space="preserve"> mating type; apparent virulence improvement in MIMC without any significant effect on melanisation, capsulation, and thermotolerance</w:t>
            </w:r>
            <w:r w:rsidRPr="00B81C62">
              <w:rPr>
                <w:rFonts w:cs="Arial"/>
                <w:i/>
                <w:iCs/>
              </w:rPr>
              <w:t xml:space="preserve"> </w:t>
            </w:r>
            <w:r w:rsidRPr="00B81C62">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[49]</w:t>
            </w:r>
            <w:r w:rsidRPr="00B81C62">
              <w:rPr>
                <w:rFonts w:cs="Arial"/>
                <w:iCs/>
              </w:rPr>
              <w:fldChar w:fldCharType="end"/>
            </w:r>
          </w:p>
        </w:tc>
      </w:tr>
      <w:tr w:rsidR="00B81C62" w:rsidRPr="00B81C62" w14:paraId="52B0F450" w14:textId="77777777" w:rsidTr="00B81C62">
        <w:tc>
          <w:tcPr>
            <w:tcW w:w="939" w:type="pct"/>
            <w:tcBorders>
              <w:bottom w:val="single" w:sz="4" w:space="0" w:color="auto"/>
            </w:tcBorders>
            <w:shd w:val="clear" w:color="auto" w:fill="auto"/>
            <w:vAlign w:val="center"/>
          </w:tcPr>
          <w:p w14:paraId="1B79248B" w14:textId="69997E45" w:rsidR="00B81C62" w:rsidRPr="00B81C62" w:rsidRDefault="00B81C62" w:rsidP="00B81C62">
            <w:pPr>
              <w:pStyle w:val="MDPI42tablebody"/>
              <w:jc w:val="left"/>
              <w:rPr>
                <w:rFonts w:cs="Arial"/>
                <w:i/>
                <w:iCs/>
                <w:lang w:val="x-none"/>
              </w:rPr>
            </w:pPr>
            <w:r w:rsidRPr="00B81C62">
              <w:rPr>
                <w:rFonts w:cs="Arial"/>
                <w:i/>
                <w:iCs/>
                <w:lang w:val="x-none"/>
              </w:rPr>
              <w:t>Δ</w:t>
            </w:r>
            <w:r w:rsidRPr="00B81C62">
              <w:rPr>
                <w:rFonts w:cs="Arial"/>
                <w:i/>
                <w:iCs/>
              </w:rPr>
              <w:t>znf2</w:t>
            </w:r>
            <w:r w:rsidRPr="00B81C62">
              <w:rPr>
                <w:rFonts w:cs="Arial"/>
                <w:i/>
                <w:iCs/>
                <w:lang w:val="x-none"/>
              </w:rPr>
              <w:t>Δ</w:t>
            </w:r>
            <w:r w:rsidRPr="00B81C62">
              <w:rPr>
                <w:rFonts w:cs="Arial"/>
                <w:i/>
                <w:iCs/>
              </w:rPr>
              <w:t>cpk1</w:t>
            </w:r>
          </w:p>
        </w:tc>
        <w:tc>
          <w:tcPr>
            <w:tcW w:w="4061" w:type="pct"/>
            <w:tcBorders>
              <w:top w:val="nil"/>
              <w:bottom w:val="single" w:sz="4" w:space="0" w:color="auto"/>
            </w:tcBorders>
            <w:shd w:val="clear" w:color="auto" w:fill="auto"/>
            <w:vAlign w:val="center"/>
          </w:tcPr>
          <w:p w14:paraId="117BBA91" w14:textId="02D89477" w:rsidR="00B81C62" w:rsidRPr="00B81C62" w:rsidRDefault="00B81C62" w:rsidP="00B81C62">
            <w:pPr>
              <w:tabs>
                <w:tab w:val="left" w:pos="0"/>
              </w:tabs>
              <w:jc w:val="left"/>
              <w:rPr>
                <w:rFonts w:cs="Arial"/>
                <w:iCs/>
              </w:rPr>
            </w:pPr>
            <w:r w:rsidRPr="00B81C62">
              <w:rPr>
                <w:rFonts w:cs="Arial"/>
                <w:iCs/>
              </w:rPr>
              <w:t xml:space="preserve">The double mutant showed severely impaired filamentation during unilateral mating with </w:t>
            </w:r>
            <w:r w:rsidRPr="00B81C62">
              <w:rPr>
                <w:rFonts w:cs="Arial"/>
                <w:i/>
              </w:rPr>
              <w:t>wt</w:t>
            </w:r>
            <w:r w:rsidRPr="00B81C62">
              <w:rPr>
                <w:rFonts w:cs="Arial"/>
                <w:iCs/>
              </w:rPr>
              <w:t xml:space="preserve"> </w:t>
            </w:r>
            <w:r w:rsidRPr="00B81C62">
              <w:rPr>
                <w:rFonts w:cs="Arial"/>
                <w:i/>
              </w:rPr>
              <w:t>MAT</w:t>
            </w:r>
            <w:r w:rsidRPr="00B81C62">
              <w:rPr>
                <w:rFonts w:cs="Arial"/>
                <w:b/>
                <w:bCs/>
                <w:i/>
              </w:rPr>
              <w:t>a</w:t>
            </w:r>
            <w:r w:rsidRPr="00B81C62">
              <w:rPr>
                <w:rFonts w:cs="Arial"/>
                <w:iCs/>
              </w:rPr>
              <w:t xml:space="preserve"> in a similar way to </w:t>
            </w:r>
            <w:r w:rsidRPr="00B81C62">
              <w:rPr>
                <w:rFonts w:cs="Arial"/>
                <w:i/>
                <w:iCs/>
                <w:lang w:val="x-none"/>
              </w:rPr>
              <w:t>Δ</w:t>
            </w:r>
            <w:r w:rsidRPr="00B81C62">
              <w:rPr>
                <w:rFonts w:cs="Arial"/>
                <w:i/>
                <w:iCs/>
              </w:rPr>
              <w:t xml:space="preserve">Cpk1 </w:t>
            </w:r>
            <w:r w:rsidRPr="00B81C62">
              <w:rPr>
                <w:rFonts w:cs="Arial"/>
                <w:iCs/>
              </w:rPr>
              <w:t xml:space="preserve">mutant </w:t>
            </w:r>
            <w:r w:rsidRPr="00B81C62">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 </w:instrText>
            </w:r>
            <w:r w:rsidR="00706F40">
              <w:rPr>
                <w:rFonts w:cs="Arial"/>
                <w:iCs/>
              </w:rPr>
              <w:fldChar w:fldCharType="begin">
                <w:fldData xml:space="preserve">PEVuZE5vdGU+PENpdGU+PEF1dGhvcj5MaW48L0F1dGhvcj48WWVhcj4yMDEwPC9ZZWFyPjxSZWNO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</w:fldData>
              </w:fldChar>
            </w:r>
            <w:r w:rsidR="00706F40">
              <w:rPr>
                <w:rFonts w:cs="Arial"/>
                <w:iCs/>
              </w:rPr>
              <w:instrText xml:space="preserve"> ADDIN EN.CITE.DATA </w:instrText>
            </w:r>
            <w:r w:rsidR="00706F40">
              <w:rPr>
                <w:rFonts w:cs="Arial"/>
                <w:iCs/>
              </w:rPr>
            </w:r>
            <w:r w:rsidR="00706F40">
              <w:rPr>
                <w:rFonts w:cs="Arial"/>
                <w:iCs/>
              </w:rPr>
              <w:fldChar w:fldCharType="end"/>
            </w:r>
            <w:r w:rsidRPr="00B81C62">
              <w:rPr>
                <w:rFonts w:cs="Arial"/>
                <w:iCs/>
              </w:rPr>
            </w:r>
            <w:r w:rsidRPr="00B81C62">
              <w:rPr>
                <w:rFonts w:cs="Arial"/>
                <w:iCs/>
              </w:rPr>
              <w:fldChar w:fldCharType="separate"/>
            </w:r>
            <w:r w:rsidR="00706F40">
              <w:rPr>
                <w:rFonts w:cs="Arial"/>
                <w:iCs/>
                <w:noProof/>
              </w:rPr>
              <w:t>[49]</w:t>
            </w:r>
            <w:r w:rsidRPr="00B81C62">
              <w:rPr>
                <w:rFonts w:cs="Arial"/>
                <w:iCs/>
              </w:rPr>
              <w:fldChar w:fldCharType="end"/>
            </w:r>
          </w:p>
        </w:tc>
      </w:tr>
    </w:tbl>
    <w:p w14:paraId="1088EB9A" w14:textId="4AA4FF32" w:rsidR="00B70F08" w:rsidRDefault="00C9221D" w:rsidP="00496990">
      <w:pPr>
        <w:pStyle w:val="MDPI41tablecaption"/>
        <w:tabs>
          <w:tab w:val="left" w:pos="2400"/>
        </w:tabs>
        <w:spacing w:before="0" w:after="0" w:line="240" w:lineRule="auto"/>
        <w:ind w:left="0"/>
        <w:rPr>
          <w:b/>
          <w:iCs/>
          <w:lang w:val="en-GB"/>
        </w:rPr>
      </w:pPr>
      <w:r w:rsidRPr="00C9221D">
        <w:rPr>
          <w:iCs/>
          <w:lang w:val="en-GB"/>
        </w:rPr>
        <w:t xml:space="preserve">Phenotypic expression and virulence exist for the </w:t>
      </w:r>
      <w:r w:rsidRPr="00C9221D">
        <w:rPr>
          <w:i/>
          <w:iCs/>
          <w:lang w:val="en-GB"/>
        </w:rPr>
        <w:t xml:space="preserve">GATA </w:t>
      </w:r>
      <w:r w:rsidRPr="00C9221D">
        <w:rPr>
          <w:iCs/>
          <w:lang w:val="en-GB"/>
        </w:rPr>
        <w:t>transcription factors (</w:t>
      </w:r>
      <w:r w:rsidRPr="00C9221D">
        <w:rPr>
          <w:i/>
          <w:iCs/>
          <w:lang w:val="en-GB"/>
        </w:rPr>
        <w:t xml:space="preserve">Gat1, Gat201, Gat204, Bwc2, </w:t>
      </w:r>
      <w:r w:rsidRPr="00C9221D">
        <w:rPr>
          <w:iCs/>
          <w:lang w:val="en-GB"/>
        </w:rPr>
        <w:t>and</w:t>
      </w:r>
      <w:r w:rsidRPr="00C9221D">
        <w:rPr>
          <w:i/>
          <w:iCs/>
          <w:lang w:val="en-GB"/>
        </w:rPr>
        <w:t xml:space="preserve"> Cir1</w:t>
      </w:r>
      <w:r w:rsidRPr="00C9221D">
        <w:rPr>
          <w:iCs/>
          <w:lang w:val="en-GB"/>
        </w:rPr>
        <w:t xml:space="preserve">), </w:t>
      </w:r>
      <w:r w:rsidRPr="00C9221D">
        <w:rPr>
          <w:i/>
          <w:iCs/>
          <w:lang w:val="en-GB"/>
        </w:rPr>
        <w:t xml:space="preserve">Tup1, </w:t>
      </w:r>
      <w:r w:rsidRPr="00C9221D">
        <w:rPr>
          <w:iCs/>
          <w:lang w:val="en-GB"/>
        </w:rPr>
        <w:t xml:space="preserve">and </w:t>
      </w:r>
      <w:r w:rsidRPr="00C9221D">
        <w:rPr>
          <w:i/>
          <w:iCs/>
          <w:lang w:val="en-GB"/>
        </w:rPr>
        <w:t>Rim101</w:t>
      </w:r>
      <w:r w:rsidRPr="00C9221D">
        <w:rPr>
          <w:iCs/>
          <w:lang w:val="en-GB"/>
        </w:rPr>
        <w:t>. Fungal GATA transcriptional factors are usually characterised with Cys-X-X-Cys-X</w:t>
      </w:r>
      <w:r w:rsidRPr="00C9221D">
        <w:rPr>
          <w:iCs/>
          <w:vertAlign w:val="subscript"/>
          <w:lang w:val="en-GB"/>
        </w:rPr>
        <w:t>17-20</w:t>
      </w:r>
      <w:r w:rsidRPr="00C9221D">
        <w:rPr>
          <w:iCs/>
          <w:lang w:val="en-GB"/>
        </w:rPr>
        <w:t xml:space="preserve">-Cys-X-X-Cys-5-12 basic residues DNA binding domain recurring zinc finger motif </w:t>
      </w:r>
      <w:r w:rsidRPr="00C9221D">
        <w:rPr>
          <w:iCs/>
          <w:lang w:val="en-GB"/>
        </w:rPr>
        <w:fldChar w:fldCharType="begin">
          <w:fldData xml:space="preserve">PEVuZE5vdGU+PENpdGU+PEF1dGhvcj5MZWU8L0F1dGhvcj48WWVhcj4yMDExPC9ZZWFyPjxSZWNO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</w:fldData>
        </w:fldChar>
      </w:r>
      <w:r w:rsidR="00706F40">
        <w:rPr>
          <w:iCs/>
          <w:lang w:val="en-GB"/>
        </w:rPr>
        <w:instrText xml:space="preserve"> ADDIN EN.CITE </w:instrText>
      </w:r>
      <w:r w:rsidR="00706F40">
        <w:rPr>
          <w:iCs/>
          <w:lang w:val="en-GB"/>
        </w:rPr>
        <w:fldChar w:fldCharType="begin">
          <w:fldData xml:space="preserve">PEVuZE5vdGU+PENpdGU+PEF1dGhvcj5MZWU8L0F1dGhvcj48WWVhcj4yMDExPC9ZZWFyPjxSZWNO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</w:fldData>
        </w:fldChar>
      </w:r>
      <w:r w:rsidR="00706F40">
        <w:rPr>
          <w:iCs/>
          <w:lang w:val="en-GB"/>
        </w:rPr>
        <w:instrText xml:space="preserve"> ADDIN EN.CITE.DATA </w:instrText>
      </w:r>
      <w:r w:rsidR="00706F40">
        <w:rPr>
          <w:iCs/>
          <w:lang w:val="en-GB"/>
        </w:rPr>
      </w:r>
      <w:r w:rsidR="00706F40">
        <w:rPr>
          <w:iCs/>
          <w:lang w:val="en-GB"/>
        </w:rPr>
        <w:fldChar w:fldCharType="end"/>
      </w:r>
      <w:r w:rsidRPr="00C9221D">
        <w:rPr>
          <w:iCs/>
          <w:lang w:val="en-GB"/>
        </w:rPr>
      </w:r>
      <w:r w:rsidRPr="00C9221D">
        <w:rPr>
          <w:iCs/>
          <w:lang w:val="en-GB"/>
        </w:rPr>
        <w:fldChar w:fldCharType="separate"/>
      </w:r>
      <w:r w:rsidR="00706F40" w:rsidRPr="00706F40">
        <w:rPr>
          <w:iCs/>
          <w:noProof/>
          <w:sz w:val="20"/>
          <w:lang w:val="en-GB"/>
        </w:rPr>
        <w:t>[69]</w:t>
      </w:r>
      <w:r w:rsidRPr="00C9221D">
        <w:fldChar w:fldCharType="end"/>
      </w:r>
      <w:r w:rsidRPr="00C9221D">
        <w:rPr>
          <w:iCs/>
          <w:lang w:val="en-GB"/>
        </w:rPr>
        <w:t xml:space="preserve">. </w:t>
      </w:r>
      <w:proofErr w:type="spellStart"/>
      <w:r w:rsidRPr="00C9221D">
        <w:rPr>
          <w:b/>
          <w:bCs/>
          <w:iCs/>
          <w:lang w:val="en-GB"/>
        </w:rPr>
        <w:t>AdF</w:t>
      </w:r>
      <w:proofErr w:type="spellEnd"/>
      <w:r w:rsidRPr="00C9221D">
        <w:rPr>
          <w:b/>
          <w:bCs/>
          <w:iCs/>
          <w:lang w:val="en-GB"/>
        </w:rPr>
        <w:t xml:space="preserve"> =</w:t>
      </w:r>
      <w:r w:rsidRPr="00C9221D">
        <w:rPr>
          <w:iCs/>
          <w:lang w:val="en-GB"/>
        </w:rPr>
        <w:t xml:space="preserve"> anidulafungin; </w:t>
      </w:r>
      <w:r w:rsidRPr="00C9221D">
        <w:rPr>
          <w:b/>
          <w:bCs/>
          <w:iCs/>
          <w:lang w:val="en-GB"/>
        </w:rPr>
        <w:t>BAPTA =</w:t>
      </w:r>
      <w:r w:rsidRPr="00C9221D">
        <w:rPr>
          <w:iCs/>
          <w:lang w:val="en-GB"/>
        </w:rPr>
        <w:t xml:space="preserve"> 1,2-bis(2-aminophenoxy)ethane-N,N,N,N,-tetraacetic acid; </w:t>
      </w:r>
      <w:r w:rsidRPr="00C9221D">
        <w:rPr>
          <w:b/>
          <w:bCs/>
          <w:iCs/>
          <w:lang w:val="en-GB"/>
        </w:rPr>
        <w:t xml:space="preserve">BBB = </w:t>
      </w:r>
      <w:r w:rsidRPr="00C9221D">
        <w:rPr>
          <w:iCs/>
          <w:lang w:val="en-GB"/>
        </w:rPr>
        <w:t xml:space="preserve">blood-brain-barrier; </w:t>
      </w:r>
      <w:r w:rsidRPr="00C9221D">
        <w:rPr>
          <w:b/>
          <w:bCs/>
          <w:iCs/>
          <w:lang w:val="en-GB"/>
        </w:rPr>
        <w:t>Caffeine</w:t>
      </w:r>
      <w:r w:rsidRPr="00C9221D">
        <w:rPr>
          <w:iCs/>
          <w:lang w:val="en-GB"/>
        </w:rPr>
        <w:t xml:space="preserve"> inhibits signal transduction pathways necessary for cell wall biogenesis; </w:t>
      </w:r>
      <w:r w:rsidRPr="00C9221D">
        <w:rPr>
          <w:b/>
          <w:bCs/>
          <w:iCs/>
          <w:lang w:val="en-GB"/>
        </w:rPr>
        <w:t>Congo red</w:t>
      </w:r>
      <w:r w:rsidRPr="00C9221D">
        <w:rPr>
          <w:iCs/>
          <w:lang w:val="en-GB"/>
        </w:rPr>
        <w:t xml:space="preserve"> is a stain that binds </w:t>
      </w:r>
      <w:r w:rsidRPr="00C9221D">
        <w:rPr>
          <w:i/>
          <w:lang w:val="en-GB"/>
        </w:rPr>
        <w:t>β</w:t>
      </w:r>
      <w:r w:rsidRPr="00C9221D">
        <w:rPr>
          <w:iCs/>
          <w:lang w:val="en-GB"/>
        </w:rPr>
        <w:t xml:space="preserve">-1,4-glucans to disrupt cell wall biogenesis. </w:t>
      </w:r>
      <w:r w:rsidRPr="00C9221D">
        <w:rPr>
          <w:b/>
          <w:iCs/>
          <w:lang w:val="en-GB"/>
        </w:rPr>
        <w:t xml:space="preserve">5-FC = </w:t>
      </w:r>
      <w:r w:rsidRPr="00C9221D">
        <w:rPr>
          <w:bCs/>
          <w:iCs/>
          <w:lang w:val="en-GB"/>
        </w:rPr>
        <w:t xml:space="preserve">5-fluorocytosine/flucytosine (FCT); </w:t>
      </w:r>
      <w:r w:rsidRPr="00C9221D">
        <w:rPr>
          <w:b/>
          <w:iCs/>
          <w:lang w:val="en-GB"/>
        </w:rPr>
        <w:t xml:space="preserve">AmpB = </w:t>
      </w:r>
      <w:r w:rsidRPr="00C9221D">
        <w:rPr>
          <w:iCs/>
          <w:lang w:val="en-GB"/>
        </w:rPr>
        <w:t xml:space="preserve">amphotericin B (polyene drug); </w:t>
      </w:r>
      <w:r w:rsidRPr="00C9221D">
        <w:rPr>
          <w:b/>
          <w:iCs/>
          <w:lang w:val="en-GB"/>
        </w:rPr>
        <w:t>CFU =</w:t>
      </w:r>
      <w:r w:rsidRPr="00C9221D">
        <w:rPr>
          <w:iCs/>
          <w:lang w:val="en-GB"/>
        </w:rPr>
        <w:t xml:space="preserve"> colony forming unit; </w:t>
      </w:r>
      <w:r w:rsidRPr="00C9221D">
        <w:rPr>
          <w:b/>
          <w:bCs/>
          <w:iCs/>
          <w:lang w:val="en-GB"/>
        </w:rPr>
        <w:t>CNS =</w:t>
      </w:r>
      <w:r w:rsidRPr="00C9221D">
        <w:rPr>
          <w:iCs/>
          <w:lang w:val="en-GB"/>
        </w:rPr>
        <w:t xml:space="preserve"> central nervous system; </w:t>
      </w:r>
      <w:r w:rsidRPr="00C9221D">
        <w:rPr>
          <w:b/>
          <w:iCs/>
          <w:lang w:val="en-GB"/>
        </w:rPr>
        <w:t>CpF =</w:t>
      </w:r>
      <w:r w:rsidRPr="00C9221D">
        <w:rPr>
          <w:iCs/>
          <w:lang w:val="en-GB"/>
        </w:rPr>
        <w:t xml:space="preserve"> caspofungin; </w:t>
      </w:r>
      <w:r w:rsidRPr="00C9221D">
        <w:rPr>
          <w:b/>
          <w:bCs/>
          <w:iCs/>
          <w:lang w:val="en-GB"/>
        </w:rPr>
        <w:t>CQ =</w:t>
      </w:r>
      <w:r w:rsidRPr="00C9221D">
        <w:rPr>
          <w:iCs/>
          <w:lang w:val="en-GB"/>
        </w:rPr>
        <w:t xml:space="preserve"> chloroquine; </w:t>
      </w:r>
      <w:r w:rsidRPr="00C9221D">
        <w:rPr>
          <w:b/>
          <w:iCs/>
          <w:lang w:val="en-GB"/>
        </w:rPr>
        <w:t xml:space="preserve">CsA = </w:t>
      </w:r>
      <w:r w:rsidRPr="00C9221D">
        <w:rPr>
          <w:iCs/>
          <w:lang w:val="en-GB"/>
        </w:rPr>
        <w:t xml:space="preserve">cyclosporine A; </w:t>
      </w:r>
      <w:r w:rsidRPr="00C9221D">
        <w:rPr>
          <w:b/>
          <w:bCs/>
          <w:iCs/>
          <w:lang w:val="en-GB"/>
        </w:rPr>
        <w:t>CSF =</w:t>
      </w:r>
      <w:r w:rsidRPr="00C9221D">
        <w:rPr>
          <w:iCs/>
          <w:lang w:val="en-GB"/>
        </w:rPr>
        <w:t xml:space="preserve"> cerebrospinal fluid; </w:t>
      </w:r>
      <w:r w:rsidRPr="00C9221D">
        <w:rPr>
          <w:b/>
          <w:bCs/>
          <w:iCs/>
          <w:lang w:val="en-GB"/>
        </w:rPr>
        <w:t>CFW =</w:t>
      </w:r>
      <w:r w:rsidRPr="00C9221D">
        <w:rPr>
          <w:iCs/>
          <w:lang w:val="en-GB"/>
        </w:rPr>
        <w:t xml:space="preserve"> Calcofluor White; </w:t>
      </w:r>
      <w:r w:rsidRPr="00C9221D">
        <w:rPr>
          <w:b/>
          <w:bCs/>
          <w:iCs/>
          <w:lang w:val="en-GB"/>
        </w:rPr>
        <w:t>DAG =</w:t>
      </w:r>
      <w:r w:rsidRPr="00C9221D">
        <w:rPr>
          <w:iCs/>
          <w:lang w:val="en-GB"/>
        </w:rPr>
        <w:t xml:space="preserve"> diacylglycerol; </w:t>
      </w:r>
      <w:r w:rsidRPr="00C9221D">
        <w:rPr>
          <w:b/>
          <w:iCs/>
          <w:lang w:val="en-GB"/>
        </w:rPr>
        <w:t xml:space="preserve">DPI = </w:t>
      </w:r>
      <w:r w:rsidRPr="00C9221D">
        <w:rPr>
          <w:iCs/>
          <w:lang w:val="en-GB"/>
        </w:rPr>
        <w:t>diphenyleneiodonium;</w:t>
      </w:r>
      <w:r w:rsidRPr="00C9221D">
        <w:rPr>
          <w:b/>
          <w:iCs/>
          <w:lang w:val="en-GB"/>
        </w:rPr>
        <w:t xml:space="preserve"> ECC = </w:t>
      </w:r>
      <w:r w:rsidRPr="00C9221D">
        <w:rPr>
          <w:bCs/>
          <w:iCs/>
          <w:lang w:val="en-GB"/>
        </w:rPr>
        <w:t xml:space="preserve">echinocandin; </w:t>
      </w:r>
      <w:r w:rsidRPr="00C9221D">
        <w:rPr>
          <w:b/>
          <w:iCs/>
          <w:lang w:val="en-GB"/>
        </w:rPr>
        <w:t xml:space="preserve">FCZ = </w:t>
      </w:r>
      <w:r w:rsidRPr="00C9221D">
        <w:rPr>
          <w:iCs/>
          <w:lang w:val="en-GB"/>
        </w:rPr>
        <w:t xml:space="preserve">fluconazole (azole drug); </w:t>
      </w:r>
      <w:r w:rsidRPr="00C9221D">
        <w:rPr>
          <w:b/>
          <w:bCs/>
          <w:iCs/>
          <w:lang w:val="en-GB"/>
        </w:rPr>
        <w:t>FDX =</w:t>
      </w:r>
      <w:r w:rsidRPr="00C9221D">
        <w:rPr>
          <w:iCs/>
          <w:lang w:val="en-GB"/>
        </w:rPr>
        <w:t xml:space="preserve"> fludioxonil; </w:t>
      </w:r>
      <w:r w:rsidRPr="00C9221D">
        <w:rPr>
          <w:b/>
          <w:bCs/>
          <w:iCs/>
          <w:lang w:val="en-GB"/>
        </w:rPr>
        <w:t>GXM =</w:t>
      </w:r>
      <w:r w:rsidRPr="00C9221D">
        <w:rPr>
          <w:iCs/>
          <w:lang w:val="en-GB"/>
        </w:rPr>
        <w:t xml:space="preserve"> glucuronoxylomannan; </w:t>
      </w:r>
      <w:proofErr w:type="spellStart"/>
      <w:r w:rsidRPr="00C9221D">
        <w:rPr>
          <w:b/>
          <w:iCs/>
          <w:lang w:val="en-GB"/>
        </w:rPr>
        <w:t>hCFS</w:t>
      </w:r>
      <w:proofErr w:type="spellEnd"/>
      <w:r w:rsidRPr="00C9221D">
        <w:rPr>
          <w:b/>
          <w:iCs/>
          <w:lang w:val="en-GB"/>
        </w:rPr>
        <w:t xml:space="preserve"> =</w:t>
      </w:r>
      <w:r w:rsidRPr="00C9221D">
        <w:rPr>
          <w:iCs/>
          <w:lang w:val="en-GB"/>
        </w:rPr>
        <w:t xml:space="preserve"> human cerebrospinal fluid; </w:t>
      </w:r>
      <w:r w:rsidRPr="00C9221D">
        <w:rPr>
          <w:b/>
          <w:bCs/>
          <w:iCs/>
          <w:lang w:val="en-GB"/>
        </w:rPr>
        <w:t>hpi =</w:t>
      </w:r>
      <w:r w:rsidRPr="00C9221D">
        <w:rPr>
          <w:iCs/>
          <w:lang w:val="en-GB"/>
        </w:rPr>
        <w:t xml:space="preserve"> hours post-infection; </w:t>
      </w:r>
      <w:r w:rsidRPr="00C9221D">
        <w:rPr>
          <w:b/>
          <w:bCs/>
          <w:iCs/>
          <w:lang w:val="en-GB"/>
        </w:rPr>
        <w:t xml:space="preserve">ICZ = </w:t>
      </w:r>
      <w:r w:rsidRPr="00C9221D">
        <w:rPr>
          <w:iCs/>
          <w:lang w:val="en-GB"/>
        </w:rPr>
        <w:t xml:space="preserve">itraconazole; </w:t>
      </w:r>
      <w:r w:rsidRPr="00C9221D">
        <w:rPr>
          <w:b/>
          <w:bCs/>
          <w:iCs/>
          <w:lang w:val="en-GB"/>
        </w:rPr>
        <w:t>PP-IP =</w:t>
      </w:r>
      <w:r w:rsidRPr="00C9221D">
        <w:rPr>
          <w:iCs/>
          <w:lang w:val="en-GB"/>
        </w:rPr>
        <w:t xml:space="preserve"> diphosphoinositol phosphate/inositol pyrophosphate; </w:t>
      </w:r>
      <w:r w:rsidRPr="00C9221D">
        <w:rPr>
          <w:b/>
          <w:bCs/>
          <w:iCs/>
          <w:lang w:val="en-GB"/>
        </w:rPr>
        <w:t>IP</w:t>
      </w:r>
      <w:r w:rsidRPr="00C9221D">
        <w:rPr>
          <w:b/>
          <w:bCs/>
          <w:iCs/>
          <w:vertAlign w:val="subscript"/>
          <w:lang w:val="en-GB"/>
        </w:rPr>
        <w:t>4</w:t>
      </w:r>
      <w:r w:rsidRPr="00C9221D">
        <w:rPr>
          <w:b/>
          <w:bCs/>
          <w:iCs/>
          <w:lang w:val="en-GB"/>
        </w:rPr>
        <w:t>/IP</w:t>
      </w:r>
      <w:r w:rsidRPr="00C9221D">
        <w:rPr>
          <w:b/>
          <w:bCs/>
          <w:iCs/>
          <w:vertAlign w:val="subscript"/>
          <w:lang w:val="en-GB"/>
        </w:rPr>
        <w:t>5</w:t>
      </w:r>
      <w:r w:rsidRPr="00C9221D">
        <w:rPr>
          <w:b/>
          <w:bCs/>
          <w:iCs/>
          <w:lang w:val="en-GB"/>
        </w:rPr>
        <w:t>/IP</w:t>
      </w:r>
      <w:r w:rsidRPr="00C9221D">
        <w:rPr>
          <w:b/>
          <w:bCs/>
          <w:iCs/>
          <w:vertAlign w:val="subscript"/>
          <w:lang w:val="en-GB"/>
        </w:rPr>
        <w:t>6</w:t>
      </w:r>
      <w:r w:rsidRPr="00C9221D">
        <w:rPr>
          <w:b/>
          <w:bCs/>
          <w:iCs/>
          <w:lang w:val="en-GB"/>
        </w:rPr>
        <w:t>/IP</w:t>
      </w:r>
      <w:r w:rsidRPr="00C9221D">
        <w:rPr>
          <w:b/>
          <w:bCs/>
          <w:iCs/>
          <w:vertAlign w:val="subscript"/>
          <w:lang w:val="en-GB"/>
        </w:rPr>
        <w:t>7</w:t>
      </w:r>
      <w:r w:rsidRPr="00C9221D">
        <w:rPr>
          <w:b/>
          <w:bCs/>
          <w:iCs/>
          <w:lang w:val="en-GB"/>
        </w:rPr>
        <w:t>/IP</w:t>
      </w:r>
      <w:r w:rsidRPr="00C9221D">
        <w:rPr>
          <w:b/>
          <w:bCs/>
          <w:iCs/>
          <w:vertAlign w:val="subscript"/>
          <w:lang w:val="en-GB"/>
        </w:rPr>
        <w:t>8</w:t>
      </w:r>
      <w:r w:rsidRPr="00C9221D">
        <w:rPr>
          <w:b/>
          <w:bCs/>
          <w:iCs/>
          <w:lang w:val="en-GB"/>
        </w:rPr>
        <w:t xml:space="preserve"> =</w:t>
      </w:r>
      <w:r w:rsidRPr="00C9221D">
        <w:rPr>
          <w:iCs/>
          <w:lang w:val="en-GB"/>
        </w:rPr>
        <w:t xml:space="preserve"> </w:t>
      </w:r>
      <w:r w:rsidRPr="00C9221D">
        <w:rPr>
          <w:i/>
          <w:lang w:val="en-GB"/>
        </w:rPr>
        <w:t>myo-</w:t>
      </w:r>
      <w:r w:rsidRPr="00C9221D">
        <w:rPr>
          <w:iCs/>
          <w:lang w:val="en-GB"/>
        </w:rPr>
        <w:t xml:space="preserve">inositol </w:t>
      </w:r>
      <w:r w:rsidRPr="00C9221D">
        <w:rPr>
          <w:lang w:val="en-GB"/>
        </w:rPr>
        <w:t>tetra/penta/hexa/hepta/octa – kisphosphates</w:t>
      </w:r>
      <w:r w:rsidRPr="00C9221D">
        <w:rPr>
          <w:iCs/>
          <w:lang w:val="en-GB"/>
        </w:rPr>
        <w:t>;</w:t>
      </w:r>
      <w:r w:rsidRPr="00C9221D">
        <w:rPr>
          <w:b/>
          <w:bCs/>
          <w:iCs/>
          <w:lang w:val="en-GB"/>
        </w:rPr>
        <w:t xml:space="preserve"> LatB =</w:t>
      </w:r>
      <w:r w:rsidRPr="00C9221D">
        <w:rPr>
          <w:iCs/>
          <w:lang w:val="en-GB"/>
        </w:rPr>
        <w:t xml:space="preserve"> Latrunculin B; </w:t>
      </w:r>
      <w:r w:rsidRPr="00C9221D">
        <w:rPr>
          <w:b/>
          <w:bCs/>
          <w:i/>
          <w:lang w:val="en-GB"/>
        </w:rPr>
        <w:t>L</w:t>
      </w:r>
      <w:r w:rsidRPr="00C9221D">
        <w:rPr>
          <w:b/>
          <w:bCs/>
          <w:iCs/>
          <w:lang w:val="en-GB"/>
        </w:rPr>
        <w:t>-DOPA =</w:t>
      </w:r>
      <w:r w:rsidRPr="00C9221D">
        <w:rPr>
          <w:iCs/>
          <w:lang w:val="en-GB"/>
        </w:rPr>
        <w:t xml:space="preserve"> 3,4-dihydroxylphenylalanin; </w:t>
      </w:r>
      <w:r w:rsidRPr="00C9221D">
        <w:rPr>
          <w:b/>
          <w:bCs/>
          <w:iCs/>
          <w:lang w:val="en-GB"/>
        </w:rPr>
        <w:t>LIM =</w:t>
      </w:r>
      <w:r w:rsidRPr="00C9221D">
        <w:rPr>
          <w:iCs/>
          <w:lang w:val="en-GB"/>
        </w:rPr>
        <w:t xml:space="preserve"> low-iron medium; </w:t>
      </w:r>
      <w:r w:rsidRPr="00C9221D">
        <w:rPr>
          <w:b/>
          <w:bCs/>
          <w:iCs/>
          <w:lang w:val="en-GB"/>
        </w:rPr>
        <w:t xml:space="preserve">LPL = </w:t>
      </w:r>
      <w:r w:rsidRPr="00C9221D">
        <w:rPr>
          <w:iCs/>
          <w:lang w:val="en-GB"/>
        </w:rPr>
        <w:t xml:space="preserve">lysophospholipase; </w:t>
      </w:r>
      <w:r w:rsidRPr="00C9221D">
        <w:rPr>
          <w:b/>
          <w:bCs/>
          <w:iCs/>
          <w:lang w:val="en-GB"/>
        </w:rPr>
        <w:t xml:space="preserve">LPTA = </w:t>
      </w:r>
      <w:r w:rsidRPr="00C9221D">
        <w:rPr>
          <w:iCs/>
          <w:lang w:val="en-GB"/>
        </w:rPr>
        <w:t xml:space="preserve">lysophospholipase/transacylase; </w:t>
      </w:r>
      <w:r w:rsidRPr="00C9221D">
        <w:rPr>
          <w:b/>
          <w:bCs/>
          <w:iCs/>
          <w:lang w:val="en-GB"/>
        </w:rPr>
        <w:t>Lys =</w:t>
      </w:r>
      <w:r w:rsidRPr="00C9221D">
        <w:rPr>
          <w:iCs/>
          <w:lang w:val="en-GB"/>
        </w:rPr>
        <w:t xml:space="preserve"> lysine; </w:t>
      </w:r>
      <w:proofErr w:type="spellStart"/>
      <w:r w:rsidRPr="00C9221D">
        <w:rPr>
          <w:b/>
          <w:bCs/>
          <w:iCs/>
          <w:lang w:val="en-GB"/>
        </w:rPr>
        <w:t>McF</w:t>
      </w:r>
      <w:proofErr w:type="spellEnd"/>
      <w:r w:rsidRPr="00C9221D">
        <w:rPr>
          <w:b/>
          <w:bCs/>
          <w:iCs/>
          <w:lang w:val="en-GB"/>
        </w:rPr>
        <w:t xml:space="preserve"> =</w:t>
      </w:r>
      <w:r w:rsidRPr="00C9221D">
        <w:rPr>
          <w:iCs/>
          <w:lang w:val="en-GB"/>
        </w:rPr>
        <w:t xml:space="preserve"> micafungin; </w:t>
      </w:r>
      <w:r w:rsidRPr="00C9221D">
        <w:rPr>
          <w:b/>
          <w:iCs/>
          <w:lang w:val="en-GB"/>
        </w:rPr>
        <w:t>MCZ</w:t>
      </w:r>
      <w:r w:rsidRPr="00C9221D">
        <w:rPr>
          <w:iCs/>
          <w:lang w:val="en-GB"/>
        </w:rPr>
        <w:t xml:space="preserve"> </w:t>
      </w:r>
      <w:r w:rsidRPr="00C9221D">
        <w:rPr>
          <w:b/>
          <w:iCs/>
          <w:lang w:val="en-GB"/>
        </w:rPr>
        <w:t>=</w:t>
      </w:r>
      <w:r w:rsidRPr="00C9221D">
        <w:rPr>
          <w:iCs/>
          <w:lang w:val="en-GB"/>
        </w:rPr>
        <w:t xml:space="preserve"> miconazole; </w:t>
      </w:r>
      <w:r w:rsidRPr="00C9221D">
        <w:rPr>
          <w:b/>
          <w:bCs/>
          <w:iCs/>
          <w:lang w:val="en-GB"/>
        </w:rPr>
        <w:t>MIMC =</w:t>
      </w:r>
      <w:r w:rsidRPr="00C9221D">
        <w:rPr>
          <w:iCs/>
          <w:lang w:val="en-GB"/>
        </w:rPr>
        <w:t xml:space="preserve"> mouse infection model of cryptococcosis; </w:t>
      </w:r>
      <w:r w:rsidRPr="00C9221D">
        <w:rPr>
          <w:b/>
          <w:bCs/>
          <w:iCs/>
          <w:lang w:val="en-GB"/>
        </w:rPr>
        <w:t>MND =</w:t>
      </w:r>
      <w:r w:rsidRPr="00C9221D">
        <w:rPr>
          <w:iCs/>
          <w:lang w:val="en-GB"/>
        </w:rPr>
        <w:t xml:space="preserve"> menandione; </w:t>
      </w:r>
      <w:r w:rsidRPr="00C9221D">
        <w:rPr>
          <w:b/>
          <w:bCs/>
          <w:iCs/>
          <w:lang w:val="en-GB"/>
        </w:rPr>
        <w:t>MNS =</w:t>
      </w:r>
      <w:r w:rsidRPr="00C9221D">
        <w:rPr>
          <w:iCs/>
          <w:lang w:val="en-GB"/>
        </w:rPr>
        <w:t xml:space="preserve"> monensin; </w:t>
      </w:r>
      <w:r w:rsidRPr="00C9221D">
        <w:rPr>
          <w:b/>
          <w:bCs/>
          <w:iCs/>
          <w:lang w:val="en-GB"/>
        </w:rPr>
        <w:t>NCR =</w:t>
      </w:r>
      <w:r w:rsidRPr="00C9221D">
        <w:rPr>
          <w:iCs/>
          <w:lang w:val="en-GB"/>
        </w:rPr>
        <w:t xml:space="preserve"> nitrogen catabolite repression; </w:t>
      </w:r>
      <w:r w:rsidRPr="00C9221D">
        <w:rPr>
          <w:b/>
          <w:bCs/>
          <w:iCs/>
          <w:lang w:val="en-GB"/>
        </w:rPr>
        <w:t>NMC =</w:t>
      </w:r>
      <w:r w:rsidRPr="00C9221D">
        <w:rPr>
          <w:iCs/>
          <w:lang w:val="en-GB"/>
        </w:rPr>
        <w:t xml:space="preserve"> neomycin; </w:t>
      </w:r>
      <w:r w:rsidRPr="00C9221D">
        <w:rPr>
          <w:b/>
          <w:bCs/>
          <w:iCs/>
          <w:lang w:val="en-GB"/>
        </w:rPr>
        <w:t>NTC =</w:t>
      </w:r>
      <w:r w:rsidRPr="00C9221D">
        <w:rPr>
          <w:iCs/>
          <w:lang w:val="en-GB"/>
        </w:rPr>
        <w:t xml:space="preserve"> nourseothricin; </w:t>
      </w:r>
      <w:r w:rsidRPr="00C9221D">
        <w:rPr>
          <w:b/>
          <w:bCs/>
          <w:iCs/>
          <w:lang w:val="en-GB"/>
        </w:rPr>
        <w:t>ovex =</w:t>
      </w:r>
      <w:r w:rsidRPr="00C9221D">
        <w:rPr>
          <w:iCs/>
          <w:lang w:val="en-GB"/>
        </w:rPr>
        <w:t xml:space="preserve"> overexpression; </w:t>
      </w:r>
      <w:r w:rsidRPr="00C9221D">
        <w:rPr>
          <w:b/>
          <w:bCs/>
          <w:iCs/>
          <w:lang w:val="en-GB"/>
        </w:rPr>
        <w:t>PCZ =</w:t>
      </w:r>
      <w:r w:rsidRPr="00C9221D">
        <w:rPr>
          <w:iCs/>
          <w:lang w:val="en-GB"/>
        </w:rPr>
        <w:t xml:space="preserve"> posaconazole; </w:t>
      </w:r>
      <w:r w:rsidRPr="00C9221D">
        <w:rPr>
          <w:b/>
          <w:bCs/>
          <w:iCs/>
          <w:lang w:val="en-GB"/>
        </w:rPr>
        <w:t xml:space="preserve">PI-PLC = </w:t>
      </w:r>
      <w:r w:rsidRPr="00C9221D">
        <w:rPr>
          <w:iCs/>
          <w:lang w:val="en-GB"/>
        </w:rPr>
        <w:t xml:space="preserve">phosphatidylinositol‐specific phospholipase C; </w:t>
      </w:r>
      <w:r w:rsidRPr="00C9221D">
        <w:rPr>
          <w:b/>
          <w:bCs/>
          <w:iCs/>
          <w:lang w:val="en-GB"/>
        </w:rPr>
        <w:t>PMN =</w:t>
      </w:r>
      <w:r w:rsidRPr="00C9221D">
        <w:rPr>
          <w:iCs/>
          <w:lang w:val="en-GB"/>
        </w:rPr>
        <w:t xml:space="preserve"> polymorphonuclear leukocytes; </w:t>
      </w:r>
      <w:r w:rsidRPr="00C9221D">
        <w:rPr>
          <w:b/>
          <w:bCs/>
          <w:lang w:val="en-GB"/>
        </w:rPr>
        <w:t>Pro</w:t>
      </w:r>
      <w:r w:rsidRPr="00C9221D">
        <w:rPr>
          <w:b/>
          <w:bCs/>
          <w:iCs/>
          <w:lang w:val="en-GB"/>
        </w:rPr>
        <w:t xml:space="preserve"> =</w:t>
      </w:r>
      <w:r w:rsidRPr="00C9221D">
        <w:rPr>
          <w:iCs/>
          <w:lang w:val="en-GB"/>
        </w:rPr>
        <w:t xml:space="preserve"> proline </w:t>
      </w:r>
      <w:r w:rsidRPr="00C9221D">
        <w:rPr>
          <w:b/>
          <w:iCs/>
          <w:lang w:val="en-GB"/>
        </w:rPr>
        <w:t>ROS =</w:t>
      </w:r>
      <w:r w:rsidRPr="00C9221D">
        <w:rPr>
          <w:iCs/>
          <w:lang w:val="en-GB"/>
        </w:rPr>
        <w:t xml:space="preserve"> reactive oxygen species; </w:t>
      </w:r>
      <w:r w:rsidRPr="00C9221D">
        <w:rPr>
          <w:b/>
          <w:bCs/>
          <w:iCs/>
          <w:lang w:val="en-GB"/>
        </w:rPr>
        <w:t>RPM =</w:t>
      </w:r>
      <w:r w:rsidRPr="00C9221D">
        <w:rPr>
          <w:iCs/>
          <w:lang w:val="en-GB"/>
        </w:rPr>
        <w:t xml:space="preserve"> rapamycin; </w:t>
      </w:r>
      <w:r w:rsidRPr="00C9221D">
        <w:rPr>
          <w:b/>
          <w:bCs/>
          <w:iCs/>
          <w:lang w:val="en-GB"/>
        </w:rPr>
        <w:t>SD =</w:t>
      </w:r>
      <w:r w:rsidRPr="00C9221D">
        <w:rPr>
          <w:iCs/>
          <w:lang w:val="en-GB"/>
        </w:rPr>
        <w:t xml:space="preserve"> synthetic dextrose; </w:t>
      </w:r>
      <w:r w:rsidRPr="00C9221D">
        <w:rPr>
          <w:b/>
          <w:iCs/>
          <w:lang w:val="en-GB"/>
        </w:rPr>
        <w:t xml:space="preserve">SDS = </w:t>
      </w:r>
      <w:r w:rsidRPr="00C9221D">
        <w:rPr>
          <w:iCs/>
          <w:lang w:val="en-GB"/>
        </w:rPr>
        <w:t xml:space="preserve">sodium dodecyl sulphate (a detergent and protein destabiliser); </w:t>
      </w:r>
      <w:r w:rsidRPr="00C9221D">
        <w:rPr>
          <w:b/>
          <w:iCs/>
          <w:lang w:val="en-GB"/>
        </w:rPr>
        <w:t xml:space="preserve">SHAM = </w:t>
      </w:r>
      <w:r w:rsidRPr="00C9221D">
        <w:rPr>
          <w:iCs/>
          <w:lang w:val="en-GB"/>
        </w:rPr>
        <w:t xml:space="preserve">salicylhydroxamic acid; </w:t>
      </w:r>
      <w:r w:rsidRPr="00C9221D">
        <w:rPr>
          <w:b/>
          <w:bCs/>
          <w:iCs/>
          <w:lang w:val="en-GB"/>
        </w:rPr>
        <w:t>TCA =</w:t>
      </w:r>
      <w:r w:rsidRPr="00C9221D">
        <w:rPr>
          <w:iCs/>
          <w:lang w:val="en-GB"/>
        </w:rPr>
        <w:t xml:space="preserve"> tricarboxylic acid cycle; </w:t>
      </w:r>
      <w:r w:rsidRPr="00C9221D">
        <w:rPr>
          <w:b/>
          <w:bCs/>
          <w:iCs/>
          <w:lang w:val="en-GB"/>
        </w:rPr>
        <w:t>TCM =</w:t>
      </w:r>
      <w:r w:rsidRPr="00C9221D">
        <w:rPr>
          <w:iCs/>
          <w:lang w:val="en-GB"/>
        </w:rPr>
        <w:t xml:space="preserve"> tunicamycin; </w:t>
      </w:r>
      <w:r w:rsidRPr="00C9221D">
        <w:rPr>
          <w:b/>
          <w:bCs/>
          <w:iCs/>
          <w:lang w:val="en-GB"/>
        </w:rPr>
        <w:t>Trp =</w:t>
      </w:r>
      <w:r w:rsidRPr="00C9221D">
        <w:rPr>
          <w:iCs/>
          <w:lang w:val="en-GB"/>
        </w:rPr>
        <w:t xml:space="preserve"> tryptophan; </w:t>
      </w:r>
      <w:r w:rsidRPr="00C9221D">
        <w:rPr>
          <w:b/>
          <w:bCs/>
          <w:i/>
          <w:lang w:val="en-GB"/>
        </w:rPr>
        <w:t>ts</w:t>
      </w:r>
      <w:r w:rsidRPr="00C9221D">
        <w:rPr>
          <w:b/>
          <w:bCs/>
          <w:iCs/>
          <w:lang w:val="en-GB"/>
        </w:rPr>
        <w:t xml:space="preserve"> =</w:t>
      </w:r>
      <w:r w:rsidRPr="00C9221D">
        <w:rPr>
          <w:iCs/>
          <w:lang w:val="en-GB"/>
        </w:rPr>
        <w:t xml:space="preserve"> temperature sensitive; </w:t>
      </w:r>
      <w:r w:rsidRPr="00C9221D">
        <w:rPr>
          <w:b/>
          <w:bCs/>
          <w:iCs/>
          <w:lang w:val="en-GB"/>
        </w:rPr>
        <w:t xml:space="preserve">VCZ = </w:t>
      </w:r>
      <w:r w:rsidRPr="00C9221D">
        <w:rPr>
          <w:iCs/>
          <w:lang w:val="en-GB"/>
        </w:rPr>
        <w:t xml:space="preserve">voriconazole; </w:t>
      </w:r>
      <w:r w:rsidRPr="00C9221D">
        <w:rPr>
          <w:b/>
          <w:bCs/>
          <w:i/>
          <w:lang w:val="en-GB"/>
        </w:rPr>
        <w:t>wt</w:t>
      </w:r>
      <w:r w:rsidRPr="00C9221D">
        <w:rPr>
          <w:b/>
          <w:bCs/>
          <w:iCs/>
          <w:lang w:val="en-GB"/>
        </w:rPr>
        <w:t xml:space="preserve"> =</w:t>
      </w:r>
      <w:r w:rsidRPr="00C9221D">
        <w:rPr>
          <w:iCs/>
          <w:lang w:val="en-GB"/>
        </w:rPr>
        <w:t xml:space="preserve"> wild-type; </w:t>
      </w:r>
      <w:r w:rsidRPr="00C9221D">
        <w:rPr>
          <w:b/>
          <w:bCs/>
          <w:iCs/>
          <w:lang w:val="en-GB"/>
        </w:rPr>
        <w:t>YNB =</w:t>
      </w:r>
      <w:r w:rsidRPr="00C9221D">
        <w:rPr>
          <w:iCs/>
          <w:lang w:val="en-GB"/>
        </w:rPr>
        <w:t xml:space="preserve"> yeast nitrogen base; </w:t>
      </w:r>
      <w:r w:rsidRPr="00C9221D">
        <w:rPr>
          <w:b/>
          <w:iCs/>
          <w:lang w:val="en-GB"/>
        </w:rPr>
        <w:t xml:space="preserve">YPD = </w:t>
      </w:r>
      <w:r w:rsidRPr="00C9221D">
        <w:rPr>
          <w:iCs/>
          <w:lang w:val="en-GB"/>
        </w:rPr>
        <w:t>yeast peptone dextrose media</w:t>
      </w:r>
      <w:r w:rsidRPr="00325902">
        <w:t>.</w:t>
      </w:r>
    </w:p>
    <w:p w14:paraId="2FA771B6" w14:textId="5779ECEE" w:rsidR="009E08D8" w:rsidRPr="009E08D8" w:rsidRDefault="009E08D8" w:rsidP="009E08D8">
      <w:pPr>
        <w:pStyle w:val="MDPI43tablefooter"/>
        <w:ind w:left="0"/>
        <w:sectPr w:rsidR="009E08D8" w:rsidRPr="009E08D8" w:rsidSect="00736178">
          <w:headerReference w:type="even" r:id="rId8"/>
          <w:headerReference w:type="default" r:id="rId9"/>
          <w:footerReference w:type="default" r:id="rId10"/>
          <w:headerReference w:type="first" r:id="rId11"/>
          <w:footerReference w:type="first" r:id="rId12"/>
          <w:type w:val="continuous"/>
          <w:pgSz w:w="16838" w:h="11906" w:orient="landscape" w:code="9"/>
          <w:pgMar w:top="720" w:right="1418" w:bottom="720" w:left="1077" w:header="1021" w:footer="340" w:gutter="0"/>
          <w:lnNumType w:countBy="1" w:distance="255" w:restart="continuous"/>
          <w:cols w:space="425"/>
          <w:bidi/>
          <w:docGrid w:type="linesAndChars" w:linePitch="326"/>
        </w:sectPr>
      </w:pPr>
    </w:p>
    <w:p w14:paraId="7AC15D36" w14:textId="7A0E810F" w:rsidR="00EB5DD1" w:rsidRPr="00EB5DD1" w:rsidRDefault="00EB5DD1" w:rsidP="00EB5DD1">
      <w:pPr>
        <w:pStyle w:val="MDPI63Notes"/>
        <w:spacing w:after="60"/>
        <w:rPr>
          <w:b/>
          <w:bCs/>
          <w:sz w:val="20"/>
          <w:szCs w:val="22"/>
        </w:rPr>
      </w:pPr>
      <w:r w:rsidRPr="00EB5DD1">
        <w:rPr>
          <w:b/>
          <w:bCs/>
          <w:sz w:val="20"/>
          <w:szCs w:val="22"/>
          <w:lang w:val="en-GB"/>
        </w:rPr>
        <w:lastRenderedPageBreak/>
        <w:t>References</w:t>
      </w:r>
    </w:p>
    <w:p w14:paraId="626C0BAE" w14:textId="77777777" w:rsidR="007F072A" w:rsidRPr="007F072A" w:rsidRDefault="00EB5DD1" w:rsidP="007F072A">
      <w:pPr>
        <w:pStyle w:val="EndNoteBibliography"/>
        <w:spacing w:after="0"/>
        <w:ind w:left="720" w:hanging="720"/>
      </w:pPr>
      <w:r>
        <w:fldChar w:fldCharType="begin" w:fldLock="1"/>
      </w:r>
      <w:r>
        <w:instrText xml:space="preserve"> ADDIN EN.REFLIST </w:instrText>
      </w:r>
      <w:r>
        <w:fldChar w:fldCharType="separate"/>
      </w:r>
      <w:r w:rsidR="007F072A" w:rsidRPr="007F072A">
        <w:t>1.</w:t>
      </w:r>
      <w:r w:rsidR="007F072A" w:rsidRPr="007F072A">
        <w:tab/>
        <w:t xml:space="preserve">Chang, Y.C.; Lamichhane, A.K.; Kwon-Chung, K.J. Role of actin-bundling protein Sac6 in growth of Cryptococcus neoformans at low oxygen concentration. </w:t>
      </w:r>
      <w:r w:rsidR="007F072A" w:rsidRPr="007F072A">
        <w:rPr>
          <w:i/>
        </w:rPr>
        <w:t xml:space="preserve">Eukaryotic cell </w:t>
      </w:r>
      <w:r w:rsidR="007F072A" w:rsidRPr="007F072A">
        <w:rPr>
          <w:b/>
        </w:rPr>
        <w:t>2012</w:t>
      </w:r>
      <w:r w:rsidR="007F072A" w:rsidRPr="007F072A">
        <w:t xml:space="preserve">, </w:t>
      </w:r>
      <w:r w:rsidR="007F072A" w:rsidRPr="007F072A">
        <w:rPr>
          <w:i/>
        </w:rPr>
        <w:t>11</w:t>
      </w:r>
      <w:r w:rsidR="007F072A" w:rsidRPr="007F072A">
        <w:t>, 943-951.</w:t>
      </w:r>
    </w:p>
    <w:p w14:paraId="3E2A2F3E" w14:textId="77777777" w:rsidR="007F072A" w:rsidRPr="007F072A" w:rsidRDefault="007F072A" w:rsidP="007F072A">
      <w:pPr>
        <w:pStyle w:val="EndNoteBibliography"/>
        <w:spacing w:after="0"/>
        <w:ind w:left="720" w:hanging="720"/>
      </w:pPr>
      <w:r w:rsidRPr="007F072A">
        <w:t>2.</w:t>
      </w:r>
      <w:r w:rsidRPr="007F072A">
        <w:tab/>
        <w:t xml:space="preserve">Hu, G.; Cheng, P.Y.; Sham, A.; Perfect, J.R.; Kronstad, J.W. Metabolic adaptation in Cryptococcus neoformans during early murine pulmonary infection. </w:t>
      </w:r>
      <w:r w:rsidRPr="007F072A">
        <w:rPr>
          <w:i/>
        </w:rPr>
        <w:t xml:space="preserve">Mol Microbiol </w:t>
      </w:r>
      <w:r w:rsidRPr="007F072A">
        <w:rPr>
          <w:b/>
        </w:rPr>
        <w:t>2008</w:t>
      </w:r>
      <w:r w:rsidRPr="007F072A">
        <w:t xml:space="preserve">, </w:t>
      </w:r>
      <w:r w:rsidRPr="007F072A">
        <w:rPr>
          <w:i/>
        </w:rPr>
        <w:t>69</w:t>
      </w:r>
      <w:r w:rsidRPr="007F072A">
        <w:t>, 1456-1475, doi:10.1111/j.1365-2958.2008.06374.x.</w:t>
      </w:r>
    </w:p>
    <w:p w14:paraId="2E0A14FF" w14:textId="77777777" w:rsidR="007F072A" w:rsidRPr="007F072A" w:rsidRDefault="007F072A" w:rsidP="007F072A">
      <w:pPr>
        <w:pStyle w:val="EndNoteBibliography"/>
        <w:spacing w:after="0"/>
        <w:ind w:left="720" w:hanging="720"/>
      </w:pPr>
      <w:r w:rsidRPr="007F072A">
        <w:t>3.</w:t>
      </w:r>
      <w:r w:rsidRPr="007F072A">
        <w:tab/>
        <w:t xml:space="preserve">Mylonakis, E.; Ausubel, F.M.; Perfect, J.R.; Heitman, J.; Calderwood, S.B. Killing of Caenorhabditis elegans by Cryptococcus neoformans as a model of yeast pathogenesis. </w:t>
      </w:r>
      <w:r w:rsidRPr="007F072A">
        <w:rPr>
          <w:i/>
        </w:rPr>
        <w:t xml:space="preserve">Proc Natl Acad Sci U S A </w:t>
      </w:r>
      <w:r w:rsidRPr="007F072A">
        <w:rPr>
          <w:b/>
        </w:rPr>
        <w:t>2002</w:t>
      </w:r>
      <w:r w:rsidRPr="007F072A">
        <w:t xml:space="preserve">, </w:t>
      </w:r>
      <w:r w:rsidRPr="007F072A">
        <w:rPr>
          <w:i/>
        </w:rPr>
        <w:t>99</w:t>
      </w:r>
      <w:r w:rsidRPr="007F072A">
        <w:t>, 15675-15680, doi:10.1073/pnas.232568599.</w:t>
      </w:r>
    </w:p>
    <w:p w14:paraId="68F2C553" w14:textId="77777777" w:rsidR="007F072A" w:rsidRPr="007F072A" w:rsidRDefault="007F072A" w:rsidP="007F072A">
      <w:pPr>
        <w:pStyle w:val="EndNoteBibliography"/>
        <w:spacing w:after="0"/>
        <w:ind w:left="720" w:hanging="720"/>
      </w:pPr>
      <w:r w:rsidRPr="007F072A">
        <w:t>4.</w:t>
      </w:r>
      <w:r w:rsidRPr="007F072A">
        <w:tab/>
        <w:t xml:space="preserve">Perfect, J.R.; Toffaletti, D.L.; Rude, T.H. The gene encoding phosphoribosylaminoimidazole carboxylase (ADE2) is essential for growth of Cryptococcus neoformans in cerebrospinal fluid. </w:t>
      </w:r>
      <w:r w:rsidRPr="007F072A">
        <w:rPr>
          <w:i/>
        </w:rPr>
        <w:t xml:space="preserve">Infect Immun </w:t>
      </w:r>
      <w:r w:rsidRPr="007F072A">
        <w:rPr>
          <w:b/>
        </w:rPr>
        <w:t>1993</w:t>
      </w:r>
      <w:r w:rsidRPr="007F072A">
        <w:t xml:space="preserve">, </w:t>
      </w:r>
      <w:r w:rsidRPr="007F072A">
        <w:rPr>
          <w:i/>
        </w:rPr>
        <w:t>61</w:t>
      </w:r>
      <w:r w:rsidRPr="007F072A">
        <w:t>, 4446-4451, doi:10.1128/iai.61.10.4446-4451.1993.</w:t>
      </w:r>
    </w:p>
    <w:p w14:paraId="58645CA2" w14:textId="77777777" w:rsidR="007F072A" w:rsidRPr="007F072A" w:rsidRDefault="007F072A" w:rsidP="007F072A">
      <w:pPr>
        <w:pStyle w:val="EndNoteBibliography"/>
        <w:spacing w:after="0"/>
        <w:ind w:left="720" w:hanging="720"/>
      </w:pPr>
      <w:r w:rsidRPr="007F072A">
        <w:t>5.</w:t>
      </w:r>
      <w:r w:rsidRPr="007F072A">
        <w:tab/>
        <w:t xml:space="preserve">Thak, E.J.; Lee, S.B.; Xu-Vanpala, S.; Lee, D.J.; Chung, S.Y.; Bahn, Y.S.; Oh, D.B.; Shinohara, M.L.; Kang, H.A. Core N-Glycan Structures Are Critical for the Pathogenicity of Cryptococcus neoformans by Modulating Host Cell Death. </w:t>
      </w:r>
      <w:r w:rsidRPr="007F072A">
        <w:rPr>
          <w:i/>
        </w:rPr>
        <w:t xml:space="preserve">mBio </w:t>
      </w:r>
      <w:r w:rsidRPr="007F072A">
        <w:rPr>
          <w:b/>
        </w:rPr>
        <w:t>2020</w:t>
      </w:r>
      <w:r w:rsidRPr="007F072A">
        <w:t xml:space="preserve">, </w:t>
      </w:r>
      <w:r w:rsidRPr="007F072A">
        <w:rPr>
          <w:i/>
        </w:rPr>
        <w:t>11</w:t>
      </w:r>
      <w:r w:rsidRPr="007F072A">
        <w:t>, doi:10.1128/mBio.00711-20.</w:t>
      </w:r>
    </w:p>
    <w:p w14:paraId="75AF2D5C" w14:textId="77777777" w:rsidR="007F072A" w:rsidRPr="007F072A" w:rsidRDefault="007F072A" w:rsidP="007F072A">
      <w:pPr>
        <w:pStyle w:val="EndNoteBibliography"/>
        <w:spacing w:after="0"/>
        <w:ind w:left="720" w:hanging="720"/>
      </w:pPr>
      <w:r w:rsidRPr="007F072A">
        <w:t>6.</w:t>
      </w:r>
      <w:r w:rsidRPr="007F072A">
        <w:tab/>
        <w:t xml:space="preserve">Akhter, S.; McDade, H.C.; Gorlach, J.M.; Heinrich, G.; Cox, G.M.; Perfect, J.R. Role of alternative oxidase gene in pathogenesis of Cryptococcus neoformans. </w:t>
      </w:r>
      <w:r w:rsidRPr="007F072A">
        <w:rPr>
          <w:i/>
        </w:rPr>
        <w:t xml:space="preserve">Infect Immun </w:t>
      </w:r>
      <w:r w:rsidRPr="007F072A">
        <w:rPr>
          <w:b/>
        </w:rPr>
        <w:t>2003</w:t>
      </w:r>
      <w:r w:rsidRPr="007F072A">
        <w:t xml:space="preserve">, </w:t>
      </w:r>
      <w:r w:rsidRPr="007F072A">
        <w:rPr>
          <w:i/>
        </w:rPr>
        <w:t>71</w:t>
      </w:r>
      <w:r w:rsidRPr="007F072A">
        <w:t>, 5794-5802, doi:10.1128/IAI.71.10.5794-5802.2003.</w:t>
      </w:r>
    </w:p>
    <w:p w14:paraId="636B0DE3" w14:textId="77777777" w:rsidR="007F072A" w:rsidRPr="007F072A" w:rsidRDefault="007F072A" w:rsidP="007F072A">
      <w:pPr>
        <w:pStyle w:val="EndNoteBibliography"/>
        <w:spacing w:after="0"/>
        <w:ind w:left="720" w:hanging="720"/>
      </w:pPr>
      <w:r w:rsidRPr="007F072A">
        <w:t>7.</w:t>
      </w:r>
      <w:r w:rsidRPr="007F072A">
        <w:tab/>
        <w:t xml:space="preserve">Lev, S.; Crossett, B.; Cha, S.Y.; Desmarini, D.; Li, C.; Chayakulkeeree, M.; Wilson, C.F.; Williamson, P.R.; Sorrell, T.C.; Djordjevic, J.T. Identification of Aph1, a phosphate-regulated, secreted, and vacuolar acid phosphatase in Cryptococcus neoformans. </w:t>
      </w:r>
      <w:r w:rsidRPr="007F072A">
        <w:rPr>
          <w:i/>
        </w:rPr>
        <w:t xml:space="preserve">mBio </w:t>
      </w:r>
      <w:r w:rsidRPr="007F072A">
        <w:rPr>
          <w:b/>
        </w:rPr>
        <w:t>2014</w:t>
      </w:r>
      <w:r w:rsidRPr="007F072A">
        <w:t xml:space="preserve">, </w:t>
      </w:r>
      <w:r w:rsidRPr="007F072A">
        <w:rPr>
          <w:i/>
        </w:rPr>
        <w:t>5</w:t>
      </w:r>
      <w:r w:rsidRPr="007F072A">
        <w:t>, e01649-01614, doi:10.1128/mBio.01649-14.</w:t>
      </w:r>
    </w:p>
    <w:p w14:paraId="2A6BC9C3" w14:textId="77777777" w:rsidR="007F072A" w:rsidRPr="007F072A" w:rsidRDefault="007F072A" w:rsidP="007F072A">
      <w:pPr>
        <w:pStyle w:val="EndNoteBibliography"/>
        <w:spacing w:after="0"/>
        <w:ind w:left="720" w:hanging="720"/>
      </w:pPr>
      <w:r w:rsidRPr="007F072A">
        <w:t>8.</w:t>
      </w:r>
      <w:r w:rsidRPr="007F072A">
        <w:tab/>
        <w:t xml:space="preserve">Ichimura, Y.; Kirisako, T.; Takao, T.; Satomi, Y.; Shimonishi, Y.; Ishihara, N.; Mizushima, N.; Tanida, I.; Kominami, E.; Ohsumi, M.; et al. A ubiquitin-like system mediates protein lipidation. </w:t>
      </w:r>
      <w:r w:rsidRPr="007F072A">
        <w:rPr>
          <w:i/>
        </w:rPr>
        <w:t xml:space="preserve">Nature </w:t>
      </w:r>
      <w:r w:rsidRPr="007F072A">
        <w:rPr>
          <w:b/>
        </w:rPr>
        <w:t>2000</w:t>
      </w:r>
      <w:r w:rsidRPr="007F072A">
        <w:t xml:space="preserve">, </w:t>
      </w:r>
      <w:r w:rsidRPr="007F072A">
        <w:rPr>
          <w:i/>
        </w:rPr>
        <w:t>408</w:t>
      </w:r>
      <w:r w:rsidRPr="007F072A">
        <w:t>, 488-492, doi:10.1038/35044114.</w:t>
      </w:r>
    </w:p>
    <w:p w14:paraId="5EE57A3C" w14:textId="77777777" w:rsidR="007F072A" w:rsidRPr="007F072A" w:rsidRDefault="007F072A" w:rsidP="007F072A">
      <w:pPr>
        <w:pStyle w:val="EndNoteBibliography"/>
        <w:spacing w:after="0"/>
        <w:ind w:left="720" w:hanging="720"/>
      </w:pPr>
      <w:r w:rsidRPr="007F072A">
        <w:t>9.</w:t>
      </w:r>
      <w:r w:rsidRPr="007F072A">
        <w:tab/>
        <w:t xml:space="preserve">Gerik, K.J.; Bhimireddy, S.R.; Ryerse, J.S.; Specht, C.A.; Lodge, J.K. PKC1 is essential for protection against both oxidative and nitrosative stresses, cell integrity, and normal manifestation of virulence factors in the pathogenic fungus Cryptococcus neoformans. </w:t>
      </w:r>
      <w:r w:rsidRPr="007F072A">
        <w:rPr>
          <w:i/>
        </w:rPr>
        <w:t xml:space="preserve">Eukaryot Cell </w:t>
      </w:r>
      <w:r w:rsidRPr="007F072A">
        <w:rPr>
          <w:b/>
        </w:rPr>
        <w:t>2008</w:t>
      </w:r>
      <w:r w:rsidRPr="007F072A">
        <w:t xml:space="preserve">, </w:t>
      </w:r>
      <w:r w:rsidRPr="007F072A">
        <w:rPr>
          <w:i/>
        </w:rPr>
        <w:t>7</w:t>
      </w:r>
      <w:r w:rsidRPr="007F072A">
        <w:t>, 1685-1698, doi:10.1128/EC.00146-08.</w:t>
      </w:r>
    </w:p>
    <w:p w14:paraId="2847C9D2" w14:textId="77777777" w:rsidR="007F072A" w:rsidRPr="007F072A" w:rsidRDefault="007F072A" w:rsidP="007F072A">
      <w:pPr>
        <w:pStyle w:val="EndNoteBibliography"/>
        <w:spacing w:after="0"/>
        <w:ind w:left="720" w:hanging="720"/>
      </w:pPr>
      <w:r w:rsidRPr="007F072A">
        <w:t>10.</w:t>
      </w:r>
      <w:r w:rsidRPr="007F072A">
        <w:tab/>
        <w:t xml:space="preserve">Idnurm, A.; Heitman, J. Light controls growth and development via a conserved pathway in the fungal kingdom. </w:t>
      </w:r>
      <w:r w:rsidRPr="007F072A">
        <w:rPr>
          <w:i/>
        </w:rPr>
        <w:t xml:space="preserve">PLoS Biol </w:t>
      </w:r>
      <w:r w:rsidRPr="007F072A">
        <w:rPr>
          <w:b/>
        </w:rPr>
        <w:t>2005</w:t>
      </w:r>
      <w:r w:rsidRPr="007F072A">
        <w:t xml:space="preserve">, </w:t>
      </w:r>
      <w:r w:rsidRPr="007F072A">
        <w:rPr>
          <w:i/>
        </w:rPr>
        <w:t>3</w:t>
      </w:r>
      <w:r w:rsidRPr="007F072A">
        <w:t>, e95, doi:10.1371/journal.pbio.0030095.</w:t>
      </w:r>
    </w:p>
    <w:p w14:paraId="00EF9E75" w14:textId="77777777" w:rsidR="007F072A" w:rsidRPr="007F072A" w:rsidRDefault="007F072A" w:rsidP="007F072A">
      <w:pPr>
        <w:pStyle w:val="EndNoteBibliography"/>
        <w:spacing w:after="0"/>
        <w:ind w:left="720" w:hanging="720"/>
      </w:pPr>
      <w:r w:rsidRPr="007F072A">
        <w:t>11.</w:t>
      </w:r>
      <w:r w:rsidRPr="007F072A">
        <w:tab/>
        <w:t xml:space="preserve">Bahn, Y.S.; Muhlschlegel, F.A. CO2 sensing in fungi and beyond. </w:t>
      </w:r>
      <w:r w:rsidRPr="007F072A">
        <w:rPr>
          <w:i/>
        </w:rPr>
        <w:t xml:space="preserve">Curr Opin Microbiol </w:t>
      </w:r>
      <w:r w:rsidRPr="007F072A">
        <w:rPr>
          <w:b/>
        </w:rPr>
        <w:t>2006</w:t>
      </w:r>
      <w:r w:rsidRPr="007F072A">
        <w:t xml:space="preserve">, </w:t>
      </w:r>
      <w:r w:rsidRPr="007F072A">
        <w:rPr>
          <w:i/>
        </w:rPr>
        <w:t>9</w:t>
      </w:r>
      <w:r w:rsidRPr="007F072A">
        <w:t>, 572-578, doi:10.1016/j.mib.2006.09.003.</w:t>
      </w:r>
    </w:p>
    <w:p w14:paraId="1A863AC0" w14:textId="77777777" w:rsidR="007F072A" w:rsidRPr="007F072A" w:rsidRDefault="007F072A" w:rsidP="007F072A">
      <w:pPr>
        <w:pStyle w:val="EndNoteBibliography"/>
        <w:spacing w:after="0"/>
        <w:ind w:left="720" w:hanging="720"/>
      </w:pPr>
      <w:r w:rsidRPr="007F072A">
        <w:t>12.</w:t>
      </w:r>
      <w:r w:rsidRPr="007F072A">
        <w:tab/>
        <w:t xml:space="preserve">Bahn, Y.S.; Cox, G.M.; Perfect, J.R.; Heitman, J. Carbonic anhydrase and CO2 sensing during Cryptococcus neoformans growth, differentiation, and virulence. </w:t>
      </w:r>
      <w:r w:rsidRPr="007F072A">
        <w:rPr>
          <w:i/>
        </w:rPr>
        <w:t xml:space="preserve">Curr Biol </w:t>
      </w:r>
      <w:r w:rsidRPr="007F072A">
        <w:rPr>
          <w:b/>
        </w:rPr>
        <w:t>2005</w:t>
      </w:r>
      <w:r w:rsidRPr="007F072A">
        <w:t xml:space="preserve">, </w:t>
      </w:r>
      <w:r w:rsidRPr="007F072A">
        <w:rPr>
          <w:i/>
        </w:rPr>
        <w:t>15</w:t>
      </w:r>
      <w:r w:rsidRPr="007F072A">
        <w:t>, 2013-2020, doi:10.1016/j.cub.2005.09.047.</w:t>
      </w:r>
    </w:p>
    <w:p w14:paraId="2181F08C" w14:textId="77777777" w:rsidR="007F072A" w:rsidRPr="007F072A" w:rsidRDefault="007F072A" w:rsidP="007F072A">
      <w:pPr>
        <w:pStyle w:val="EndNoteBibliography"/>
        <w:spacing w:after="0"/>
        <w:ind w:left="720" w:hanging="720"/>
      </w:pPr>
      <w:r w:rsidRPr="007F072A">
        <w:t>13.</w:t>
      </w:r>
      <w:r w:rsidRPr="007F072A">
        <w:tab/>
        <w:t xml:space="preserve">Cruz, M.C.; Sia, R.A.L.; Olson, M.; Cox, G.M.; Heitman, J. Comparison of the Roles of Calcineurin in Physiology and Virulence in Serotype D and Serotype A Strains ofCryptococcus neoformans. </w:t>
      </w:r>
      <w:r w:rsidRPr="007F072A">
        <w:rPr>
          <w:i/>
        </w:rPr>
        <w:t xml:space="preserve">Infection and Immunity </w:t>
      </w:r>
      <w:r w:rsidRPr="007F072A">
        <w:rPr>
          <w:b/>
        </w:rPr>
        <w:t>2000</w:t>
      </w:r>
      <w:r w:rsidRPr="007F072A">
        <w:t xml:space="preserve">, </w:t>
      </w:r>
      <w:r w:rsidRPr="007F072A">
        <w:rPr>
          <w:i/>
        </w:rPr>
        <w:t>68</w:t>
      </w:r>
      <w:r w:rsidRPr="007F072A">
        <w:t>, 982-985.</w:t>
      </w:r>
    </w:p>
    <w:p w14:paraId="4384B93C" w14:textId="77777777" w:rsidR="007F072A" w:rsidRPr="007F072A" w:rsidRDefault="007F072A" w:rsidP="007F072A">
      <w:pPr>
        <w:pStyle w:val="EndNoteBibliography"/>
        <w:spacing w:after="0"/>
        <w:ind w:left="720" w:hanging="720"/>
      </w:pPr>
      <w:r w:rsidRPr="007F072A">
        <w:t>14.</w:t>
      </w:r>
      <w:r w:rsidRPr="007F072A">
        <w:tab/>
        <w:t xml:space="preserve">Kraus, P.R.; Heitman, J. Coping with stress: calmodulin and calcineurin in model and pathogenic fungi. </w:t>
      </w:r>
      <w:r w:rsidRPr="007F072A">
        <w:rPr>
          <w:i/>
        </w:rPr>
        <w:t xml:space="preserve">Biochem Biophys Res Commun </w:t>
      </w:r>
      <w:r w:rsidRPr="007F072A">
        <w:rPr>
          <w:b/>
        </w:rPr>
        <w:t>2003</w:t>
      </w:r>
      <w:r w:rsidRPr="007F072A">
        <w:t xml:space="preserve">, </w:t>
      </w:r>
      <w:r w:rsidRPr="007F072A">
        <w:rPr>
          <w:i/>
        </w:rPr>
        <w:t>311</w:t>
      </w:r>
      <w:r w:rsidRPr="007F072A">
        <w:t>, 1151-1157, doi:10.1016/s0006-291x(03)01528-6.</w:t>
      </w:r>
    </w:p>
    <w:p w14:paraId="416E5CB5" w14:textId="77777777" w:rsidR="007F072A" w:rsidRPr="007F072A" w:rsidRDefault="007F072A" w:rsidP="007F072A">
      <w:pPr>
        <w:pStyle w:val="EndNoteBibliography"/>
        <w:spacing w:after="0"/>
        <w:ind w:left="720" w:hanging="720"/>
      </w:pPr>
      <w:r w:rsidRPr="007F072A">
        <w:t>15.</w:t>
      </w:r>
      <w:r w:rsidRPr="007F072A">
        <w:tab/>
        <w:t xml:space="preserve">Steenbergen, J.N.; Casadevall, A. The origin and maintenance of virulence for the human pathogenic fungus Cryptococcus neoformans. </w:t>
      </w:r>
      <w:r w:rsidRPr="007F072A">
        <w:rPr>
          <w:i/>
        </w:rPr>
        <w:t xml:space="preserve">Microbes Infect </w:t>
      </w:r>
      <w:r w:rsidRPr="007F072A">
        <w:rPr>
          <w:b/>
        </w:rPr>
        <w:t>2003</w:t>
      </w:r>
      <w:r w:rsidRPr="007F072A">
        <w:t xml:space="preserve">, </w:t>
      </w:r>
      <w:r w:rsidRPr="007F072A">
        <w:rPr>
          <w:i/>
        </w:rPr>
        <w:t>5</w:t>
      </w:r>
      <w:r w:rsidRPr="007F072A">
        <w:t>, 667-675, doi:10.1016/s1286-4579(03)00092-3.</w:t>
      </w:r>
    </w:p>
    <w:p w14:paraId="5E83BC76" w14:textId="77777777" w:rsidR="007F072A" w:rsidRPr="007F072A" w:rsidRDefault="007F072A" w:rsidP="007F072A">
      <w:pPr>
        <w:pStyle w:val="EndNoteBibliography"/>
        <w:spacing w:after="0"/>
        <w:ind w:left="720" w:hanging="720"/>
      </w:pPr>
      <w:r w:rsidRPr="007F072A">
        <w:t>16.</w:t>
      </w:r>
      <w:r w:rsidRPr="007F072A">
        <w:tab/>
        <w:t xml:space="preserve">Steenbergen, J.N.; Shuman, H.A.; Casadevall, A. Cryptococcus neoformans interactions with amoebae suggest an explanation for its virulence and intracellular pathogenic strategy in macrophages. </w:t>
      </w:r>
      <w:r w:rsidRPr="007F072A">
        <w:rPr>
          <w:i/>
        </w:rPr>
        <w:t xml:space="preserve">Proc Natl Acad Sci U S A </w:t>
      </w:r>
      <w:r w:rsidRPr="007F072A">
        <w:rPr>
          <w:b/>
        </w:rPr>
        <w:t>2001</w:t>
      </w:r>
      <w:r w:rsidRPr="007F072A">
        <w:t xml:space="preserve">, </w:t>
      </w:r>
      <w:r w:rsidRPr="007F072A">
        <w:rPr>
          <w:i/>
        </w:rPr>
        <w:t>98</w:t>
      </w:r>
      <w:r w:rsidRPr="007F072A">
        <w:t>, 15245-15250, doi:10.1073/pnas.261418798.</w:t>
      </w:r>
    </w:p>
    <w:p w14:paraId="2E32A344" w14:textId="77777777" w:rsidR="007F072A" w:rsidRPr="007F072A" w:rsidRDefault="007F072A" w:rsidP="007F072A">
      <w:pPr>
        <w:pStyle w:val="EndNoteBibliography"/>
        <w:spacing w:after="0"/>
        <w:ind w:left="720" w:hanging="720"/>
      </w:pPr>
      <w:r w:rsidRPr="007F072A">
        <w:t>17.</w:t>
      </w:r>
      <w:r w:rsidRPr="007F072A">
        <w:tab/>
        <w:t xml:space="preserve">Casadevall, A.; Steenbergen, J.N.; Nosanchuk, J.D. 'Ready made' virulence and 'dual use' virulence factors in pathogenic environmental fungi--the Cryptococcus neoformans paradigm. </w:t>
      </w:r>
      <w:r w:rsidRPr="007F072A">
        <w:rPr>
          <w:i/>
        </w:rPr>
        <w:t xml:space="preserve">Curr Opin Microbiol </w:t>
      </w:r>
      <w:r w:rsidRPr="007F072A">
        <w:rPr>
          <w:b/>
        </w:rPr>
        <w:t>2003</w:t>
      </w:r>
      <w:r w:rsidRPr="007F072A">
        <w:t xml:space="preserve">, </w:t>
      </w:r>
      <w:r w:rsidRPr="007F072A">
        <w:rPr>
          <w:i/>
        </w:rPr>
        <w:t>6</w:t>
      </w:r>
      <w:r w:rsidRPr="007F072A">
        <w:t>, 332-337, doi:10.1016/s1369-5274(03)00082-1.</w:t>
      </w:r>
    </w:p>
    <w:p w14:paraId="1B903CCE" w14:textId="77777777" w:rsidR="007F072A" w:rsidRPr="007F072A" w:rsidRDefault="007F072A" w:rsidP="007F072A">
      <w:pPr>
        <w:pStyle w:val="EndNoteBibliography"/>
        <w:spacing w:after="0"/>
        <w:ind w:left="720" w:hanging="720"/>
      </w:pPr>
      <w:r w:rsidRPr="007F072A">
        <w:lastRenderedPageBreak/>
        <w:t>18.</w:t>
      </w:r>
      <w:r w:rsidRPr="007F072A">
        <w:tab/>
        <w:t xml:space="preserve">Liu, M.; Du, P.; Heinrich, G.; Cox, G.M.; Gelli, A. Cch1 mediates calcium entry in Cryptococcus neoformans and is essential in low-calcium environments. </w:t>
      </w:r>
      <w:r w:rsidRPr="007F072A">
        <w:rPr>
          <w:i/>
        </w:rPr>
        <w:t xml:space="preserve">Eukaryot Cell </w:t>
      </w:r>
      <w:r w:rsidRPr="007F072A">
        <w:rPr>
          <w:b/>
        </w:rPr>
        <w:t>2006</w:t>
      </w:r>
      <w:r w:rsidRPr="007F072A">
        <w:t xml:space="preserve">, </w:t>
      </w:r>
      <w:r w:rsidRPr="007F072A">
        <w:rPr>
          <w:i/>
        </w:rPr>
        <w:t>5</w:t>
      </w:r>
      <w:r w:rsidRPr="007F072A">
        <w:t>, 1788-1796, doi:10.1128/EC.00158-06.</w:t>
      </w:r>
    </w:p>
    <w:p w14:paraId="128E22A3" w14:textId="77777777" w:rsidR="007F072A" w:rsidRPr="007F072A" w:rsidRDefault="007F072A" w:rsidP="007F072A">
      <w:pPr>
        <w:pStyle w:val="EndNoteBibliography"/>
        <w:spacing w:after="0"/>
        <w:ind w:left="720" w:hanging="720"/>
      </w:pPr>
      <w:r w:rsidRPr="007F072A">
        <w:t>19.</w:t>
      </w:r>
      <w:r w:rsidRPr="007F072A">
        <w:tab/>
        <w:t xml:space="preserve">Giles, S.S.; Perfect, J.R.; Cox, G.M. Cytochrome c peroxidase contributes to the antioxidant defense of Cryptococcus neoformans. </w:t>
      </w:r>
      <w:r w:rsidRPr="007F072A">
        <w:rPr>
          <w:i/>
        </w:rPr>
        <w:t xml:space="preserve">Fungal Genet Biol </w:t>
      </w:r>
      <w:r w:rsidRPr="007F072A">
        <w:rPr>
          <w:b/>
        </w:rPr>
        <w:t>2005</w:t>
      </w:r>
      <w:r w:rsidRPr="007F072A">
        <w:t xml:space="preserve">, </w:t>
      </w:r>
      <w:r w:rsidRPr="007F072A">
        <w:rPr>
          <w:i/>
        </w:rPr>
        <w:t>42</w:t>
      </w:r>
      <w:r w:rsidRPr="007F072A">
        <w:t>, 20-29, doi:10.1016/j.fgb.2004.09.003.</w:t>
      </w:r>
    </w:p>
    <w:p w14:paraId="25CD3E93" w14:textId="77777777" w:rsidR="007F072A" w:rsidRPr="007F072A" w:rsidRDefault="007F072A" w:rsidP="007F072A">
      <w:pPr>
        <w:pStyle w:val="EndNoteBibliography"/>
        <w:spacing w:after="0"/>
        <w:ind w:left="720" w:hanging="720"/>
      </w:pPr>
      <w:r w:rsidRPr="007F072A">
        <w:t>20.</w:t>
      </w:r>
      <w:r w:rsidRPr="007F072A">
        <w:tab/>
        <w:t xml:space="preserve">Panepinto, J.C.; Komperda, K.W.; Hacham, M.; Shin, S.; Liu, X.; Williamson, P.R. Binding of serum mannan binding lectin to a cell integrity-defective Cryptococcus neoformans ccr4Delta mutant. </w:t>
      </w:r>
      <w:r w:rsidRPr="007F072A">
        <w:rPr>
          <w:i/>
        </w:rPr>
        <w:t xml:space="preserve">Infect Immun </w:t>
      </w:r>
      <w:r w:rsidRPr="007F072A">
        <w:rPr>
          <w:b/>
        </w:rPr>
        <w:t>2007</w:t>
      </w:r>
      <w:r w:rsidRPr="007F072A">
        <w:t xml:space="preserve">, </w:t>
      </w:r>
      <w:r w:rsidRPr="007F072A">
        <w:rPr>
          <w:i/>
        </w:rPr>
        <w:t>75</w:t>
      </w:r>
      <w:r w:rsidRPr="007F072A">
        <w:t>, 4769-4779, doi:10.1128/IAI.00536-07.</w:t>
      </w:r>
    </w:p>
    <w:p w14:paraId="0D1DD387" w14:textId="77777777" w:rsidR="007F072A" w:rsidRPr="007F072A" w:rsidRDefault="007F072A" w:rsidP="007F072A">
      <w:pPr>
        <w:pStyle w:val="EndNoteBibliography"/>
        <w:spacing w:after="0"/>
        <w:ind w:left="720" w:hanging="720"/>
      </w:pPr>
      <w:r w:rsidRPr="007F072A">
        <w:t>21.</w:t>
      </w:r>
      <w:r w:rsidRPr="007F072A">
        <w:tab/>
        <w:t xml:space="preserve">Kozubowski, L.; Heitman, J. Septins enforce morphogenetic events during sexual reproduction and contribute to virulence of Cryptococcus neoformans. </w:t>
      </w:r>
      <w:r w:rsidRPr="007F072A">
        <w:rPr>
          <w:i/>
        </w:rPr>
        <w:t xml:space="preserve">Mol Microbiol </w:t>
      </w:r>
      <w:r w:rsidRPr="007F072A">
        <w:rPr>
          <w:b/>
        </w:rPr>
        <w:t>2010</w:t>
      </w:r>
      <w:r w:rsidRPr="007F072A">
        <w:t xml:space="preserve">, </w:t>
      </w:r>
      <w:r w:rsidRPr="007F072A">
        <w:rPr>
          <w:i/>
        </w:rPr>
        <w:t>75</w:t>
      </w:r>
      <w:r w:rsidRPr="007F072A">
        <w:t>, 658-675, doi:10.1111/j.1365-2958.2009.06983.x.</w:t>
      </w:r>
    </w:p>
    <w:p w14:paraId="74A25B2B" w14:textId="77777777" w:rsidR="007F072A" w:rsidRPr="007F072A" w:rsidRDefault="007F072A" w:rsidP="007F072A">
      <w:pPr>
        <w:pStyle w:val="EndNoteBibliography"/>
        <w:spacing w:after="0"/>
        <w:ind w:left="720" w:hanging="720"/>
      </w:pPr>
      <w:r w:rsidRPr="007F072A">
        <w:t>22.</w:t>
      </w:r>
      <w:r w:rsidRPr="007F072A">
        <w:tab/>
        <w:t xml:space="preserve">Shen, G.; Whittington, A.; Song, K.; Wang, P. Pleiotropic function of intersectin homologue Cin1 in Cryptococcus neoformans. </w:t>
      </w:r>
      <w:r w:rsidRPr="007F072A">
        <w:rPr>
          <w:i/>
        </w:rPr>
        <w:t xml:space="preserve">Mol Microbiol </w:t>
      </w:r>
      <w:r w:rsidRPr="007F072A">
        <w:rPr>
          <w:b/>
        </w:rPr>
        <w:t>2010</w:t>
      </w:r>
      <w:r w:rsidRPr="007F072A">
        <w:t xml:space="preserve">, </w:t>
      </w:r>
      <w:r w:rsidRPr="007F072A">
        <w:rPr>
          <w:i/>
        </w:rPr>
        <w:t>76</w:t>
      </w:r>
      <w:r w:rsidRPr="007F072A">
        <w:t>, 662-676, doi:10.1111/j.1365-2958.2010.07121.x.</w:t>
      </w:r>
    </w:p>
    <w:p w14:paraId="29A250B7" w14:textId="77777777" w:rsidR="007F072A" w:rsidRPr="007F072A" w:rsidRDefault="007F072A" w:rsidP="007F072A">
      <w:pPr>
        <w:pStyle w:val="EndNoteBibliography"/>
        <w:spacing w:after="0"/>
        <w:ind w:left="720" w:hanging="720"/>
      </w:pPr>
      <w:r w:rsidRPr="007F072A">
        <w:t>23.</w:t>
      </w:r>
      <w:r w:rsidRPr="007F072A">
        <w:tab/>
        <w:t xml:space="preserve">Nichols, C.B.; Perfect, Z.H.; Alspaugh, J.A. A Ras1-Cdc24 signal transduction pathway mediates thermotolerance in the fungal pathogen Cryptococcus neoformans. </w:t>
      </w:r>
      <w:r w:rsidRPr="007F072A">
        <w:rPr>
          <w:i/>
        </w:rPr>
        <w:t xml:space="preserve">Mol Microbiol </w:t>
      </w:r>
      <w:r w:rsidRPr="007F072A">
        <w:rPr>
          <w:b/>
        </w:rPr>
        <w:t>2007</w:t>
      </w:r>
      <w:r w:rsidRPr="007F072A">
        <w:t xml:space="preserve">, </w:t>
      </w:r>
      <w:r w:rsidRPr="007F072A">
        <w:rPr>
          <w:i/>
        </w:rPr>
        <w:t>63</w:t>
      </w:r>
      <w:r w:rsidRPr="007F072A">
        <w:t>, 1118-1130, doi:10.1111/j.1365-2958.2006.05566.x.</w:t>
      </w:r>
    </w:p>
    <w:p w14:paraId="61F563A0" w14:textId="77777777" w:rsidR="007F072A" w:rsidRPr="007F072A" w:rsidRDefault="007F072A" w:rsidP="007F072A">
      <w:pPr>
        <w:pStyle w:val="EndNoteBibliography"/>
        <w:spacing w:after="0"/>
        <w:ind w:left="720" w:hanging="720"/>
      </w:pPr>
      <w:r w:rsidRPr="007F072A">
        <w:t>24.</w:t>
      </w:r>
      <w:r w:rsidRPr="007F072A">
        <w:tab/>
        <w:t xml:space="preserve">Ballou, E.R.; Nichols, C.B.; Miglia, K.J.; Kozubowski, L.; Alspaugh, J.A. Two CDC42 paralogues modulate Cryptococcus neoformans thermotolerance and morphogenesis under host physiological conditions. </w:t>
      </w:r>
      <w:r w:rsidRPr="007F072A">
        <w:rPr>
          <w:i/>
        </w:rPr>
        <w:t xml:space="preserve">Mol Microbiol </w:t>
      </w:r>
      <w:r w:rsidRPr="007F072A">
        <w:rPr>
          <w:b/>
        </w:rPr>
        <w:t>2010</w:t>
      </w:r>
      <w:r w:rsidRPr="007F072A">
        <w:t xml:space="preserve">, </w:t>
      </w:r>
      <w:r w:rsidRPr="007F072A">
        <w:rPr>
          <w:i/>
        </w:rPr>
        <w:t>75</w:t>
      </w:r>
      <w:r w:rsidRPr="007F072A">
        <w:t>, 763-780, doi:10.1111/j.1365-2958.2009.07019.x.</w:t>
      </w:r>
    </w:p>
    <w:p w14:paraId="5FDFB4D0" w14:textId="77777777" w:rsidR="007F072A" w:rsidRPr="007F072A" w:rsidRDefault="007F072A" w:rsidP="007F072A">
      <w:pPr>
        <w:pStyle w:val="EndNoteBibliography"/>
        <w:spacing w:after="0"/>
        <w:ind w:left="720" w:hanging="720"/>
      </w:pPr>
      <w:r w:rsidRPr="007F072A">
        <w:t>25.</w:t>
      </w:r>
      <w:r w:rsidRPr="007F072A">
        <w:tab/>
        <w:t xml:space="preserve">Selvig, K.; Ballou, E.R.; Nichols, C.B.; Alspaugh, J.A. Restricted substrate specificity for the geranylgeranyltransferase-I enzyme in Cryptococcus neoformans: implications for virulence. </w:t>
      </w:r>
      <w:r w:rsidRPr="007F072A">
        <w:rPr>
          <w:i/>
        </w:rPr>
        <w:t xml:space="preserve">Eukaryot Cell </w:t>
      </w:r>
      <w:r w:rsidRPr="007F072A">
        <w:rPr>
          <w:b/>
        </w:rPr>
        <w:t>2013</w:t>
      </w:r>
      <w:r w:rsidRPr="007F072A">
        <w:t xml:space="preserve">, </w:t>
      </w:r>
      <w:r w:rsidRPr="007F072A">
        <w:rPr>
          <w:i/>
        </w:rPr>
        <w:t>12</w:t>
      </w:r>
      <w:r w:rsidRPr="007F072A">
        <w:t>, 1462-1471, doi:10.1128/EC.00193-13.</w:t>
      </w:r>
    </w:p>
    <w:p w14:paraId="42346E7B" w14:textId="77777777" w:rsidR="007F072A" w:rsidRPr="007F072A" w:rsidRDefault="007F072A" w:rsidP="007F072A">
      <w:pPr>
        <w:pStyle w:val="EndNoteBibliography"/>
        <w:spacing w:after="0"/>
        <w:ind w:left="720" w:hanging="720"/>
      </w:pPr>
      <w:r w:rsidRPr="007F072A">
        <w:t>26.</w:t>
      </w:r>
      <w:r w:rsidRPr="007F072A">
        <w:tab/>
        <w:t xml:space="preserve">Shen, G.; Zhou, E.; Alspaugh, J.A.; Wang, P. Wsp1 is downstream of Cin1 and regulates vesicle transport and actin cytoskeleton as an effector of Cdc42 and Rac1 in Cryptococcus neoformans. </w:t>
      </w:r>
      <w:r w:rsidRPr="007F072A">
        <w:rPr>
          <w:i/>
        </w:rPr>
        <w:t xml:space="preserve">Eukaryot Cell </w:t>
      </w:r>
      <w:r w:rsidRPr="007F072A">
        <w:rPr>
          <w:b/>
        </w:rPr>
        <w:t>2012</w:t>
      </w:r>
      <w:r w:rsidRPr="007F072A">
        <w:t xml:space="preserve">, </w:t>
      </w:r>
      <w:r w:rsidRPr="007F072A">
        <w:rPr>
          <w:i/>
        </w:rPr>
        <w:t>11</w:t>
      </w:r>
      <w:r w:rsidRPr="007F072A">
        <w:t>, 471-481, doi:10.1128/EC.00011-12.</w:t>
      </w:r>
    </w:p>
    <w:p w14:paraId="12448D9C" w14:textId="77777777" w:rsidR="007F072A" w:rsidRPr="007F072A" w:rsidRDefault="007F072A" w:rsidP="007F072A">
      <w:pPr>
        <w:pStyle w:val="EndNoteBibliography"/>
        <w:spacing w:after="0"/>
        <w:ind w:left="720" w:hanging="720"/>
      </w:pPr>
      <w:r w:rsidRPr="007F072A">
        <w:t>27.</w:t>
      </w:r>
      <w:r w:rsidRPr="007F072A">
        <w:tab/>
        <w:t xml:space="preserve">Chang, A.L.; Kang, Y.; Doering, T.L. Cdk8 and Ssn801 Regulate Oxidative Stress Resistance and Virulence in Cryptococcus neoformans. </w:t>
      </w:r>
      <w:r w:rsidRPr="007F072A">
        <w:rPr>
          <w:i/>
        </w:rPr>
        <w:t xml:space="preserve">mBio </w:t>
      </w:r>
      <w:r w:rsidRPr="007F072A">
        <w:rPr>
          <w:b/>
        </w:rPr>
        <w:t>2019</w:t>
      </w:r>
      <w:r w:rsidRPr="007F072A">
        <w:t xml:space="preserve">, </w:t>
      </w:r>
      <w:r w:rsidRPr="007F072A">
        <w:rPr>
          <w:i/>
        </w:rPr>
        <w:t>10</w:t>
      </w:r>
      <w:r w:rsidRPr="007F072A">
        <w:t>, doi:10.1128/mBio.02818-18.</w:t>
      </w:r>
    </w:p>
    <w:p w14:paraId="1734B146" w14:textId="77777777" w:rsidR="007F072A" w:rsidRPr="007F072A" w:rsidRDefault="007F072A" w:rsidP="007F072A">
      <w:pPr>
        <w:pStyle w:val="EndNoteBibliography"/>
        <w:spacing w:after="0"/>
        <w:ind w:left="720" w:hanging="720"/>
      </w:pPr>
      <w:r w:rsidRPr="007F072A">
        <w:t>28.</w:t>
      </w:r>
      <w:r w:rsidRPr="007F072A">
        <w:tab/>
        <w:t xml:space="preserve">Jung, W.H.; Hu, G.; Kuo, W.; Kronstad, J.W. Role of ferroxidases in iron uptake and virulence of Cryptococcus neoformans. </w:t>
      </w:r>
      <w:r w:rsidRPr="007F072A">
        <w:rPr>
          <w:i/>
        </w:rPr>
        <w:t xml:space="preserve">Eukaryot Cell </w:t>
      </w:r>
      <w:r w:rsidRPr="007F072A">
        <w:rPr>
          <w:b/>
        </w:rPr>
        <w:t>2009</w:t>
      </w:r>
      <w:r w:rsidRPr="007F072A">
        <w:t xml:space="preserve">, </w:t>
      </w:r>
      <w:r w:rsidRPr="007F072A">
        <w:rPr>
          <w:i/>
        </w:rPr>
        <w:t>8</w:t>
      </w:r>
      <w:r w:rsidRPr="007F072A">
        <w:t>, 1511-1520, doi:10.1128/EC.00166-09.</w:t>
      </w:r>
    </w:p>
    <w:p w14:paraId="03670621" w14:textId="77777777" w:rsidR="007F072A" w:rsidRPr="007F072A" w:rsidRDefault="007F072A" w:rsidP="007F072A">
      <w:pPr>
        <w:pStyle w:val="EndNoteBibliography"/>
        <w:spacing w:after="0"/>
        <w:ind w:left="720" w:hanging="720"/>
      </w:pPr>
      <w:r w:rsidRPr="007F072A">
        <w:t>29.</w:t>
      </w:r>
      <w:r w:rsidRPr="007F072A">
        <w:tab/>
        <w:t xml:space="preserve">Jung, W.H.; Sham, A.; Lian, T.; Singh, A.; Kosman, D.J.; Kronstad, J.W. Iron source preference and regulation of iron uptake in Cryptococcus neoformans. </w:t>
      </w:r>
      <w:r w:rsidRPr="007F072A">
        <w:rPr>
          <w:i/>
        </w:rPr>
        <w:t xml:space="preserve">PLoS Pathog </w:t>
      </w:r>
      <w:r w:rsidRPr="007F072A">
        <w:rPr>
          <w:b/>
        </w:rPr>
        <w:t>2008</w:t>
      </w:r>
      <w:r w:rsidRPr="007F072A">
        <w:t xml:space="preserve">, </w:t>
      </w:r>
      <w:r w:rsidRPr="007F072A">
        <w:rPr>
          <w:i/>
        </w:rPr>
        <w:t>4</w:t>
      </w:r>
      <w:r w:rsidRPr="007F072A">
        <w:t>, e45, doi:10.1371/journal.ppat.0040045.</w:t>
      </w:r>
    </w:p>
    <w:p w14:paraId="6DF601BB" w14:textId="77777777" w:rsidR="007F072A" w:rsidRPr="007F072A" w:rsidRDefault="007F072A" w:rsidP="007F072A">
      <w:pPr>
        <w:pStyle w:val="EndNoteBibliography"/>
        <w:spacing w:after="0"/>
        <w:ind w:left="720" w:hanging="720"/>
      </w:pPr>
      <w:r w:rsidRPr="007F072A">
        <w:t>30.</w:t>
      </w:r>
      <w:r w:rsidRPr="007F072A">
        <w:tab/>
        <w:t xml:space="preserve">Fan, W.; Kraus, P.R.; Boily, M.J.; Heitman, J. Cryptococcus neoformans gene expression during murine macrophage infection. </w:t>
      </w:r>
      <w:r w:rsidRPr="007F072A">
        <w:rPr>
          <w:i/>
        </w:rPr>
        <w:t xml:space="preserve">Eukaryot Cell </w:t>
      </w:r>
      <w:r w:rsidRPr="007F072A">
        <w:rPr>
          <w:b/>
        </w:rPr>
        <w:t>2005</w:t>
      </w:r>
      <w:r w:rsidRPr="007F072A">
        <w:t xml:space="preserve">, </w:t>
      </w:r>
      <w:r w:rsidRPr="007F072A">
        <w:rPr>
          <w:i/>
        </w:rPr>
        <w:t>4</w:t>
      </w:r>
      <w:r w:rsidRPr="007F072A">
        <w:t>, 1420-1433, doi:10.1128/EC.4.8.1420-1433.2005.</w:t>
      </w:r>
    </w:p>
    <w:p w14:paraId="3DFA0C49" w14:textId="77777777" w:rsidR="007F072A" w:rsidRPr="007F072A" w:rsidRDefault="007F072A" w:rsidP="007F072A">
      <w:pPr>
        <w:pStyle w:val="EndNoteBibliography"/>
        <w:spacing w:after="0"/>
        <w:ind w:left="720" w:hanging="720"/>
      </w:pPr>
      <w:r w:rsidRPr="007F072A">
        <w:t>31.</w:t>
      </w:r>
      <w:r w:rsidRPr="007F072A">
        <w:tab/>
        <w:t xml:space="preserve">Bosch, C.; Volschenk, H.; Botha, A. The copper transporter, Ctr4, and the microtubule-associated protein, Cgp1, are important for Cryptococcus neoformans adaptation to nitrogen availability. </w:t>
      </w:r>
      <w:r w:rsidRPr="007F072A">
        <w:rPr>
          <w:i/>
        </w:rPr>
        <w:t xml:space="preserve">FEMS Microbiol Lett </w:t>
      </w:r>
      <w:r w:rsidRPr="007F072A">
        <w:rPr>
          <w:b/>
        </w:rPr>
        <w:t>2021</w:t>
      </w:r>
      <w:r w:rsidRPr="007F072A">
        <w:t xml:space="preserve">, </w:t>
      </w:r>
      <w:r w:rsidRPr="007F072A">
        <w:rPr>
          <w:i/>
        </w:rPr>
        <w:t>368</w:t>
      </w:r>
      <w:r w:rsidRPr="007F072A">
        <w:t>, doi:10.1093/femsle/fnab134.</w:t>
      </w:r>
    </w:p>
    <w:p w14:paraId="56593C62" w14:textId="77777777" w:rsidR="007F072A" w:rsidRPr="007F072A" w:rsidRDefault="007F072A" w:rsidP="007F072A">
      <w:pPr>
        <w:pStyle w:val="EndNoteBibliography"/>
        <w:spacing w:after="0"/>
        <w:ind w:left="720" w:hanging="720"/>
      </w:pPr>
      <w:r w:rsidRPr="007F072A">
        <w:t>32.</w:t>
      </w:r>
      <w:r w:rsidRPr="007F072A">
        <w:tab/>
        <w:t xml:space="preserve">Lian, T.; Simmer, M.I.; D'Souza, C.A.; Steen, B.R.; Zuyderduyn, S.D.; Jones, S.J.; Marra, M.A.; Kronstad, J.W. Iron-regulated transcription and capsule formation in the fungal pathogen Cryptococcus neoformans. </w:t>
      </w:r>
      <w:r w:rsidRPr="007F072A">
        <w:rPr>
          <w:i/>
        </w:rPr>
        <w:t xml:space="preserve">Mol Microbiol </w:t>
      </w:r>
      <w:r w:rsidRPr="007F072A">
        <w:rPr>
          <w:b/>
        </w:rPr>
        <w:t>2005</w:t>
      </w:r>
      <w:r w:rsidRPr="007F072A">
        <w:t xml:space="preserve">, </w:t>
      </w:r>
      <w:r w:rsidRPr="007F072A">
        <w:rPr>
          <w:i/>
        </w:rPr>
        <w:t>55</w:t>
      </w:r>
      <w:r w:rsidRPr="007F072A">
        <w:t>, 1452-1472, doi:10.1111/j.1365-2958.2004.04474.x.</w:t>
      </w:r>
    </w:p>
    <w:p w14:paraId="1593BCF6" w14:textId="77777777" w:rsidR="007F072A" w:rsidRPr="007F072A" w:rsidRDefault="007F072A" w:rsidP="007F072A">
      <w:pPr>
        <w:pStyle w:val="EndNoteBibliography"/>
        <w:spacing w:after="0"/>
        <w:ind w:left="720" w:hanging="720"/>
      </w:pPr>
      <w:r w:rsidRPr="007F072A">
        <w:t>33.</w:t>
      </w:r>
      <w:r w:rsidRPr="007F072A">
        <w:tab/>
        <w:t xml:space="preserve">Jung, W.H.; Sham, A.; White, R.; Kronstad, J.W. Correction: Iron Regulation of the Major Virulence Factors in the AIDS-Associated Pathogen Cryptococcus neoformans. </w:t>
      </w:r>
      <w:r w:rsidRPr="007F072A">
        <w:rPr>
          <w:i/>
        </w:rPr>
        <w:t xml:space="preserve">PLoS Biol </w:t>
      </w:r>
      <w:r w:rsidRPr="007F072A">
        <w:rPr>
          <w:b/>
        </w:rPr>
        <w:t>2016</w:t>
      </w:r>
      <w:r w:rsidRPr="007F072A">
        <w:t xml:space="preserve">, </w:t>
      </w:r>
      <w:r w:rsidRPr="007F072A">
        <w:rPr>
          <w:i/>
        </w:rPr>
        <w:t>14</w:t>
      </w:r>
      <w:r w:rsidRPr="007F072A">
        <w:t>, e1002410, doi:10.1371/journal.pbio.1002410.</w:t>
      </w:r>
    </w:p>
    <w:p w14:paraId="210AFD1B" w14:textId="77777777" w:rsidR="007F072A" w:rsidRPr="007F072A" w:rsidRDefault="007F072A" w:rsidP="007F072A">
      <w:pPr>
        <w:pStyle w:val="EndNoteBibliography"/>
        <w:spacing w:after="0"/>
        <w:ind w:left="720" w:hanging="720"/>
      </w:pPr>
      <w:r w:rsidRPr="007F072A">
        <w:t>34.</w:t>
      </w:r>
      <w:r w:rsidRPr="007F072A">
        <w:tab/>
        <w:t xml:space="preserve">Jung, W.H.; Kronstad, J.W. Iron influences the abundance of the iron regulatory protein Cir1 in the fungal pathogen Cryptococcus neoformans. </w:t>
      </w:r>
      <w:r w:rsidRPr="007F072A">
        <w:rPr>
          <w:i/>
        </w:rPr>
        <w:t xml:space="preserve">FEBS Lett </w:t>
      </w:r>
      <w:r w:rsidRPr="007F072A">
        <w:rPr>
          <w:b/>
        </w:rPr>
        <w:t>2011</w:t>
      </w:r>
      <w:r w:rsidRPr="007F072A">
        <w:t xml:space="preserve">, </w:t>
      </w:r>
      <w:r w:rsidRPr="007F072A">
        <w:rPr>
          <w:i/>
        </w:rPr>
        <w:t>585</w:t>
      </w:r>
      <w:r w:rsidRPr="007F072A">
        <w:t>, 3342-3347, doi:10.1016/j.febslet.2011.09.025.</w:t>
      </w:r>
    </w:p>
    <w:p w14:paraId="02B16B9B" w14:textId="77777777" w:rsidR="007F072A" w:rsidRPr="007F072A" w:rsidRDefault="007F072A" w:rsidP="007F072A">
      <w:pPr>
        <w:pStyle w:val="EndNoteBibliography"/>
        <w:spacing w:after="0"/>
        <w:ind w:left="720" w:hanging="720"/>
      </w:pPr>
      <w:r w:rsidRPr="007F072A">
        <w:t>35.</w:t>
      </w:r>
      <w:r w:rsidRPr="007F072A">
        <w:tab/>
        <w:t xml:space="preserve">Lee, H.; Chang, Y.C.; Varma, A.; Kwon-Chung, K.J. Regulatory diversity of TUP1 in Cryptococcus neoformans. </w:t>
      </w:r>
      <w:r w:rsidRPr="007F072A">
        <w:rPr>
          <w:i/>
        </w:rPr>
        <w:t xml:space="preserve">Eukaryot Cell </w:t>
      </w:r>
      <w:r w:rsidRPr="007F072A">
        <w:rPr>
          <w:b/>
        </w:rPr>
        <w:t>2009</w:t>
      </w:r>
      <w:r w:rsidRPr="007F072A">
        <w:t xml:space="preserve">, </w:t>
      </w:r>
      <w:r w:rsidRPr="007F072A">
        <w:rPr>
          <w:i/>
        </w:rPr>
        <w:t>8</w:t>
      </w:r>
      <w:r w:rsidRPr="007F072A">
        <w:t>, 1901-1908, doi:10.1128/EC.00256-09.</w:t>
      </w:r>
    </w:p>
    <w:p w14:paraId="57EF27AC" w14:textId="77777777" w:rsidR="007F072A" w:rsidRPr="007F072A" w:rsidRDefault="007F072A" w:rsidP="007F072A">
      <w:pPr>
        <w:pStyle w:val="EndNoteBibliography"/>
        <w:spacing w:after="0"/>
        <w:ind w:left="720" w:hanging="720"/>
      </w:pPr>
      <w:r w:rsidRPr="007F072A">
        <w:lastRenderedPageBreak/>
        <w:t>36.</w:t>
      </w:r>
      <w:r w:rsidRPr="007F072A">
        <w:tab/>
        <w:t xml:space="preserve">Lee, H.; Chang, Y.C.; Kwon-Chung, K.J. TUP1 disruption reveals biological differences between MATa and MATalpha strains of Cryptococcus neoformans. </w:t>
      </w:r>
      <w:r w:rsidRPr="007F072A">
        <w:rPr>
          <w:i/>
        </w:rPr>
        <w:t xml:space="preserve">Mol Microbiol </w:t>
      </w:r>
      <w:r w:rsidRPr="007F072A">
        <w:rPr>
          <w:b/>
        </w:rPr>
        <w:t>2005</w:t>
      </w:r>
      <w:r w:rsidRPr="007F072A">
        <w:t xml:space="preserve">, </w:t>
      </w:r>
      <w:r w:rsidRPr="007F072A">
        <w:rPr>
          <w:i/>
        </w:rPr>
        <w:t>55</w:t>
      </w:r>
      <w:r w:rsidRPr="007F072A">
        <w:t>, 1222-1232, doi:10.1111/j.1365-2958.2004.04458.x.</w:t>
      </w:r>
    </w:p>
    <w:p w14:paraId="3EEA8727" w14:textId="77777777" w:rsidR="007F072A" w:rsidRPr="007F072A" w:rsidRDefault="007F072A" w:rsidP="007F072A">
      <w:pPr>
        <w:pStyle w:val="EndNoteBibliography"/>
        <w:spacing w:after="0"/>
        <w:ind w:left="720" w:hanging="720"/>
      </w:pPr>
      <w:r w:rsidRPr="007F072A">
        <w:t>37.</w:t>
      </w:r>
      <w:r w:rsidRPr="007F072A">
        <w:tab/>
        <w:t xml:space="preserve">Lee, H.; Chang, Y.C.; Nardone, G.; Kwon-Chung, K.J. TUP1 disruption in Cryptococcus neoformans uncovers a peptide-mediated density-dependent growth phenomenon that mimics quorum sensing. </w:t>
      </w:r>
      <w:r w:rsidRPr="007F072A">
        <w:rPr>
          <w:i/>
        </w:rPr>
        <w:t xml:space="preserve">Mol Microbiol </w:t>
      </w:r>
      <w:r w:rsidRPr="007F072A">
        <w:rPr>
          <w:b/>
        </w:rPr>
        <w:t>2007</w:t>
      </w:r>
      <w:r w:rsidRPr="007F072A">
        <w:t xml:space="preserve">, </w:t>
      </w:r>
      <w:r w:rsidRPr="007F072A">
        <w:rPr>
          <w:i/>
        </w:rPr>
        <w:t>64</w:t>
      </w:r>
      <w:r w:rsidRPr="007F072A">
        <w:t>, 591-601, doi:10.1111/j.1365-2958.2007.05666.x.</w:t>
      </w:r>
    </w:p>
    <w:p w14:paraId="637A9BF3" w14:textId="77777777" w:rsidR="007F072A" w:rsidRPr="007F072A" w:rsidRDefault="007F072A" w:rsidP="007F072A">
      <w:pPr>
        <w:pStyle w:val="EndNoteBibliography"/>
        <w:spacing w:after="0"/>
        <w:ind w:left="720" w:hanging="720"/>
      </w:pPr>
      <w:r w:rsidRPr="007F072A">
        <w:t>38.</w:t>
      </w:r>
      <w:r w:rsidRPr="007F072A">
        <w:tab/>
        <w:t xml:space="preserve">Jung, W.H.; Kronstad, J.W. Iron and fungal pathogenesis: a case study with Cryptococcus neoformans. </w:t>
      </w:r>
      <w:r w:rsidRPr="007F072A">
        <w:rPr>
          <w:i/>
        </w:rPr>
        <w:t xml:space="preserve">Cell Microbiol </w:t>
      </w:r>
      <w:r w:rsidRPr="007F072A">
        <w:rPr>
          <w:b/>
        </w:rPr>
        <w:t>2008</w:t>
      </w:r>
      <w:r w:rsidRPr="007F072A">
        <w:t xml:space="preserve">, </w:t>
      </w:r>
      <w:r w:rsidRPr="007F072A">
        <w:rPr>
          <w:i/>
        </w:rPr>
        <w:t>10</w:t>
      </w:r>
      <w:r w:rsidRPr="007F072A">
        <w:t>, 277-284, doi:10.1111/j.1462-5822.2007.01077.x.</w:t>
      </w:r>
    </w:p>
    <w:p w14:paraId="2B87A2C7" w14:textId="77777777" w:rsidR="007F072A" w:rsidRPr="007F072A" w:rsidRDefault="007F072A" w:rsidP="007F072A">
      <w:pPr>
        <w:pStyle w:val="EndNoteBibliography"/>
        <w:spacing w:after="0"/>
        <w:ind w:left="720" w:hanging="720"/>
      </w:pPr>
      <w:r w:rsidRPr="007F072A">
        <w:t>39.</w:t>
      </w:r>
      <w:r w:rsidRPr="007F072A">
        <w:tab/>
        <w:t xml:space="preserve">Zvyagilskaya, R.A.; Lundh, F.; Samyn, D.; Pattison-Granberg, J.; Mouillon, J.M.; Popova, Y.; Thevelein, J.M.; Persson, B.L. Characterization of the Pho89 phosphate transporter by functional hyperexpression in Saccharomyces cerevisiae. </w:t>
      </w:r>
      <w:r w:rsidRPr="007F072A">
        <w:rPr>
          <w:i/>
        </w:rPr>
        <w:t xml:space="preserve">FEMS Yeast Res </w:t>
      </w:r>
      <w:r w:rsidRPr="007F072A">
        <w:rPr>
          <w:b/>
        </w:rPr>
        <w:t>2008</w:t>
      </w:r>
      <w:r w:rsidRPr="007F072A">
        <w:t xml:space="preserve">, </w:t>
      </w:r>
      <w:r w:rsidRPr="007F072A">
        <w:rPr>
          <w:i/>
        </w:rPr>
        <w:t>8</w:t>
      </w:r>
      <w:r w:rsidRPr="007F072A">
        <w:t>, 685-696, doi:10.1111/j.1567-1364.2008.00408.x.</w:t>
      </w:r>
    </w:p>
    <w:p w14:paraId="63D2353D" w14:textId="77777777" w:rsidR="007F072A" w:rsidRPr="007F072A" w:rsidRDefault="007F072A" w:rsidP="007F072A">
      <w:pPr>
        <w:pStyle w:val="EndNoteBibliography"/>
        <w:spacing w:after="0"/>
        <w:ind w:left="720" w:hanging="720"/>
      </w:pPr>
      <w:r w:rsidRPr="007F072A">
        <w:t>40.</w:t>
      </w:r>
      <w:r w:rsidRPr="007F072A">
        <w:tab/>
        <w:t xml:space="preserve">Kretschmer, M.; Reiner, E.; Hu, G.; Tam, N.; Oliveira, D.L.; Caza, M.; Yeon, J.H.; Kim, J.; Kastrup, C.J.; Jung, W.H.; et al. Defects in phosphate acquisition and storage influence virulence of Cryptococcus neoformans. </w:t>
      </w:r>
      <w:r w:rsidRPr="007F072A">
        <w:rPr>
          <w:i/>
        </w:rPr>
        <w:t xml:space="preserve">Infect Immun </w:t>
      </w:r>
      <w:r w:rsidRPr="007F072A">
        <w:rPr>
          <w:b/>
        </w:rPr>
        <w:t>2014</w:t>
      </w:r>
      <w:r w:rsidRPr="007F072A">
        <w:t xml:space="preserve">, </w:t>
      </w:r>
      <w:r w:rsidRPr="007F072A">
        <w:rPr>
          <w:i/>
        </w:rPr>
        <w:t>82</w:t>
      </w:r>
      <w:r w:rsidRPr="007F072A">
        <w:t>, 2697-2712, doi:10.1128/IAI.01607-14.</w:t>
      </w:r>
    </w:p>
    <w:p w14:paraId="7273E333" w14:textId="77777777" w:rsidR="007F072A" w:rsidRPr="007F072A" w:rsidRDefault="007F072A" w:rsidP="007F072A">
      <w:pPr>
        <w:pStyle w:val="EndNoteBibliography"/>
        <w:spacing w:after="0"/>
        <w:ind w:left="720" w:hanging="720"/>
      </w:pPr>
      <w:r w:rsidRPr="007F072A">
        <w:t>41.</w:t>
      </w:r>
      <w:r w:rsidRPr="007F072A">
        <w:tab/>
        <w:t xml:space="preserve">Zhu, X.; Williamson, P.R. A CLC-type chloride channel gene is required for laccase activity and virulence in Cryptococcus neoformans. </w:t>
      </w:r>
      <w:r w:rsidRPr="007F072A">
        <w:rPr>
          <w:i/>
        </w:rPr>
        <w:t xml:space="preserve">Mol Microbiol </w:t>
      </w:r>
      <w:r w:rsidRPr="007F072A">
        <w:rPr>
          <w:b/>
        </w:rPr>
        <w:t>2003</w:t>
      </w:r>
      <w:r w:rsidRPr="007F072A">
        <w:t xml:space="preserve">, </w:t>
      </w:r>
      <w:r w:rsidRPr="007F072A">
        <w:rPr>
          <w:i/>
        </w:rPr>
        <w:t>50</w:t>
      </w:r>
      <w:r w:rsidRPr="007F072A">
        <w:t>, 1271-1281, doi:10.1046/j.1365-2958.2003.03752.x.</w:t>
      </w:r>
    </w:p>
    <w:p w14:paraId="03708134" w14:textId="77777777" w:rsidR="007F072A" w:rsidRPr="007F072A" w:rsidRDefault="007F072A" w:rsidP="007F072A">
      <w:pPr>
        <w:pStyle w:val="EndNoteBibliography"/>
        <w:spacing w:after="0"/>
        <w:ind w:left="720" w:hanging="720"/>
      </w:pPr>
      <w:r w:rsidRPr="007F072A">
        <w:t>42.</w:t>
      </w:r>
      <w:r w:rsidRPr="007F072A">
        <w:tab/>
        <w:t xml:space="preserve">Ding, C.; Festa, R.A.; Chen, Y.L.; Espart, A.; Palacios, O.; Espin, J.; Capdevila, M.; Atrian, S.; Heitman, J.; Thiele, D.J. Cryptococcus neoformans copper detoxification machinery is critical for fungal virulence. </w:t>
      </w:r>
      <w:r w:rsidRPr="007F072A">
        <w:rPr>
          <w:i/>
        </w:rPr>
        <w:t xml:space="preserve">Cell Host Microbe </w:t>
      </w:r>
      <w:r w:rsidRPr="007F072A">
        <w:rPr>
          <w:b/>
        </w:rPr>
        <w:t>2013</w:t>
      </w:r>
      <w:r w:rsidRPr="007F072A">
        <w:t xml:space="preserve">, </w:t>
      </w:r>
      <w:r w:rsidRPr="007F072A">
        <w:rPr>
          <w:i/>
        </w:rPr>
        <w:t>13</w:t>
      </w:r>
      <w:r w:rsidRPr="007F072A">
        <w:t>, 265-276, doi:10.1016/j.chom.2013.02.002.</w:t>
      </w:r>
    </w:p>
    <w:p w14:paraId="4E495037" w14:textId="77777777" w:rsidR="007F072A" w:rsidRPr="007F072A" w:rsidRDefault="007F072A" w:rsidP="007F072A">
      <w:pPr>
        <w:pStyle w:val="EndNoteBibliography"/>
        <w:spacing w:after="0"/>
        <w:ind w:left="720" w:hanging="720"/>
      </w:pPr>
      <w:r w:rsidRPr="007F072A">
        <w:t>43.</w:t>
      </w:r>
      <w:r w:rsidRPr="007F072A">
        <w:tab/>
        <w:t xml:space="preserve">Park, H.S.; Chow, E.W.; Fu, C.; Soderblom, E.J.; Moseley, M.A.; Heitman, J.; Cardenas, M.E. Calcineurin Targets Involved in Stress Survival and Fungal Virulence. </w:t>
      </w:r>
      <w:r w:rsidRPr="007F072A">
        <w:rPr>
          <w:i/>
        </w:rPr>
        <w:t xml:space="preserve">PLoS Pathog </w:t>
      </w:r>
      <w:r w:rsidRPr="007F072A">
        <w:rPr>
          <w:b/>
        </w:rPr>
        <w:t>2016</w:t>
      </w:r>
      <w:r w:rsidRPr="007F072A">
        <w:t xml:space="preserve">, </w:t>
      </w:r>
      <w:r w:rsidRPr="007F072A">
        <w:rPr>
          <w:i/>
        </w:rPr>
        <w:t>12</w:t>
      </w:r>
      <w:r w:rsidRPr="007F072A">
        <w:t>, e1005873, doi:10.1371/journal.ppat.1005873.</w:t>
      </w:r>
    </w:p>
    <w:p w14:paraId="4733826A" w14:textId="77777777" w:rsidR="007F072A" w:rsidRPr="007F072A" w:rsidRDefault="007F072A" w:rsidP="007F072A">
      <w:pPr>
        <w:pStyle w:val="EndNoteBibliography"/>
        <w:spacing w:after="0"/>
        <w:ind w:left="720" w:hanging="720"/>
      </w:pPr>
      <w:r w:rsidRPr="007F072A">
        <w:t>44.</w:t>
      </w:r>
      <w:r w:rsidRPr="007F072A">
        <w:tab/>
        <w:t xml:space="preserve">Chow, E.W.; Clancey, S.A.; Billmyre, R.B.; Averette, A.F.; Granek, J.A.; Mieczkowski, P.; Cardenas, M.E.; Heitman, J. Elucidation of the calcineurin-Crz1 stress response transcriptional network in the human fungal pathogen Cryptococcus neoformans. </w:t>
      </w:r>
      <w:r w:rsidRPr="007F072A">
        <w:rPr>
          <w:i/>
        </w:rPr>
        <w:t xml:space="preserve">PLoS Genet </w:t>
      </w:r>
      <w:r w:rsidRPr="007F072A">
        <w:rPr>
          <w:b/>
        </w:rPr>
        <w:t>2017</w:t>
      </w:r>
      <w:r w:rsidRPr="007F072A">
        <w:t xml:space="preserve">, </w:t>
      </w:r>
      <w:r w:rsidRPr="007F072A">
        <w:rPr>
          <w:i/>
        </w:rPr>
        <w:t>13</w:t>
      </w:r>
      <w:r w:rsidRPr="007F072A">
        <w:t>, e1006667, doi:10.1371/journal.pgen.1006667.</w:t>
      </w:r>
    </w:p>
    <w:p w14:paraId="165935DF" w14:textId="77777777" w:rsidR="007F072A" w:rsidRPr="007F072A" w:rsidRDefault="007F072A" w:rsidP="007F072A">
      <w:pPr>
        <w:pStyle w:val="EndNoteBibliography"/>
        <w:spacing w:after="0"/>
        <w:ind w:left="720" w:hanging="720"/>
      </w:pPr>
      <w:r w:rsidRPr="007F072A">
        <w:t>45.</w:t>
      </w:r>
      <w:r w:rsidRPr="007F072A">
        <w:tab/>
        <w:t xml:space="preserve">Fu, C.; Donadio, N.; Cardenas, M.E.; Heitman, J. Dissecting the Roles of the Calcineurin Pathway in Unisexual Reproduction, Stress Responses, and Virulence in Cryptococcus deneoformans. </w:t>
      </w:r>
      <w:r w:rsidRPr="007F072A">
        <w:rPr>
          <w:i/>
        </w:rPr>
        <w:t xml:space="preserve">Genetics </w:t>
      </w:r>
      <w:r w:rsidRPr="007F072A">
        <w:rPr>
          <w:b/>
        </w:rPr>
        <w:t>2018</w:t>
      </w:r>
      <w:r w:rsidRPr="007F072A">
        <w:t xml:space="preserve">, </w:t>
      </w:r>
      <w:r w:rsidRPr="007F072A">
        <w:rPr>
          <w:i/>
        </w:rPr>
        <w:t>208</w:t>
      </w:r>
      <w:r w:rsidRPr="007F072A">
        <w:t>, 639-653, doi:10.1534/genetics.117.300422.</w:t>
      </w:r>
    </w:p>
    <w:p w14:paraId="712892AA" w14:textId="77777777" w:rsidR="007F072A" w:rsidRPr="007F072A" w:rsidRDefault="007F072A" w:rsidP="007F072A">
      <w:pPr>
        <w:pStyle w:val="EndNoteBibliography"/>
        <w:spacing w:after="0"/>
        <w:ind w:left="720" w:hanging="720"/>
      </w:pPr>
      <w:r w:rsidRPr="007F072A">
        <w:t>46.</w:t>
      </w:r>
      <w:r w:rsidRPr="007F072A">
        <w:tab/>
        <w:t xml:space="preserve">Hu, G.; Horianopoulos, L.; Sanchez-Leon, E.; Caza, M.; Jung, W.; Kronstad, J.W. The monothiol glutaredoxin Grx4 influences thermotolerance, cell wall integrity, and Mpk1 signaling in Cryptococcus neoformans. </w:t>
      </w:r>
      <w:r w:rsidRPr="007F072A">
        <w:rPr>
          <w:i/>
        </w:rPr>
        <w:t xml:space="preserve">G3 (Bethesda) </w:t>
      </w:r>
      <w:r w:rsidRPr="007F072A">
        <w:rPr>
          <w:b/>
        </w:rPr>
        <w:t>2021</w:t>
      </w:r>
      <w:r w:rsidRPr="007F072A">
        <w:t xml:space="preserve">, </w:t>
      </w:r>
      <w:r w:rsidRPr="007F072A">
        <w:rPr>
          <w:i/>
        </w:rPr>
        <w:t>11</w:t>
      </w:r>
      <w:r w:rsidRPr="007F072A">
        <w:t>, doi:10.1093/g3journal/jkab322.</w:t>
      </w:r>
    </w:p>
    <w:p w14:paraId="08042ADF" w14:textId="77777777" w:rsidR="007F072A" w:rsidRPr="007F072A" w:rsidRDefault="007F072A" w:rsidP="007F072A">
      <w:pPr>
        <w:pStyle w:val="EndNoteBibliography"/>
        <w:spacing w:after="0"/>
        <w:ind w:left="720" w:hanging="720"/>
      </w:pPr>
      <w:r w:rsidRPr="007F072A">
        <w:t>47.</w:t>
      </w:r>
      <w:r w:rsidRPr="007F072A">
        <w:tab/>
        <w:t xml:space="preserve">Chung, S.; Mondon, P.; Chang, Y.C.; Kwon-Chung, K.J. Cryptococcus neoformans with a mutation in the tetratricopeptide repeat-containing gene, CCN1, causes subcutaneous lesions but fails to cause systemic infection. </w:t>
      </w:r>
      <w:r w:rsidRPr="007F072A">
        <w:rPr>
          <w:i/>
        </w:rPr>
        <w:t xml:space="preserve">Infect Immun </w:t>
      </w:r>
      <w:r w:rsidRPr="007F072A">
        <w:rPr>
          <w:b/>
        </w:rPr>
        <w:t>2003</w:t>
      </w:r>
      <w:r w:rsidRPr="007F072A">
        <w:t xml:space="preserve">, </w:t>
      </w:r>
      <w:r w:rsidRPr="007F072A">
        <w:rPr>
          <w:i/>
        </w:rPr>
        <w:t>71</w:t>
      </w:r>
      <w:r w:rsidRPr="007F072A">
        <w:t>, 1988-1994, doi:10.1128/IAI.71.4.1988-1994.2003.</w:t>
      </w:r>
    </w:p>
    <w:p w14:paraId="0C0FBF8F" w14:textId="77777777" w:rsidR="007F072A" w:rsidRPr="007F072A" w:rsidRDefault="007F072A" w:rsidP="007F072A">
      <w:pPr>
        <w:pStyle w:val="EndNoteBibliography"/>
        <w:spacing w:after="0"/>
        <w:ind w:left="720" w:hanging="720"/>
      </w:pPr>
      <w:r w:rsidRPr="007F072A">
        <w:t>48.</w:t>
      </w:r>
      <w:r w:rsidRPr="007F072A">
        <w:tab/>
        <w:t xml:space="preserve">Yue, C.; Cavallo, L.M.; Alspaugh, J.A.; Wang, P.; Cox, G.M.; Perfect, J.R.; Heitman, J. The STE12α Homolog Is Required for Haploid Filamentation But Largely Dispensable for Mating and Virulence in &lt;em&gt;Cryptococcus neoformans&lt;/em&gt;. </w:t>
      </w:r>
      <w:r w:rsidRPr="007F072A">
        <w:rPr>
          <w:i/>
        </w:rPr>
        <w:t xml:space="preserve">Genetics </w:t>
      </w:r>
      <w:r w:rsidRPr="007F072A">
        <w:rPr>
          <w:b/>
        </w:rPr>
        <w:t>1999</w:t>
      </w:r>
      <w:r w:rsidRPr="007F072A">
        <w:t xml:space="preserve">, </w:t>
      </w:r>
      <w:r w:rsidRPr="007F072A">
        <w:rPr>
          <w:i/>
        </w:rPr>
        <w:t>153</w:t>
      </w:r>
      <w:r w:rsidRPr="007F072A">
        <w:t>, 1601-1615.</w:t>
      </w:r>
    </w:p>
    <w:p w14:paraId="1579E011" w14:textId="77777777" w:rsidR="007F072A" w:rsidRPr="007F072A" w:rsidRDefault="007F072A" w:rsidP="007F072A">
      <w:pPr>
        <w:pStyle w:val="EndNoteBibliography"/>
        <w:spacing w:after="0"/>
        <w:ind w:left="720" w:hanging="720"/>
      </w:pPr>
      <w:r w:rsidRPr="007F072A">
        <w:t>49.</w:t>
      </w:r>
      <w:r w:rsidRPr="007F072A">
        <w:tab/>
        <w:t xml:space="preserve">Lin, X.; Jackson, J.C.; Feretzaki, M.; Xue, C.; Heitman, J. Transcription factors Mat2 and Znf2 operate cellular circuits orchestrating opposite- and same-sex mating in Cryptococcus neoformans. </w:t>
      </w:r>
      <w:r w:rsidRPr="007F072A">
        <w:rPr>
          <w:i/>
        </w:rPr>
        <w:t xml:space="preserve">PLoS Genet </w:t>
      </w:r>
      <w:r w:rsidRPr="007F072A">
        <w:rPr>
          <w:b/>
        </w:rPr>
        <w:t>2010</w:t>
      </w:r>
      <w:r w:rsidRPr="007F072A">
        <w:t xml:space="preserve">, </w:t>
      </w:r>
      <w:r w:rsidRPr="007F072A">
        <w:rPr>
          <w:i/>
        </w:rPr>
        <w:t>6</w:t>
      </w:r>
      <w:r w:rsidRPr="007F072A">
        <w:t>, e1000953, doi:10.1371/journal.pgen.1000953.</w:t>
      </w:r>
    </w:p>
    <w:p w14:paraId="36914024" w14:textId="77777777" w:rsidR="007F072A" w:rsidRPr="007F072A" w:rsidRDefault="007F072A" w:rsidP="007F072A">
      <w:pPr>
        <w:pStyle w:val="EndNoteBibliography"/>
        <w:spacing w:after="0"/>
        <w:ind w:left="720" w:hanging="720"/>
      </w:pPr>
      <w:r w:rsidRPr="007F072A">
        <w:t>50.</w:t>
      </w:r>
      <w:r w:rsidRPr="007F072A">
        <w:tab/>
        <w:t xml:space="preserve">Chung, S.; Karos, M.; Chang, Y.C.; Lukszo, J.; Wickes, B.L.; Kwon-Chung, K.J. Molecular analysis of CPRalpha, a MATalpha-specific pheromone receptor gene of Cryptococcus neoformans. </w:t>
      </w:r>
      <w:r w:rsidRPr="007F072A">
        <w:rPr>
          <w:i/>
        </w:rPr>
        <w:t xml:space="preserve">Eukaryot Cell </w:t>
      </w:r>
      <w:r w:rsidRPr="007F072A">
        <w:rPr>
          <w:b/>
        </w:rPr>
        <w:t>2002</w:t>
      </w:r>
      <w:r w:rsidRPr="007F072A">
        <w:t xml:space="preserve">, </w:t>
      </w:r>
      <w:r w:rsidRPr="007F072A">
        <w:rPr>
          <w:i/>
        </w:rPr>
        <w:t>1</w:t>
      </w:r>
      <w:r w:rsidRPr="007F072A">
        <w:t>, 432-439, doi:10.1128/EC.1.3.432-439.2002.</w:t>
      </w:r>
    </w:p>
    <w:p w14:paraId="3BCECA78" w14:textId="77777777" w:rsidR="007F072A" w:rsidRPr="007F072A" w:rsidRDefault="007F072A" w:rsidP="007F072A">
      <w:pPr>
        <w:pStyle w:val="EndNoteBibliography"/>
        <w:spacing w:after="0"/>
        <w:ind w:left="720" w:hanging="720"/>
      </w:pPr>
      <w:r w:rsidRPr="007F072A">
        <w:lastRenderedPageBreak/>
        <w:t>51.</w:t>
      </w:r>
      <w:r w:rsidRPr="007F072A">
        <w:tab/>
        <w:t xml:space="preserve">Jong, A.; Wu, C.H.; Chen, H.M.; Luo, F.; Kwon-Chung, K.J.; Chang, Y.C.; Lamunyon, C.W.; Plaas, A.; Huang, S.H. Identification and characterization of CPS1 as a hyaluronic acid synthase contributing to the pathogenesis of Cryptococcus neoformans infection. </w:t>
      </w:r>
      <w:r w:rsidRPr="007F072A">
        <w:rPr>
          <w:i/>
        </w:rPr>
        <w:t xml:space="preserve">Eukaryot Cell </w:t>
      </w:r>
      <w:r w:rsidRPr="007F072A">
        <w:rPr>
          <w:b/>
        </w:rPr>
        <w:t>2007</w:t>
      </w:r>
      <w:r w:rsidRPr="007F072A">
        <w:t xml:space="preserve">, </w:t>
      </w:r>
      <w:r w:rsidRPr="007F072A">
        <w:rPr>
          <w:i/>
        </w:rPr>
        <w:t>6</w:t>
      </w:r>
      <w:r w:rsidRPr="007F072A">
        <w:t>, 1486-1496, doi:10.1128/EC.00120-07.</w:t>
      </w:r>
    </w:p>
    <w:p w14:paraId="5D3168BB" w14:textId="77777777" w:rsidR="007F072A" w:rsidRPr="007F072A" w:rsidRDefault="007F072A" w:rsidP="007F072A">
      <w:pPr>
        <w:pStyle w:val="EndNoteBibliography"/>
        <w:spacing w:after="0"/>
        <w:ind w:left="720" w:hanging="720"/>
      </w:pPr>
      <w:r w:rsidRPr="007F072A">
        <w:t>52.</w:t>
      </w:r>
      <w:r w:rsidRPr="007F072A">
        <w:tab/>
        <w:t xml:space="preserve">Liu, K.H.; Shen, W.C. Mating differentiation in Cryptococcus neoformans is negatively regulated by the Crk1 protein kinase. </w:t>
      </w:r>
      <w:r w:rsidRPr="007F072A">
        <w:rPr>
          <w:i/>
        </w:rPr>
        <w:t xml:space="preserve">Fungal Genet Biol </w:t>
      </w:r>
      <w:r w:rsidRPr="007F072A">
        <w:rPr>
          <w:b/>
        </w:rPr>
        <w:t>2011</w:t>
      </w:r>
      <w:r w:rsidRPr="007F072A">
        <w:t xml:space="preserve">, </w:t>
      </w:r>
      <w:r w:rsidRPr="007F072A">
        <w:rPr>
          <w:i/>
        </w:rPr>
        <w:t>48</w:t>
      </w:r>
      <w:r w:rsidRPr="007F072A">
        <w:t>, 225-240, doi:10.1016/j.fgb.2010.11.005.</w:t>
      </w:r>
    </w:p>
    <w:p w14:paraId="5981CEE3" w14:textId="77777777" w:rsidR="007F072A" w:rsidRPr="007F072A" w:rsidRDefault="007F072A" w:rsidP="007F072A">
      <w:pPr>
        <w:pStyle w:val="EndNoteBibliography"/>
        <w:spacing w:after="0"/>
        <w:ind w:left="720" w:hanging="720"/>
      </w:pPr>
      <w:r w:rsidRPr="007F072A">
        <w:t>53.</w:t>
      </w:r>
      <w:r w:rsidRPr="007F072A">
        <w:tab/>
        <w:t xml:space="preserve">Wang, P.; Cutler, J.; King, J.; Palmer, D. Mutation of the regulator of G protein signaling Crg1 increases virulence in Cryptococcus neoformans. </w:t>
      </w:r>
      <w:r w:rsidRPr="007F072A">
        <w:rPr>
          <w:i/>
        </w:rPr>
        <w:t xml:space="preserve">Eukaryot Cell </w:t>
      </w:r>
      <w:r w:rsidRPr="007F072A">
        <w:rPr>
          <w:b/>
        </w:rPr>
        <w:t>2004</w:t>
      </w:r>
      <w:r w:rsidRPr="007F072A">
        <w:t xml:space="preserve">, </w:t>
      </w:r>
      <w:r w:rsidRPr="007F072A">
        <w:rPr>
          <w:i/>
        </w:rPr>
        <w:t>3</w:t>
      </w:r>
      <w:r w:rsidRPr="007F072A">
        <w:t>, 1028-1035, doi:10.1128/EC.3.4.1028-1035.2004.</w:t>
      </w:r>
    </w:p>
    <w:p w14:paraId="0E228ED1" w14:textId="77777777" w:rsidR="007F072A" w:rsidRPr="007F072A" w:rsidRDefault="007F072A" w:rsidP="007F072A">
      <w:pPr>
        <w:pStyle w:val="EndNoteBibliography"/>
        <w:spacing w:after="0"/>
        <w:ind w:left="720" w:hanging="720"/>
      </w:pPr>
      <w:r w:rsidRPr="007F072A">
        <w:t>54.</w:t>
      </w:r>
      <w:r w:rsidRPr="007F072A">
        <w:tab/>
        <w:t xml:space="preserve">Chun, C.D.; Madhani, H.D. Ctr2 links copper homeostasis to polysaccharide capsule formation and phagocytosis inhibition in the human fungal pathogen Cryptococcus neoformans. </w:t>
      </w:r>
      <w:r w:rsidRPr="007F072A">
        <w:rPr>
          <w:i/>
        </w:rPr>
        <w:t xml:space="preserve">PLoS One </w:t>
      </w:r>
      <w:r w:rsidRPr="007F072A">
        <w:rPr>
          <w:b/>
        </w:rPr>
        <w:t>2010</w:t>
      </w:r>
      <w:r w:rsidRPr="007F072A">
        <w:t xml:space="preserve">, </w:t>
      </w:r>
      <w:r w:rsidRPr="007F072A">
        <w:rPr>
          <w:i/>
        </w:rPr>
        <w:t>5</w:t>
      </w:r>
      <w:r w:rsidRPr="007F072A">
        <w:t>, doi:10.1371/journal.pone.0012503.</w:t>
      </w:r>
    </w:p>
    <w:p w14:paraId="60203424" w14:textId="77777777" w:rsidR="007F072A" w:rsidRPr="007F072A" w:rsidRDefault="007F072A" w:rsidP="007F072A">
      <w:pPr>
        <w:pStyle w:val="EndNoteBibliography"/>
        <w:spacing w:after="0"/>
        <w:ind w:left="720" w:hanging="720"/>
      </w:pPr>
      <w:r w:rsidRPr="007F072A">
        <w:t>55.</w:t>
      </w:r>
      <w:r w:rsidRPr="007F072A">
        <w:tab/>
        <w:t xml:space="preserve">Ding, C.; Yin, J.; Tovar, E.M.; Fitzpatrick, D.A.; Higgins, D.G.; Thiele, D.J. The copper regulon of the human fungal pathogen Cryptococcus neoformans H99. </w:t>
      </w:r>
      <w:r w:rsidRPr="007F072A">
        <w:rPr>
          <w:i/>
        </w:rPr>
        <w:t xml:space="preserve">Mol Microbiol </w:t>
      </w:r>
      <w:r w:rsidRPr="007F072A">
        <w:rPr>
          <w:b/>
        </w:rPr>
        <w:t>2011</w:t>
      </w:r>
      <w:r w:rsidRPr="007F072A">
        <w:t xml:space="preserve">, </w:t>
      </w:r>
      <w:r w:rsidRPr="007F072A">
        <w:rPr>
          <w:i/>
        </w:rPr>
        <w:t>81</w:t>
      </w:r>
      <w:r w:rsidRPr="007F072A">
        <w:t>, 1560-1576, doi:10.1111/j.1365-2958.2011.07794.x.</w:t>
      </w:r>
    </w:p>
    <w:p w14:paraId="6F268B4B" w14:textId="77777777" w:rsidR="007F072A" w:rsidRPr="007F072A" w:rsidRDefault="007F072A" w:rsidP="007F072A">
      <w:pPr>
        <w:pStyle w:val="EndNoteBibliography"/>
        <w:spacing w:after="0"/>
        <w:ind w:left="720" w:hanging="720"/>
      </w:pPr>
      <w:r w:rsidRPr="007F072A">
        <w:t>56.</w:t>
      </w:r>
      <w:r w:rsidRPr="007F072A">
        <w:tab/>
        <w:t xml:space="preserve">Lev, S.; Desmarini, D.; Chayakulkeeree, M.; Sorrell, T.C.; Djordjevic, J.T. The Crz1/Sp1 transcription factor of Cryptococcus neoformans is activated by calcineurin and regulates cell wall integrity. </w:t>
      </w:r>
      <w:r w:rsidRPr="007F072A">
        <w:rPr>
          <w:i/>
        </w:rPr>
        <w:t xml:space="preserve">PLoS One </w:t>
      </w:r>
      <w:r w:rsidRPr="007F072A">
        <w:rPr>
          <w:b/>
        </w:rPr>
        <w:t>2012</w:t>
      </w:r>
      <w:r w:rsidRPr="007F072A">
        <w:t xml:space="preserve">, </w:t>
      </w:r>
      <w:r w:rsidRPr="007F072A">
        <w:rPr>
          <w:i/>
        </w:rPr>
        <w:t>7</w:t>
      </w:r>
      <w:r w:rsidRPr="007F072A">
        <w:t>, e51403, doi:10.1371/journal.pone.0051403.</w:t>
      </w:r>
    </w:p>
    <w:p w14:paraId="5AB9AD64" w14:textId="77777777" w:rsidR="007F072A" w:rsidRPr="007F072A" w:rsidRDefault="007F072A" w:rsidP="007F072A">
      <w:pPr>
        <w:pStyle w:val="EndNoteBibliography"/>
        <w:spacing w:after="0"/>
        <w:ind w:left="720" w:hanging="720"/>
      </w:pPr>
      <w:r w:rsidRPr="007F072A">
        <w:t>57.</w:t>
      </w:r>
      <w:r w:rsidRPr="007F072A">
        <w:tab/>
        <w:t xml:space="preserve">Jung, W.H.; Son, Y.E.; Oh, S.H.; Fu, C.; Kim, H.S.; Kwak, J.H.; Cardenas, M.E.; Heitman, J.; Park, H.S. Had1 Is Required for Cell Wall Integrity and Fungal Virulence in Cryptococcus neoformans. </w:t>
      </w:r>
      <w:r w:rsidRPr="007F072A">
        <w:rPr>
          <w:i/>
        </w:rPr>
        <w:t xml:space="preserve">G3 (Bethesda) </w:t>
      </w:r>
      <w:r w:rsidRPr="007F072A">
        <w:rPr>
          <w:b/>
        </w:rPr>
        <w:t>2018</w:t>
      </w:r>
      <w:r w:rsidRPr="007F072A">
        <w:t xml:space="preserve">, </w:t>
      </w:r>
      <w:r w:rsidRPr="007F072A">
        <w:rPr>
          <w:i/>
        </w:rPr>
        <w:t>8</w:t>
      </w:r>
      <w:r w:rsidRPr="007F072A">
        <w:t>, 643-652, doi:10.1534/g3.117.300444.</w:t>
      </w:r>
    </w:p>
    <w:p w14:paraId="04C964D7" w14:textId="77777777" w:rsidR="007F072A" w:rsidRPr="007F072A" w:rsidRDefault="007F072A" w:rsidP="007F072A">
      <w:pPr>
        <w:pStyle w:val="EndNoteBibliography"/>
        <w:spacing w:after="0"/>
        <w:ind w:left="720" w:hanging="720"/>
      </w:pPr>
      <w:r w:rsidRPr="007F072A">
        <w:t>58.</w:t>
      </w:r>
      <w:r w:rsidRPr="007F072A">
        <w:tab/>
        <w:t xml:space="preserve">Jiang, N.; Sun, N.; Xiao, D.; Pan, J.; Wang, Y.; Zhu, X. A copper-responsive factor gene CUF1 is required for copper induction of laccase in Cryptococcus neoformans. </w:t>
      </w:r>
      <w:r w:rsidRPr="007F072A">
        <w:rPr>
          <w:i/>
        </w:rPr>
        <w:t xml:space="preserve">FEMS Microbiol Lett </w:t>
      </w:r>
      <w:r w:rsidRPr="007F072A">
        <w:rPr>
          <w:b/>
        </w:rPr>
        <w:t>2009</w:t>
      </w:r>
      <w:r w:rsidRPr="007F072A">
        <w:t xml:space="preserve">, </w:t>
      </w:r>
      <w:r w:rsidRPr="007F072A">
        <w:rPr>
          <w:i/>
        </w:rPr>
        <w:t>296</w:t>
      </w:r>
      <w:r w:rsidRPr="007F072A">
        <w:t>, 84-90, doi:10.1111/j.1574-6968.2009.01619.x.</w:t>
      </w:r>
    </w:p>
    <w:p w14:paraId="5D023FA6" w14:textId="77777777" w:rsidR="007F072A" w:rsidRPr="007F072A" w:rsidRDefault="007F072A" w:rsidP="007F072A">
      <w:pPr>
        <w:pStyle w:val="EndNoteBibliography"/>
        <w:spacing w:after="0"/>
        <w:ind w:left="720" w:hanging="720"/>
      </w:pPr>
      <w:r w:rsidRPr="007F072A">
        <w:t>59.</w:t>
      </w:r>
      <w:r w:rsidRPr="007F072A">
        <w:tab/>
        <w:t xml:space="preserve">Jiang, N.; Liu, X.; Yang, J.; Li, Z.; Pan, J.; Zhu, X. Regulation of copper homeostasis by Cuf1 associates with its subcellular localization in the pathogenic yeast Cryptococcus neoformans H99. </w:t>
      </w:r>
      <w:r w:rsidRPr="007F072A">
        <w:rPr>
          <w:i/>
        </w:rPr>
        <w:t xml:space="preserve">FEMS Yeast Res </w:t>
      </w:r>
      <w:r w:rsidRPr="007F072A">
        <w:rPr>
          <w:b/>
        </w:rPr>
        <w:t>2011</w:t>
      </w:r>
      <w:r w:rsidRPr="007F072A">
        <w:t xml:space="preserve">, </w:t>
      </w:r>
      <w:r w:rsidRPr="007F072A">
        <w:rPr>
          <w:i/>
        </w:rPr>
        <w:t>11</w:t>
      </w:r>
      <w:r w:rsidRPr="007F072A">
        <w:t>, 440-448, doi:10.1111/j.1567-1364.2011.00733.x.</w:t>
      </w:r>
    </w:p>
    <w:p w14:paraId="481237C8" w14:textId="77777777" w:rsidR="007F072A" w:rsidRPr="007F072A" w:rsidRDefault="007F072A" w:rsidP="007F072A">
      <w:pPr>
        <w:pStyle w:val="EndNoteBibliography"/>
        <w:spacing w:after="0"/>
        <w:ind w:left="720" w:hanging="720"/>
      </w:pPr>
      <w:r w:rsidRPr="007F072A">
        <w:t>60.</w:t>
      </w:r>
      <w:r w:rsidRPr="007F072A">
        <w:tab/>
        <w:t xml:space="preserve">Waterman, S.R.; Hacham, M.; Hu, G.; Zhu, X.; Park, Y.D.; Shin, S.; Panepinto, J.; Valyi-Nagy, T.; Beam, C.; Husain, S.; et al. Role of a CUF1/CTR4 copper regulatory axis in the virulence of Cryptococcus neoformans. </w:t>
      </w:r>
      <w:r w:rsidRPr="007F072A">
        <w:rPr>
          <w:i/>
        </w:rPr>
        <w:t xml:space="preserve">J Clin Invest </w:t>
      </w:r>
      <w:r w:rsidRPr="007F072A">
        <w:rPr>
          <w:b/>
        </w:rPr>
        <w:t>2007</w:t>
      </w:r>
      <w:r w:rsidRPr="007F072A">
        <w:t xml:space="preserve">, </w:t>
      </w:r>
      <w:r w:rsidRPr="007F072A">
        <w:rPr>
          <w:i/>
        </w:rPr>
        <w:t>117</w:t>
      </w:r>
      <w:r w:rsidRPr="007F072A">
        <w:t>, 794-802, doi:10.1172/JCI30006.</w:t>
      </w:r>
    </w:p>
    <w:p w14:paraId="72C02AFF" w14:textId="77777777" w:rsidR="007F072A" w:rsidRPr="007F072A" w:rsidRDefault="007F072A" w:rsidP="007F072A">
      <w:pPr>
        <w:pStyle w:val="EndNoteBibliography"/>
        <w:spacing w:after="0"/>
        <w:ind w:left="720" w:hanging="720"/>
      </w:pPr>
      <w:r w:rsidRPr="007F072A">
        <w:t>61.</w:t>
      </w:r>
      <w:r w:rsidRPr="007F072A">
        <w:tab/>
        <w:t xml:space="preserve">Jung, K.W.; Strain, A.K.; Nielsen, K.; Jung, K.H.; Bahn, Y.S. Two cation transporters Ena1 and Nha1 cooperatively modulate ion homeostasis, antifungal drug resistance, and virulence of Cryptococcus neoformans via the HOG pathway. </w:t>
      </w:r>
      <w:r w:rsidRPr="007F072A">
        <w:rPr>
          <w:i/>
        </w:rPr>
        <w:t xml:space="preserve">Fungal Genet Biol </w:t>
      </w:r>
      <w:r w:rsidRPr="007F072A">
        <w:rPr>
          <w:b/>
        </w:rPr>
        <w:t>2012</w:t>
      </w:r>
      <w:r w:rsidRPr="007F072A">
        <w:t xml:space="preserve">, </w:t>
      </w:r>
      <w:r w:rsidRPr="007F072A">
        <w:rPr>
          <w:i/>
        </w:rPr>
        <w:t>49</w:t>
      </w:r>
      <w:r w:rsidRPr="007F072A">
        <w:t>, 332-345, doi:10.1016/j.fgb.2012.02.001.</w:t>
      </w:r>
    </w:p>
    <w:p w14:paraId="24A4EE48" w14:textId="77777777" w:rsidR="007F072A" w:rsidRPr="007F072A" w:rsidRDefault="007F072A" w:rsidP="007F072A">
      <w:pPr>
        <w:pStyle w:val="EndNoteBibliography"/>
        <w:spacing w:after="0"/>
        <w:ind w:left="720" w:hanging="720"/>
      </w:pPr>
      <w:r w:rsidRPr="007F072A">
        <w:t>62.</w:t>
      </w:r>
      <w:r w:rsidRPr="007F072A">
        <w:tab/>
        <w:t xml:space="preserve">Idnurm, A.; Walton, F.J.; Floyd, A.; Reedy, J.L.; Heitman, J. Identification of ENA1 as a virulence gene of the human pathogenic fungus Cryptococcus neoformans through signature-tagged insertional mutagenesis. </w:t>
      </w:r>
      <w:r w:rsidRPr="007F072A">
        <w:rPr>
          <w:i/>
        </w:rPr>
        <w:t xml:space="preserve">Eukaryot Cell </w:t>
      </w:r>
      <w:r w:rsidRPr="007F072A">
        <w:rPr>
          <w:b/>
        </w:rPr>
        <w:t>2009</w:t>
      </w:r>
      <w:r w:rsidRPr="007F072A">
        <w:t xml:space="preserve">, </w:t>
      </w:r>
      <w:r w:rsidRPr="007F072A">
        <w:rPr>
          <w:i/>
        </w:rPr>
        <w:t>8</w:t>
      </w:r>
      <w:r w:rsidRPr="007F072A">
        <w:t>, 315-326, doi:10.1128/EC.00375-08.</w:t>
      </w:r>
    </w:p>
    <w:p w14:paraId="52DA34A8" w14:textId="77777777" w:rsidR="007F072A" w:rsidRPr="007F072A" w:rsidRDefault="007F072A" w:rsidP="007F072A">
      <w:pPr>
        <w:pStyle w:val="EndNoteBibliography"/>
        <w:spacing w:after="0"/>
        <w:ind w:left="720" w:hanging="720"/>
      </w:pPr>
      <w:r w:rsidRPr="007F072A">
        <w:t>63.</w:t>
      </w:r>
      <w:r w:rsidRPr="007F072A">
        <w:tab/>
        <w:t xml:space="preserve">Lee, A.; Toffaletti, D.L.; Tenor, J.; Soderblom, E.J.; Thompson, J.W.; Moseley, M.A.; Price, M.; Perfect, J.R. Survival defects of Cryptococcus neoformans mutants exposed to human cerebrospinal fluid result in attenuated virulence in an experimental model of meningitis. </w:t>
      </w:r>
      <w:r w:rsidRPr="007F072A">
        <w:rPr>
          <w:i/>
        </w:rPr>
        <w:t xml:space="preserve">Infect Immun </w:t>
      </w:r>
      <w:r w:rsidRPr="007F072A">
        <w:rPr>
          <w:b/>
        </w:rPr>
        <w:t>2010</w:t>
      </w:r>
      <w:r w:rsidRPr="007F072A">
        <w:t xml:space="preserve">, </w:t>
      </w:r>
      <w:r w:rsidRPr="007F072A">
        <w:rPr>
          <w:i/>
        </w:rPr>
        <w:t>78</w:t>
      </w:r>
      <w:r w:rsidRPr="007F072A">
        <w:t>, 4213-4225, doi:10.1128/IAI.00551-10.</w:t>
      </w:r>
    </w:p>
    <w:p w14:paraId="0416F852" w14:textId="77777777" w:rsidR="007F072A" w:rsidRPr="007F072A" w:rsidRDefault="007F072A" w:rsidP="007F072A">
      <w:pPr>
        <w:pStyle w:val="EndNoteBibliography"/>
        <w:spacing w:after="0"/>
        <w:ind w:left="720" w:hanging="720"/>
      </w:pPr>
      <w:r w:rsidRPr="007F072A">
        <w:t>64.</w:t>
      </w:r>
      <w:r w:rsidRPr="007F072A">
        <w:tab/>
        <w:t xml:space="preserve">Kronstad, J.; Saikia, S.; Nielson, E.D.; Kretschmer, M.; Jung, W.; Hu, G.; Geddes, J.M.; Griffiths, E.J.; Choi, J.; Cadieux, B.; et al. Adaptation of Cryptococcus neoformans to mammalian hosts: integrated regulation of metabolism and virulence. </w:t>
      </w:r>
      <w:r w:rsidRPr="007F072A">
        <w:rPr>
          <w:i/>
        </w:rPr>
        <w:t xml:space="preserve">Eukaryot Cell </w:t>
      </w:r>
      <w:r w:rsidRPr="007F072A">
        <w:rPr>
          <w:b/>
        </w:rPr>
        <w:t>2012</w:t>
      </w:r>
      <w:r w:rsidRPr="007F072A">
        <w:t xml:space="preserve">, </w:t>
      </w:r>
      <w:r w:rsidRPr="007F072A">
        <w:rPr>
          <w:i/>
        </w:rPr>
        <w:t>11</w:t>
      </w:r>
      <w:r w:rsidRPr="007F072A">
        <w:t>, 109-118, doi:10.1128/EC.05273-11.</w:t>
      </w:r>
    </w:p>
    <w:p w14:paraId="3565A2F2" w14:textId="77777777" w:rsidR="007F072A" w:rsidRPr="007F072A" w:rsidRDefault="007F072A" w:rsidP="007F072A">
      <w:pPr>
        <w:pStyle w:val="EndNoteBibliography"/>
        <w:spacing w:after="0"/>
        <w:ind w:left="720" w:hanging="720"/>
      </w:pPr>
      <w:r w:rsidRPr="007F072A">
        <w:t>65.</w:t>
      </w:r>
      <w:r w:rsidRPr="007F072A">
        <w:tab/>
        <w:t xml:space="preserve">Oliveira, F.F.M.; Paes, H.C.; Peconick, L.D.F.; Fonseca, F.L.; Marina, C.L.F.; Bocca, A.L.; Homem-de-Mello, M.; Rodrigues, M.L.; Albuquerque, P.; Nicola, A.M.; et al. Erg6 affects membrane composition and virulence of the human fungal pathogen Cryptococcus neoformans. </w:t>
      </w:r>
      <w:r w:rsidRPr="007F072A">
        <w:rPr>
          <w:i/>
        </w:rPr>
        <w:t xml:space="preserve">Fungal Genet Biol </w:t>
      </w:r>
      <w:r w:rsidRPr="007F072A">
        <w:rPr>
          <w:b/>
        </w:rPr>
        <w:t>2020</w:t>
      </w:r>
      <w:r w:rsidRPr="007F072A">
        <w:t xml:space="preserve">, </w:t>
      </w:r>
      <w:r w:rsidRPr="007F072A">
        <w:rPr>
          <w:i/>
        </w:rPr>
        <w:t>140</w:t>
      </w:r>
      <w:r w:rsidRPr="007F072A">
        <w:t>, 103368, doi:10.1016/j.fgb.2020.103368.</w:t>
      </w:r>
    </w:p>
    <w:p w14:paraId="5E963CB5" w14:textId="77777777" w:rsidR="007F072A" w:rsidRPr="007F072A" w:rsidRDefault="007F072A" w:rsidP="007F072A">
      <w:pPr>
        <w:pStyle w:val="EndNoteBibliography"/>
        <w:spacing w:after="0"/>
        <w:ind w:left="720" w:hanging="720"/>
      </w:pPr>
      <w:r w:rsidRPr="007F072A">
        <w:t>66.</w:t>
      </w:r>
      <w:r w:rsidRPr="007F072A">
        <w:tab/>
        <w:t xml:space="preserve">Liu, T.B.; Wang, Y.; Stukes, S.; Chen, Q.; Casadevall, A.; Xue, C. The F-Box protein Fbp1 regulates sexual reproduction and virulence in Cryptococcus neoformans. </w:t>
      </w:r>
      <w:r w:rsidRPr="007F072A">
        <w:rPr>
          <w:i/>
        </w:rPr>
        <w:t xml:space="preserve">Eukaryot Cell </w:t>
      </w:r>
      <w:r w:rsidRPr="007F072A">
        <w:rPr>
          <w:b/>
        </w:rPr>
        <w:t>2011</w:t>
      </w:r>
      <w:r w:rsidRPr="007F072A">
        <w:t xml:space="preserve">, </w:t>
      </w:r>
      <w:r w:rsidRPr="007F072A">
        <w:rPr>
          <w:i/>
        </w:rPr>
        <w:t>10</w:t>
      </w:r>
      <w:r w:rsidRPr="007F072A">
        <w:t>, 791-802, doi:10.1128/EC.00004-11.</w:t>
      </w:r>
    </w:p>
    <w:p w14:paraId="65CA49BD" w14:textId="77777777" w:rsidR="007F072A" w:rsidRPr="007F072A" w:rsidRDefault="007F072A" w:rsidP="007F072A">
      <w:pPr>
        <w:pStyle w:val="EndNoteBibliography"/>
        <w:spacing w:after="0"/>
        <w:ind w:left="720" w:hanging="720"/>
      </w:pPr>
      <w:r w:rsidRPr="007F072A">
        <w:lastRenderedPageBreak/>
        <w:t>67.</w:t>
      </w:r>
      <w:r w:rsidRPr="007F072A">
        <w:tab/>
        <w:t xml:space="preserve">de Jesus-Berrios, M.; Liu, L.; Nussbaum, J.C.; Cox, G.M.; Stamler, J.S.; Heitman, J. Enzymes that counteract nitrosative stress promote fungal virulence. </w:t>
      </w:r>
      <w:r w:rsidRPr="007F072A">
        <w:rPr>
          <w:i/>
        </w:rPr>
        <w:t xml:space="preserve">Curr Biol </w:t>
      </w:r>
      <w:r w:rsidRPr="007F072A">
        <w:rPr>
          <w:b/>
        </w:rPr>
        <w:t>2003</w:t>
      </w:r>
      <w:r w:rsidRPr="007F072A">
        <w:t xml:space="preserve">, </w:t>
      </w:r>
      <w:r w:rsidRPr="007F072A">
        <w:rPr>
          <w:i/>
        </w:rPr>
        <w:t>13</w:t>
      </w:r>
      <w:r w:rsidRPr="007F072A">
        <w:t>, 1963-1968, doi:10.1016/j.cub.2003.10.029.</w:t>
      </w:r>
    </w:p>
    <w:p w14:paraId="787867EC" w14:textId="77777777" w:rsidR="007F072A" w:rsidRPr="007F072A" w:rsidRDefault="007F072A" w:rsidP="007F072A">
      <w:pPr>
        <w:pStyle w:val="EndNoteBibliography"/>
        <w:spacing w:after="0"/>
        <w:ind w:left="720" w:hanging="720"/>
      </w:pPr>
      <w:r w:rsidRPr="007F072A">
        <w:t>68.</w:t>
      </w:r>
      <w:r w:rsidRPr="007F072A">
        <w:tab/>
        <w:t xml:space="preserve">Kmetzsch, L.; Staats, C.C.; Simon, E.; Fonseca, F.L.; Oliveira, D.L.; Joffe, L.S.; Rodrigues, J.; Lourenco, R.F.; Gomes, S.L.; Nimrichter, L.; et al. The GATA-type transcriptional activator Gat1 regulates nitrogen uptake and metabolism in the human pathogen Cryptococcus neoformans. </w:t>
      </w:r>
      <w:r w:rsidRPr="007F072A">
        <w:rPr>
          <w:i/>
        </w:rPr>
        <w:t xml:space="preserve">Fungal Genet Biol </w:t>
      </w:r>
      <w:r w:rsidRPr="007F072A">
        <w:rPr>
          <w:b/>
        </w:rPr>
        <w:t>2011</w:t>
      </w:r>
      <w:r w:rsidRPr="007F072A">
        <w:t xml:space="preserve">, </w:t>
      </w:r>
      <w:r w:rsidRPr="007F072A">
        <w:rPr>
          <w:i/>
        </w:rPr>
        <w:t>48</w:t>
      </w:r>
      <w:r w:rsidRPr="007F072A">
        <w:t>, 192-199, doi:10.1016/j.fgb.2010.07.011.</w:t>
      </w:r>
    </w:p>
    <w:p w14:paraId="0E2D2FA8" w14:textId="77777777" w:rsidR="007F072A" w:rsidRPr="007F072A" w:rsidRDefault="007F072A" w:rsidP="007F072A">
      <w:pPr>
        <w:pStyle w:val="EndNoteBibliography"/>
        <w:spacing w:after="0"/>
        <w:ind w:left="720" w:hanging="720"/>
      </w:pPr>
      <w:r w:rsidRPr="007F072A">
        <w:t>69.</w:t>
      </w:r>
      <w:r w:rsidRPr="007F072A">
        <w:tab/>
        <w:t xml:space="preserve">Lee, I.R.; Chow, E.W.; Morrow, C.A.; Djordjevic, J.T.; Fraser, J.A. Nitrogen metabolite repression of metabolism and virulence in the human fungal pathogen Cryptococcus neoformans. </w:t>
      </w:r>
      <w:r w:rsidRPr="007F072A">
        <w:rPr>
          <w:i/>
        </w:rPr>
        <w:t xml:space="preserve">Genetics </w:t>
      </w:r>
      <w:r w:rsidRPr="007F072A">
        <w:rPr>
          <w:b/>
        </w:rPr>
        <w:t>2011</w:t>
      </w:r>
      <w:r w:rsidRPr="007F072A">
        <w:t xml:space="preserve">, </w:t>
      </w:r>
      <w:r w:rsidRPr="007F072A">
        <w:rPr>
          <w:i/>
        </w:rPr>
        <w:t>188</w:t>
      </w:r>
      <w:r w:rsidRPr="007F072A">
        <w:t>, 309-323, doi:10.1534/genetics.111.128538.</w:t>
      </w:r>
    </w:p>
    <w:p w14:paraId="399EEFEA" w14:textId="77777777" w:rsidR="007F072A" w:rsidRPr="007F072A" w:rsidRDefault="007F072A" w:rsidP="007F072A">
      <w:pPr>
        <w:pStyle w:val="EndNoteBibliography"/>
        <w:spacing w:after="0"/>
        <w:ind w:left="720" w:hanging="720"/>
      </w:pPr>
      <w:r w:rsidRPr="007F072A">
        <w:t>70.</w:t>
      </w:r>
      <w:r w:rsidRPr="007F072A">
        <w:tab/>
        <w:t xml:space="preserve">Liu, O.W.; Chun, C.D.; Chow, E.D.; Chen, C.; Madhani, H.D.; Noble, S.M. Systematic genetic analysis of virulence in the human fungal pathogen Cryptococcus neoformans. </w:t>
      </w:r>
      <w:r w:rsidRPr="007F072A">
        <w:rPr>
          <w:i/>
        </w:rPr>
        <w:t xml:space="preserve">Cell </w:t>
      </w:r>
      <w:r w:rsidRPr="007F072A">
        <w:rPr>
          <w:b/>
        </w:rPr>
        <w:t>2008</w:t>
      </w:r>
      <w:r w:rsidRPr="007F072A">
        <w:t xml:space="preserve">, </w:t>
      </w:r>
      <w:r w:rsidRPr="007F072A">
        <w:rPr>
          <w:i/>
        </w:rPr>
        <w:t>135</w:t>
      </w:r>
      <w:r w:rsidRPr="007F072A">
        <w:t>, 174-188, doi:10.1016/j.cell.2008.07.046.</w:t>
      </w:r>
    </w:p>
    <w:p w14:paraId="4FF92AEA" w14:textId="77777777" w:rsidR="007F072A" w:rsidRPr="007F072A" w:rsidRDefault="007F072A" w:rsidP="007F072A">
      <w:pPr>
        <w:pStyle w:val="EndNoteBibliography"/>
        <w:spacing w:after="0"/>
        <w:ind w:left="720" w:hanging="720"/>
      </w:pPr>
      <w:r w:rsidRPr="007F072A">
        <w:t>71.</w:t>
      </w:r>
      <w:r w:rsidRPr="007F072A">
        <w:tab/>
        <w:t xml:space="preserve">O'Meara, T.R.; Norton, D.; Price, M.S.; Hay, C.; Clements, M.F.; Nichols, C.B.; Alspaugh, J.A. Interaction of Cryptococcus neoformans Rim101 and protein kinase A regulates capsule. </w:t>
      </w:r>
      <w:r w:rsidRPr="007F072A">
        <w:rPr>
          <w:i/>
        </w:rPr>
        <w:t xml:space="preserve">PLoS Pathog </w:t>
      </w:r>
      <w:r w:rsidRPr="007F072A">
        <w:rPr>
          <w:b/>
        </w:rPr>
        <w:t>2010</w:t>
      </w:r>
      <w:r w:rsidRPr="007F072A">
        <w:t xml:space="preserve">, </w:t>
      </w:r>
      <w:r w:rsidRPr="007F072A">
        <w:rPr>
          <w:i/>
        </w:rPr>
        <w:t>6</w:t>
      </w:r>
      <w:r w:rsidRPr="007F072A">
        <w:t>, e1000776, doi:10.1371/journal.ppat.1000776.</w:t>
      </w:r>
    </w:p>
    <w:p w14:paraId="5252F392" w14:textId="77777777" w:rsidR="007F072A" w:rsidRPr="007F072A" w:rsidRDefault="007F072A" w:rsidP="007F072A">
      <w:pPr>
        <w:pStyle w:val="EndNoteBibliography"/>
        <w:spacing w:after="0"/>
        <w:ind w:left="720" w:hanging="720"/>
      </w:pPr>
      <w:r w:rsidRPr="007F072A">
        <w:t>72.</w:t>
      </w:r>
      <w:r w:rsidRPr="007F072A">
        <w:tab/>
        <w:t xml:space="preserve">Rittershaus, P.C.; Kechichian, T.B.; Allegood, J.C.; Merrill, A.H., Jr.; Hennig, M.; Luberto, C.; Del Poeta, M. Glucosylceramide synthase is an essential regulator of pathogenicity of Cryptococcus neoformans. </w:t>
      </w:r>
      <w:r w:rsidRPr="007F072A">
        <w:rPr>
          <w:i/>
        </w:rPr>
        <w:t xml:space="preserve">J Clin Invest </w:t>
      </w:r>
      <w:r w:rsidRPr="007F072A">
        <w:rPr>
          <w:b/>
        </w:rPr>
        <w:t>2006</w:t>
      </w:r>
      <w:r w:rsidRPr="007F072A">
        <w:t xml:space="preserve">, </w:t>
      </w:r>
      <w:r w:rsidRPr="007F072A">
        <w:rPr>
          <w:i/>
        </w:rPr>
        <w:t>116</w:t>
      </w:r>
      <w:r w:rsidRPr="007F072A">
        <w:t>, 1651-1659, doi:10.1172/JCI27890.</w:t>
      </w:r>
    </w:p>
    <w:p w14:paraId="5379270C" w14:textId="77777777" w:rsidR="007F072A" w:rsidRPr="007F072A" w:rsidRDefault="007F072A" w:rsidP="007F072A">
      <w:pPr>
        <w:pStyle w:val="EndNoteBibliography"/>
        <w:spacing w:after="0"/>
        <w:ind w:left="720" w:hanging="720"/>
      </w:pPr>
      <w:r w:rsidRPr="007F072A">
        <w:t>73.</w:t>
      </w:r>
      <w:r w:rsidRPr="007F072A">
        <w:tab/>
        <w:t xml:space="preserve">Singh, A.; Wang, H.; Silva, L.C.; Na, C.; Prieto, M.; Futerman, A.H.; Luberto, C.; Del Poeta, M. Methylation of glycosylated sphingolipid modulates membrane lipid topography and pathogenicity of Cryptococcus neoformans. </w:t>
      </w:r>
      <w:r w:rsidRPr="007F072A">
        <w:rPr>
          <w:i/>
        </w:rPr>
        <w:t xml:space="preserve">Cell Microbiol </w:t>
      </w:r>
      <w:r w:rsidRPr="007F072A">
        <w:rPr>
          <w:b/>
        </w:rPr>
        <w:t>2012</w:t>
      </w:r>
      <w:r w:rsidRPr="007F072A">
        <w:t xml:space="preserve">, </w:t>
      </w:r>
      <w:r w:rsidRPr="007F072A">
        <w:rPr>
          <w:i/>
        </w:rPr>
        <w:t>14</w:t>
      </w:r>
      <w:r w:rsidRPr="007F072A">
        <w:t>, 500-516, doi:10.1111/j.1462-5822.2011.01735.x.</w:t>
      </w:r>
    </w:p>
    <w:p w14:paraId="37773172" w14:textId="77777777" w:rsidR="007F072A" w:rsidRPr="007F072A" w:rsidRDefault="007F072A" w:rsidP="007F072A">
      <w:pPr>
        <w:pStyle w:val="EndNoteBibliography"/>
        <w:spacing w:after="0"/>
        <w:ind w:left="720" w:hanging="720"/>
      </w:pPr>
      <w:r w:rsidRPr="007F072A">
        <w:t>74.</w:t>
      </w:r>
      <w:r w:rsidRPr="007F072A">
        <w:tab/>
        <w:t xml:space="preserve">Alspaugh, J.A.; Perfect, J.R.; Heitman, J. Cryptococcus neoformans mating and virulence are regulated by the G-protein alpha subunit GPA1 and cAMP. </w:t>
      </w:r>
      <w:r w:rsidRPr="007F072A">
        <w:rPr>
          <w:i/>
        </w:rPr>
        <w:t xml:space="preserve">Genes Dev </w:t>
      </w:r>
      <w:r w:rsidRPr="007F072A">
        <w:rPr>
          <w:b/>
        </w:rPr>
        <w:t>1997</w:t>
      </w:r>
      <w:r w:rsidRPr="007F072A">
        <w:t xml:space="preserve">, </w:t>
      </w:r>
      <w:r w:rsidRPr="007F072A">
        <w:rPr>
          <w:i/>
        </w:rPr>
        <w:t>11</w:t>
      </w:r>
      <w:r w:rsidRPr="007F072A">
        <w:t>, 3206-3217, doi:10.1101/gad.11.23.3206.</w:t>
      </w:r>
    </w:p>
    <w:p w14:paraId="5FFFB297" w14:textId="77777777" w:rsidR="007F072A" w:rsidRPr="007F072A" w:rsidRDefault="007F072A" w:rsidP="007F072A">
      <w:pPr>
        <w:pStyle w:val="EndNoteBibliography"/>
        <w:spacing w:after="0"/>
        <w:ind w:left="720" w:hanging="720"/>
      </w:pPr>
      <w:r w:rsidRPr="007F072A">
        <w:t>75.</w:t>
      </w:r>
      <w:r w:rsidRPr="007F072A">
        <w:tab/>
        <w:t xml:space="preserve">Bahn, Y.S.; Kojima, K.; Cox, G.M.; Heitman, J. Specialization of the HOG pathway and its impact on differentiation and virulence of Cryptococcus neoformans. </w:t>
      </w:r>
      <w:r w:rsidRPr="007F072A">
        <w:rPr>
          <w:i/>
        </w:rPr>
        <w:t xml:space="preserve">Mol Biol Cell </w:t>
      </w:r>
      <w:r w:rsidRPr="007F072A">
        <w:rPr>
          <w:b/>
        </w:rPr>
        <w:t>2005</w:t>
      </w:r>
      <w:r w:rsidRPr="007F072A">
        <w:t xml:space="preserve">, </w:t>
      </w:r>
      <w:r w:rsidRPr="007F072A">
        <w:rPr>
          <w:i/>
        </w:rPr>
        <w:t>16</w:t>
      </w:r>
      <w:r w:rsidRPr="007F072A">
        <w:t>, 2285-2300, doi:10.1091/mbc.e04-11-0987.</w:t>
      </w:r>
    </w:p>
    <w:p w14:paraId="7A3D75AE" w14:textId="77777777" w:rsidR="007F072A" w:rsidRPr="007F072A" w:rsidRDefault="007F072A" w:rsidP="007F072A">
      <w:pPr>
        <w:pStyle w:val="EndNoteBibliography"/>
        <w:spacing w:after="0"/>
        <w:ind w:left="720" w:hanging="720"/>
      </w:pPr>
      <w:r w:rsidRPr="007F072A">
        <w:t>76.</w:t>
      </w:r>
      <w:r w:rsidRPr="007F072A">
        <w:tab/>
        <w:t xml:space="preserve">Martho, K.F.; Brustolini, O.J.B.; Vasconcelos, A.T.; Vallim, M.A.; Pascon, R.C. The Glycerol Phosphatase Gpp2: A Link to Osmotic Stress, Sulfur Assimilation and Virulence in Cryptococcus neoformans. </w:t>
      </w:r>
      <w:r w:rsidRPr="007F072A">
        <w:rPr>
          <w:i/>
        </w:rPr>
        <w:t xml:space="preserve">Front Microbiol </w:t>
      </w:r>
      <w:r w:rsidRPr="007F072A">
        <w:rPr>
          <w:b/>
        </w:rPr>
        <w:t>2019</w:t>
      </w:r>
      <w:r w:rsidRPr="007F072A">
        <w:t xml:space="preserve">, </w:t>
      </w:r>
      <w:r w:rsidRPr="007F072A">
        <w:rPr>
          <w:i/>
        </w:rPr>
        <w:t>10</w:t>
      </w:r>
      <w:r w:rsidRPr="007F072A">
        <w:t>, 2728, doi:10.3389/fmicb.2019.02728.</w:t>
      </w:r>
    </w:p>
    <w:p w14:paraId="2C20FA1E" w14:textId="77777777" w:rsidR="007F072A" w:rsidRPr="007F072A" w:rsidRDefault="007F072A" w:rsidP="007F072A">
      <w:pPr>
        <w:pStyle w:val="EndNoteBibliography"/>
        <w:spacing w:after="0"/>
        <w:ind w:left="720" w:hanging="720"/>
      </w:pPr>
      <w:r w:rsidRPr="007F072A">
        <w:t>77.</w:t>
      </w:r>
      <w:r w:rsidRPr="007F072A">
        <w:tab/>
        <w:t xml:space="preserve">de Melo, A.T.; Martho, K.F.; Roberto, T.N.; Nishiduka, E.S.; Machado, J., Jr.; Brustolini, O.J.B.; Tashima, A.K.; Vasconcelos, A.T.; Vallim, M.A.; Pascon, R.C. The regulation of the sulfur amino acid biosynthetic pathway in Cryptococcus neoformans: the relationship of Cys3, Calcineurin, and Gpp2 phosphatases. </w:t>
      </w:r>
      <w:r w:rsidRPr="007F072A">
        <w:rPr>
          <w:i/>
        </w:rPr>
        <w:t xml:space="preserve">Sci Rep </w:t>
      </w:r>
      <w:r w:rsidRPr="007F072A">
        <w:rPr>
          <w:b/>
        </w:rPr>
        <w:t>2019</w:t>
      </w:r>
      <w:r w:rsidRPr="007F072A">
        <w:t xml:space="preserve">, </w:t>
      </w:r>
      <w:r w:rsidRPr="007F072A">
        <w:rPr>
          <w:i/>
        </w:rPr>
        <w:t>9</w:t>
      </w:r>
      <w:r w:rsidRPr="007F072A">
        <w:t>, 11923, doi:10.1038/s41598-019-48433-5.</w:t>
      </w:r>
    </w:p>
    <w:p w14:paraId="3E4B6FF7" w14:textId="77777777" w:rsidR="007F072A" w:rsidRPr="007F072A" w:rsidRDefault="007F072A" w:rsidP="007F072A">
      <w:pPr>
        <w:pStyle w:val="EndNoteBibliography"/>
        <w:spacing w:after="0"/>
        <w:ind w:left="720" w:hanging="720"/>
      </w:pPr>
      <w:r w:rsidRPr="007F072A">
        <w:t>78.</w:t>
      </w:r>
      <w:r w:rsidRPr="007F072A">
        <w:tab/>
        <w:t xml:space="preserve">Missall, T.A.; Cherry-Harris, J.F.; Lodge, J.K. Two glutathione peroxidases in the fungal pathogen Cryptococcus neoformans are expressed in the presence of specific substrates. </w:t>
      </w:r>
      <w:r w:rsidRPr="007F072A">
        <w:rPr>
          <w:i/>
        </w:rPr>
        <w:t xml:space="preserve">Microbiology (Reading) </w:t>
      </w:r>
      <w:r w:rsidRPr="007F072A">
        <w:rPr>
          <w:b/>
        </w:rPr>
        <w:t>2005</w:t>
      </w:r>
      <w:r w:rsidRPr="007F072A">
        <w:t xml:space="preserve">, </w:t>
      </w:r>
      <w:r w:rsidRPr="007F072A">
        <w:rPr>
          <w:i/>
        </w:rPr>
        <w:t>151</w:t>
      </w:r>
      <w:r w:rsidRPr="007F072A">
        <w:t>, 2573-2581, doi:10.1099/mic.0.28132-0.</w:t>
      </w:r>
    </w:p>
    <w:p w14:paraId="7D84E6F6" w14:textId="77777777" w:rsidR="007F072A" w:rsidRPr="007F072A" w:rsidRDefault="007F072A" w:rsidP="007F072A">
      <w:pPr>
        <w:pStyle w:val="EndNoteBibliography"/>
        <w:spacing w:after="0"/>
        <w:ind w:left="720" w:hanging="720"/>
      </w:pPr>
      <w:r w:rsidRPr="007F072A">
        <w:t>79.</w:t>
      </w:r>
      <w:r w:rsidRPr="007F072A">
        <w:tab/>
        <w:t xml:space="preserve">Kmetzsch, L.; Joffe, L.S.; Staats, C.C.; de Oliveira, D.L.; Fonseca, F.L.; Cordero, R.J.; Casadevall, A.; Nimrichter, L.; Schrank, A.; Vainstein, M.H.; et al. Role for Golgi reassembly and stacking protein (GRASP) in polysaccharide secretion and fungal virulence. </w:t>
      </w:r>
      <w:r w:rsidRPr="007F072A">
        <w:rPr>
          <w:i/>
        </w:rPr>
        <w:t xml:space="preserve">Mol Microbiol </w:t>
      </w:r>
      <w:r w:rsidRPr="007F072A">
        <w:rPr>
          <w:b/>
        </w:rPr>
        <w:t>2011</w:t>
      </w:r>
      <w:r w:rsidRPr="007F072A">
        <w:t xml:space="preserve">, </w:t>
      </w:r>
      <w:r w:rsidRPr="007F072A">
        <w:rPr>
          <w:i/>
        </w:rPr>
        <w:t>81</w:t>
      </w:r>
      <w:r w:rsidRPr="007F072A">
        <w:t>, 206-218, doi:10.1111/j.1365-2958.2011.07686.x.</w:t>
      </w:r>
    </w:p>
    <w:p w14:paraId="54D0EA9D" w14:textId="77777777" w:rsidR="007F072A" w:rsidRPr="007F072A" w:rsidRDefault="007F072A" w:rsidP="007F072A">
      <w:pPr>
        <w:pStyle w:val="EndNoteBibliography"/>
        <w:spacing w:after="0"/>
        <w:ind w:left="720" w:hanging="720"/>
      </w:pPr>
      <w:r w:rsidRPr="007F072A">
        <w:t>80.</w:t>
      </w:r>
      <w:r w:rsidRPr="007F072A">
        <w:tab/>
        <w:t xml:space="preserve">Jung, W.H.; Sham, A.; White, R.; Kronstad, J.W. Iron regulation of the major virulence factors in the AIDS-associated pathogen Cryptococcus neoformans. </w:t>
      </w:r>
      <w:r w:rsidRPr="007F072A">
        <w:rPr>
          <w:i/>
        </w:rPr>
        <w:t xml:space="preserve">PLoS Biol </w:t>
      </w:r>
      <w:r w:rsidRPr="007F072A">
        <w:rPr>
          <w:b/>
        </w:rPr>
        <w:t>2006</w:t>
      </w:r>
      <w:r w:rsidRPr="007F072A">
        <w:t xml:space="preserve">, </w:t>
      </w:r>
      <w:r w:rsidRPr="007F072A">
        <w:rPr>
          <w:i/>
        </w:rPr>
        <w:t>4</w:t>
      </w:r>
      <w:r w:rsidRPr="007F072A">
        <w:t>, e410, doi:10.1371/journal.pbio.0040410.</w:t>
      </w:r>
    </w:p>
    <w:p w14:paraId="7C5CD11F" w14:textId="77777777" w:rsidR="007F072A" w:rsidRPr="007F072A" w:rsidRDefault="007F072A" w:rsidP="007F072A">
      <w:pPr>
        <w:pStyle w:val="EndNoteBibliography"/>
        <w:spacing w:after="0"/>
        <w:ind w:left="720" w:hanging="720"/>
      </w:pPr>
      <w:r w:rsidRPr="007F072A">
        <w:t>81.</w:t>
      </w:r>
      <w:r w:rsidRPr="007F072A">
        <w:tab/>
        <w:t xml:space="preserve">Attarian, R.; Hu, G.; Sanchez-Leon, E.; Caza, M.; Croll, D.; Do, E.; Bach, H.; Missall, T.; Lodge, J.; Jung, W.H.; et al. The Monothiol Glutaredoxin Grx4 Regulates Iron Homeostasis and Virulence in Cryptococcus neoformans. </w:t>
      </w:r>
      <w:r w:rsidRPr="007F072A">
        <w:rPr>
          <w:i/>
        </w:rPr>
        <w:t xml:space="preserve">mBio </w:t>
      </w:r>
      <w:r w:rsidRPr="007F072A">
        <w:rPr>
          <w:b/>
        </w:rPr>
        <w:t>2018</w:t>
      </w:r>
      <w:r w:rsidRPr="007F072A">
        <w:t xml:space="preserve">, </w:t>
      </w:r>
      <w:r w:rsidRPr="007F072A">
        <w:rPr>
          <w:i/>
        </w:rPr>
        <w:t>9</w:t>
      </w:r>
      <w:r w:rsidRPr="007F072A">
        <w:t>, e02377-02318, doi:10.1128/mBio.02377-18.</w:t>
      </w:r>
    </w:p>
    <w:p w14:paraId="4BFF4592" w14:textId="77777777" w:rsidR="007F072A" w:rsidRPr="007F072A" w:rsidRDefault="007F072A" w:rsidP="007F072A">
      <w:pPr>
        <w:pStyle w:val="EndNoteBibliography"/>
        <w:spacing w:after="0"/>
        <w:ind w:left="720" w:hanging="720"/>
      </w:pPr>
      <w:r w:rsidRPr="007F072A">
        <w:t>82.</w:t>
      </w:r>
      <w:r w:rsidRPr="007F072A">
        <w:tab/>
        <w:t xml:space="preserve">Attarian, R.; Hu, G.; Sánchez-León, E.; Caza, M.; Croll, D.; Do, E.; Bach, H.; Missall, T.; Lodge, J.; Jung, W.H. The monothiol glutaredoxin Grx4 regulates iron homeostasis and virulence in Cryptococcus neoformans. </w:t>
      </w:r>
      <w:r w:rsidRPr="007F072A">
        <w:rPr>
          <w:i/>
        </w:rPr>
        <w:t xml:space="preserve">MBio </w:t>
      </w:r>
      <w:r w:rsidRPr="007F072A">
        <w:rPr>
          <w:b/>
        </w:rPr>
        <w:t>2018</w:t>
      </w:r>
      <w:r w:rsidRPr="007F072A">
        <w:t xml:space="preserve">, </w:t>
      </w:r>
      <w:r w:rsidRPr="007F072A">
        <w:rPr>
          <w:i/>
        </w:rPr>
        <w:t>9</w:t>
      </w:r>
      <w:r w:rsidRPr="007F072A">
        <w:t>, e02377-02318.</w:t>
      </w:r>
    </w:p>
    <w:p w14:paraId="2C63BFD3" w14:textId="77777777" w:rsidR="007F072A" w:rsidRPr="007F072A" w:rsidRDefault="007F072A" w:rsidP="007F072A">
      <w:pPr>
        <w:pStyle w:val="EndNoteBibliography"/>
        <w:spacing w:after="0"/>
        <w:ind w:left="720" w:hanging="720"/>
      </w:pPr>
      <w:r w:rsidRPr="007F072A">
        <w:t>83.</w:t>
      </w:r>
      <w:r w:rsidRPr="007F072A">
        <w:tab/>
        <w:t xml:space="preserve">Lee, D.; Jang, E.H.; Lee, M.; Kim, S.W.; Lee, Y.; Lee, K.T.; Bahn, Y.S. Unraveling Melanin Biosynthesis and Signaling Networks in Cryptococcus neoformans. </w:t>
      </w:r>
      <w:r w:rsidRPr="007F072A">
        <w:rPr>
          <w:i/>
        </w:rPr>
        <w:t xml:space="preserve">mBio </w:t>
      </w:r>
      <w:r w:rsidRPr="007F072A">
        <w:rPr>
          <w:b/>
        </w:rPr>
        <w:t>2019</w:t>
      </w:r>
      <w:r w:rsidRPr="007F072A">
        <w:t xml:space="preserve">, </w:t>
      </w:r>
      <w:r w:rsidRPr="007F072A">
        <w:rPr>
          <w:i/>
        </w:rPr>
        <w:t>10</w:t>
      </w:r>
      <w:r w:rsidRPr="007F072A">
        <w:t>, e02267-02219, doi:10.1128/mBio.02267-19.</w:t>
      </w:r>
    </w:p>
    <w:p w14:paraId="21624727" w14:textId="77777777" w:rsidR="007F072A" w:rsidRPr="007F072A" w:rsidRDefault="007F072A" w:rsidP="007F072A">
      <w:pPr>
        <w:pStyle w:val="EndNoteBibliography"/>
        <w:spacing w:after="0"/>
        <w:ind w:left="720" w:hanging="720"/>
      </w:pPr>
      <w:r w:rsidRPr="007F072A">
        <w:lastRenderedPageBreak/>
        <w:t>84.</w:t>
      </w:r>
      <w:r w:rsidRPr="007F072A">
        <w:tab/>
        <w:t xml:space="preserve">Jung, W.H.; Saikia, S.; Hu, G.; Wang, J.; Fung, C.K.; D'Souza, C.; White, R.; Kronstad, J.W. HapX positively and negatively regulates the transcriptional response to iron deprivation in Cryptococcus neoformans. </w:t>
      </w:r>
      <w:r w:rsidRPr="007F072A">
        <w:rPr>
          <w:i/>
        </w:rPr>
        <w:t xml:space="preserve">PLoS Pathog </w:t>
      </w:r>
      <w:r w:rsidRPr="007F072A">
        <w:rPr>
          <w:b/>
        </w:rPr>
        <w:t>2010</w:t>
      </w:r>
      <w:r w:rsidRPr="007F072A">
        <w:t xml:space="preserve">, </w:t>
      </w:r>
      <w:r w:rsidRPr="007F072A">
        <w:rPr>
          <w:i/>
        </w:rPr>
        <w:t>6</w:t>
      </w:r>
      <w:r w:rsidRPr="007F072A">
        <w:t>, e1001209, doi:10.1371/journal.ppat.1001209.</w:t>
      </w:r>
    </w:p>
    <w:p w14:paraId="522F402D" w14:textId="77777777" w:rsidR="007F072A" w:rsidRPr="007F072A" w:rsidRDefault="007F072A" w:rsidP="007F072A">
      <w:pPr>
        <w:pStyle w:val="EndNoteBibliography"/>
        <w:spacing w:after="0"/>
        <w:ind w:left="720" w:hanging="720"/>
      </w:pPr>
      <w:r w:rsidRPr="007F072A">
        <w:t>85.</w:t>
      </w:r>
      <w:r w:rsidRPr="007F072A">
        <w:tab/>
        <w:t xml:space="preserve">Kojima, K.; Bahn, Y.S.; Heitman, J. Calcineurin, Mpk1 and Hog1 MAPK pathways independently control fludioxonil antifungal sensitivity in Cryptococcus neoformans. </w:t>
      </w:r>
      <w:r w:rsidRPr="007F072A">
        <w:rPr>
          <w:i/>
        </w:rPr>
        <w:t xml:space="preserve">Microbiology (Reading) </w:t>
      </w:r>
      <w:r w:rsidRPr="007F072A">
        <w:rPr>
          <w:b/>
        </w:rPr>
        <w:t>2006</w:t>
      </w:r>
      <w:r w:rsidRPr="007F072A">
        <w:t xml:space="preserve">, </w:t>
      </w:r>
      <w:r w:rsidRPr="007F072A">
        <w:rPr>
          <w:i/>
        </w:rPr>
        <w:t>152</w:t>
      </w:r>
      <w:r w:rsidRPr="007F072A">
        <w:t>, 591-604, doi:10.1099/mic.0.28571-0.</w:t>
      </w:r>
    </w:p>
    <w:p w14:paraId="0412AFFE" w14:textId="77777777" w:rsidR="007F072A" w:rsidRPr="007F072A" w:rsidRDefault="007F072A" w:rsidP="007F072A">
      <w:pPr>
        <w:pStyle w:val="EndNoteBibliography"/>
        <w:spacing w:after="0"/>
        <w:ind w:left="720" w:hanging="720"/>
      </w:pPr>
      <w:r w:rsidRPr="007F072A">
        <w:t>86.</w:t>
      </w:r>
      <w:r w:rsidRPr="007F072A">
        <w:tab/>
        <w:t xml:space="preserve">Kingsbury, J.M.; McCusker, J.H. Threonine biosynthetic genes are essential in Cryptococcus neoformans. </w:t>
      </w:r>
      <w:r w:rsidRPr="007F072A">
        <w:rPr>
          <w:i/>
        </w:rPr>
        <w:t xml:space="preserve">Microbiology (Reading) </w:t>
      </w:r>
      <w:r w:rsidRPr="007F072A">
        <w:rPr>
          <w:b/>
        </w:rPr>
        <w:t>2008</w:t>
      </w:r>
      <w:r w:rsidRPr="007F072A">
        <w:t xml:space="preserve">, </w:t>
      </w:r>
      <w:r w:rsidRPr="007F072A">
        <w:rPr>
          <w:i/>
        </w:rPr>
        <w:t>154</w:t>
      </w:r>
      <w:r w:rsidRPr="007F072A">
        <w:t>, 2767-2775, doi:10.1099/mic.0.2008/019729-0.</w:t>
      </w:r>
    </w:p>
    <w:p w14:paraId="6FDAD365" w14:textId="77777777" w:rsidR="007F072A" w:rsidRPr="007F072A" w:rsidRDefault="007F072A" w:rsidP="007F072A">
      <w:pPr>
        <w:pStyle w:val="EndNoteBibliography"/>
        <w:spacing w:after="0"/>
        <w:ind w:left="720" w:hanging="720"/>
      </w:pPr>
      <w:r w:rsidRPr="007F072A">
        <w:t>87.</w:t>
      </w:r>
      <w:r w:rsidRPr="007F072A">
        <w:tab/>
        <w:t xml:space="preserve">Price, M.S.; Betancourt-Quiroz, M.; Price, J.L.; Toffaletti, D.L.; Vora, H.; Hu, G.; Kronstad, J.W.; Perfect, J.R. Cryptococcus neoformans requires a functional glycolytic pathway for disease but not persistence in the host. </w:t>
      </w:r>
      <w:r w:rsidRPr="007F072A">
        <w:rPr>
          <w:i/>
        </w:rPr>
        <w:t xml:space="preserve">mBio </w:t>
      </w:r>
      <w:r w:rsidRPr="007F072A">
        <w:rPr>
          <w:b/>
        </w:rPr>
        <w:t>2011</w:t>
      </w:r>
      <w:r w:rsidRPr="007F072A">
        <w:t xml:space="preserve">, </w:t>
      </w:r>
      <w:r w:rsidRPr="007F072A">
        <w:rPr>
          <w:i/>
        </w:rPr>
        <w:t>2</w:t>
      </w:r>
      <w:r w:rsidRPr="007F072A">
        <w:t>, e00103-00111, doi:10.1128/mBio.00103-11.</w:t>
      </w:r>
    </w:p>
    <w:p w14:paraId="6B7DD0CE" w14:textId="77777777" w:rsidR="007F072A" w:rsidRPr="007F072A" w:rsidRDefault="007F072A" w:rsidP="007F072A">
      <w:pPr>
        <w:pStyle w:val="EndNoteBibliography"/>
        <w:spacing w:after="0"/>
        <w:ind w:left="720" w:hanging="720"/>
      </w:pPr>
      <w:r w:rsidRPr="007F072A">
        <w:t>88.</w:t>
      </w:r>
      <w:r w:rsidRPr="007F072A">
        <w:tab/>
        <w:t xml:space="preserve">Idnurm, A.; Giles, S.S.; Perfect, J.R.; Heitman, J. Peroxisome function regulates growth on glucose in the basidiomycete fungus Cryptococcus neoformans. </w:t>
      </w:r>
      <w:r w:rsidRPr="007F072A">
        <w:rPr>
          <w:i/>
        </w:rPr>
        <w:t xml:space="preserve">Eukaryot Cell </w:t>
      </w:r>
      <w:r w:rsidRPr="007F072A">
        <w:rPr>
          <w:b/>
        </w:rPr>
        <w:t>2007</w:t>
      </w:r>
      <w:r w:rsidRPr="007F072A">
        <w:t xml:space="preserve">, </w:t>
      </w:r>
      <w:r w:rsidRPr="007F072A">
        <w:rPr>
          <w:i/>
        </w:rPr>
        <w:t>6</w:t>
      </w:r>
      <w:r w:rsidRPr="007F072A">
        <w:t>, 60-72, doi:10.1128/EC.00214-06.</w:t>
      </w:r>
    </w:p>
    <w:p w14:paraId="58701EDF" w14:textId="77777777" w:rsidR="007F072A" w:rsidRPr="007F072A" w:rsidRDefault="007F072A" w:rsidP="007F072A">
      <w:pPr>
        <w:pStyle w:val="EndNoteBibliography"/>
        <w:spacing w:after="0"/>
        <w:ind w:left="720" w:hanging="720"/>
      </w:pPr>
      <w:r w:rsidRPr="007F072A">
        <w:t>89.</w:t>
      </w:r>
      <w:r w:rsidRPr="007F072A">
        <w:tab/>
        <w:t xml:space="preserve">Cheon, S.A.; Jung, K.W.; Chen, Y.L.; Heitman, J.; Bahn, Y.S.; Kang, H.A. Unique evolution of the UPR pathway with a novel bZIP transcription factor, Hxl1, for controlling pathogenicity of Cryptococcus neoformans. </w:t>
      </w:r>
      <w:r w:rsidRPr="007F072A">
        <w:rPr>
          <w:i/>
        </w:rPr>
        <w:t xml:space="preserve">PLoS Pathog </w:t>
      </w:r>
      <w:r w:rsidRPr="007F072A">
        <w:rPr>
          <w:b/>
        </w:rPr>
        <w:t>2011</w:t>
      </w:r>
      <w:r w:rsidRPr="007F072A">
        <w:t xml:space="preserve">, </w:t>
      </w:r>
      <w:r w:rsidRPr="007F072A">
        <w:rPr>
          <w:i/>
        </w:rPr>
        <w:t>7</w:t>
      </w:r>
      <w:r w:rsidRPr="007F072A">
        <w:t>, e1002177, doi:10.1371/journal.ppat.1002177.</w:t>
      </w:r>
    </w:p>
    <w:p w14:paraId="74B43729" w14:textId="77777777" w:rsidR="007F072A" w:rsidRPr="007F072A" w:rsidRDefault="007F072A" w:rsidP="007F072A">
      <w:pPr>
        <w:pStyle w:val="EndNoteBibliography"/>
        <w:spacing w:after="0"/>
        <w:ind w:left="720" w:hanging="720"/>
      </w:pPr>
      <w:r w:rsidRPr="007F072A">
        <w:t>90.</w:t>
      </w:r>
      <w:r w:rsidRPr="007F072A">
        <w:tab/>
        <w:t xml:space="preserve">Rude, T.H.; Toffaletti, D.L.; Cox, G.M.; Perfect, J.R. Relationship of the glyoxylate pathway to the pathogenesis of Cryptococcus neoformans. </w:t>
      </w:r>
      <w:r w:rsidRPr="007F072A">
        <w:rPr>
          <w:i/>
        </w:rPr>
        <w:t xml:space="preserve">Infect Immun </w:t>
      </w:r>
      <w:r w:rsidRPr="007F072A">
        <w:rPr>
          <w:b/>
        </w:rPr>
        <w:t>2002</w:t>
      </w:r>
      <w:r w:rsidRPr="007F072A">
        <w:t xml:space="preserve">, </w:t>
      </w:r>
      <w:r w:rsidRPr="007F072A">
        <w:rPr>
          <w:i/>
        </w:rPr>
        <w:t>70</w:t>
      </w:r>
      <w:r w:rsidRPr="007F072A">
        <w:t>, 5684-5694, doi:10.1128/IAI.70.10.5684-5694.2002.</w:t>
      </w:r>
    </w:p>
    <w:p w14:paraId="73C446F4" w14:textId="77777777" w:rsidR="007F072A" w:rsidRPr="007F072A" w:rsidRDefault="007F072A" w:rsidP="007F072A">
      <w:pPr>
        <w:pStyle w:val="EndNoteBibliography"/>
        <w:spacing w:after="0"/>
        <w:ind w:left="720" w:hanging="720"/>
      </w:pPr>
      <w:r w:rsidRPr="007F072A">
        <w:t>91.</w:t>
      </w:r>
      <w:r w:rsidRPr="007F072A">
        <w:tab/>
        <w:t xml:space="preserve">Kingsbury, J.M.; Yang, Z.; Ganous, T.M.; Cox, G.M.; McCusker, J.H. Cryptococcus neoformans Ilv2p confers resistance to sulfometuron methyl and is required for survival at 37 degrees C and in vivo. </w:t>
      </w:r>
      <w:r w:rsidRPr="007F072A">
        <w:rPr>
          <w:i/>
        </w:rPr>
        <w:t xml:space="preserve">Microbiology (Reading) </w:t>
      </w:r>
      <w:r w:rsidRPr="007F072A">
        <w:rPr>
          <w:b/>
        </w:rPr>
        <w:t>2004</w:t>
      </w:r>
      <w:r w:rsidRPr="007F072A">
        <w:t xml:space="preserve">, </w:t>
      </w:r>
      <w:r w:rsidRPr="007F072A">
        <w:rPr>
          <w:i/>
        </w:rPr>
        <w:t>150</w:t>
      </w:r>
      <w:r w:rsidRPr="007F072A">
        <w:t>, 1547-1558, doi:10.1099/mic.0.26928-0.</w:t>
      </w:r>
    </w:p>
    <w:p w14:paraId="392A0A56" w14:textId="77777777" w:rsidR="007F072A" w:rsidRPr="007F072A" w:rsidRDefault="007F072A" w:rsidP="007F072A">
      <w:pPr>
        <w:pStyle w:val="EndNoteBibliography"/>
        <w:spacing w:after="0"/>
        <w:ind w:left="720" w:hanging="720"/>
      </w:pPr>
      <w:r w:rsidRPr="007F072A">
        <w:t>92.</w:t>
      </w:r>
      <w:r w:rsidRPr="007F072A">
        <w:tab/>
        <w:t xml:space="preserve">Upadhya, R.; Campbell, L.T.; Donlin, M.J.; Aurora, R.; Lodge, J.K. Global transcriptome profile of Cryptococcus neoformans during exposure to hydrogen peroxide induced oxidative stress. </w:t>
      </w:r>
      <w:r w:rsidRPr="007F072A">
        <w:rPr>
          <w:i/>
        </w:rPr>
        <w:t xml:space="preserve">PLoS One </w:t>
      </w:r>
      <w:r w:rsidRPr="007F072A">
        <w:rPr>
          <w:b/>
        </w:rPr>
        <w:t>2013</w:t>
      </w:r>
      <w:r w:rsidRPr="007F072A">
        <w:t xml:space="preserve">, </w:t>
      </w:r>
      <w:r w:rsidRPr="007F072A">
        <w:rPr>
          <w:i/>
        </w:rPr>
        <w:t>8</w:t>
      </w:r>
      <w:r w:rsidRPr="007F072A">
        <w:t>, e55110, doi:10.1371/journal.pone.0055110.</w:t>
      </w:r>
    </w:p>
    <w:p w14:paraId="484B9A7A" w14:textId="77777777" w:rsidR="007F072A" w:rsidRPr="007F072A" w:rsidRDefault="007F072A" w:rsidP="007F072A">
      <w:pPr>
        <w:pStyle w:val="EndNoteBibliography"/>
        <w:spacing w:after="0"/>
        <w:ind w:left="720" w:hanging="720"/>
      </w:pPr>
      <w:r w:rsidRPr="007F072A">
        <w:t>93.</w:t>
      </w:r>
      <w:r w:rsidRPr="007F072A">
        <w:tab/>
        <w:t xml:space="preserve">Desmarini, D.; Lev, S.; Furkert, D.; Crossett, B.; Saiardi, A.; Kaufman-Francis, K.; Li, C.; Sorrell, T.C.; Wilkinson-White, L.; Matthews, J.; et al. IP(7)-SPX Domain Interaction Controls Fungal Virulence by Stabilizing Phosphate Signaling Machinery. </w:t>
      </w:r>
      <w:r w:rsidRPr="007F072A">
        <w:rPr>
          <w:i/>
        </w:rPr>
        <w:t xml:space="preserve">mBio </w:t>
      </w:r>
      <w:r w:rsidRPr="007F072A">
        <w:rPr>
          <w:b/>
        </w:rPr>
        <w:t>2020</w:t>
      </w:r>
      <w:r w:rsidRPr="007F072A">
        <w:t xml:space="preserve">, </w:t>
      </w:r>
      <w:r w:rsidRPr="007F072A">
        <w:rPr>
          <w:i/>
        </w:rPr>
        <w:t>11</w:t>
      </w:r>
      <w:r w:rsidRPr="007F072A">
        <w:t>, doi:10.1128/mBio.01920-20.</w:t>
      </w:r>
    </w:p>
    <w:p w14:paraId="5B03AD17" w14:textId="77777777" w:rsidR="007F072A" w:rsidRPr="007F072A" w:rsidRDefault="007F072A" w:rsidP="007F072A">
      <w:pPr>
        <w:pStyle w:val="EndNoteBibliography"/>
        <w:spacing w:after="0"/>
        <w:ind w:left="720" w:hanging="720"/>
      </w:pPr>
      <w:r w:rsidRPr="007F072A">
        <w:t>94.</w:t>
      </w:r>
      <w:r w:rsidRPr="007F072A">
        <w:tab/>
        <w:t xml:space="preserve">Li, C.; Lev, S.; Saiardi, A.; Desmarini, D.; Sorrell, T.C.; Djordjevic, J.T. Identification of a major IP5 kinase in Cryptococcus neoformans confirms that PP-IP5/IP7, not IP6, is essential for virulence. </w:t>
      </w:r>
      <w:r w:rsidRPr="007F072A">
        <w:rPr>
          <w:i/>
        </w:rPr>
        <w:t xml:space="preserve">Scientific reports </w:t>
      </w:r>
      <w:r w:rsidRPr="007F072A">
        <w:rPr>
          <w:b/>
        </w:rPr>
        <w:t>2016</w:t>
      </w:r>
      <w:r w:rsidRPr="007F072A">
        <w:t xml:space="preserve">, </w:t>
      </w:r>
      <w:r w:rsidRPr="007F072A">
        <w:rPr>
          <w:i/>
        </w:rPr>
        <w:t>6</w:t>
      </w:r>
      <w:r w:rsidRPr="007F072A">
        <w:t>, 1-13.</w:t>
      </w:r>
    </w:p>
    <w:p w14:paraId="4023413E" w14:textId="77777777" w:rsidR="007F072A" w:rsidRPr="007F072A" w:rsidRDefault="007F072A" w:rsidP="007F072A">
      <w:pPr>
        <w:pStyle w:val="EndNoteBibliography"/>
        <w:spacing w:after="0"/>
        <w:ind w:left="720" w:hanging="720"/>
      </w:pPr>
      <w:r w:rsidRPr="007F072A">
        <w:t>95.</w:t>
      </w:r>
      <w:r w:rsidRPr="007F072A">
        <w:tab/>
        <w:t xml:space="preserve">Lev, S.; Li, C.; Desmarini, D.; Saiardi, A.; Fewings, N.L.; Schibeci, S.D.; Sharma, R.; Sorrell, T.C.; Djordjevic, J.T. Fungal inositol pyrophosphate IP7 is crucial for metabolic adaptation to the host environment and pathogenicity. </w:t>
      </w:r>
      <w:r w:rsidRPr="007F072A">
        <w:rPr>
          <w:i/>
        </w:rPr>
        <w:t xml:space="preserve">MBio </w:t>
      </w:r>
      <w:r w:rsidRPr="007F072A">
        <w:rPr>
          <w:b/>
        </w:rPr>
        <w:t>2015</w:t>
      </w:r>
      <w:r w:rsidRPr="007F072A">
        <w:t xml:space="preserve">, </w:t>
      </w:r>
      <w:r w:rsidRPr="007F072A">
        <w:rPr>
          <w:i/>
        </w:rPr>
        <w:t>6</w:t>
      </w:r>
      <w:r w:rsidRPr="007F072A">
        <w:t>, e00531-00515.</w:t>
      </w:r>
    </w:p>
    <w:p w14:paraId="57E8D963" w14:textId="77777777" w:rsidR="007F072A" w:rsidRPr="007F072A" w:rsidRDefault="007F072A" w:rsidP="007F072A">
      <w:pPr>
        <w:pStyle w:val="EndNoteBibliography"/>
        <w:spacing w:after="0"/>
        <w:ind w:left="720" w:hanging="720"/>
      </w:pPr>
      <w:r w:rsidRPr="007F072A">
        <w:t>96.</w:t>
      </w:r>
      <w:r w:rsidRPr="007F072A">
        <w:tab/>
        <w:t xml:space="preserve">Gilbert, N.M.; Donlin, M.J.; Gerik, K.J.; Specht, C.A.; Djordjevic, J.T.; Wilson, C.F.; Sorrell, T.C.; Lodge, J.K. KRE genes are required for beta-1,6-glucan synthesis, maintenance of capsule architecture and cell wall protein anchoring in Cryptococcus neoformans. </w:t>
      </w:r>
      <w:r w:rsidRPr="007F072A">
        <w:rPr>
          <w:i/>
        </w:rPr>
        <w:t xml:space="preserve">Mol Microbiol </w:t>
      </w:r>
      <w:r w:rsidRPr="007F072A">
        <w:rPr>
          <w:b/>
        </w:rPr>
        <w:t>2010</w:t>
      </w:r>
      <w:r w:rsidRPr="007F072A">
        <w:t xml:space="preserve">, </w:t>
      </w:r>
      <w:r w:rsidRPr="007F072A">
        <w:rPr>
          <w:i/>
        </w:rPr>
        <w:t>76</w:t>
      </w:r>
      <w:r w:rsidRPr="007F072A">
        <w:t>, 517-534, doi:10.1111/j.1365-2958.2010.07119.x.</w:t>
      </w:r>
    </w:p>
    <w:p w14:paraId="751D7312" w14:textId="77777777" w:rsidR="007F072A" w:rsidRPr="007F072A" w:rsidRDefault="007F072A" w:rsidP="007F072A">
      <w:pPr>
        <w:pStyle w:val="EndNoteBibliography"/>
        <w:spacing w:after="0"/>
        <w:ind w:left="720" w:hanging="720"/>
      </w:pPr>
      <w:r w:rsidRPr="007F072A">
        <w:t>97.</w:t>
      </w:r>
      <w:r w:rsidRPr="007F072A">
        <w:tab/>
        <w:t xml:space="preserve">Noverr, M.C.; Williamson, P.R.; Fajardo, R.S.; Huffnagle, G.B. CNLAC1 is required for extrapulmonary dissemination of Cryptococcus neoformans but not pulmonary persistence. </w:t>
      </w:r>
      <w:r w:rsidRPr="007F072A">
        <w:rPr>
          <w:i/>
        </w:rPr>
        <w:t xml:space="preserve">Infection and immunity </w:t>
      </w:r>
      <w:r w:rsidRPr="007F072A">
        <w:rPr>
          <w:b/>
        </w:rPr>
        <w:t>2004</w:t>
      </w:r>
      <w:r w:rsidRPr="007F072A">
        <w:t xml:space="preserve">, </w:t>
      </w:r>
      <w:r w:rsidRPr="007F072A">
        <w:rPr>
          <w:i/>
        </w:rPr>
        <w:t>72</w:t>
      </w:r>
      <w:r w:rsidRPr="007F072A">
        <w:t>, 1693-1699.</w:t>
      </w:r>
    </w:p>
    <w:p w14:paraId="1DBD1822" w14:textId="77777777" w:rsidR="007F072A" w:rsidRPr="007F072A" w:rsidRDefault="007F072A" w:rsidP="007F072A">
      <w:pPr>
        <w:pStyle w:val="EndNoteBibliography"/>
        <w:spacing w:after="0"/>
        <w:ind w:left="720" w:hanging="720"/>
      </w:pPr>
      <w:r w:rsidRPr="007F072A">
        <w:t>98.</w:t>
      </w:r>
      <w:r w:rsidRPr="007F072A">
        <w:tab/>
        <w:t xml:space="preserve">Salas, S.D.; Bennett, J.E.; Kwon-Chung, K.J.; Perfect, J.R.; Williamson, P.R. Effect of the laccase gene CNLAC1, on virulence of Cryptococcus neoformans. </w:t>
      </w:r>
      <w:r w:rsidRPr="007F072A">
        <w:rPr>
          <w:i/>
        </w:rPr>
        <w:t xml:space="preserve">J Exp Med </w:t>
      </w:r>
      <w:r w:rsidRPr="007F072A">
        <w:rPr>
          <w:b/>
        </w:rPr>
        <w:t>1996</w:t>
      </w:r>
      <w:r w:rsidRPr="007F072A">
        <w:t xml:space="preserve">, </w:t>
      </w:r>
      <w:r w:rsidRPr="007F072A">
        <w:rPr>
          <w:i/>
        </w:rPr>
        <w:t>184</w:t>
      </w:r>
      <w:r w:rsidRPr="007F072A">
        <w:t>, 377-386, doi:10.1084/jem.184.2.377.</w:t>
      </w:r>
    </w:p>
    <w:p w14:paraId="73849033" w14:textId="77777777" w:rsidR="007F072A" w:rsidRPr="007F072A" w:rsidRDefault="007F072A" w:rsidP="007F072A">
      <w:pPr>
        <w:pStyle w:val="EndNoteBibliography"/>
        <w:spacing w:after="0"/>
        <w:ind w:left="720" w:hanging="720"/>
      </w:pPr>
      <w:r w:rsidRPr="007F072A">
        <w:t>99.</w:t>
      </w:r>
      <w:r w:rsidRPr="007F072A">
        <w:tab/>
        <w:t xml:space="preserve">Wang, Y.; Aisen, P.; Casadevall, A. Cryptococcus neoformans melanin and virulence: mechanism of action. </w:t>
      </w:r>
      <w:r w:rsidRPr="007F072A">
        <w:rPr>
          <w:i/>
        </w:rPr>
        <w:t xml:space="preserve">Infect Immun </w:t>
      </w:r>
      <w:r w:rsidRPr="007F072A">
        <w:rPr>
          <w:b/>
        </w:rPr>
        <w:t>1995</w:t>
      </w:r>
      <w:r w:rsidRPr="007F072A">
        <w:t xml:space="preserve">, </w:t>
      </w:r>
      <w:r w:rsidRPr="007F072A">
        <w:rPr>
          <w:i/>
        </w:rPr>
        <w:t>63</w:t>
      </w:r>
      <w:r w:rsidRPr="007F072A">
        <w:t>, 3131-3136, doi:10.1128/iai.63.8.3131-3136.1995.</w:t>
      </w:r>
    </w:p>
    <w:p w14:paraId="20DCBE90" w14:textId="77777777" w:rsidR="007F072A" w:rsidRPr="007F072A" w:rsidRDefault="007F072A" w:rsidP="007F072A">
      <w:pPr>
        <w:pStyle w:val="EndNoteBibliography"/>
        <w:spacing w:after="0"/>
        <w:ind w:left="720" w:hanging="720"/>
      </w:pPr>
      <w:r w:rsidRPr="007F072A">
        <w:t>100.</w:t>
      </w:r>
      <w:r w:rsidRPr="007F072A">
        <w:tab/>
        <w:t xml:space="preserve">Do, E.; Hu, G.; Caza, M.; Oliveira, D.; Kronstad, J.W.; Jung, W.H. Leu1 plays a role in iron metabolism and is required for virulence in Cryptococcus neoformans. </w:t>
      </w:r>
      <w:r w:rsidRPr="007F072A">
        <w:rPr>
          <w:i/>
        </w:rPr>
        <w:t xml:space="preserve">Fungal Genet Biol </w:t>
      </w:r>
      <w:r w:rsidRPr="007F072A">
        <w:rPr>
          <w:b/>
        </w:rPr>
        <w:t>2015</w:t>
      </w:r>
      <w:r w:rsidRPr="007F072A">
        <w:t xml:space="preserve">, </w:t>
      </w:r>
      <w:r w:rsidRPr="007F072A">
        <w:rPr>
          <w:i/>
        </w:rPr>
        <w:t>75</w:t>
      </w:r>
      <w:r w:rsidRPr="007F072A">
        <w:t>, 11-19, doi:10.1016/j.fgb.2014.12.006.</w:t>
      </w:r>
    </w:p>
    <w:p w14:paraId="7995058E" w14:textId="77777777" w:rsidR="007F072A" w:rsidRPr="007F072A" w:rsidRDefault="007F072A" w:rsidP="007F072A">
      <w:pPr>
        <w:pStyle w:val="EndNoteBibliography"/>
        <w:spacing w:after="0"/>
        <w:ind w:left="720" w:hanging="720"/>
      </w:pPr>
      <w:r w:rsidRPr="007F072A">
        <w:lastRenderedPageBreak/>
        <w:t>101.</w:t>
      </w:r>
      <w:r w:rsidRPr="007F072A">
        <w:tab/>
        <w:t xml:space="preserve">Do, E.; Park, M.; Hu, G.; Caza, M.; Kronstad, J.W.; Jung, W.H. The lysine biosynthetic enzyme Lys4 influences iron metabolism, mitochondrial function and virulence in Cryptococcus neoformans. </w:t>
      </w:r>
      <w:r w:rsidRPr="007F072A">
        <w:rPr>
          <w:i/>
        </w:rPr>
        <w:t xml:space="preserve">Biochem Biophys Res Commun </w:t>
      </w:r>
      <w:r w:rsidRPr="007F072A">
        <w:rPr>
          <w:b/>
        </w:rPr>
        <w:t>2016</w:t>
      </w:r>
      <w:r w:rsidRPr="007F072A">
        <w:t xml:space="preserve">, </w:t>
      </w:r>
      <w:r w:rsidRPr="007F072A">
        <w:rPr>
          <w:i/>
        </w:rPr>
        <w:t>477</w:t>
      </w:r>
      <w:r w:rsidRPr="007F072A">
        <w:t>, 706-711, doi:10.1016/j.bbrc.2016.06.123.</w:t>
      </w:r>
    </w:p>
    <w:p w14:paraId="3331646C" w14:textId="77777777" w:rsidR="007F072A" w:rsidRPr="007F072A" w:rsidRDefault="007F072A" w:rsidP="007F072A">
      <w:pPr>
        <w:pStyle w:val="EndNoteBibliography"/>
        <w:spacing w:after="0"/>
        <w:ind w:left="720" w:hanging="720"/>
      </w:pPr>
      <w:r w:rsidRPr="007F072A">
        <w:t>102.</w:t>
      </w:r>
      <w:r w:rsidRPr="007F072A">
        <w:tab/>
        <w:t xml:space="preserve">Wills, E.A.; Roberts, I.S.; Del Poeta, M.; Rivera, J.; Casadevall, A.; Cox, G.M.; Perfect, J.R. Identification and characterization of the Cryptococcus neoformans phosphomannose isomerase-encoding gene, MAN1, and its impact on pathogenicity. </w:t>
      </w:r>
      <w:r w:rsidRPr="007F072A">
        <w:rPr>
          <w:i/>
        </w:rPr>
        <w:t xml:space="preserve">Mol Microbiol </w:t>
      </w:r>
      <w:r w:rsidRPr="007F072A">
        <w:rPr>
          <w:b/>
        </w:rPr>
        <w:t>2001</w:t>
      </w:r>
      <w:r w:rsidRPr="007F072A">
        <w:t xml:space="preserve">, </w:t>
      </w:r>
      <w:r w:rsidRPr="007F072A">
        <w:rPr>
          <w:i/>
        </w:rPr>
        <w:t>40</w:t>
      </w:r>
      <w:r w:rsidRPr="007F072A">
        <w:t>, 610-620, doi:10.1046/j.1365-2958.2001.02401.x.</w:t>
      </w:r>
    </w:p>
    <w:p w14:paraId="08AD1228" w14:textId="77777777" w:rsidR="007F072A" w:rsidRPr="007F072A" w:rsidRDefault="007F072A" w:rsidP="007F072A">
      <w:pPr>
        <w:pStyle w:val="EndNoteBibliography"/>
        <w:spacing w:after="0"/>
        <w:ind w:left="720" w:hanging="720"/>
      </w:pPr>
      <w:r w:rsidRPr="007F072A">
        <w:t>103.</w:t>
      </w:r>
      <w:r w:rsidRPr="007F072A">
        <w:tab/>
        <w:t xml:space="preserve">Hull, C.M.; Heitman, J. Genetics of Cryptococcus neoformans. </w:t>
      </w:r>
      <w:r w:rsidRPr="007F072A">
        <w:rPr>
          <w:i/>
        </w:rPr>
        <w:t xml:space="preserve">Annu Rev Genet </w:t>
      </w:r>
      <w:r w:rsidRPr="007F072A">
        <w:rPr>
          <w:b/>
        </w:rPr>
        <w:t>2002</w:t>
      </w:r>
      <w:r w:rsidRPr="007F072A">
        <w:t xml:space="preserve">, </w:t>
      </w:r>
      <w:r w:rsidRPr="007F072A">
        <w:rPr>
          <w:i/>
        </w:rPr>
        <w:t>36</w:t>
      </w:r>
      <w:r w:rsidRPr="007F072A">
        <w:t>, 557-615, doi:10.1146/annurev.genet.36.052402.152652.</w:t>
      </w:r>
    </w:p>
    <w:p w14:paraId="50A23158" w14:textId="77777777" w:rsidR="007F072A" w:rsidRPr="007F072A" w:rsidRDefault="007F072A" w:rsidP="007F072A">
      <w:pPr>
        <w:pStyle w:val="EndNoteBibliography"/>
        <w:spacing w:after="0"/>
        <w:ind w:left="720" w:hanging="720"/>
      </w:pPr>
      <w:r w:rsidRPr="007F072A">
        <w:t>104.</w:t>
      </w:r>
      <w:r w:rsidRPr="007F072A">
        <w:tab/>
        <w:t xml:space="preserve">Hull, C.M.; Davidson, R.C.; Heitman, J. Cell identity and sexual development in Cryptococcus neoformans are controlled by the mating-type-specific homeodomain protein Sxi1alpha. </w:t>
      </w:r>
      <w:r w:rsidRPr="007F072A">
        <w:rPr>
          <w:i/>
        </w:rPr>
        <w:t xml:space="preserve">Genes Dev </w:t>
      </w:r>
      <w:r w:rsidRPr="007F072A">
        <w:rPr>
          <w:b/>
        </w:rPr>
        <w:t>2002</w:t>
      </w:r>
      <w:r w:rsidRPr="007F072A">
        <w:t xml:space="preserve">, </w:t>
      </w:r>
      <w:r w:rsidRPr="007F072A">
        <w:rPr>
          <w:i/>
        </w:rPr>
        <w:t>16</w:t>
      </w:r>
      <w:r w:rsidRPr="007F072A">
        <w:t>, 3046-3060, doi:10.1101/gad.1041402.</w:t>
      </w:r>
    </w:p>
    <w:p w14:paraId="7D076B65" w14:textId="77777777" w:rsidR="007F072A" w:rsidRPr="007F072A" w:rsidRDefault="007F072A" w:rsidP="007F072A">
      <w:pPr>
        <w:pStyle w:val="EndNoteBibliography"/>
        <w:spacing w:after="0"/>
        <w:ind w:left="720" w:hanging="720"/>
      </w:pPr>
      <w:r w:rsidRPr="007F072A">
        <w:t>105.</w:t>
      </w:r>
      <w:r w:rsidRPr="007F072A">
        <w:tab/>
        <w:t xml:space="preserve">Hull, C.M.; Cox, G.M.; Heitman, J. The α-specific cell identity factor Sxi1α is not required for virulence of Cryptococcus neoformans. </w:t>
      </w:r>
      <w:r w:rsidRPr="007F072A">
        <w:rPr>
          <w:i/>
        </w:rPr>
        <w:t xml:space="preserve">Infection and immunity </w:t>
      </w:r>
      <w:r w:rsidRPr="007F072A">
        <w:rPr>
          <w:b/>
        </w:rPr>
        <w:t>2004</w:t>
      </w:r>
      <w:r w:rsidRPr="007F072A">
        <w:t xml:space="preserve">, </w:t>
      </w:r>
      <w:r w:rsidRPr="007F072A">
        <w:rPr>
          <w:i/>
        </w:rPr>
        <w:t>72</w:t>
      </w:r>
      <w:r w:rsidRPr="007F072A">
        <w:t>, 3643-3645.</w:t>
      </w:r>
    </w:p>
    <w:p w14:paraId="180F64EE" w14:textId="77777777" w:rsidR="007F072A" w:rsidRPr="007F072A" w:rsidRDefault="007F072A" w:rsidP="007F072A">
      <w:pPr>
        <w:pStyle w:val="EndNoteBibliography"/>
        <w:spacing w:after="0"/>
        <w:ind w:left="720" w:hanging="720"/>
      </w:pPr>
      <w:r w:rsidRPr="007F072A">
        <w:t>106.</w:t>
      </w:r>
      <w:r w:rsidRPr="007F072A">
        <w:tab/>
        <w:t xml:space="preserve">Zhao, Y.; Lin, J.; Fan, Y.; Lin, X. Life Cycle of Cryptococcus neoformans. </w:t>
      </w:r>
      <w:r w:rsidRPr="007F072A">
        <w:rPr>
          <w:i/>
        </w:rPr>
        <w:t xml:space="preserve">Annu Rev Microbiol </w:t>
      </w:r>
      <w:r w:rsidRPr="007F072A">
        <w:rPr>
          <w:b/>
        </w:rPr>
        <w:t>2019</w:t>
      </w:r>
      <w:r w:rsidRPr="007F072A">
        <w:t xml:space="preserve">, </w:t>
      </w:r>
      <w:r w:rsidRPr="007F072A">
        <w:rPr>
          <w:i/>
        </w:rPr>
        <w:t>73</w:t>
      </w:r>
      <w:r w:rsidRPr="007F072A">
        <w:t>, 17-42, doi:10.1146/annurev-micro-020518-120210.</w:t>
      </w:r>
    </w:p>
    <w:p w14:paraId="6384B253" w14:textId="77777777" w:rsidR="007F072A" w:rsidRPr="007F072A" w:rsidRDefault="007F072A" w:rsidP="007F072A">
      <w:pPr>
        <w:pStyle w:val="EndNoteBibliography"/>
        <w:spacing w:after="0"/>
        <w:ind w:left="720" w:hanging="720"/>
      </w:pPr>
      <w:r w:rsidRPr="007F072A">
        <w:t>107.</w:t>
      </w:r>
      <w:r w:rsidRPr="007F072A">
        <w:tab/>
        <w:t xml:space="preserve">Gyawali, R.; Zhao, Y.; Lin, J.; Fan, Y.; Xu, X.; Upadhyay, S.; Lin, X. Pheromone independent unisexual development in Cryptococcus neoformans. </w:t>
      </w:r>
      <w:r w:rsidRPr="007F072A">
        <w:rPr>
          <w:i/>
        </w:rPr>
        <w:t xml:space="preserve">PLoS Genet </w:t>
      </w:r>
      <w:r w:rsidRPr="007F072A">
        <w:rPr>
          <w:b/>
        </w:rPr>
        <w:t>2017</w:t>
      </w:r>
      <w:r w:rsidRPr="007F072A">
        <w:t xml:space="preserve">, </w:t>
      </w:r>
      <w:r w:rsidRPr="007F072A">
        <w:rPr>
          <w:i/>
        </w:rPr>
        <w:t>13</w:t>
      </w:r>
      <w:r w:rsidRPr="007F072A">
        <w:t>, e1006772, doi:10.1371/journal.pgen.1006772.</w:t>
      </w:r>
    </w:p>
    <w:p w14:paraId="7539202F" w14:textId="77777777" w:rsidR="007F072A" w:rsidRPr="007F072A" w:rsidRDefault="007F072A" w:rsidP="007F072A">
      <w:pPr>
        <w:pStyle w:val="EndNoteBibliography"/>
        <w:spacing w:after="0"/>
        <w:ind w:left="720" w:hanging="720"/>
      </w:pPr>
      <w:r w:rsidRPr="007F072A">
        <w:t>108.</w:t>
      </w:r>
      <w:r w:rsidRPr="007F072A">
        <w:tab/>
        <w:t xml:space="preserve">Clarke, S.C.; Dumesic, P.A.; Homer, C.M.; O'Donoghue, A.J.; La Greca, F.; Pallova, L.; Majer, P.; Madhani, H.D.; Craik, C.S. Integrated Activity and Genetic Profiling of Secreted Peptidases in Cryptococcus neoformans Reveals an Aspartyl Peptidase Required for Low pH Survival and Virulence. </w:t>
      </w:r>
      <w:r w:rsidRPr="007F072A">
        <w:rPr>
          <w:i/>
        </w:rPr>
        <w:t xml:space="preserve">PLoS Pathog </w:t>
      </w:r>
      <w:r w:rsidRPr="007F072A">
        <w:rPr>
          <w:b/>
        </w:rPr>
        <w:t>2016</w:t>
      </w:r>
      <w:r w:rsidRPr="007F072A">
        <w:t xml:space="preserve">, </w:t>
      </w:r>
      <w:r w:rsidRPr="007F072A">
        <w:rPr>
          <w:i/>
        </w:rPr>
        <w:t>12</w:t>
      </w:r>
      <w:r w:rsidRPr="007F072A">
        <w:t>, e1006051, doi:10.1371/journal.ppat.1006051.</w:t>
      </w:r>
    </w:p>
    <w:p w14:paraId="3FD8A896" w14:textId="77777777" w:rsidR="007F072A" w:rsidRPr="007F072A" w:rsidRDefault="007F072A" w:rsidP="007F072A">
      <w:pPr>
        <w:pStyle w:val="EndNoteBibliography"/>
        <w:spacing w:after="0"/>
        <w:ind w:left="720" w:hanging="720"/>
      </w:pPr>
      <w:r w:rsidRPr="007F072A">
        <w:t>109.</w:t>
      </w:r>
      <w:r w:rsidRPr="007F072A">
        <w:tab/>
        <w:t xml:space="preserve">Song, M.H.; Lee, J.W.; Kim, M.S.; Yoon, J.K.; White, T.C.; Floyd, A.; Heitman, J.; Strain, A.K.; Nielsen, J.N.; Nielsen, K.; et al. A flucytosine-responsive Mbp1/Swi4-like protein, Mbs1, plays pleiotropic roles in antifungal drug resistance, stress response, and virulence of Cryptococcus neoformans. </w:t>
      </w:r>
      <w:r w:rsidRPr="007F072A">
        <w:rPr>
          <w:i/>
        </w:rPr>
        <w:t xml:space="preserve">Eukaryot Cell </w:t>
      </w:r>
      <w:r w:rsidRPr="007F072A">
        <w:rPr>
          <w:b/>
        </w:rPr>
        <w:t>2012</w:t>
      </w:r>
      <w:r w:rsidRPr="007F072A">
        <w:t xml:space="preserve">, </w:t>
      </w:r>
      <w:r w:rsidRPr="007F072A">
        <w:rPr>
          <w:i/>
        </w:rPr>
        <w:t>11</w:t>
      </w:r>
      <w:r w:rsidRPr="007F072A">
        <w:t>, 53-67, doi:10.1128/EC.05236-11.</w:t>
      </w:r>
    </w:p>
    <w:p w14:paraId="24AE166D" w14:textId="77777777" w:rsidR="007F072A" w:rsidRPr="007F072A" w:rsidRDefault="007F072A" w:rsidP="007F072A">
      <w:pPr>
        <w:pStyle w:val="EndNoteBibliography"/>
        <w:spacing w:after="0"/>
        <w:ind w:left="720" w:hanging="720"/>
      </w:pPr>
      <w:r w:rsidRPr="007F072A">
        <w:t>110.</w:t>
      </w:r>
      <w:r w:rsidRPr="007F072A">
        <w:tab/>
        <w:t xml:space="preserve">Yang, Z.; Pascon, R.C.; Alspaugh, A.; Cox, G.M.; McCusker, J.H. Molecular and genetic analysis of the Cryptococcus neoformans MET3 gene and a met3 mutant. </w:t>
      </w:r>
      <w:r w:rsidRPr="007F072A">
        <w:rPr>
          <w:i/>
        </w:rPr>
        <w:t xml:space="preserve">Microbiology (Reading) </w:t>
      </w:r>
      <w:r w:rsidRPr="007F072A">
        <w:rPr>
          <w:b/>
        </w:rPr>
        <w:t>2002</w:t>
      </w:r>
      <w:r w:rsidRPr="007F072A">
        <w:t xml:space="preserve">, </w:t>
      </w:r>
      <w:r w:rsidRPr="007F072A">
        <w:rPr>
          <w:i/>
        </w:rPr>
        <w:t>148</w:t>
      </w:r>
      <w:r w:rsidRPr="007F072A">
        <w:t>, 2617-2625, doi:10.1099/00221287-148-8-2617.</w:t>
      </w:r>
    </w:p>
    <w:p w14:paraId="50942091" w14:textId="77777777" w:rsidR="007F072A" w:rsidRPr="007F072A" w:rsidRDefault="007F072A" w:rsidP="007F072A">
      <w:pPr>
        <w:pStyle w:val="EndNoteBibliography"/>
        <w:spacing w:after="0"/>
        <w:ind w:left="720" w:hanging="720"/>
      </w:pPr>
      <w:r w:rsidRPr="007F072A">
        <w:t>111.</w:t>
      </w:r>
      <w:r w:rsidRPr="007F072A">
        <w:tab/>
        <w:t xml:space="preserve">Kretschmer, M.; Wang, J.; Kronstad, J.W. Peroxisomal and mitochondrial beta-oxidation pathways influence the virulence of the pathogenic fungus Cryptococcus neoformans. </w:t>
      </w:r>
      <w:r w:rsidRPr="007F072A">
        <w:rPr>
          <w:i/>
        </w:rPr>
        <w:t xml:space="preserve">Eukaryot Cell </w:t>
      </w:r>
      <w:r w:rsidRPr="007F072A">
        <w:rPr>
          <w:b/>
        </w:rPr>
        <w:t>2012</w:t>
      </w:r>
      <w:r w:rsidRPr="007F072A">
        <w:t xml:space="preserve">, </w:t>
      </w:r>
      <w:r w:rsidRPr="007F072A">
        <w:rPr>
          <w:i/>
        </w:rPr>
        <w:t>11</w:t>
      </w:r>
      <w:r w:rsidRPr="007F072A">
        <w:t>, 1042-1054, doi:10.1128/EC.00128-12.</w:t>
      </w:r>
    </w:p>
    <w:p w14:paraId="2828894D" w14:textId="77777777" w:rsidR="007F072A" w:rsidRPr="007F072A" w:rsidRDefault="007F072A" w:rsidP="007F072A">
      <w:pPr>
        <w:pStyle w:val="EndNoteBibliography"/>
        <w:spacing w:after="0"/>
        <w:ind w:left="720" w:hanging="720"/>
      </w:pPr>
      <w:r w:rsidRPr="007F072A">
        <w:t>112.</w:t>
      </w:r>
      <w:r w:rsidRPr="007F072A">
        <w:tab/>
        <w:t xml:space="preserve">Wang, P.; Nichols, C.B.; Lengeler, K.B.; Cardenas, M.E.; Cox, G.M.; Perfect, J.R.; Heitman, J. Mating-type-specific and nonspecific PAK kinases play shared and divergent roles in Cryptococcus neoformans. </w:t>
      </w:r>
      <w:r w:rsidRPr="007F072A">
        <w:rPr>
          <w:i/>
        </w:rPr>
        <w:t xml:space="preserve">Eukaryot Cell </w:t>
      </w:r>
      <w:r w:rsidRPr="007F072A">
        <w:rPr>
          <w:b/>
        </w:rPr>
        <w:t>2002</w:t>
      </w:r>
      <w:r w:rsidRPr="007F072A">
        <w:t xml:space="preserve">, </w:t>
      </w:r>
      <w:r w:rsidRPr="007F072A">
        <w:rPr>
          <w:i/>
        </w:rPr>
        <w:t>1</w:t>
      </w:r>
      <w:r w:rsidRPr="007F072A">
        <w:t>, 257-272, doi:10.1128/EC.1.2.257-272.2002.</w:t>
      </w:r>
    </w:p>
    <w:p w14:paraId="59FCC308" w14:textId="77777777" w:rsidR="007F072A" w:rsidRPr="007F072A" w:rsidRDefault="007F072A" w:rsidP="007F072A">
      <w:pPr>
        <w:pStyle w:val="EndNoteBibliography"/>
        <w:spacing w:after="0"/>
        <w:ind w:left="720" w:hanging="720"/>
      </w:pPr>
      <w:r w:rsidRPr="007F072A">
        <w:t>113.</w:t>
      </w:r>
      <w:r w:rsidRPr="007F072A">
        <w:tab/>
        <w:t xml:space="preserve">Kraus, P.R.; Boily, M.J.; Giles, S.S.; Stajich, J.E.; Allen, A.; Cox, G.M.; Dietrich, F.S.; Perfect, J.R.; Heitman, J. Identification of Cryptococcus neoformans temperature-regulated genes with a genomic-DNA microarray. </w:t>
      </w:r>
      <w:r w:rsidRPr="007F072A">
        <w:rPr>
          <w:i/>
        </w:rPr>
        <w:t xml:space="preserve">Eukaryot Cell </w:t>
      </w:r>
      <w:r w:rsidRPr="007F072A">
        <w:rPr>
          <w:b/>
        </w:rPr>
        <w:t>2004</w:t>
      </w:r>
      <w:r w:rsidRPr="007F072A">
        <w:t xml:space="preserve">, </w:t>
      </w:r>
      <w:r w:rsidRPr="007F072A">
        <w:rPr>
          <w:i/>
        </w:rPr>
        <w:t>3</w:t>
      </w:r>
      <w:r w:rsidRPr="007F072A">
        <w:t>, 1249-1260, doi:10.1128/EC.3.5.1249-1260.2004.</w:t>
      </w:r>
    </w:p>
    <w:p w14:paraId="3D446A19" w14:textId="77777777" w:rsidR="007F072A" w:rsidRPr="007F072A" w:rsidRDefault="007F072A" w:rsidP="007F072A">
      <w:pPr>
        <w:pStyle w:val="EndNoteBibliography"/>
        <w:spacing w:after="0"/>
        <w:ind w:left="720" w:hanging="720"/>
      </w:pPr>
      <w:r w:rsidRPr="007F072A">
        <w:t>114.</w:t>
      </w:r>
      <w:r w:rsidRPr="007F072A">
        <w:tab/>
        <w:t xml:space="preserve">Chaturvedi, V.; Wong, B.; Newman, S.L. Oxidative killing of Cryptococcus neoformans by human neutrophils - Evidence that fungal mannitol protects by scavenging reactive oxygen intermediates. </w:t>
      </w:r>
      <w:r w:rsidRPr="007F072A">
        <w:rPr>
          <w:i/>
        </w:rPr>
        <w:t xml:space="preserve">Journal of Immunology </w:t>
      </w:r>
      <w:r w:rsidRPr="007F072A">
        <w:rPr>
          <w:b/>
        </w:rPr>
        <w:t>1996</w:t>
      </w:r>
      <w:r w:rsidRPr="007F072A">
        <w:t xml:space="preserve">, </w:t>
      </w:r>
      <w:r w:rsidRPr="007F072A">
        <w:rPr>
          <w:i/>
        </w:rPr>
        <w:t>156</w:t>
      </w:r>
      <w:r w:rsidRPr="007F072A">
        <w:t>, 3836-3840.</w:t>
      </w:r>
    </w:p>
    <w:p w14:paraId="2DC16D5F" w14:textId="77777777" w:rsidR="007F072A" w:rsidRPr="007F072A" w:rsidRDefault="007F072A" w:rsidP="007F072A">
      <w:pPr>
        <w:pStyle w:val="EndNoteBibliography"/>
        <w:spacing w:after="0"/>
        <w:ind w:left="720" w:hanging="720"/>
      </w:pPr>
      <w:r w:rsidRPr="007F072A">
        <w:t>115.</w:t>
      </w:r>
      <w:r w:rsidRPr="007F072A">
        <w:tab/>
        <w:t xml:space="preserve">Panepinto, J.; Liu, L.; Ramos, J.; Zhu, X.; Valyi-Nagy, T.; Eksi, S.; Fu, J.; Jaffe, H.A.; Wickes, B.; Williamson, P.R. The DEAD-box RNA helicase Vad1 regulates multiple virulence-associated genes in Cryptococcus neoformans. </w:t>
      </w:r>
      <w:r w:rsidRPr="007F072A">
        <w:rPr>
          <w:i/>
        </w:rPr>
        <w:t xml:space="preserve">J Clin Invest </w:t>
      </w:r>
      <w:r w:rsidRPr="007F072A">
        <w:rPr>
          <w:b/>
        </w:rPr>
        <w:t>2005</w:t>
      </w:r>
      <w:r w:rsidRPr="007F072A">
        <w:t xml:space="preserve">, </w:t>
      </w:r>
      <w:r w:rsidRPr="007F072A">
        <w:rPr>
          <w:i/>
        </w:rPr>
        <w:t>115</w:t>
      </w:r>
      <w:r w:rsidRPr="007F072A">
        <w:t>, 632-641, doi:10.1172/JCI23048.</w:t>
      </w:r>
    </w:p>
    <w:p w14:paraId="4CB6DD7E" w14:textId="77777777" w:rsidR="007F072A" w:rsidRPr="007F072A" w:rsidRDefault="007F072A" w:rsidP="007F072A">
      <w:pPr>
        <w:pStyle w:val="EndNoteBibliography"/>
        <w:spacing w:after="0"/>
        <w:ind w:left="720" w:hanging="720"/>
      </w:pPr>
      <w:r w:rsidRPr="007F072A">
        <w:t>116.</w:t>
      </w:r>
      <w:r w:rsidRPr="007F072A">
        <w:tab/>
        <w:t xml:space="preserve">Kraus, P.R.; Fox, D.S.; Cox, G.M.; Heitman, J. The Cryptococcus neoformans MAP kinase Mpk1 regulates cell integrity in response to antifungal drugs and loss of calcineurin function. </w:t>
      </w:r>
      <w:r w:rsidRPr="007F072A">
        <w:rPr>
          <w:i/>
        </w:rPr>
        <w:t xml:space="preserve">Mol Microbiol </w:t>
      </w:r>
      <w:r w:rsidRPr="007F072A">
        <w:rPr>
          <w:b/>
        </w:rPr>
        <w:t>2003</w:t>
      </w:r>
      <w:r w:rsidRPr="007F072A">
        <w:t xml:space="preserve">, </w:t>
      </w:r>
      <w:r w:rsidRPr="007F072A">
        <w:rPr>
          <w:i/>
        </w:rPr>
        <w:t>48</w:t>
      </w:r>
      <w:r w:rsidRPr="007F072A">
        <w:t>, 1377-1387, doi:10.1046/j.1365-2958.2003.03508.x.</w:t>
      </w:r>
    </w:p>
    <w:p w14:paraId="12E7853F" w14:textId="77777777" w:rsidR="007F072A" w:rsidRPr="007F072A" w:rsidRDefault="007F072A" w:rsidP="007F072A">
      <w:pPr>
        <w:pStyle w:val="EndNoteBibliography"/>
        <w:spacing w:after="0"/>
        <w:ind w:left="720" w:hanging="720"/>
      </w:pPr>
      <w:r w:rsidRPr="007F072A">
        <w:lastRenderedPageBreak/>
        <w:t>117.</w:t>
      </w:r>
      <w:r w:rsidRPr="007F072A">
        <w:tab/>
        <w:t xml:space="preserve">Wiesenberger, G.; Link, T.A.; von Ahsen, U.; Waldherr, M.; Schweyen, R.J. MRS3 and MRS4, two suppressors of mtRNA splicing defects in yeast, are new members of the mitochondrial carrier family. </w:t>
      </w:r>
      <w:r w:rsidRPr="007F072A">
        <w:rPr>
          <w:i/>
        </w:rPr>
        <w:t xml:space="preserve">J Mol Biol </w:t>
      </w:r>
      <w:r w:rsidRPr="007F072A">
        <w:rPr>
          <w:b/>
        </w:rPr>
        <w:t>1991</w:t>
      </w:r>
      <w:r w:rsidRPr="007F072A">
        <w:t xml:space="preserve">, </w:t>
      </w:r>
      <w:r w:rsidRPr="007F072A">
        <w:rPr>
          <w:i/>
        </w:rPr>
        <w:t>217</w:t>
      </w:r>
      <w:r w:rsidRPr="007F072A">
        <w:t>, 23-37, doi:10.1016/0022-2836(91)90608-9.</w:t>
      </w:r>
    </w:p>
    <w:p w14:paraId="679EDAA4" w14:textId="77777777" w:rsidR="007F072A" w:rsidRPr="007F072A" w:rsidRDefault="007F072A" w:rsidP="007F072A">
      <w:pPr>
        <w:pStyle w:val="EndNoteBibliography"/>
        <w:spacing w:after="0"/>
        <w:ind w:left="720" w:hanging="720"/>
      </w:pPr>
      <w:r w:rsidRPr="007F072A">
        <w:t>118.</w:t>
      </w:r>
      <w:r w:rsidRPr="007F072A">
        <w:tab/>
        <w:t xml:space="preserve">Nyhus, K.J.; Ozaki, L.S.; Jacobson, E.S. Role of mitochondrial carrier protein Mrs3/4 in iron acquisition and oxidative stress resistance of Cryptococcus neoformans. </w:t>
      </w:r>
      <w:r w:rsidRPr="007F072A">
        <w:rPr>
          <w:i/>
        </w:rPr>
        <w:t xml:space="preserve">Med Mycol </w:t>
      </w:r>
      <w:r w:rsidRPr="007F072A">
        <w:rPr>
          <w:b/>
        </w:rPr>
        <w:t>2002</w:t>
      </w:r>
      <w:r w:rsidRPr="007F072A">
        <w:t xml:space="preserve">, </w:t>
      </w:r>
      <w:r w:rsidRPr="007F072A">
        <w:rPr>
          <w:i/>
        </w:rPr>
        <w:t>40</w:t>
      </w:r>
      <w:r w:rsidRPr="007F072A">
        <w:t>, 581-591, doi:10.1080/mmy.40.6.581.591.</w:t>
      </w:r>
    </w:p>
    <w:p w14:paraId="1CD9BB84" w14:textId="77777777" w:rsidR="007F072A" w:rsidRPr="007F072A" w:rsidRDefault="007F072A" w:rsidP="007F072A">
      <w:pPr>
        <w:pStyle w:val="EndNoteBibliography"/>
        <w:spacing w:after="0"/>
        <w:ind w:left="720" w:hanging="720"/>
      </w:pPr>
      <w:r w:rsidRPr="007F072A">
        <w:t>119.</w:t>
      </w:r>
      <w:r w:rsidRPr="007F072A">
        <w:tab/>
        <w:t xml:space="preserve">Squizani, E.D.; Reuwsaat, J.C.V.; Lev, S.; Motta, H.; Sperotto, J.; Kaufman-Francis, K.; Desmarini, D.; Vainstein, M.H.; Staats, C.C.; Djordjevic, J.T. Calcium Binding Protein Ncs1 Is Calcineurin Regulated in Cryptococcus neoformans and Essential for Cell Division and Virulence. </w:t>
      </w:r>
      <w:r w:rsidRPr="007F072A">
        <w:rPr>
          <w:i/>
        </w:rPr>
        <w:t xml:space="preserve">Msphere </w:t>
      </w:r>
      <w:r w:rsidRPr="007F072A">
        <w:rPr>
          <w:b/>
        </w:rPr>
        <w:t>2020</w:t>
      </w:r>
      <w:r w:rsidRPr="007F072A">
        <w:t xml:space="preserve">, </w:t>
      </w:r>
      <w:r w:rsidRPr="007F072A">
        <w:rPr>
          <w:i/>
        </w:rPr>
        <w:t>5</w:t>
      </w:r>
      <w:r w:rsidRPr="007F072A">
        <w:t>, e00761-00720.</w:t>
      </w:r>
    </w:p>
    <w:p w14:paraId="60454D55" w14:textId="77777777" w:rsidR="007F072A" w:rsidRPr="007F072A" w:rsidRDefault="007F072A" w:rsidP="007F072A">
      <w:pPr>
        <w:pStyle w:val="EndNoteBibliography"/>
        <w:spacing w:after="0"/>
        <w:ind w:left="720" w:hanging="720"/>
      </w:pPr>
      <w:r w:rsidRPr="007F072A">
        <w:t>120.</w:t>
      </w:r>
      <w:r w:rsidRPr="007F072A">
        <w:tab/>
        <w:t xml:space="preserve">Lodge, J.K.; Johnson, R.L.; Weinberg, R.A.; Gordon, J.I. Comparison of myristoyl-CoA:protein N-myristoyltransferases from three pathogenic fungi: Cryptococcus neoformans, Histoplasma capsulatum, and Candida albicans. </w:t>
      </w:r>
      <w:r w:rsidRPr="007F072A">
        <w:rPr>
          <w:i/>
        </w:rPr>
        <w:t xml:space="preserve">J Biol Chem </w:t>
      </w:r>
      <w:r w:rsidRPr="007F072A">
        <w:rPr>
          <w:b/>
        </w:rPr>
        <w:t>1994</w:t>
      </w:r>
      <w:r w:rsidRPr="007F072A">
        <w:t xml:space="preserve">, </w:t>
      </w:r>
      <w:r w:rsidRPr="007F072A">
        <w:rPr>
          <w:i/>
        </w:rPr>
        <w:t>269</w:t>
      </w:r>
      <w:r w:rsidRPr="007F072A">
        <w:t>, 2996-3009.</w:t>
      </w:r>
    </w:p>
    <w:p w14:paraId="0995C571" w14:textId="77777777" w:rsidR="007F072A" w:rsidRPr="007F072A" w:rsidRDefault="007F072A" w:rsidP="007F072A">
      <w:pPr>
        <w:pStyle w:val="EndNoteBibliography"/>
        <w:spacing w:after="0"/>
        <w:ind w:left="720" w:hanging="720"/>
      </w:pPr>
      <w:r w:rsidRPr="007F072A">
        <w:t>121.</w:t>
      </w:r>
      <w:r w:rsidRPr="007F072A">
        <w:tab/>
        <w:t xml:space="preserve">Lodge, J.K.; Jackson-Machelski, E.; Toffaletti, D.L.; Perfect, J.R.; Gordon, J.I. Targeted gene replacement demonstrates that myristoyl-CoA: protein N-myristoyltransferase is essential for viability of Cryptococcus neoformans. </w:t>
      </w:r>
      <w:r w:rsidRPr="007F072A">
        <w:rPr>
          <w:i/>
        </w:rPr>
        <w:t xml:space="preserve">Proc Natl Acad Sci U S A </w:t>
      </w:r>
      <w:r w:rsidRPr="007F072A">
        <w:rPr>
          <w:b/>
        </w:rPr>
        <w:t>1994</w:t>
      </w:r>
      <w:r w:rsidRPr="007F072A">
        <w:t xml:space="preserve">, </w:t>
      </w:r>
      <w:r w:rsidRPr="007F072A">
        <w:rPr>
          <w:i/>
        </w:rPr>
        <w:t>91</w:t>
      </w:r>
      <w:r w:rsidRPr="007F072A">
        <w:t>, 12008-12012, doi:10.1073/pnas.91.25.12008.</w:t>
      </w:r>
    </w:p>
    <w:p w14:paraId="41FB761D" w14:textId="77777777" w:rsidR="007F072A" w:rsidRPr="007F072A" w:rsidRDefault="007F072A" w:rsidP="007F072A">
      <w:pPr>
        <w:pStyle w:val="EndNoteBibliography"/>
        <w:spacing w:after="0"/>
        <w:ind w:left="720" w:hanging="720"/>
      </w:pPr>
      <w:r w:rsidRPr="007F072A">
        <w:t>122.</w:t>
      </w:r>
      <w:r w:rsidRPr="007F072A">
        <w:tab/>
        <w:t xml:space="preserve">Cramer, K.L.; Gerrald, Q.D.; Nichols, C.B.; Price, M.S.; Alspaugh, J.A. Transcription factor Nrg1 mediates capsule formation, stress response, and pathogenesis in Cryptococcus neoformans. </w:t>
      </w:r>
      <w:r w:rsidRPr="007F072A">
        <w:rPr>
          <w:i/>
        </w:rPr>
        <w:t xml:space="preserve">Eukaryot Cell </w:t>
      </w:r>
      <w:r w:rsidRPr="007F072A">
        <w:rPr>
          <w:b/>
        </w:rPr>
        <w:t>2006</w:t>
      </w:r>
      <w:r w:rsidRPr="007F072A">
        <w:t xml:space="preserve">, </w:t>
      </w:r>
      <w:r w:rsidRPr="007F072A">
        <w:rPr>
          <w:i/>
        </w:rPr>
        <w:t>5</w:t>
      </w:r>
      <w:r w:rsidRPr="007F072A">
        <w:t>, 1147-1156, doi:10.1128/EC.00145-06.</w:t>
      </w:r>
    </w:p>
    <w:p w14:paraId="7DDAF2F4" w14:textId="77777777" w:rsidR="007F072A" w:rsidRPr="007F072A" w:rsidRDefault="007F072A" w:rsidP="007F072A">
      <w:pPr>
        <w:pStyle w:val="EndNoteBibliography"/>
        <w:spacing w:after="0"/>
        <w:ind w:left="720" w:hanging="720"/>
      </w:pPr>
      <w:r w:rsidRPr="007F072A">
        <w:t>123.</w:t>
      </w:r>
      <w:r w:rsidRPr="007F072A">
        <w:tab/>
        <w:t xml:space="preserve">Jacobson, E.S.; Emery, H.S. Catecholamine uptake, melanization, and oxygen toxicity in Cryptococcus neoformans. </w:t>
      </w:r>
      <w:r w:rsidRPr="007F072A">
        <w:rPr>
          <w:i/>
        </w:rPr>
        <w:t xml:space="preserve">J Bacteriol </w:t>
      </w:r>
      <w:r w:rsidRPr="007F072A">
        <w:rPr>
          <w:b/>
        </w:rPr>
        <w:t>1991</w:t>
      </w:r>
      <w:r w:rsidRPr="007F072A">
        <w:t xml:space="preserve">, </w:t>
      </w:r>
      <w:r w:rsidRPr="007F072A">
        <w:rPr>
          <w:i/>
        </w:rPr>
        <w:t>173</w:t>
      </w:r>
      <w:r w:rsidRPr="007F072A">
        <w:t>, 401-403, doi:10.1128/jb.173.1.401-403.1991.</w:t>
      </w:r>
    </w:p>
    <w:p w14:paraId="1A8C9721" w14:textId="77777777" w:rsidR="007F072A" w:rsidRPr="007F072A" w:rsidRDefault="007F072A" w:rsidP="007F072A">
      <w:pPr>
        <w:pStyle w:val="EndNoteBibliography"/>
        <w:spacing w:after="0"/>
        <w:ind w:left="720" w:hanging="720"/>
      </w:pPr>
      <w:r w:rsidRPr="007F072A">
        <w:t>124.</w:t>
      </w:r>
      <w:r w:rsidRPr="007F072A">
        <w:tab/>
        <w:t xml:space="preserve">Jacobson, E.S.; Jenkins, N.D.; Todd, J.M. Relationship between superoxide dismutase and melanin in a pathogenic fungus. </w:t>
      </w:r>
      <w:r w:rsidRPr="007F072A">
        <w:rPr>
          <w:i/>
        </w:rPr>
        <w:t xml:space="preserve">Infect Immun </w:t>
      </w:r>
      <w:r w:rsidRPr="007F072A">
        <w:rPr>
          <w:b/>
        </w:rPr>
        <w:t>1994</w:t>
      </w:r>
      <w:r w:rsidRPr="007F072A">
        <w:t xml:space="preserve">, </w:t>
      </w:r>
      <w:r w:rsidRPr="007F072A">
        <w:rPr>
          <w:i/>
        </w:rPr>
        <w:t>62</w:t>
      </w:r>
      <w:r w:rsidRPr="007F072A">
        <w:t>, 4085-4086, doi:10.1128/iai.62.9.4085-4086.1994.</w:t>
      </w:r>
    </w:p>
    <w:p w14:paraId="088EDA32" w14:textId="77777777" w:rsidR="007F072A" w:rsidRPr="007F072A" w:rsidRDefault="007F072A" w:rsidP="007F072A">
      <w:pPr>
        <w:pStyle w:val="EndNoteBibliography"/>
        <w:spacing w:after="0"/>
        <w:ind w:left="720" w:hanging="720"/>
      </w:pPr>
      <w:r w:rsidRPr="007F072A">
        <w:t>125.</w:t>
      </w:r>
      <w:r w:rsidRPr="007F072A">
        <w:tab/>
        <w:t xml:space="preserve">Hu, G.; Steen, B.R.; Lian, T.; Sham, A.P.; Tam, N.; Tangen, K.L.; Kronstad, J.W. Transcriptional regulation by protein kinase A in Cryptococcus neoformans. </w:t>
      </w:r>
      <w:r w:rsidRPr="007F072A">
        <w:rPr>
          <w:i/>
        </w:rPr>
        <w:t xml:space="preserve">PLoS Pathog </w:t>
      </w:r>
      <w:r w:rsidRPr="007F072A">
        <w:rPr>
          <w:b/>
        </w:rPr>
        <w:t>2007</w:t>
      </w:r>
      <w:r w:rsidRPr="007F072A">
        <w:t xml:space="preserve">, </w:t>
      </w:r>
      <w:r w:rsidRPr="007F072A">
        <w:rPr>
          <w:i/>
        </w:rPr>
        <w:t>3</w:t>
      </w:r>
      <w:r w:rsidRPr="007F072A">
        <w:t>, e42, doi:10.1371/journal.ppat.0030042.</w:t>
      </w:r>
    </w:p>
    <w:p w14:paraId="7893180B" w14:textId="77777777" w:rsidR="007F072A" w:rsidRPr="007F072A" w:rsidRDefault="007F072A" w:rsidP="007F072A">
      <w:pPr>
        <w:pStyle w:val="EndNoteBibliography"/>
        <w:spacing w:after="0"/>
        <w:ind w:left="720" w:hanging="720"/>
      </w:pPr>
      <w:r w:rsidRPr="007F072A">
        <w:t>126.</w:t>
      </w:r>
      <w:r w:rsidRPr="007F072A">
        <w:tab/>
        <w:t xml:space="preserve">Kumar, P.; Heiss, C.; Santiago-Tirado, F.H.; Black, I.; Azadi, P.; Doering, T.L. Pbx proteins in Cryptococcus neoformans cell wall remodeling and capsule assembly. </w:t>
      </w:r>
      <w:r w:rsidRPr="007F072A">
        <w:rPr>
          <w:i/>
        </w:rPr>
        <w:t xml:space="preserve">Eukaryot Cell </w:t>
      </w:r>
      <w:r w:rsidRPr="007F072A">
        <w:rPr>
          <w:b/>
        </w:rPr>
        <w:t>2014</w:t>
      </w:r>
      <w:r w:rsidRPr="007F072A">
        <w:t xml:space="preserve">, </w:t>
      </w:r>
      <w:r w:rsidRPr="007F072A">
        <w:rPr>
          <w:i/>
        </w:rPr>
        <w:t>13</w:t>
      </w:r>
      <w:r w:rsidRPr="007F072A">
        <w:t>, 560-571, doi:10.1128/EC.00290-13.</w:t>
      </w:r>
    </w:p>
    <w:p w14:paraId="11BDA513" w14:textId="77777777" w:rsidR="007F072A" w:rsidRPr="007F072A" w:rsidRDefault="007F072A" w:rsidP="007F072A">
      <w:pPr>
        <w:pStyle w:val="EndNoteBibliography"/>
        <w:spacing w:after="0"/>
        <w:ind w:left="720" w:hanging="720"/>
      </w:pPr>
      <w:r w:rsidRPr="007F072A">
        <w:t>127.</w:t>
      </w:r>
      <w:r w:rsidRPr="007F072A">
        <w:tab/>
        <w:t xml:space="preserve">Lee, H.; Khanal Lamichhane, A.; Garraffo, H.M.; Kwon-Chung, K.J.; Chang, Y.C. Involvement of PDK1, PKC and TOR signalling pathways in basal fluconazole tolerance in Cryptococcus neoformans. </w:t>
      </w:r>
      <w:r w:rsidRPr="007F072A">
        <w:rPr>
          <w:i/>
        </w:rPr>
        <w:t xml:space="preserve">Mol Microbiol </w:t>
      </w:r>
      <w:r w:rsidRPr="007F072A">
        <w:rPr>
          <w:b/>
        </w:rPr>
        <w:t>2012</w:t>
      </w:r>
      <w:r w:rsidRPr="007F072A">
        <w:t xml:space="preserve">, </w:t>
      </w:r>
      <w:r w:rsidRPr="007F072A">
        <w:rPr>
          <w:i/>
        </w:rPr>
        <w:t>84</w:t>
      </w:r>
      <w:r w:rsidRPr="007F072A">
        <w:t>, 130-146, doi:10.1111/j.1365-2958.2012.08016.x.</w:t>
      </w:r>
    </w:p>
    <w:p w14:paraId="514DFF20" w14:textId="77777777" w:rsidR="007F072A" w:rsidRPr="007F072A" w:rsidRDefault="007F072A" w:rsidP="007F072A">
      <w:pPr>
        <w:pStyle w:val="EndNoteBibliography"/>
        <w:spacing w:after="0"/>
        <w:ind w:left="720" w:hanging="720"/>
      </w:pPr>
      <w:r w:rsidRPr="007F072A">
        <w:t>128.</w:t>
      </w:r>
      <w:r w:rsidRPr="007F072A">
        <w:tab/>
        <w:t xml:space="preserve">Auesukaree, C.; Tochio, H.; Shirakawa, M.; Kaneko, Y.; Harashima, S. Plc1p, Arg82p, and Kcs1p, enzymes involved in inositol pyrophosphate synthesis, are essential for phosphate regulation and polyphosphate accumulation in Saccharomyces cerevisiae. </w:t>
      </w:r>
      <w:r w:rsidRPr="007F072A">
        <w:rPr>
          <w:i/>
        </w:rPr>
        <w:t xml:space="preserve">J Biol Chem </w:t>
      </w:r>
      <w:r w:rsidRPr="007F072A">
        <w:rPr>
          <w:b/>
        </w:rPr>
        <w:t>2005</w:t>
      </w:r>
      <w:r w:rsidRPr="007F072A">
        <w:t xml:space="preserve">, </w:t>
      </w:r>
      <w:r w:rsidRPr="007F072A">
        <w:rPr>
          <w:i/>
        </w:rPr>
        <w:t>280</w:t>
      </w:r>
      <w:r w:rsidRPr="007F072A">
        <w:t>, 25127-25133, doi:10.1074/jbc.M414579200.</w:t>
      </w:r>
    </w:p>
    <w:p w14:paraId="7DCBECBA" w14:textId="77777777" w:rsidR="007F072A" w:rsidRPr="007F072A" w:rsidRDefault="007F072A" w:rsidP="007F072A">
      <w:pPr>
        <w:pStyle w:val="EndNoteBibliography"/>
        <w:spacing w:after="0"/>
        <w:ind w:left="720" w:hanging="720"/>
      </w:pPr>
      <w:r w:rsidRPr="007F072A">
        <w:t>129.</w:t>
      </w:r>
      <w:r w:rsidRPr="007F072A">
        <w:tab/>
        <w:t xml:space="preserve">Heung, L.J.; Kaiser, A.E.; Luberto, C.; Del Poeta, M. The role and mechanism of diacylglycerol-protein kinase C1 signaling in melanogenesis by Cryptococcus neoformans. </w:t>
      </w:r>
      <w:r w:rsidRPr="007F072A">
        <w:rPr>
          <w:i/>
        </w:rPr>
        <w:t xml:space="preserve">J Biol Chem </w:t>
      </w:r>
      <w:r w:rsidRPr="007F072A">
        <w:rPr>
          <w:b/>
        </w:rPr>
        <w:t>2005</w:t>
      </w:r>
      <w:r w:rsidRPr="007F072A">
        <w:t xml:space="preserve">, </w:t>
      </w:r>
      <w:r w:rsidRPr="007F072A">
        <w:rPr>
          <w:i/>
        </w:rPr>
        <w:t>280</w:t>
      </w:r>
      <w:r w:rsidRPr="007F072A">
        <w:t>, 28547-28555, doi:10.1074/jbc.M503404200.</w:t>
      </w:r>
    </w:p>
    <w:p w14:paraId="2DB6E943" w14:textId="77777777" w:rsidR="007F072A" w:rsidRPr="007F072A" w:rsidRDefault="007F072A" w:rsidP="007F072A">
      <w:pPr>
        <w:pStyle w:val="EndNoteBibliography"/>
        <w:spacing w:after="0"/>
        <w:ind w:left="720" w:hanging="720"/>
      </w:pPr>
      <w:r w:rsidRPr="007F072A">
        <w:t>130.</w:t>
      </w:r>
      <w:r w:rsidRPr="007F072A">
        <w:tab/>
        <w:t xml:space="preserve">Chayakulkeeree, M.; Sorrell, T.C.; Siafakas, A.R.; Wilson, C.F.; Pantarat, N.; Gerik, K.J.; Boadle, R.; Djordjevic, J.T. Role and mechanism of phosphatidylinositol-specific phospholipase C in survival and virulence of Cryptococcus neoformans. </w:t>
      </w:r>
      <w:r w:rsidRPr="007F072A">
        <w:rPr>
          <w:i/>
        </w:rPr>
        <w:t xml:space="preserve">Mol Microbiol </w:t>
      </w:r>
      <w:r w:rsidRPr="007F072A">
        <w:rPr>
          <w:b/>
        </w:rPr>
        <w:t>2008</w:t>
      </w:r>
      <w:r w:rsidRPr="007F072A">
        <w:t xml:space="preserve">, </w:t>
      </w:r>
      <w:r w:rsidRPr="007F072A">
        <w:rPr>
          <w:i/>
        </w:rPr>
        <w:t>69</w:t>
      </w:r>
      <w:r w:rsidRPr="007F072A">
        <w:t>, 809-826, doi:10.1111/j.1365-2958.2008.06310.x.</w:t>
      </w:r>
    </w:p>
    <w:p w14:paraId="2512BF0B" w14:textId="77777777" w:rsidR="007F072A" w:rsidRPr="007F072A" w:rsidRDefault="007F072A" w:rsidP="007F072A">
      <w:pPr>
        <w:pStyle w:val="EndNoteBibliography"/>
        <w:spacing w:after="0"/>
        <w:ind w:left="720" w:hanging="720"/>
      </w:pPr>
      <w:r w:rsidRPr="007F072A">
        <w:t>131.</w:t>
      </w:r>
      <w:r w:rsidRPr="007F072A">
        <w:tab/>
        <w:t xml:space="preserve">Kmetzsch, L.; Staats, C.C.; Cupertino, J.B.; Fonseca, F.L.; Rodrigues, M.L.; Schrank, A.; Vainstein, M.H. The calcium transporter Pmc1 provides Ca2+ tolerance and influences the progression of murine cryptococcal infection. </w:t>
      </w:r>
      <w:r w:rsidRPr="007F072A">
        <w:rPr>
          <w:i/>
        </w:rPr>
        <w:t xml:space="preserve">FEBS J </w:t>
      </w:r>
      <w:r w:rsidRPr="007F072A">
        <w:rPr>
          <w:b/>
        </w:rPr>
        <w:t>2013</w:t>
      </w:r>
      <w:r w:rsidRPr="007F072A">
        <w:t xml:space="preserve">, </w:t>
      </w:r>
      <w:r w:rsidRPr="007F072A">
        <w:rPr>
          <w:i/>
        </w:rPr>
        <w:t>280</w:t>
      </w:r>
      <w:r w:rsidRPr="007F072A">
        <w:t>, 4853-4864, doi:10.1111/febs.12458.</w:t>
      </w:r>
    </w:p>
    <w:p w14:paraId="453DA1DF" w14:textId="77777777" w:rsidR="007F072A" w:rsidRPr="007F072A" w:rsidRDefault="007F072A" w:rsidP="007F072A">
      <w:pPr>
        <w:pStyle w:val="EndNoteBibliography"/>
        <w:spacing w:after="0"/>
        <w:ind w:left="720" w:hanging="720"/>
      </w:pPr>
      <w:r w:rsidRPr="007F072A">
        <w:t>132.</w:t>
      </w:r>
      <w:r w:rsidRPr="007F072A">
        <w:tab/>
        <w:t xml:space="preserve">Squizani, E.D.; Oliveira, N.K.; Reuwsaat, J.C.V.; Marques, B.M.; Lopes, W.; Gerber, A.L.; de Vasconcelos, A.T.R.; Lev, S.; Djordjevic, J.T.; Schrank, A.; et al. Cryptococcal dissemination to the central nervous system requires the vacuolar calcium transporter Pmc1. </w:t>
      </w:r>
      <w:r w:rsidRPr="007F072A">
        <w:rPr>
          <w:i/>
        </w:rPr>
        <w:t xml:space="preserve">Cell Microbiol </w:t>
      </w:r>
      <w:r w:rsidRPr="007F072A">
        <w:rPr>
          <w:b/>
        </w:rPr>
        <w:t>2018</w:t>
      </w:r>
      <w:r w:rsidRPr="007F072A">
        <w:t xml:space="preserve">, </w:t>
      </w:r>
      <w:r w:rsidRPr="007F072A">
        <w:rPr>
          <w:i/>
        </w:rPr>
        <w:t>20</w:t>
      </w:r>
      <w:r w:rsidRPr="007F072A">
        <w:t>, doi:10.1111/cmi.12803.</w:t>
      </w:r>
    </w:p>
    <w:p w14:paraId="1D9AC91F" w14:textId="77777777" w:rsidR="007F072A" w:rsidRPr="007F072A" w:rsidRDefault="007F072A" w:rsidP="007F072A">
      <w:pPr>
        <w:pStyle w:val="EndNoteBibliography"/>
        <w:spacing w:after="0"/>
        <w:ind w:left="720" w:hanging="720"/>
      </w:pPr>
      <w:r w:rsidRPr="007F072A">
        <w:lastRenderedPageBreak/>
        <w:t>133.</w:t>
      </w:r>
      <w:r w:rsidRPr="007F072A">
        <w:tab/>
        <w:t xml:space="preserve">Kmetzsch, L.; Staats, C.C.; Simon, E.; Fonseca, F.L.; de Oliveira, D.L.; Sobrino, L.; Rodrigues, J.; Leal, A.L.; Nimrichter, L.; Rodrigues, M.L. The vacuolar Ca2+ exchanger Vcx1 is involved in calcineurin-dependent Ca2+ tolerance and virulence in Cryptococcus neoformans. </w:t>
      </w:r>
      <w:r w:rsidRPr="007F072A">
        <w:rPr>
          <w:i/>
        </w:rPr>
        <w:t xml:space="preserve">Eukaryotic cell </w:t>
      </w:r>
      <w:r w:rsidRPr="007F072A">
        <w:rPr>
          <w:b/>
        </w:rPr>
        <w:t>2010</w:t>
      </w:r>
      <w:r w:rsidRPr="007F072A">
        <w:t xml:space="preserve">, </w:t>
      </w:r>
      <w:r w:rsidRPr="007F072A">
        <w:rPr>
          <w:i/>
        </w:rPr>
        <w:t>9</w:t>
      </w:r>
      <w:r w:rsidRPr="007F072A">
        <w:t>, 1798-1805.</w:t>
      </w:r>
    </w:p>
    <w:p w14:paraId="764D00A0" w14:textId="77777777" w:rsidR="007F072A" w:rsidRPr="007F072A" w:rsidRDefault="007F072A" w:rsidP="007F072A">
      <w:pPr>
        <w:pStyle w:val="EndNoteBibliography"/>
        <w:spacing w:after="0"/>
        <w:ind w:left="720" w:hanging="720"/>
      </w:pPr>
      <w:r w:rsidRPr="007F072A">
        <w:t>134.</w:t>
      </w:r>
      <w:r w:rsidRPr="007F072A">
        <w:tab/>
        <w:t xml:space="preserve">Olson, G.M.; Fox, D.S.; Wang, P.; Alspaugh, J.A.; Buchanan, K.L. Role of protein O-mannosyltransferase Pmt4 in the morphogenesis and virulence of Cryptococcus neoformans. </w:t>
      </w:r>
      <w:r w:rsidRPr="007F072A">
        <w:rPr>
          <w:i/>
        </w:rPr>
        <w:t xml:space="preserve">Eukaryot Cell </w:t>
      </w:r>
      <w:r w:rsidRPr="007F072A">
        <w:rPr>
          <w:b/>
        </w:rPr>
        <w:t>2007</w:t>
      </w:r>
      <w:r w:rsidRPr="007F072A">
        <w:t xml:space="preserve">, </w:t>
      </w:r>
      <w:r w:rsidRPr="007F072A">
        <w:rPr>
          <w:i/>
        </w:rPr>
        <w:t>6</w:t>
      </w:r>
      <w:r w:rsidRPr="007F072A">
        <w:t>, 222-234, doi:10.1128/EC.00182-06.</w:t>
      </w:r>
    </w:p>
    <w:p w14:paraId="5749363B" w14:textId="77777777" w:rsidR="007F072A" w:rsidRPr="007F072A" w:rsidRDefault="007F072A" w:rsidP="007F072A">
      <w:pPr>
        <w:pStyle w:val="EndNoteBibliography"/>
        <w:spacing w:after="0"/>
        <w:ind w:left="720" w:hanging="720"/>
      </w:pPr>
      <w:r w:rsidRPr="007F072A">
        <w:t>135.</w:t>
      </w:r>
      <w:r w:rsidRPr="007F072A">
        <w:tab/>
        <w:t xml:space="preserve">Guimaraes, A.J.; Frases, S.; Cordero, R.J.; Nimrichter, L.; Casadevall, A.; Nosanchuk, J.D. Cryptococcus neoformans responds to mannitol by increasing capsule size in vitro and in vivo. </w:t>
      </w:r>
      <w:r w:rsidRPr="007F072A">
        <w:rPr>
          <w:i/>
        </w:rPr>
        <w:t xml:space="preserve">Cell Microbiol </w:t>
      </w:r>
      <w:r w:rsidRPr="007F072A">
        <w:rPr>
          <w:b/>
        </w:rPr>
        <w:t>2010</w:t>
      </w:r>
      <w:r w:rsidRPr="007F072A">
        <w:t xml:space="preserve">, </w:t>
      </w:r>
      <w:r w:rsidRPr="007F072A">
        <w:rPr>
          <w:i/>
        </w:rPr>
        <w:t>12</w:t>
      </w:r>
      <w:r w:rsidRPr="007F072A">
        <w:t>, 740-753, doi:10.1111/j.1462-5822.2010.01430.x.</w:t>
      </w:r>
    </w:p>
    <w:p w14:paraId="7BACF09C" w14:textId="77777777" w:rsidR="007F072A" w:rsidRPr="007F072A" w:rsidRDefault="007F072A" w:rsidP="007F072A">
      <w:pPr>
        <w:pStyle w:val="EndNoteBibliography"/>
        <w:spacing w:after="0"/>
        <w:ind w:left="720" w:hanging="720"/>
      </w:pPr>
      <w:r w:rsidRPr="007F072A">
        <w:t>136.</w:t>
      </w:r>
      <w:r w:rsidRPr="007F072A">
        <w:tab/>
        <w:t xml:space="preserve">Derengowski Lda, S.; Paes, H.C.; Albuquerque, P.; Tavares, A.H.; Fernandes, L.; Silva-Pereira, I.; Casadevall, A. The transcriptional response of Cryptococcus neoformans to ingestion by Acanthamoeba castellanii and macrophages provides insights into the evolutionary adaptation to the mammalian host. </w:t>
      </w:r>
      <w:r w:rsidRPr="007F072A">
        <w:rPr>
          <w:i/>
        </w:rPr>
        <w:t xml:space="preserve">Eukaryot Cell </w:t>
      </w:r>
      <w:r w:rsidRPr="007F072A">
        <w:rPr>
          <w:b/>
        </w:rPr>
        <w:t>2013</w:t>
      </w:r>
      <w:r w:rsidRPr="007F072A">
        <w:t xml:space="preserve">, </w:t>
      </w:r>
      <w:r w:rsidRPr="007F072A">
        <w:rPr>
          <w:i/>
        </w:rPr>
        <w:t>12</w:t>
      </w:r>
      <w:r w:rsidRPr="007F072A">
        <w:t>, 761-774, doi:10.1128/EC.00073-13.</w:t>
      </w:r>
    </w:p>
    <w:p w14:paraId="37456E66" w14:textId="77777777" w:rsidR="007F072A" w:rsidRPr="007F072A" w:rsidRDefault="007F072A" w:rsidP="007F072A">
      <w:pPr>
        <w:pStyle w:val="EndNoteBibliography"/>
        <w:spacing w:after="0"/>
        <w:ind w:left="720" w:hanging="720"/>
      </w:pPr>
      <w:r w:rsidRPr="007F072A">
        <w:t>137.</w:t>
      </w:r>
      <w:r w:rsidRPr="007F072A">
        <w:tab/>
        <w:t xml:space="preserve">Lee, K.T.; Byun, H.J.; Jung, K.W.; Hong, J.; Cheong, E.; Bahn, Y.S. Distinct and redundant roles of protein tyrosine phosphatases Ptp1 and Ptp2 in governing the differentiation and pathogenicity of Cryptococcus neoformans. </w:t>
      </w:r>
      <w:r w:rsidRPr="007F072A">
        <w:rPr>
          <w:i/>
        </w:rPr>
        <w:t xml:space="preserve">Eukaryot Cell </w:t>
      </w:r>
      <w:r w:rsidRPr="007F072A">
        <w:rPr>
          <w:b/>
        </w:rPr>
        <w:t>2014</w:t>
      </w:r>
      <w:r w:rsidRPr="007F072A">
        <w:t xml:space="preserve">, </w:t>
      </w:r>
      <w:r w:rsidRPr="007F072A">
        <w:rPr>
          <w:i/>
        </w:rPr>
        <w:t>13</w:t>
      </w:r>
      <w:r w:rsidRPr="007F072A">
        <w:t>, 796-812, doi:10.1128/EC.00069-14.</w:t>
      </w:r>
    </w:p>
    <w:p w14:paraId="189D7DB1" w14:textId="77777777" w:rsidR="007F072A" w:rsidRPr="007F072A" w:rsidRDefault="007F072A" w:rsidP="007F072A">
      <w:pPr>
        <w:pStyle w:val="EndNoteBibliography"/>
        <w:spacing w:after="0"/>
        <w:ind w:left="720" w:hanging="720"/>
      </w:pPr>
      <w:r w:rsidRPr="007F072A">
        <w:t>138.</w:t>
      </w:r>
      <w:r w:rsidRPr="007F072A">
        <w:tab/>
        <w:t xml:space="preserve">Glazier, V.E.; Kaur, J.N.; Brown, N.T.; Rivera, A.A.; Panepinto, J.C. Puf4 regulates both splicing and decay of HXL1 mRNA encoding the unfolded protein response transcription factor in Cryptococcus neoformans. </w:t>
      </w:r>
      <w:r w:rsidRPr="007F072A">
        <w:rPr>
          <w:i/>
        </w:rPr>
        <w:t xml:space="preserve">Eukaryot Cell </w:t>
      </w:r>
      <w:r w:rsidRPr="007F072A">
        <w:rPr>
          <w:b/>
        </w:rPr>
        <w:t>2015</w:t>
      </w:r>
      <w:r w:rsidRPr="007F072A">
        <w:t xml:space="preserve">, </w:t>
      </w:r>
      <w:r w:rsidRPr="007F072A">
        <w:rPr>
          <w:i/>
        </w:rPr>
        <w:t>14</w:t>
      </w:r>
      <w:r w:rsidRPr="007F072A">
        <w:t>, 385-395, doi:10.1128/EC.00273-14.</w:t>
      </w:r>
    </w:p>
    <w:p w14:paraId="25FEA768" w14:textId="77777777" w:rsidR="007F072A" w:rsidRPr="007F072A" w:rsidRDefault="007F072A" w:rsidP="007F072A">
      <w:pPr>
        <w:pStyle w:val="EndNoteBibliography"/>
        <w:spacing w:after="0"/>
        <w:ind w:left="720" w:hanging="720"/>
      </w:pPr>
      <w:r w:rsidRPr="007F072A">
        <w:t>139.</w:t>
      </w:r>
      <w:r w:rsidRPr="007F072A">
        <w:tab/>
        <w:t xml:space="preserve">Ballou, E.R.; Selvig, K.; Narloch, J.L.; Nichols, C.B.; Alspaugh, J.A. Two Rac paralogs regulate polarized growth in the human fungal pathogen Cryptococcus neoformans. </w:t>
      </w:r>
      <w:r w:rsidRPr="007F072A">
        <w:rPr>
          <w:i/>
        </w:rPr>
        <w:t xml:space="preserve">Fungal Genet Biol </w:t>
      </w:r>
      <w:r w:rsidRPr="007F072A">
        <w:rPr>
          <w:b/>
        </w:rPr>
        <w:t>2013</w:t>
      </w:r>
      <w:r w:rsidRPr="007F072A">
        <w:t xml:space="preserve">, </w:t>
      </w:r>
      <w:r w:rsidRPr="007F072A">
        <w:rPr>
          <w:i/>
        </w:rPr>
        <w:t>57</w:t>
      </w:r>
      <w:r w:rsidRPr="007F072A">
        <w:t>, 58-75, doi:10.1016/j.fgb.2013.05.006.</w:t>
      </w:r>
    </w:p>
    <w:p w14:paraId="49FB441E" w14:textId="77777777" w:rsidR="007F072A" w:rsidRPr="007F072A" w:rsidRDefault="007F072A" w:rsidP="007F072A">
      <w:pPr>
        <w:pStyle w:val="EndNoteBibliography"/>
        <w:spacing w:after="0"/>
        <w:ind w:left="720" w:hanging="720"/>
      </w:pPr>
      <w:r w:rsidRPr="007F072A">
        <w:t>140.</w:t>
      </w:r>
      <w:r w:rsidRPr="007F072A">
        <w:tab/>
        <w:t xml:space="preserve">Vallim, M.A.; Fernandes, L.; Alspaugh, J.A. The RAM1 gene encoding a protein-farnesyltransferase beta-subunit homologue is essential in Cryptococcus neoformans. </w:t>
      </w:r>
      <w:r w:rsidRPr="007F072A">
        <w:rPr>
          <w:i/>
        </w:rPr>
        <w:t xml:space="preserve">Microbiology (Reading) </w:t>
      </w:r>
      <w:r w:rsidRPr="007F072A">
        <w:rPr>
          <w:b/>
        </w:rPr>
        <w:t>2004</w:t>
      </w:r>
      <w:r w:rsidRPr="007F072A">
        <w:t xml:space="preserve">, </w:t>
      </w:r>
      <w:r w:rsidRPr="007F072A">
        <w:rPr>
          <w:i/>
        </w:rPr>
        <w:t>150</w:t>
      </w:r>
      <w:r w:rsidRPr="007F072A">
        <w:t>, 1925-1935, doi:10.1099/mic.0.27030-0.</w:t>
      </w:r>
    </w:p>
    <w:p w14:paraId="785A447D" w14:textId="77777777" w:rsidR="007F072A" w:rsidRPr="007F072A" w:rsidRDefault="007F072A" w:rsidP="007F072A">
      <w:pPr>
        <w:pStyle w:val="EndNoteBibliography"/>
        <w:spacing w:after="0"/>
        <w:ind w:left="720" w:hanging="720"/>
      </w:pPr>
      <w:r w:rsidRPr="007F072A">
        <w:t>141.</w:t>
      </w:r>
      <w:r w:rsidRPr="007F072A">
        <w:tab/>
        <w:t xml:space="preserve">Vallim, M.A.; Nichols, C.B.; Fernandes, L.; Cramer, K.L.; Alspaugh, J.A. A Rac homolog functions downstream of Ras1 to control hyphal differentiation and high-temperature growth in the pathogenic fungus Cryptococcus neoformans. </w:t>
      </w:r>
      <w:r w:rsidRPr="007F072A">
        <w:rPr>
          <w:i/>
        </w:rPr>
        <w:t xml:space="preserve">Eukaryot Cell </w:t>
      </w:r>
      <w:r w:rsidRPr="007F072A">
        <w:rPr>
          <w:b/>
        </w:rPr>
        <w:t>2005</w:t>
      </w:r>
      <w:r w:rsidRPr="007F072A">
        <w:t xml:space="preserve">, </w:t>
      </w:r>
      <w:r w:rsidRPr="007F072A">
        <w:rPr>
          <w:i/>
        </w:rPr>
        <w:t>4</w:t>
      </w:r>
      <w:r w:rsidRPr="007F072A">
        <w:t>, 1066-1078, doi:10.1128/EC.4.6.1066-1078.2005.</w:t>
      </w:r>
    </w:p>
    <w:p w14:paraId="2182CB2C" w14:textId="77777777" w:rsidR="007F072A" w:rsidRPr="007F072A" w:rsidRDefault="007F072A" w:rsidP="007F072A">
      <w:pPr>
        <w:pStyle w:val="EndNoteBibliography"/>
        <w:spacing w:after="0"/>
        <w:ind w:left="720" w:hanging="720"/>
      </w:pPr>
      <w:r w:rsidRPr="007F072A">
        <w:t>142.</w:t>
      </w:r>
      <w:r w:rsidRPr="007F072A">
        <w:tab/>
        <w:t xml:space="preserve">Waugh, M.S.; Nichols, C.B.; DeCesare, C.M.; Cox, G.M.; Heitman, J.; Alspaugh, J.A. Ras1 and Ras2 contribute shared and unique roles in physiology and virulence of Cryptococcus neoformans. </w:t>
      </w:r>
      <w:r w:rsidRPr="007F072A">
        <w:rPr>
          <w:i/>
        </w:rPr>
        <w:t xml:space="preserve">Microbiology (Reading) </w:t>
      </w:r>
      <w:r w:rsidRPr="007F072A">
        <w:rPr>
          <w:b/>
        </w:rPr>
        <w:t>2002</w:t>
      </w:r>
      <w:r w:rsidRPr="007F072A">
        <w:t xml:space="preserve">, </w:t>
      </w:r>
      <w:r w:rsidRPr="007F072A">
        <w:rPr>
          <w:i/>
        </w:rPr>
        <w:t>148</w:t>
      </w:r>
      <w:r w:rsidRPr="007F072A">
        <w:t>, 191-201, doi:10.1099/00221287-148-1-191.</w:t>
      </w:r>
    </w:p>
    <w:p w14:paraId="325524FF" w14:textId="77777777" w:rsidR="007F072A" w:rsidRPr="007F072A" w:rsidRDefault="007F072A" w:rsidP="007F072A">
      <w:pPr>
        <w:pStyle w:val="EndNoteBibliography"/>
        <w:spacing w:after="0"/>
        <w:ind w:left="720" w:hanging="720"/>
      </w:pPr>
      <w:r w:rsidRPr="007F072A">
        <w:t>143.</w:t>
      </w:r>
      <w:r w:rsidRPr="007F072A">
        <w:tab/>
        <w:t xml:space="preserve">Alspaugh, J.A.; Cavallo, L.M.; Perfect, J.R.; Heitman, J. RAS1 regulates filamentation, mating and growth at high temperature of Cryptococcus neoformans. </w:t>
      </w:r>
      <w:r w:rsidRPr="007F072A">
        <w:rPr>
          <w:i/>
        </w:rPr>
        <w:t xml:space="preserve">Mol Microbiol </w:t>
      </w:r>
      <w:r w:rsidRPr="007F072A">
        <w:rPr>
          <w:b/>
        </w:rPr>
        <w:t>2000</w:t>
      </w:r>
      <w:r w:rsidRPr="007F072A">
        <w:t xml:space="preserve">, </w:t>
      </w:r>
      <w:r w:rsidRPr="007F072A">
        <w:rPr>
          <w:i/>
        </w:rPr>
        <w:t>36</w:t>
      </w:r>
      <w:r w:rsidRPr="007F072A">
        <w:t>, 352-365, doi:10.1046/j.1365-2958.2000.01852.x.</w:t>
      </w:r>
    </w:p>
    <w:p w14:paraId="4A5CF1D1" w14:textId="77777777" w:rsidR="007F072A" w:rsidRPr="007F072A" w:rsidRDefault="007F072A" w:rsidP="007F072A">
      <w:pPr>
        <w:pStyle w:val="EndNoteBibliography"/>
        <w:spacing w:after="0"/>
        <w:ind w:left="720" w:hanging="720"/>
      </w:pPr>
      <w:r w:rsidRPr="007F072A">
        <w:t>144.</w:t>
      </w:r>
      <w:r w:rsidRPr="007F072A">
        <w:tab/>
        <w:t xml:space="preserve">Lam, W.C.; Gerik, K.J.; Lodge, J.K. Role of Cryptococcus neoformans Rho1 GTPases in the PKC1 signaling pathway in response to thermal stress. </w:t>
      </w:r>
      <w:r w:rsidRPr="007F072A">
        <w:rPr>
          <w:i/>
        </w:rPr>
        <w:t xml:space="preserve">Eukaryot Cell </w:t>
      </w:r>
      <w:r w:rsidRPr="007F072A">
        <w:rPr>
          <w:b/>
        </w:rPr>
        <w:t>2013</w:t>
      </w:r>
      <w:r w:rsidRPr="007F072A">
        <w:t xml:space="preserve">, </w:t>
      </w:r>
      <w:r w:rsidRPr="007F072A">
        <w:rPr>
          <w:i/>
        </w:rPr>
        <w:t>12</w:t>
      </w:r>
      <w:r w:rsidRPr="007F072A">
        <w:t>, 118-131, doi:10.1128/EC.05305-11.</w:t>
      </w:r>
    </w:p>
    <w:p w14:paraId="081F2317" w14:textId="77777777" w:rsidR="007F072A" w:rsidRPr="007F072A" w:rsidRDefault="007F072A" w:rsidP="007F072A">
      <w:pPr>
        <w:pStyle w:val="EndNoteBibliography"/>
        <w:spacing w:after="0"/>
        <w:ind w:left="720" w:hanging="720"/>
      </w:pPr>
      <w:r w:rsidRPr="007F072A">
        <w:t>145.</w:t>
      </w:r>
      <w:r w:rsidRPr="007F072A">
        <w:tab/>
        <w:t xml:space="preserve">O’Meara, T.R.; Holmer, S.M.; Selvig, K.; Dietrich, F.; Alspaugh, J.A. Cryptococcus neoformans Rim101 is associated with cell wall remodeling and evasion of the host immune responses. MBio. </w:t>
      </w:r>
      <w:r w:rsidRPr="007F072A">
        <w:rPr>
          <w:b/>
        </w:rPr>
        <w:t>2013</w:t>
      </w:r>
      <w:r w:rsidRPr="007F072A">
        <w:t>.</w:t>
      </w:r>
    </w:p>
    <w:p w14:paraId="682BB5B6" w14:textId="77777777" w:rsidR="007F072A" w:rsidRPr="007F072A" w:rsidRDefault="007F072A" w:rsidP="007F072A">
      <w:pPr>
        <w:pStyle w:val="EndNoteBibliography"/>
        <w:spacing w:after="0"/>
        <w:ind w:left="720" w:hanging="720"/>
      </w:pPr>
      <w:r w:rsidRPr="007F072A">
        <w:t>146.</w:t>
      </w:r>
      <w:r w:rsidRPr="007F072A">
        <w:tab/>
        <w:t xml:space="preserve">Fuchs, B.B.; Tang, R.J.; Mylonakis, E. The temperature-sensitive role of Cryptococcus neoformans ROM2 in cell morphogenesis. </w:t>
      </w:r>
      <w:r w:rsidRPr="007F072A">
        <w:rPr>
          <w:i/>
        </w:rPr>
        <w:t xml:space="preserve">PLoS One </w:t>
      </w:r>
      <w:r w:rsidRPr="007F072A">
        <w:rPr>
          <w:b/>
        </w:rPr>
        <w:t>2007</w:t>
      </w:r>
      <w:r w:rsidRPr="007F072A">
        <w:t xml:space="preserve">, </w:t>
      </w:r>
      <w:r w:rsidRPr="007F072A">
        <w:rPr>
          <w:i/>
        </w:rPr>
        <w:t>2</w:t>
      </w:r>
      <w:r w:rsidRPr="007F072A">
        <w:t>, e368, doi:10.1371/journal.pone.0000368.</w:t>
      </w:r>
    </w:p>
    <w:p w14:paraId="5ED3C03F" w14:textId="77777777" w:rsidR="007F072A" w:rsidRPr="007F072A" w:rsidRDefault="007F072A" w:rsidP="007F072A">
      <w:pPr>
        <w:pStyle w:val="EndNoteBibliography"/>
        <w:spacing w:after="0"/>
        <w:ind w:left="720" w:hanging="720"/>
      </w:pPr>
      <w:r w:rsidRPr="007F072A">
        <w:t>147.</w:t>
      </w:r>
      <w:r w:rsidRPr="007F072A">
        <w:tab/>
        <w:t xml:space="preserve">Yoneda, A.; Doering, T.L. A eukaryotic capsular polysaccharide is synthesized intracellularly and secreted via exocytosis. </w:t>
      </w:r>
      <w:r w:rsidRPr="007F072A">
        <w:rPr>
          <w:i/>
        </w:rPr>
        <w:t xml:space="preserve">Mol Biol Cell </w:t>
      </w:r>
      <w:r w:rsidRPr="007F072A">
        <w:rPr>
          <w:b/>
        </w:rPr>
        <w:t>2006</w:t>
      </w:r>
      <w:r w:rsidRPr="007F072A">
        <w:t xml:space="preserve">, </w:t>
      </w:r>
      <w:r w:rsidRPr="007F072A">
        <w:rPr>
          <w:i/>
        </w:rPr>
        <w:t>17</w:t>
      </w:r>
      <w:r w:rsidRPr="007F072A">
        <w:t>, 5131-5140, doi:10.1091/mbc.e06-08-0701.</w:t>
      </w:r>
    </w:p>
    <w:p w14:paraId="1B1BC766" w14:textId="77777777" w:rsidR="007F072A" w:rsidRPr="007F072A" w:rsidRDefault="007F072A" w:rsidP="007F072A">
      <w:pPr>
        <w:pStyle w:val="EndNoteBibliography"/>
        <w:spacing w:after="0"/>
        <w:ind w:left="720" w:hanging="720"/>
      </w:pPr>
      <w:r w:rsidRPr="007F072A">
        <w:t>148.</w:t>
      </w:r>
      <w:r w:rsidRPr="007F072A">
        <w:tab/>
        <w:t xml:space="preserve">Chayakulkeeree, M.; Johnston, S.A.; Oei, J.B.; Lev, S.; Williamson, P.R.; Wilson, C.F.; Zuo, X.; Leal, A.L.; Vainstein, M.H.; Meyer, W.; et al. SEC14 is a specific requirement for secretion of phospholipase B1 and pathogenicity of Cryptococcus neoformans. </w:t>
      </w:r>
      <w:r w:rsidRPr="007F072A">
        <w:rPr>
          <w:i/>
        </w:rPr>
        <w:t xml:space="preserve">Mol Microbiol </w:t>
      </w:r>
      <w:r w:rsidRPr="007F072A">
        <w:rPr>
          <w:b/>
        </w:rPr>
        <w:t>2011</w:t>
      </w:r>
      <w:r w:rsidRPr="007F072A">
        <w:t xml:space="preserve">, </w:t>
      </w:r>
      <w:r w:rsidRPr="007F072A">
        <w:rPr>
          <w:i/>
        </w:rPr>
        <w:t>80</w:t>
      </w:r>
      <w:r w:rsidRPr="007F072A">
        <w:t>, 1088-1101, doi:10.1111/j.1365-2958.2011.07632.x.</w:t>
      </w:r>
    </w:p>
    <w:p w14:paraId="54D8C763" w14:textId="77777777" w:rsidR="007F072A" w:rsidRPr="007F072A" w:rsidRDefault="007F072A" w:rsidP="007F072A">
      <w:pPr>
        <w:pStyle w:val="EndNoteBibliography"/>
        <w:spacing w:after="0"/>
        <w:ind w:left="720" w:hanging="720"/>
      </w:pPr>
      <w:r w:rsidRPr="007F072A">
        <w:lastRenderedPageBreak/>
        <w:t>149.</w:t>
      </w:r>
      <w:r w:rsidRPr="007F072A">
        <w:tab/>
        <w:t xml:space="preserve">Rella, A.; Mor, V.; Farnoud, A.M.; Singh, A.; Shamseddine, A.A.; Ivanova, E.; Carpino, N.; Montagna, M.T.; Luberto, C.; Del Poeta, M. Role of Sterylglucosidase 1 (Sgl1) on the pathogenicity of Cryptococcus neoformans: potential applications for vaccine development. </w:t>
      </w:r>
      <w:r w:rsidRPr="007F072A">
        <w:rPr>
          <w:i/>
        </w:rPr>
        <w:t xml:space="preserve">Front Microbiol </w:t>
      </w:r>
      <w:r w:rsidRPr="007F072A">
        <w:rPr>
          <w:b/>
        </w:rPr>
        <w:t>2015</w:t>
      </w:r>
      <w:r w:rsidRPr="007F072A">
        <w:t xml:space="preserve">, </w:t>
      </w:r>
      <w:r w:rsidRPr="007F072A">
        <w:rPr>
          <w:i/>
        </w:rPr>
        <w:t>6</w:t>
      </w:r>
      <w:r w:rsidRPr="007F072A">
        <w:t>, 836, doi:10.3389/fmicb.2015.00836.</w:t>
      </w:r>
    </w:p>
    <w:p w14:paraId="38928540" w14:textId="77777777" w:rsidR="007F072A" w:rsidRPr="007F072A" w:rsidRDefault="007F072A" w:rsidP="007F072A">
      <w:pPr>
        <w:pStyle w:val="EndNoteBibliography"/>
        <w:spacing w:after="0"/>
        <w:ind w:left="720" w:hanging="720"/>
      </w:pPr>
      <w:r w:rsidRPr="007F072A">
        <w:t>150.</w:t>
      </w:r>
      <w:r w:rsidRPr="007F072A">
        <w:tab/>
        <w:t xml:space="preserve">Tangen, K.L.; Jung, W.H.; Sham, A.P.; Lian, T.; Kronstad, J.W. The iron- and cAMP-regulated gene SIT1 influences ferrioxamine B utilization, melanization and cell wall structure in Cryptococcus neoformans. </w:t>
      </w:r>
      <w:r w:rsidRPr="007F072A">
        <w:rPr>
          <w:i/>
        </w:rPr>
        <w:t xml:space="preserve">Microbiology (Reading) </w:t>
      </w:r>
      <w:r w:rsidRPr="007F072A">
        <w:rPr>
          <w:b/>
        </w:rPr>
        <w:t>2007</w:t>
      </w:r>
      <w:r w:rsidRPr="007F072A">
        <w:t xml:space="preserve">, </w:t>
      </w:r>
      <w:r w:rsidRPr="007F072A">
        <w:rPr>
          <w:i/>
        </w:rPr>
        <w:t>153</w:t>
      </w:r>
      <w:r w:rsidRPr="007F072A">
        <w:t>, 29-41, doi:10.1099/mic.0.2006/000927-0.</w:t>
      </w:r>
    </w:p>
    <w:p w14:paraId="01A51004" w14:textId="77777777" w:rsidR="007F072A" w:rsidRPr="007F072A" w:rsidRDefault="007F072A" w:rsidP="007F072A">
      <w:pPr>
        <w:pStyle w:val="EndNoteBibliography"/>
        <w:spacing w:after="0"/>
        <w:ind w:left="720" w:hanging="720"/>
      </w:pPr>
      <w:r w:rsidRPr="007F072A">
        <w:t>151.</w:t>
      </w:r>
      <w:r w:rsidRPr="007F072A">
        <w:tab/>
        <w:t xml:space="preserve">Walton, F.J.; Idnurm, A.; Heitman, J. Novel gene functions required for melanization of the human pathogen Cryptococcus neoformans. </w:t>
      </w:r>
      <w:r w:rsidRPr="007F072A">
        <w:rPr>
          <w:i/>
        </w:rPr>
        <w:t xml:space="preserve">Mol Microbiol </w:t>
      </w:r>
      <w:r w:rsidRPr="007F072A">
        <w:rPr>
          <w:b/>
        </w:rPr>
        <w:t>2005</w:t>
      </w:r>
      <w:r w:rsidRPr="007F072A">
        <w:t xml:space="preserve">, </w:t>
      </w:r>
      <w:r w:rsidRPr="007F072A">
        <w:rPr>
          <w:i/>
        </w:rPr>
        <w:t>57</w:t>
      </w:r>
      <w:r w:rsidRPr="007F072A">
        <w:t>, 1381-1396, doi:10.1111/j.1365-2958.2005.04779.x.</w:t>
      </w:r>
    </w:p>
    <w:p w14:paraId="6C999C93" w14:textId="77777777" w:rsidR="007F072A" w:rsidRPr="007F072A" w:rsidRDefault="007F072A" w:rsidP="007F072A">
      <w:pPr>
        <w:pStyle w:val="EndNoteBibliography"/>
        <w:spacing w:after="0"/>
        <w:ind w:left="720" w:hanging="720"/>
      </w:pPr>
      <w:r w:rsidRPr="007F072A">
        <w:t>152.</w:t>
      </w:r>
      <w:r w:rsidRPr="007F072A">
        <w:tab/>
        <w:t xml:space="preserve">Narasipura, S.D.; Ault, J.G.; Behr, M.J.; Chaturvedi, V.; Chaturvedi, S. Characterization of Cu,Zn superoxide dismutase (SOD1) gene knock-out mutant of Cryptococcus neoformans var. gattii: role in biology and virulence. </w:t>
      </w:r>
      <w:r w:rsidRPr="007F072A">
        <w:rPr>
          <w:i/>
        </w:rPr>
        <w:t xml:space="preserve">Mol Microbiol </w:t>
      </w:r>
      <w:r w:rsidRPr="007F072A">
        <w:rPr>
          <w:b/>
        </w:rPr>
        <w:t>2003</w:t>
      </w:r>
      <w:r w:rsidRPr="007F072A">
        <w:t xml:space="preserve">, </w:t>
      </w:r>
      <w:r w:rsidRPr="007F072A">
        <w:rPr>
          <w:i/>
        </w:rPr>
        <w:t>47</w:t>
      </w:r>
      <w:r w:rsidRPr="007F072A">
        <w:t>, 1681-1694, doi:10.1046/j.1365-2958.2003.03393.x.</w:t>
      </w:r>
    </w:p>
    <w:p w14:paraId="26DEC490" w14:textId="77777777" w:rsidR="007F072A" w:rsidRPr="007F072A" w:rsidRDefault="007F072A" w:rsidP="007F072A">
      <w:pPr>
        <w:pStyle w:val="EndNoteBibliography"/>
        <w:spacing w:after="0"/>
        <w:ind w:left="720" w:hanging="720"/>
      </w:pPr>
      <w:r w:rsidRPr="007F072A">
        <w:t>153.</w:t>
      </w:r>
      <w:r w:rsidRPr="007F072A">
        <w:tab/>
        <w:t xml:space="preserve">Cox, G.M.; Harrison, T.S.; McDade, H.C.; Taborda, C.P.; Heinrich, G.; Casadevall, A.; Perfect, J.R. Superoxide dismutase influences the virulence of Cryptococcus neoformans by affecting growth within macrophages. </w:t>
      </w:r>
      <w:r w:rsidRPr="007F072A">
        <w:rPr>
          <w:i/>
        </w:rPr>
        <w:t xml:space="preserve">Infect Immun </w:t>
      </w:r>
      <w:r w:rsidRPr="007F072A">
        <w:rPr>
          <w:b/>
        </w:rPr>
        <w:t>2003</w:t>
      </w:r>
      <w:r w:rsidRPr="007F072A">
        <w:t xml:space="preserve">, </w:t>
      </w:r>
      <w:r w:rsidRPr="007F072A">
        <w:rPr>
          <w:i/>
        </w:rPr>
        <w:t>71</w:t>
      </w:r>
      <w:r w:rsidRPr="007F072A">
        <w:t>, 173-180, doi:10.1128/IAI.71.1.173-180.2003.</w:t>
      </w:r>
    </w:p>
    <w:p w14:paraId="2F9AD016" w14:textId="77777777" w:rsidR="007F072A" w:rsidRPr="007F072A" w:rsidRDefault="007F072A" w:rsidP="007F072A">
      <w:pPr>
        <w:pStyle w:val="EndNoteBibliography"/>
        <w:spacing w:after="0"/>
        <w:ind w:left="720" w:hanging="720"/>
      </w:pPr>
      <w:r w:rsidRPr="007F072A">
        <w:t>154.</w:t>
      </w:r>
      <w:r w:rsidRPr="007F072A">
        <w:tab/>
        <w:t xml:space="preserve">Giles, S.S.; Batinic-Haberle, I.; Perfect, J.R.; Cox, G.M. Cryptococcus neoformans mitochondrial superoxide dismutase: an essential link between antioxidant function and high-temperature growth. </w:t>
      </w:r>
      <w:r w:rsidRPr="007F072A">
        <w:rPr>
          <w:i/>
        </w:rPr>
        <w:t xml:space="preserve">Eukaryot Cell </w:t>
      </w:r>
      <w:r w:rsidRPr="007F072A">
        <w:rPr>
          <w:b/>
        </w:rPr>
        <w:t>2005</w:t>
      </w:r>
      <w:r w:rsidRPr="007F072A">
        <w:t xml:space="preserve">, </w:t>
      </w:r>
      <w:r w:rsidRPr="007F072A">
        <w:rPr>
          <w:i/>
        </w:rPr>
        <w:t>4</w:t>
      </w:r>
      <w:r w:rsidRPr="007F072A">
        <w:t>, 46-54, doi:10.1128/EC.4.1.46-54.2005.</w:t>
      </w:r>
    </w:p>
    <w:p w14:paraId="2F4C0307" w14:textId="77777777" w:rsidR="007F072A" w:rsidRPr="007F072A" w:rsidRDefault="007F072A" w:rsidP="007F072A">
      <w:pPr>
        <w:pStyle w:val="EndNoteBibliography"/>
        <w:spacing w:after="0"/>
        <w:ind w:left="720" w:hanging="720"/>
      </w:pPr>
      <w:r w:rsidRPr="007F072A">
        <w:t>155.</w:t>
      </w:r>
      <w:r w:rsidRPr="007F072A">
        <w:tab/>
        <w:t xml:space="preserve">Kingsbury, J.M.; Yang, Z.; Ganous, T.M.; Cox, G.M.; McCusker, J.H. Novel chimeric spermidine synthase-saccharopine dehydrogenase gene (SPE3-LYS9) in the human pathogen Cryptococcus neoformans. </w:t>
      </w:r>
      <w:r w:rsidRPr="007F072A">
        <w:rPr>
          <w:i/>
        </w:rPr>
        <w:t xml:space="preserve">Eukaryot Cell </w:t>
      </w:r>
      <w:r w:rsidRPr="007F072A">
        <w:rPr>
          <w:b/>
        </w:rPr>
        <w:t>2004</w:t>
      </w:r>
      <w:r w:rsidRPr="007F072A">
        <w:t xml:space="preserve">, </w:t>
      </w:r>
      <w:r w:rsidRPr="007F072A">
        <w:rPr>
          <w:i/>
        </w:rPr>
        <w:t>3</w:t>
      </w:r>
      <w:r w:rsidRPr="007F072A">
        <w:t>, 752-763, doi:10.1128/EC.3.3.752-763.2004.</w:t>
      </w:r>
    </w:p>
    <w:p w14:paraId="24E08062" w14:textId="77777777" w:rsidR="007F072A" w:rsidRPr="007F072A" w:rsidRDefault="007F072A" w:rsidP="007F072A">
      <w:pPr>
        <w:pStyle w:val="EndNoteBibliography"/>
        <w:spacing w:after="0"/>
        <w:ind w:left="720" w:hanging="720"/>
      </w:pPr>
      <w:r w:rsidRPr="007F072A">
        <w:t>156.</w:t>
      </w:r>
      <w:r w:rsidRPr="007F072A">
        <w:tab/>
        <w:t xml:space="preserve">Chun, C.D.; Liu, O.W.; Madhani, H.D. A link between virulence and homeostatic responses to hypoxia during infection by the human fungal pathogen Cryptococcus neoformans. </w:t>
      </w:r>
      <w:r w:rsidRPr="007F072A">
        <w:rPr>
          <w:i/>
        </w:rPr>
        <w:t xml:space="preserve">PLoS Pathog </w:t>
      </w:r>
      <w:r w:rsidRPr="007F072A">
        <w:rPr>
          <w:b/>
        </w:rPr>
        <w:t>2007</w:t>
      </w:r>
      <w:r w:rsidRPr="007F072A">
        <w:t xml:space="preserve">, </w:t>
      </w:r>
      <w:r w:rsidRPr="007F072A">
        <w:rPr>
          <w:i/>
        </w:rPr>
        <w:t>3</w:t>
      </w:r>
      <w:r w:rsidRPr="007F072A">
        <w:t>, e22, doi:10.1371/journal.ppat.0030022.</w:t>
      </w:r>
    </w:p>
    <w:p w14:paraId="16C1F640" w14:textId="77777777" w:rsidR="007F072A" w:rsidRPr="007F072A" w:rsidRDefault="007F072A" w:rsidP="007F072A">
      <w:pPr>
        <w:pStyle w:val="EndNoteBibliography"/>
        <w:spacing w:after="0"/>
        <w:ind w:left="720" w:hanging="720"/>
      </w:pPr>
      <w:r w:rsidRPr="007F072A">
        <w:t>157.</w:t>
      </w:r>
      <w:r w:rsidRPr="007F072A">
        <w:tab/>
        <w:t xml:space="preserve">Chang, Y.C.; Bien, C.M.; Lee, H.; Espenshade, P.J.; Kwon-Chung, K.J. Sre1p, a regulator of oxygen sensing and sterol homeostasis, is required for virulence in Cryptococcus neoformans. </w:t>
      </w:r>
      <w:r w:rsidRPr="007F072A">
        <w:rPr>
          <w:i/>
        </w:rPr>
        <w:t xml:space="preserve">Mol Microbiol </w:t>
      </w:r>
      <w:r w:rsidRPr="007F072A">
        <w:rPr>
          <w:b/>
        </w:rPr>
        <w:t>2007</w:t>
      </w:r>
      <w:r w:rsidRPr="007F072A">
        <w:t xml:space="preserve">, </w:t>
      </w:r>
      <w:r w:rsidRPr="007F072A">
        <w:rPr>
          <w:i/>
        </w:rPr>
        <w:t>64</w:t>
      </w:r>
      <w:r w:rsidRPr="007F072A">
        <w:t>, 614-629, doi:10.1111/j.1365-2958.2007.05676.x.</w:t>
      </w:r>
    </w:p>
    <w:p w14:paraId="05F22F96" w14:textId="77777777" w:rsidR="007F072A" w:rsidRPr="007F072A" w:rsidRDefault="007F072A" w:rsidP="007F072A">
      <w:pPr>
        <w:pStyle w:val="EndNoteBibliography"/>
        <w:spacing w:after="0"/>
        <w:ind w:left="720" w:hanging="720"/>
      </w:pPr>
      <w:r w:rsidRPr="007F072A">
        <w:t>158.</w:t>
      </w:r>
      <w:r w:rsidRPr="007F072A">
        <w:tab/>
        <w:t xml:space="preserve">Lee, H.; Bien, C.M.; Hughes, A.L.; Espenshade, P.J.; Kwon-Chung, K.J.; Chang, Y.C. Cobalt chloride, a hypoxia-mimicking agent, targets sterol synthesis in the pathogenic fungus Cryptococcus neoformans. </w:t>
      </w:r>
      <w:r w:rsidRPr="007F072A">
        <w:rPr>
          <w:i/>
        </w:rPr>
        <w:t xml:space="preserve">Mol Microbiol </w:t>
      </w:r>
      <w:r w:rsidRPr="007F072A">
        <w:rPr>
          <w:b/>
        </w:rPr>
        <w:t>2007</w:t>
      </w:r>
      <w:r w:rsidRPr="007F072A">
        <w:t xml:space="preserve">, </w:t>
      </w:r>
      <w:r w:rsidRPr="007F072A">
        <w:rPr>
          <w:i/>
        </w:rPr>
        <w:t>65</w:t>
      </w:r>
      <w:r w:rsidRPr="007F072A">
        <w:t>, 1018-1033, doi:10.1111/j.1365-2958.2007.05844.x.</w:t>
      </w:r>
    </w:p>
    <w:p w14:paraId="5E4E0125" w14:textId="77777777" w:rsidR="007F072A" w:rsidRPr="007F072A" w:rsidRDefault="007F072A" w:rsidP="007F072A">
      <w:pPr>
        <w:pStyle w:val="EndNoteBibliography"/>
        <w:spacing w:after="0"/>
        <w:ind w:left="720" w:hanging="720"/>
      </w:pPr>
      <w:r w:rsidRPr="007F072A">
        <w:t>159.</w:t>
      </w:r>
      <w:r w:rsidRPr="007F072A">
        <w:tab/>
        <w:t xml:space="preserve">Bien, C.M.; Chang, Y.C.; Nes, W.D.; Kwon-Chung, K.J.; Espenshade, P.J. Cryptococcus neoformans Site-2 protease is required for virulence and survival in the presence of azole drugs. </w:t>
      </w:r>
      <w:r w:rsidRPr="007F072A">
        <w:rPr>
          <w:i/>
        </w:rPr>
        <w:t xml:space="preserve">Mol Microbiol </w:t>
      </w:r>
      <w:r w:rsidRPr="007F072A">
        <w:rPr>
          <w:b/>
        </w:rPr>
        <w:t>2009</w:t>
      </w:r>
      <w:r w:rsidRPr="007F072A">
        <w:t xml:space="preserve">, </w:t>
      </w:r>
      <w:r w:rsidRPr="007F072A">
        <w:rPr>
          <w:i/>
        </w:rPr>
        <w:t>74</w:t>
      </w:r>
      <w:r w:rsidRPr="007F072A">
        <w:t>, 672-690, doi:10.1111/j.1365-2958.2009.06895.x.</w:t>
      </w:r>
    </w:p>
    <w:p w14:paraId="31C91A41" w14:textId="77777777" w:rsidR="007F072A" w:rsidRPr="007F072A" w:rsidRDefault="007F072A" w:rsidP="007F072A">
      <w:pPr>
        <w:pStyle w:val="EndNoteBibliography"/>
        <w:spacing w:after="0"/>
        <w:ind w:left="720" w:hanging="720"/>
      </w:pPr>
      <w:r w:rsidRPr="007F072A">
        <w:t>160.</w:t>
      </w:r>
      <w:r w:rsidRPr="007F072A">
        <w:tab/>
        <w:t xml:space="preserve">Wang, L.I.; Lin, Y.S.; Liu, K.H.; Jong, A.Y.; Shen, W.C. Cryptococcus neoformans mediator protein Ssn8 negatively regulates diverse physiological processes and is required for virulence. </w:t>
      </w:r>
      <w:r w:rsidRPr="007F072A">
        <w:rPr>
          <w:i/>
        </w:rPr>
        <w:t xml:space="preserve">PLoS One </w:t>
      </w:r>
      <w:r w:rsidRPr="007F072A">
        <w:rPr>
          <w:b/>
        </w:rPr>
        <w:t>2011</w:t>
      </w:r>
      <w:r w:rsidRPr="007F072A">
        <w:t xml:space="preserve">, </w:t>
      </w:r>
      <w:r w:rsidRPr="007F072A">
        <w:rPr>
          <w:i/>
        </w:rPr>
        <w:t>6</w:t>
      </w:r>
      <w:r w:rsidRPr="007F072A">
        <w:t>, e19162, doi:10.1371/journal.pone.0019162.</w:t>
      </w:r>
    </w:p>
    <w:p w14:paraId="3FFA2E27" w14:textId="77777777" w:rsidR="007F072A" w:rsidRPr="007F072A" w:rsidRDefault="007F072A" w:rsidP="007F072A">
      <w:pPr>
        <w:pStyle w:val="EndNoteBibliography"/>
        <w:spacing w:after="0"/>
        <w:ind w:left="720" w:hanging="720"/>
      </w:pPr>
      <w:r w:rsidRPr="007F072A">
        <w:t>161.</w:t>
      </w:r>
      <w:r w:rsidRPr="007F072A">
        <w:tab/>
        <w:t xml:space="preserve">Chang, Y.C.; Wickes, B.L.; Miller, G.F.; Penoyer, L.A.; Kwon-Chung, K.J. Cryptococcus neoformans STE12alpha regulates virulence but is not essential for mating. </w:t>
      </w:r>
      <w:r w:rsidRPr="007F072A">
        <w:rPr>
          <w:i/>
        </w:rPr>
        <w:t xml:space="preserve">J Exp Med </w:t>
      </w:r>
      <w:r w:rsidRPr="007F072A">
        <w:rPr>
          <w:b/>
        </w:rPr>
        <w:t>2000</w:t>
      </w:r>
      <w:r w:rsidRPr="007F072A">
        <w:t xml:space="preserve">, </w:t>
      </w:r>
      <w:r w:rsidRPr="007F072A">
        <w:rPr>
          <w:i/>
        </w:rPr>
        <w:t>191</w:t>
      </w:r>
      <w:r w:rsidRPr="007F072A">
        <w:t>, 871-882, doi:10.1084/jem.191.5.871.</w:t>
      </w:r>
    </w:p>
    <w:p w14:paraId="09CFE298" w14:textId="77777777" w:rsidR="007F072A" w:rsidRPr="007F072A" w:rsidRDefault="007F072A" w:rsidP="007F072A">
      <w:pPr>
        <w:pStyle w:val="EndNoteBibliography"/>
        <w:spacing w:after="0"/>
        <w:ind w:left="720" w:hanging="720"/>
      </w:pPr>
      <w:r w:rsidRPr="007F072A">
        <w:t>162.</w:t>
      </w:r>
      <w:r w:rsidRPr="007F072A">
        <w:tab/>
        <w:t xml:space="preserve">Bahn, Y.S.; Kojima, K.; Cox, G.M.; Heitman, J. A unique fungal two-component system regulates stress responses, drug sensitivity, sexual development, and virulence of Cryptococcus neoformans. </w:t>
      </w:r>
      <w:r w:rsidRPr="007F072A">
        <w:rPr>
          <w:i/>
        </w:rPr>
        <w:t xml:space="preserve">Mol Biol Cell </w:t>
      </w:r>
      <w:r w:rsidRPr="007F072A">
        <w:rPr>
          <w:b/>
        </w:rPr>
        <w:t>2006</w:t>
      </w:r>
      <w:r w:rsidRPr="007F072A">
        <w:t xml:space="preserve">, </w:t>
      </w:r>
      <w:r w:rsidRPr="007F072A">
        <w:rPr>
          <w:i/>
        </w:rPr>
        <w:t>17</w:t>
      </w:r>
      <w:r w:rsidRPr="007F072A">
        <w:t>, 3122-3135, doi:10.1091/mbc.e06-02-0113.</w:t>
      </w:r>
    </w:p>
    <w:p w14:paraId="716905B3" w14:textId="77777777" w:rsidR="007F072A" w:rsidRPr="007F072A" w:rsidRDefault="007F072A" w:rsidP="007F072A">
      <w:pPr>
        <w:pStyle w:val="EndNoteBibliography"/>
        <w:spacing w:after="0"/>
        <w:ind w:left="720" w:hanging="720"/>
      </w:pPr>
      <w:r w:rsidRPr="007F072A">
        <w:t>163.</w:t>
      </w:r>
      <w:r w:rsidRPr="007F072A">
        <w:tab/>
        <w:t xml:space="preserve">So, Y.S.; Lee, D.G.; Idnurm, A.; Ianiri, G.; Bahn, Y.S. The TOR Pathway Plays Pleiotropic Roles in Growth and Stress Responses of the Fungal Pathogen Cryptococcus neoformans. </w:t>
      </w:r>
      <w:r w:rsidRPr="007F072A">
        <w:rPr>
          <w:i/>
        </w:rPr>
        <w:t xml:space="preserve">Genetics </w:t>
      </w:r>
      <w:r w:rsidRPr="007F072A">
        <w:rPr>
          <w:b/>
        </w:rPr>
        <w:t>2019</w:t>
      </w:r>
      <w:r w:rsidRPr="007F072A">
        <w:t xml:space="preserve">, </w:t>
      </w:r>
      <w:r w:rsidRPr="007F072A">
        <w:rPr>
          <w:i/>
        </w:rPr>
        <w:t>212</w:t>
      </w:r>
      <w:r w:rsidRPr="007F072A">
        <w:t>, 1241-1258, doi:10.1534/genetics.119.302191.</w:t>
      </w:r>
    </w:p>
    <w:p w14:paraId="644BEC76" w14:textId="77777777" w:rsidR="007F072A" w:rsidRPr="007F072A" w:rsidRDefault="007F072A" w:rsidP="007F072A">
      <w:pPr>
        <w:pStyle w:val="EndNoteBibliography"/>
        <w:spacing w:after="0"/>
        <w:ind w:left="720" w:hanging="720"/>
      </w:pPr>
      <w:r w:rsidRPr="007F072A">
        <w:lastRenderedPageBreak/>
        <w:t>164.</w:t>
      </w:r>
      <w:r w:rsidRPr="007F072A">
        <w:tab/>
        <w:t xml:space="preserve">Hu, G.; McQuiston, T.; Bernard, A.; Park, Y.D.; Qiu, J.; Vural, A.; Zhang, N.; Waterman, S.R.; Blewett, N.H.; Myers, T.G.; et al. A conserved mechanism of TOR-dependent RCK-mediated mRNA degradation regulates autophagy. </w:t>
      </w:r>
      <w:r w:rsidRPr="007F072A">
        <w:rPr>
          <w:i/>
        </w:rPr>
        <w:t xml:space="preserve">Nat Cell Biol </w:t>
      </w:r>
      <w:r w:rsidRPr="007F072A">
        <w:rPr>
          <w:b/>
        </w:rPr>
        <w:t>2015</w:t>
      </w:r>
      <w:r w:rsidRPr="007F072A">
        <w:t xml:space="preserve">, </w:t>
      </w:r>
      <w:r w:rsidRPr="007F072A">
        <w:rPr>
          <w:i/>
        </w:rPr>
        <w:t>17</w:t>
      </w:r>
      <w:r w:rsidRPr="007F072A">
        <w:t>, 930-942, doi:10.1038/ncb3189.</w:t>
      </w:r>
    </w:p>
    <w:p w14:paraId="65FCBBFB" w14:textId="77777777" w:rsidR="007F072A" w:rsidRPr="007F072A" w:rsidRDefault="007F072A" w:rsidP="007F072A">
      <w:pPr>
        <w:pStyle w:val="EndNoteBibliography"/>
        <w:spacing w:after="0"/>
        <w:ind w:left="720" w:hanging="720"/>
      </w:pPr>
      <w:r w:rsidRPr="007F072A">
        <w:t>165.</w:t>
      </w:r>
      <w:r w:rsidRPr="007F072A">
        <w:tab/>
        <w:t xml:space="preserve">Petzold, E.W.; Himmelreich, U.; Mylonakis, E.; Rude, T.; Toffaletti, D.; Cox, G.M.; Miller, J.L.; Perfect, J.R. Characterization and regulation of the trehalose synthesis pathway and its importance in the pathogenicity of Cryptococcus neoformans. </w:t>
      </w:r>
      <w:r w:rsidRPr="007F072A">
        <w:rPr>
          <w:i/>
        </w:rPr>
        <w:t xml:space="preserve">Infect Immun </w:t>
      </w:r>
      <w:r w:rsidRPr="007F072A">
        <w:rPr>
          <w:b/>
        </w:rPr>
        <w:t>2006</w:t>
      </w:r>
      <w:r w:rsidRPr="007F072A">
        <w:t xml:space="preserve">, </w:t>
      </w:r>
      <w:r w:rsidRPr="007F072A">
        <w:rPr>
          <w:i/>
        </w:rPr>
        <w:t>74</w:t>
      </w:r>
      <w:r w:rsidRPr="007F072A">
        <w:t>, 5877-5887, doi:10.1128/IAI.00624-06.</w:t>
      </w:r>
    </w:p>
    <w:p w14:paraId="6E1A66F1" w14:textId="77777777" w:rsidR="007F072A" w:rsidRPr="007F072A" w:rsidRDefault="007F072A" w:rsidP="007F072A">
      <w:pPr>
        <w:pStyle w:val="EndNoteBibliography"/>
        <w:spacing w:after="0"/>
        <w:ind w:left="720" w:hanging="720"/>
      </w:pPr>
      <w:r w:rsidRPr="007F072A">
        <w:t>166.</w:t>
      </w:r>
      <w:r w:rsidRPr="007F072A">
        <w:tab/>
        <w:t xml:space="preserve">De Virgilio, C.; Burckert, N.; Bell, W.; Jeno, P.; Boller, T.; Wiemken, A. Disruption of TPS2, the gene encoding the 100-kDa subunit of the trehalose-6-phosphate synthase/phosphatase complex in Saccharomyces cerevisiae, causes accumulation of trehalose-6-phosphate and loss of trehalose-6-phosphate phosphatase activity. </w:t>
      </w:r>
      <w:r w:rsidRPr="007F072A">
        <w:rPr>
          <w:i/>
        </w:rPr>
        <w:t xml:space="preserve">Eur J Biochem </w:t>
      </w:r>
      <w:r w:rsidRPr="007F072A">
        <w:rPr>
          <w:b/>
        </w:rPr>
        <w:t>1993</w:t>
      </w:r>
      <w:r w:rsidRPr="007F072A">
        <w:t xml:space="preserve">, </w:t>
      </w:r>
      <w:r w:rsidRPr="007F072A">
        <w:rPr>
          <w:i/>
        </w:rPr>
        <w:t>212</w:t>
      </w:r>
      <w:r w:rsidRPr="007F072A">
        <w:t>, 315-323, doi:10.1111/j.1432-1033.1993.tb17664.x.</w:t>
      </w:r>
    </w:p>
    <w:p w14:paraId="46FE7DD0" w14:textId="77777777" w:rsidR="007F072A" w:rsidRPr="007F072A" w:rsidRDefault="007F072A" w:rsidP="007F072A">
      <w:pPr>
        <w:pStyle w:val="EndNoteBibliography"/>
        <w:spacing w:after="0"/>
        <w:ind w:left="720" w:hanging="720"/>
      </w:pPr>
      <w:r w:rsidRPr="007F072A">
        <w:t>167.</w:t>
      </w:r>
      <w:r w:rsidRPr="007F072A">
        <w:tab/>
        <w:t xml:space="preserve">Fernandes, J.D.; Martho, K.; Tofik, V.; Vallim, M.A.; Pascon, R.C. The Role of Amino Acid Permeases and Tryptophan Biosynthesis in Cryptococcus neoformans Survival. </w:t>
      </w:r>
      <w:r w:rsidRPr="007F072A">
        <w:rPr>
          <w:i/>
        </w:rPr>
        <w:t xml:space="preserve">PLoS One </w:t>
      </w:r>
      <w:r w:rsidRPr="007F072A">
        <w:rPr>
          <w:b/>
        </w:rPr>
        <w:t>2015</w:t>
      </w:r>
      <w:r w:rsidRPr="007F072A">
        <w:t xml:space="preserve">, </w:t>
      </w:r>
      <w:r w:rsidRPr="007F072A">
        <w:rPr>
          <w:i/>
        </w:rPr>
        <w:t>10</w:t>
      </w:r>
      <w:r w:rsidRPr="007F072A">
        <w:t>, e0132369, doi:10.1371/journal.pone.0132369.</w:t>
      </w:r>
    </w:p>
    <w:p w14:paraId="0781C218" w14:textId="77777777" w:rsidR="007F072A" w:rsidRPr="007F072A" w:rsidRDefault="007F072A" w:rsidP="007F072A">
      <w:pPr>
        <w:pStyle w:val="EndNoteBibliography"/>
        <w:spacing w:after="0"/>
        <w:ind w:left="720" w:hanging="720"/>
      </w:pPr>
      <w:r w:rsidRPr="007F072A">
        <w:t>168.</w:t>
      </w:r>
      <w:r w:rsidRPr="007F072A">
        <w:tab/>
        <w:t xml:space="preserve">Missall, T.A.; Pusateri, M.E.; Lodge, J.K. Thiol peroxidase is critical for virulence and resistance to nitric oxide and peroxide in the fungal pathogen, Cryptococcus neoformans. </w:t>
      </w:r>
      <w:r w:rsidRPr="007F072A">
        <w:rPr>
          <w:i/>
        </w:rPr>
        <w:t xml:space="preserve">Mol Microbiol </w:t>
      </w:r>
      <w:r w:rsidRPr="007F072A">
        <w:rPr>
          <w:b/>
        </w:rPr>
        <w:t>2004</w:t>
      </w:r>
      <w:r w:rsidRPr="007F072A">
        <w:t xml:space="preserve">, </w:t>
      </w:r>
      <w:r w:rsidRPr="007F072A">
        <w:rPr>
          <w:i/>
        </w:rPr>
        <w:t>51</w:t>
      </w:r>
      <w:r w:rsidRPr="007F072A">
        <w:t>, 1447-1458, doi:10.1111/j.1365-2958.2004.03921.x.</w:t>
      </w:r>
    </w:p>
    <w:p w14:paraId="03E65FCE" w14:textId="77777777" w:rsidR="007F072A" w:rsidRPr="007F072A" w:rsidRDefault="007F072A" w:rsidP="007F072A">
      <w:pPr>
        <w:pStyle w:val="EndNoteBibliography"/>
        <w:spacing w:after="0"/>
        <w:ind w:left="720" w:hanging="720"/>
      </w:pPr>
      <w:r w:rsidRPr="007F072A">
        <w:t>169.</w:t>
      </w:r>
      <w:r w:rsidRPr="007F072A">
        <w:tab/>
        <w:t xml:space="preserve">Varma, A.; Edman, J.C.; Kwon-Chung, K.J. Molecular and genetic analysis of URA5 transformants of Cryptococcus neoformans. </w:t>
      </w:r>
      <w:r w:rsidRPr="007F072A">
        <w:rPr>
          <w:i/>
        </w:rPr>
        <w:t xml:space="preserve">Infect Immun </w:t>
      </w:r>
      <w:r w:rsidRPr="007F072A">
        <w:rPr>
          <w:b/>
        </w:rPr>
        <w:t>1992</w:t>
      </w:r>
      <w:r w:rsidRPr="007F072A">
        <w:t xml:space="preserve">, </w:t>
      </w:r>
      <w:r w:rsidRPr="007F072A">
        <w:rPr>
          <w:i/>
        </w:rPr>
        <w:t>60</w:t>
      </w:r>
      <w:r w:rsidRPr="007F072A">
        <w:t>, 1101-1108, doi:10.1128/iai.60.3.1101-1108.1992.</w:t>
      </w:r>
    </w:p>
    <w:p w14:paraId="78C07DFC" w14:textId="77777777" w:rsidR="007F072A" w:rsidRPr="007F072A" w:rsidRDefault="007F072A" w:rsidP="007F072A">
      <w:pPr>
        <w:pStyle w:val="EndNoteBibliography"/>
        <w:spacing w:after="0"/>
        <w:ind w:left="720" w:hanging="720"/>
      </w:pPr>
      <w:r w:rsidRPr="007F072A">
        <w:t>170.</w:t>
      </w:r>
      <w:r w:rsidRPr="007F072A">
        <w:tab/>
        <w:t xml:space="preserve">Olszewski, M.A.; Noverr, M.C.; Chen, G.H.; Toews, G.B.; Cox, G.M.; Perfect, J.R.; Huffnagle, G.B. Urease expression by Cryptococcus neoformans promotes microvascular sequestration, thereby enhancing central nervous system invasion. </w:t>
      </w:r>
      <w:r w:rsidRPr="007F072A">
        <w:rPr>
          <w:i/>
        </w:rPr>
        <w:t xml:space="preserve">Am J Pathol </w:t>
      </w:r>
      <w:r w:rsidRPr="007F072A">
        <w:rPr>
          <w:b/>
        </w:rPr>
        <w:t>2004</w:t>
      </w:r>
      <w:r w:rsidRPr="007F072A">
        <w:t xml:space="preserve">, </w:t>
      </w:r>
      <w:r w:rsidRPr="007F072A">
        <w:rPr>
          <w:i/>
        </w:rPr>
        <w:t>164</w:t>
      </w:r>
      <w:r w:rsidRPr="007F072A">
        <w:t>, 1761-1771, doi:10.1016/S0002-9440(10)63734-0.</w:t>
      </w:r>
    </w:p>
    <w:p w14:paraId="536FAEE7" w14:textId="77777777" w:rsidR="007F072A" w:rsidRPr="007F072A" w:rsidRDefault="007F072A" w:rsidP="007F072A">
      <w:pPr>
        <w:pStyle w:val="EndNoteBibliography"/>
        <w:spacing w:after="0"/>
        <w:ind w:left="720" w:hanging="720"/>
      </w:pPr>
      <w:r w:rsidRPr="007F072A">
        <w:t>171.</w:t>
      </w:r>
      <w:r w:rsidRPr="007F072A">
        <w:tab/>
        <w:t xml:space="preserve">Cox, G.M.; Mukherjee, J.; Cole, G.T.; Casadevall, A.; Perfect, J.R. Urease as a virulence factor in experimental cryptococcosis. </w:t>
      </w:r>
      <w:r w:rsidRPr="007F072A">
        <w:rPr>
          <w:i/>
        </w:rPr>
        <w:t xml:space="preserve">Infect Immun </w:t>
      </w:r>
      <w:r w:rsidRPr="007F072A">
        <w:rPr>
          <w:b/>
        </w:rPr>
        <w:t>2000</w:t>
      </w:r>
      <w:r w:rsidRPr="007F072A">
        <w:t xml:space="preserve">, </w:t>
      </w:r>
      <w:r w:rsidRPr="007F072A">
        <w:rPr>
          <w:i/>
        </w:rPr>
        <w:t>68</w:t>
      </w:r>
      <w:r w:rsidRPr="007F072A">
        <w:t>, 443-448, doi:10.1128/IAI.68.2.443-448.2000.</w:t>
      </w:r>
    </w:p>
    <w:p w14:paraId="28603459" w14:textId="77777777" w:rsidR="007F072A" w:rsidRPr="007F072A" w:rsidRDefault="007F072A" w:rsidP="007F072A">
      <w:pPr>
        <w:pStyle w:val="EndNoteBibliography"/>
        <w:spacing w:after="0"/>
        <w:ind w:left="720" w:hanging="720"/>
      </w:pPr>
      <w:r w:rsidRPr="007F072A">
        <w:t>172.</w:t>
      </w:r>
      <w:r w:rsidRPr="007F072A">
        <w:tab/>
        <w:t xml:space="preserve">Panepinto, J.C.; Misener, A.L.; Oliver, B.G.; Hu, G.; Park, Y.D.; Shin, S.; White, T.C.; Williamson, P.R. Overexpression of TUF1 restores respiratory growth and fluconazole sensitivity to a Cryptococcus neoformans vad1Delta mutant. </w:t>
      </w:r>
      <w:r w:rsidRPr="007F072A">
        <w:rPr>
          <w:i/>
        </w:rPr>
        <w:t xml:space="preserve">Microbiology (Reading) </w:t>
      </w:r>
      <w:r w:rsidRPr="007F072A">
        <w:rPr>
          <w:b/>
        </w:rPr>
        <w:t>2010</w:t>
      </w:r>
      <w:r w:rsidRPr="007F072A">
        <w:t xml:space="preserve">, </w:t>
      </w:r>
      <w:r w:rsidRPr="007F072A">
        <w:rPr>
          <w:i/>
        </w:rPr>
        <w:t>156</w:t>
      </w:r>
      <w:r w:rsidRPr="007F072A">
        <w:t>, 2558-2565, doi:10.1099/mic.0.035923-0.</w:t>
      </w:r>
    </w:p>
    <w:p w14:paraId="5BFCEA03" w14:textId="77777777" w:rsidR="007F072A" w:rsidRPr="007F072A" w:rsidRDefault="007F072A" w:rsidP="007F072A">
      <w:pPr>
        <w:pStyle w:val="EndNoteBibliography"/>
        <w:spacing w:after="0"/>
        <w:ind w:left="720" w:hanging="720"/>
      </w:pPr>
      <w:r w:rsidRPr="007F072A">
        <w:t>173.</w:t>
      </w:r>
      <w:r w:rsidRPr="007F072A">
        <w:tab/>
        <w:t xml:space="preserve">Zhu, X.; Gibbons, J.; Zhang, S.; Williamson, P.R. Copper-mediated reversal of defective laccase in a Deltavph1 avirulent mutant of Cryptococcus neoformans. </w:t>
      </w:r>
      <w:r w:rsidRPr="007F072A">
        <w:rPr>
          <w:i/>
        </w:rPr>
        <w:t xml:space="preserve">Mol Microbiol </w:t>
      </w:r>
      <w:r w:rsidRPr="007F072A">
        <w:rPr>
          <w:b/>
        </w:rPr>
        <w:t>2003</w:t>
      </w:r>
      <w:r w:rsidRPr="007F072A">
        <w:t xml:space="preserve">, </w:t>
      </w:r>
      <w:r w:rsidRPr="007F072A">
        <w:rPr>
          <w:i/>
        </w:rPr>
        <w:t>47</w:t>
      </w:r>
      <w:r w:rsidRPr="007F072A">
        <w:t>, 1007-1014, doi:10.1046/j.1365-2958.2003.03340.x.</w:t>
      </w:r>
    </w:p>
    <w:p w14:paraId="31643BBE" w14:textId="77777777" w:rsidR="007F072A" w:rsidRPr="007F072A" w:rsidRDefault="007F072A" w:rsidP="007F072A">
      <w:pPr>
        <w:pStyle w:val="EndNoteBibliography"/>
        <w:spacing w:after="0"/>
        <w:ind w:left="720" w:hanging="720"/>
      </w:pPr>
      <w:r w:rsidRPr="007F072A">
        <w:t>174.</w:t>
      </w:r>
      <w:r w:rsidRPr="007F072A">
        <w:tab/>
        <w:t xml:space="preserve">Erickson, T.; Liu, L.; Gueyikian, A.; Zhu, X.; Gibbons, J.; Williamson, P.R. Multiple virulence factors of Cryptococcus neoformans are dependent on VPH1. </w:t>
      </w:r>
      <w:r w:rsidRPr="007F072A">
        <w:rPr>
          <w:i/>
        </w:rPr>
        <w:t xml:space="preserve">Mol Microbiol </w:t>
      </w:r>
      <w:r w:rsidRPr="007F072A">
        <w:rPr>
          <w:b/>
        </w:rPr>
        <w:t>2001</w:t>
      </w:r>
      <w:r w:rsidRPr="007F072A">
        <w:t xml:space="preserve">, </w:t>
      </w:r>
      <w:r w:rsidRPr="007F072A">
        <w:rPr>
          <w:i/>
        </w:rPr>
        <w:t>42</w:t>
      </w:r>
      <w:r w:rsidRPr="007F072A">
        <w:t>, 1121-1131, doi:10.1046/j.1365-2958.2001.02712.x.</w:t>
      </w:r>
    </w:p>
    <w:p w14:paraId="5F08393B" w14:textId="77777777" w:rsidR="007F072A" w:rsidRPr="007F072A" w:rsidRDefault="007F072A" w:rsidP="007F072A">
      <w:pPr>
        <w:pStyle w:val="EndNoteBibliography"/>
        <w:spacing w:after="0"/>
        <w:ind w:left="720" w:hanging="720"/>
      </w:pPr>
      <w:r w:rsidRPr="007F072A">
        <w:t>175.</w:t>
      </w:r>
      <w:r w:rsidRPr="007F072A">
        <w:tab/>
        <w:t xml:space="preserve">Hu, G.; Hacham, M.; Waterman, S.R.; Panepinto, J.; Shin, S.; Liu, X.; Gibbons, J.; Valyi-Nagy, T.; Obara, K.; Jaffe, H.A. PI3K signaling of autophagy is required for starvation tolerance and virulenceof Cryptococcus neoformans. </w:t>
      </w:r>
      <w:r w:rsidRPr="007F072A">
        <w:rPr>
          <w:i/>
        </w:rPr>
        <w:t xml:space="preserve">The Journal of clinical investigation </w:t>
      </w:r>
      <w:r w:rsidRPr="007F072A">
        <w:rPr>
          <w:b/>
        </w:rPr>
        <w:t>2008</w:t>
      </w:r>
      <w:r w:rsidRPr="007F072A">
        <w:t xml:space="preserve">, </w:t>
      </w:r>
      <w:r w:rsidRPr="007F072A">
        <w:rPr>
          <w:i/>
        </w:rPr>
        <w:t>118</w:t>
      </w:r>
      <w:r w:rsidRPr="007F072A">
        <w:t>, 1186-1197.</w:t>
      </w:r>
    </w:p>
    <w:p w14:paraId="26E37B03" w14:textId="77777777" w:rsidR="007F072A" w:rsidRPr="007F072A" w:rsidRDefault="007F072A" w:rsidP="007F072A">
      <w:pPr>
        <w:pStyle w:val="EndNoteBibliography"/>
        <w:spacing w:after="0"/>
        <w:ind w:left="720" w:hanging="720"/>
      </w:pPr>
      <w:r w:rsidRPr="007F072A">
        <w:t>176.</w:t>
      </w:r>
      <w:r w:rsidRPr="007F072A">
        <w:tab/>
        <w:t xml:space="preserve">Nielson, E.D. Regulation of vacuolar trafficking by Vps45p in the pathogenic fungus </w:t>
      </w:r>
      <w:r w:rsidRPr="007F072A">
        <w:rPr>
          <w:i/>
        </w:rPr>
        <w:t>Cryptococcus neoformans</w:t>
      </w:r>
      <w:r w:rsidRPr="007F072A">
        <w:t>. Research, University of British Columbia, Vancouver, 2014.</w:t>
      </w:r>
    </w:p>
    <w:p w14:paraId="34DDEBB3" w14:textId="77777777" w:rsidR="007F072A" w:rsidRPr="007F072A" w:rsidRDefault="007F072A" w:rsidP="007F072A">
      <w:pPr>
        <w:pStyle w:val="EndNoteBibliography"/>
        <w:spacing w:after="0"/>
        <w:ind w:left="720" w:hanging="720"/>
      </w:pPr>
      <w:r w:rsidRPr="007F072A">
        <w:t>177.</w:t>
      </w:r>
      <w:r w:rsidRPr="007F072A">
        <w:tab/>
        <w:t xml:space="preserve">Ball, B.; Woroszchuk, E.; Sukumaran, A.; West, H.; Afaq, A.; Carruthers-Lay, D.; Muselius, B.; Gee, L.; Langille, M.; Pladwig, S.; et al. Proteome and secretome profiling of zinc availability in Cryptococcus neoformans identifies Wos2 as a subtle influencer of fungal virulence determinants. </w:t>
      </w:r>
      <w:r w:rsidRPr="007F072A">
        <w:rPr>
          <w:i/>
        </w:rPr>
        <w:t xml:space="preserve">BMC Microbiol </w:t>
      </w:r>
      <w:r w:rsidRPr="007F072A">
        <w:rPr>
          <w:b/>
        </w:rPr>
        <w:t>2021</w:t>
      </w:r>
      <w:r w:rsidRPr="007F072A">
        <w:t xml:space="preserve">, </w:t>
      </w:r>
      <w:r w:rsidRPr="007F072A">
        <w:rPr>
          <w:i/>
        </w:rPr>
        <w:t>21</w:t>
      </w:r>
      <w:r w:rsidRPr="007F072A">
        <w:t>, 341, doi:10.1186/s12866-021-02410-z.</w:t>
      </w:r>
    </w:p>
    <w:p w14:paraId="4DF9A4D6" w14:textId="77777777" w:rsidR="007F072A" w:rsidRPr="007F072A" w:rsidRDefault="007F072A" w:rsidP="007F072A">
      <w:pPr>
        <w:pStyle w:val="EndNoteBibliography"/>
        <w:spacing w:after="0"/>
        <w:ind w:left="720" w:hanging="720"/>
      </w:pPr>
      <w:r w:rsidRPr="007F072A">
        <w:t>178.</w:t>
      </w:r>
      <w:r w:rsidRPr="007F072A">
        <w:tab/>
        <w:t xml:space="preserve">Shen, G.; Whittington, A.; Wang, P. Wsp1, a GBD/CRIB domain-containing WASP homolog, is required for growth, morphogenesis, and virulence of Cryptococcus neoformans. </w:t>
      </w:r>
      <w:r w:rsidRPr="007F072A">
        <w:rPr>
          <w:i/>
        </w:rPr>
        <w:t xml:space="preserve">Eukaryot Cell </w:t>
      </w:r>
      <w:r w:rsidRPr="007F072A">
        <w:rPr>
          <w:b/>
        </w:rPr>
        <w:t>2011</w:t>
      </w:r>
      <w:r w:rsidRPr="007F072A">
        <w:t xml:space="preserve">, </w:t>
      </w:r>
      <w:r w:rsidRPr="007F072A">
        <w:rPr>
          <w:i/>
        </w:rPr>
        <w:t>10</w:t>
      </w:r>
      <w:r w:rsidRPr="007F072A">
        <w:t>, 521-529, doi:10.1128/EC.00274-10.</w:t>
      </w:r>
    </w:p>
    <w:p w14:paraId="69E92055" w14:textId="77777777" w:rsidR="007F072A" w:rsidRPr="007F072A" w:rsidRDefault="007F072A" w:rsidP="007F072A">
      <w:pPr>
        <w:pStyle w:val="EndNoteBibliography"/>
        <w:ind w:left="720" w:hanging="720"/>
      </w:pPr>
      <w:r w:rsidRPr="007F072A">
        <w:t>179.</w:t>
      </w:r>
      <w:r w:rsidRPr="007F072A">
        <w:tab/>
        <w:t xml:space="preserve">Radisky, D.C.; Babcock, M.C.; Kaplan, J. The yeast frataxin homologue mediates mitochondrial iron efflux. Evidence for a mitochondrial iron cycle. </w:t>
      </w:r>
      <w:r w:rsidRPr="007F072A">
        <w:rPr>
          <w:i/>
        </w:rPr>
        <w:t xml:space="preserve">J Biol Chem </w:t>
      </w:r>
      <w:r w:rsidRPr="007F072A">
        <w:rPr>
          <w:b/>
        </w:rPr>
        <w:t>1999</w:t>
      </w:r>
      <w:r w:rsidRPr="007F072A">
        <w:t xml:space="preserve">, </w:t>
      </w:r>
      <w:r w:rsidRPr="007F072A">
        <w:rPr>
          <w:i/>
        </w:rPr>
        <w:t>274</w:t>
      </w:r>
      <w:r w:rsidRPr="007F072A">
        <w:t>, 4497-4499, doi:10.1074/jbc.274.8.4497.</w:t>
      </w:r>
    </w:p>
    <w:p w14:paraId="5AE3EE37" w14:textId="0BE1A0F9" w:rsidR="00C34A11" w:rsidRDefault="00EB5DD1" w:rsidP="00D16B57">
      <w:pPr>
        <w:pStyle w:val="MDPI63Notes"/>
      </w:pPr>
      <w:r>
        <w:lastRenderedPageBreak/>
        <w:fldChar w:fldCharType="end"/>
      </w:r>
      <w:r w:rsidR="009071F7" w:rsidRPr="00DD79D8">
        <w:rPr>
          <w:b/>
        </w:rPr>
        <w:t>Disclaimer/Publisher’s Note:</w:t>
      </w:r>
      <w:r w:rsidR="009071F7" w:rsidRPr="00DD79D8">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w:t>
      </w:r>
      <w:proofErr w:type="gramStart"/>
      <w:r w:rsidR="009071F7" w:rsidRPr="00DD79D8">
        <w:t>instructions</w:t>
      </w:r>
      <w:proofErr w:type="gramEnd"/>
      <w:r w:rsidR="009071F7" w:rsidRPr="00DD79D8">
        <w:t xml:space="preserve"> or products referred to in the content.</w:t>
      </w:r>
    </w:p>
    <w:sectPr w:rsidR="00C34A11" w:rsidSect="004C6CC5">
      <w:pgSz w:w="11906" w:h="16838" w:code="9"/>
      <w:pgMar w:top="1417" w:right="720" w:bottom="1077" w:left="720" w:header="1020" w:footer="340" w:gutter="0"/>
      <w:lnNumType w:countBy="1" w:distance="255" w:restart="continuous"/>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A9490" w14:textId="77777777" w:rsidR="00B06C9D" w:rsidRDefault="00B06C9D">
      <w:pPr>
        <w:spacing w:line="240" w:lineRule="auto"/>
      </w:pPr>
      <w:r>
        <w:separator/>
      </w:r>
    </w:p>
  </w:endnote>
  <w:endnote w:type="continuationSeparator" w:id="0">
    <w:p w14:paraId="7FFBBC0A" w14:textId="77777777" w:rsidR="00B06C9D" w:rsidRDefault="00B06C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JansonTextLTStd-Roman">
    <w:altName w:val="Cambria"/>
    <w:panose1 w:val="00000000000000000000"/>
    <w:charset w:val="00"/>
    <w:family w:val="roman"/>
    <w:notTrueType/>
    <w:pitch w:val="default"/>
  </w:font>
  <w:font w:name="MTSY">
    <w:panose1 w:val="00000000000000000000"/>
    <w:charset w:val="00"/>
    <w:family w:val="roman"/>
    <w:notTrueType/>
    <w:pitch w:val="default"/>
  </w:font>
  <w:font w:name="EURM10">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2A32" w14:textId="77777777" w:rsidR="008765C7" w:rsidRPr="00327793" w:rsidRDefault="008765C7" w:rsidP="008765C7">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43F18" w14:textId="77777777" w:rsidR="00A920FE" w:rsidRDefault="00A920FE" w:rsidP="00D165AC">
    <w:pPr>
      <w:pBdr>
        <w:top w:val="single" w:sz="4" w:space="0" w:color="000000"/>
      </w:pBdr>
      <w:tabs>
        <w:tab w:val="right" w:pos="8844"/>
      </w:tabs>
      <w:adjustRightInd w:val="0"/>
      <w:snapToGrid w:val="0"/>
      <w:spacing w:before="480" w:line="100" w:lineRule="exact"/>
      <w:jc w:val="left"/>
      <w:rPr>
        <w:i/>
        <w:sz w:val="16"/>
        <w:szCs w:val="16"/>
        <w:lang w:val="it-IT"/>
      </w:rPr>
    </w:pPr>
  </w:p>
  <w:p w14:paraId="5A45539C" w14:textId="77777777" w:rsidR="008765C7" w:rsidRPr="003E46A8" w:rsidRDefault="008765C7" w:rsidP="00AA048A">
    <w:pPr>
      <w:tabs>
        <w:tab w:val="right" w:pos="10466"/>
      </w:tabs>
      <w:adjustRightInd w:val="0"/>
      <w:snapToGrid w:val="0"/>
      <w:spacing w:line="240" w:lineRule="auto"/>
      <w:rPr>
        <w:sz w:val="16"/>
        <w:szCs w:val="16"/>
      </w:rPr>
    </w:pPr>
    <w:r w:rsidRPr="00B67F2D">
      <w:rPr>
        <w:i/>
        <w:sz w:val="16"/>
        <w:szCs w:val="16"/>
        <w:lang w:val="it-IT"/>
      </w:rPr>
      <w:t xml:space="preserve">J. Fungi </w:t>
    </w:r>
    <w:r w:rsidR="00E53437">
      <w:rPr>
        <w:b/>
        <w:bCs/>
        <w:iCs/>
        <w:sz w:val="16"/>
        <w:szCs w:val="16"/>
        <w:lang w:val="it-IT"/>
      </w:rPr>
      <w:t>2023</w:t>
    </w:r>
    <w:r w:rsidR="003174AC" w:rsidRPr="003174AC">
      <w:rPr>
        <w:bCs/>
        <w:iCs/>
        <w:sz w:val="16"/>
        <w:szCs w:val="16"/>
        <w:lang w:val="it-IT"/>
      </w:rPr>
      <w:t>,</w:t>
    </w:r>
    <w:r w:rsidR="00E53437">
      <w:rPr>
        <w:bCs/>
        <w:i/>
        <w:iCs/>
        <w:sz w:val="16"/>
        <w:szCs w:val="16"/>
        <w:lang w:val="it-IT"/>
      </w:rPr>
      <w:t xml:space="preserve"> 9</w:t>
    </w:r>
    <w:r w:rsidR="003174AC" w:rsidRPr="003174AC">
      <w:rPr>
        <w:bCs/>
        <w:iCs/>
        <w:sz w:val="16"/>
        <w:szCs w:val="16"/>
        <w:lang w:val="it-IT"/>
      </w:rPr>
      <w:t xml:space="preserve">, </w:t>
    </w:r>
    <w:r w:rsidR="00133C79">
      <w:rPr>
        <w:bCs/>
        <w:iCs/>
        <w:sz w:val="16"/>
        <w:szCs w:val="16"/>
        <w:lang w:val="it-IT"/>
      </w:rPr>
      <w:t>x</w:t>
    </w:r>
    <w:r w:rsidR="00A920FE">
      <w:rPr>
        <w:bCs/>
        <w:iCs/>
        <w:sz w:val="16"/>
        <w:szCs w:val="16"/>
        <w:lang w:val="it-IT"/>
      </w:rPr>
      <w:t>. https://doi.org/10.3390/xxxxx</w:t>
    </w:r>
    <w:r w:rsidR="00AA048A" w:rsidRPr="003E46A8">
      <w:rPr>
        <w:sz w:val="16"/>
        <w:szCs w:val="16"/>
      </w:rPr>
      <w:tab/>
    </w:r>
    <w:r w:rsidRPr="003E46A8">
      <w:rPr>
        <w:sz w:val="16"/>
        <w:szCs w:val="16"/>
      </w:rPr>
      <w:t>www.mdpi.com/journal/</w:t>
    </w:r>
    <w:r w:rsidRPr="00B67F2D">
      <w:rPr>
        <w:sz w:val="16"/>
        <w:szCs w:val="16"/>
        <w:lang w:val="it-IT"/>
      </w:rPr>
      <w:t>jof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03051" w14:textId="77777777" w:rsidR="00B06C9D" w:rsidRDefault="00B06C9D">
      <w:pPr>
        <w:spacing w:line="240" w:lineRule="auto"/>
      </w:pPr>
      <w:r>
        <w:separator/>
      </w:r>
    </w:p>
  </w:footnote>
  <w:footnote w:type="continuationSeparator" w:id="0">
    <w:p w14:paraId="22C435C2" w14:textId="77777777" w:rsidR="00B06C9D" w:rsidRDefault="00B06C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D7D15" w14:textId="77777777" w:rsidR="008765C7" w:rsidRDefault="008765C7" w:rsidP="008765C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52877" w14:textId="77777777" w:rsidR="00A920FE" w:rsidRDefault="008765C7" w:rsidP="00AA048A">
    <w:pPr>
      <w:tabs>
        <w:tab w:val="right" w:pos="10466"/>
      </w:tabs>
      <w:adjustRightInd w:val="0"/>
      <w:snapToGrid w:val="0"/>
      <w:spacing w:line="240" w:lineRule="auto"/>
      <w:rPr>
        <w:sz w:val="16"/>
      </w:rPr>
    </w:pPr>
    <w:r>
      <w:rPr>
        <w:i/>
        <w:sz w:val="16"/>
      </w:rPr>
      <w:t xml:space="preserve">J. Fungi </w:t>
    </w:r>
    <w:r w:rsidR="00E53437">
      <w:rPr>
        <w:b/>
        <w:sz w:val="16"/>
      </w:rPr>
      <w:t>2023</w:t>
    </w:r>
    <w:r w:rsidR="003174AC" w:rsidRPr="003174AC">
      <w:rPr>
        <w:sz w:val="16"/>
      </w:rPr>
      <w:t>,</w:t>
    </w:r>
    <w:r w:rsidR="00E53437">
      <w:rPr>
        <w:i/>
        <w:sz w:val="16"/>
      </w:rPr>
      <w:t xml:space="preserve"> 9</w:t>
    </w:r>
    <w:r w:rsidR="00133C79">
      <w:rPr>
        <w:sz w:val="16"/>
      </w:rPr>
      <w:t>, x FOR PEER REVIEW</w:t>
    </w:r>
    <w:r w:rsidR="00AA048A">
      <w:rPr>
        <w:sz w:val="16"/>
      </w:rPr>
      <w:tab/>
    </w:r>
    <w:r w:rsidR="00133C79">
      <w:rPr>
        <w:sz w:val="16"/>
      </w:rPr>
      <w:fldChar w:fldCharType="begin"/>
    </w:r>
    <w:r w:rsidR="00133C79">
      <w:rPr>
        <w:sz w:val="16"/>
      </w:rPr>
      <w:instrText xml:space="preserve"> PAGE   \* MERGEFORMAT </w:instrText>
    </w:r>
    <w:r w:rsidR="00133C79">
      <w:rPr>
        <w:sz w:val="16"/>
      </w:rPr>
      <w:fldChar w:fldCharType="separate"/>
    </w:r>
    <w:r w:rsidR="007B3474">
      <w:rPr>
        <w:sz w:val="16"/>
      </w:rPr>
      <w:t>5</w:t>
    </w:r>
    <w:r w:rsidR="00133C79">
      <w:rPr>
        <w:sz w:val="16"/>
      </w:rPr>
      <w:fldChar w:fldCharType="end"/>
    </w:r>
    <w:r w:rsidR="00133C79">
      <w:rPr>
        <w:sz w:val="16"/>
      </w:rPr>
      <w:t xml:space="preserve"> of </w:t>
    </w:r>
    <w:r w:rsidR="00133C79">
      <w:rPr>
        <w:sz w:val="16"/>
      </w:rPr>
      <w:fldChar w:fldCharType="begin"/>
    </w:r>
    <w:r w:rsidR="00133C79">
      <w:rPr>
        <w:sz w:val="16"/>
      </w:rPr>
      <w:instrText xml:space="preserve"> NUMPAGES   \* MERGEFORMAT </w:instrText>
    </w:r>
    <w:r w:rsidR="00133C79">
      <w:rPr>
        <w:sz w:val="16"/>
      </w:rPr>
      <w:fldChar w:fldCharType="separate"/>
    </w:r>
    <w:r w:rsidR="007B3474">
      <w:rPr>
        <w:sz w:val="16"/>
      </w:rPr>
      <w:t>5</w:t>
    </w:r>
    <w:r w:rsidR="00133C79">
      <w:rPr>
        <w:sz w:val="16"/>
      </w:rPr>
      <w:fldChar w:fldCharType="end"/>
    </w:r>
  </w:p>
  <w:p w14:paraId="377E1E45" w14:textId="77777777" w:rsidR="008765C7" w:rsidRPr="00D13D31" w:rsidRDefault="008765C7" w:rsidP="00D165AC">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A920FE" w:rsidRPr="00AA048A" w14:paraId="36D9132B" w14:textId="77777777" w:rsidTr="00856487">
      <w:trPr>
        <w:trHeight w:val="686"/>
      </w:trPr>
      <w:tc>
        <w:tcPr>
          <w:tcW w:w="3679" w:type="dxa"/>
          <w:shd w:val="clear" w:color="auto" w:fill="auto"/>
          <w:vAlign w:val="center"/>
        </w:tcPr>
        <w:p w14:paraId="3FD6CB12" w14:textId="77777777" w:rsidR="00A920FE" w:rsidRPr="0011000A" w:rsidRDefault="00714FFC" w:rsidP="00AA048A">
          <w:pPr>
            <w:pStyle w:val="Header"/>
            <w:pBdr>
              <w:bottom w:val="none" w:sz="0" w:space="0" w:color="auto"/>
            </w:pBdr>
            <w:jc w:val="left"/>
            <w:rPr>
              <w:rFonts w:eastAsia="DengXian"/>
              <w:b/>
              <w:bCs/>
            </w:rPr>
          </w:pPr>
          <w:r w:rsidRPr="0011000A">
            <w:rPr>
              <w:rFonts w:eastAsia="DengXian"/>
              <w:b/>
              <w:bCs/>
              <w:noProof/>
            </w:rPr>
            <w:drawing>
              <wp:inline distT="0" distB="0" distL="0" distR="0" wp14:anchorId="277C7A1F" wp14:editId="6D65D1D9">
                <wp:extent cx="1156970" cy="429260"/>
                <wp:effectExtent l="0" t="0" r="0" b="0"/>
                <wp:docPr id="1" name="Picture 3" descr="C:\Users\home\AppData\Local\Temp\HZ$D.661.3551\jof-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661.3551\jof-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6970" cy="429260"/>
                        </a:xfrm>
                        <a:prstGeom prst="rect">
                          <a:avLst/>
                        </a:prstGeom>
                        <a:noFill/>
                        <a:ln>
                          <a:noFill/>
                        </a:ln>
                      </pic:spPr>
                    </pic:pic>
                  </a:graphicData>
                </a:graphic>
              </wp:inline>
            </w:drawing>
          </w:r>
        </w:p>
      </w:tc>
      <w:tc>
        <w:tcPr>
          <w:tcW w:w="4535" w:type="dxa"/>
          <w:shd w:val="clear" w:color="auto" w:fill="auto"/>
          <w:vAlign w:val="center"/>
        </w:tcPr>
        <w:p w14:paraId="2E395A5D" w14:textId="77777777" w:rsidR="00A920FE" w:rsidRPr="0011000A" w:rsidRDefault="00A920FE" w:rsidP="00AA048A">
          <w:pPr>
            <w:pStyle w:val="Header"/>
            <w:pBdr>
              <w:bottom w:val="none" w:sz="0" w:space="0" w:color="auto"/>
            </w:pBdr>
            <w:rPr>
              <w:rFonts w:eastAsia="DengXian"/>
              <w:b/>
              <w:bCs/>
            </w:rPr>
          </w:pPr>
        </w:p>
      </w:tc>
      <w:tc>
        <w:tcPr>
          <w:tcW w:w="2273" w:type="dxa"/>
          <w:shd w:val="clear" w:color="auto" w:fill="auto"/>
          <w:vAlign w:val="center"/>
        </w:tcPr>
        <w:p w14:paraId="694C800B" w14:textId="77777777" w:rsidR="00A920FE" w:rsidRPr="0011000A" w:rsidRDefault="00856487" w:rsidP="00856487">
          <w:pPr>
            <w:pStyle w:val="Header"/>
            <w:pBdr>
              <w:bottom w:val="none" w:sz="0" w:space="0" w:color="auto"/>
            </w:pBdr>
            <w:jc w:val="right"/>
            <w:rPr>
              <w:rFonts w:eastAsia="DengXian"/>
              <w:b/>
              <w:bCs/>
            </w:rPr>
          </w:pPr>
          <w:r>
            <w:rPr>
              <w:rFonts w:eastAsia="DengXian"/>
              <w:b/>
              <w:bCs/>
              <w:noProof/>
            </w:rPr>
            <w:drawing>
              <wp:inline distT="0" distB="0" distL="0" distR="0" wp14:anchorId="763062D2" wp14:editId="394C0F32">
                <wp:extent cx="540000" cy="360000"/>
                <wp:effectExtent l="0" t="0" r="0" b="2540"/>
                <wp:docPr id="2" name="Picture 2"/>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40C1250C" w14:textId="77777777" w:rsidR="008765C7" w:rsidRPr="00A920FE" w:rsidRDefault="008765C7" w:rsidP="00D165AC">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7F3A"/>
    <w:multiLevelType w:val="hybridMultilevel"/>
    <w:tmpl w:val="5AEA3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D80AF9"/>
    <w:multiLevelType w:val="hybridMultilevel"/>
    <w:tmpl w:val="55D43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26BB4"/>
    <w:multiLevelType w:val="hybridMultilevel"/>
    <w:tmpl w:val="508A3D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8189A"/>
    <w:multiLevelType w:val="hybridMultilevel"/>
    <w:tmpl w:val="C4E4DAF2"/>
    <w:lvl w:ilvl="0" w:tplc="04090009">
      <w:start w:val="1"/>
      <w:numFmt w:val="bullet"/>
      <w:lvlText w:val=""/>
      <w:lvlJc w:val="left"/>
      <w:pPr>
        <w:ind w:left="3420" w:hanging="360"/>
      </w:pPr>
      <w:rPr>
        <w:rFonts w:ascii="Wingdings" w:hAnsi="Wingdings"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4" w15:restartNumberingAfterBreak="0">
    <w:nsid w:val="0BE8720B"/>
    <w:multiLevelType w:val="hybridMultilevel"/>
    <w:tmpl w:val="FC20EF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B468F5"/>
    <w:multiLevelType w:val="hybridMultilevel"/>
    <w:tmpl w:val="EA2C195E"/>
    <w:lvl w:ilvl="0" w:tplc="AB985B7A">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7" w15:restartNumberingAfterBreak="0">
    <w:nsid w:val="1EEB5AFB"/>
    <w:multiLevelType w:val="hybridMultilevel"/>
    <w:tmpl w:val="885EFE70"/>
    <w:lvl w:ilvl="0" w:tplc="1CE87A2C">
      <w:start w:val="1"/>
      <w:numFmt w:val="decimal"/>
      <w:lvlText w:val="%1."/>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113123"/>
    <w:multiLevelType w:val="hybridMultilevel"/>
    <w:tmpl w:val="761CAD1A"/>
    <w:lvl w:ilvl="0" w:tplc="2D3CC0D6">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1"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0F72A2"/>
    <w:multiLevelType w:val="hybridMultilevel"/>
    <w:tmpl w:val="F52AE3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4" w15:restartNumberingAfterBreak="0">
    <w:nsid w:val="36CA320C"/>
    <w:multiLevelType w:val="hybridMultilevel"/>
    <w:tmpl w:val="8F38C4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9616F3"/>
    <w:multiLevelType w:val="hybridMultilevel"/>
    <w:tmpl w:val="9174B046"/>
    <w:lvl w:ilvl="0" w:tplc="BC606972">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D37751"/>
    <w:multiLevelType w:val="hybridMultilevel"/>
    <w:tmpl w:val="5EB0E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464ECF"/>
    <w:multiLevelType w:val="hybridMultilevel"/>
    <w:tmpl w:val="4EFEF4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20" w15:restartNumberingAfterBreak="0">
    <w:nsid w:val="58B73D00"/>
    <w:multiLevelType w:val="hybridMultilevel"/>
    <w:tmpl w:val="451A60A2"/>
    <w:lvl w:ilvl="0" w:tplc="839C846A">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21"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BB10B0"/>
    <w:multiLevelType w:val="hybridMultilevel"/>
    <w:tmpl w:val="DEBC71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0504651">
    <w:abstractNumId w:val="10"/>
  </w:num>
  <w:num w:numId="2" w16cid:durableId="649478788">
    <w:abstractNumId w:val="13"/>
  </w:num>
  <w:num w:numId="3" w16cid:durableId="154493511">
    <w:abstractNumId w:val="9"/>
  </w:num>
  <w:num w:numId="4" w16cid:durableId="3033902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0560662">
    <w:abstractNumId w:val="11"/>
  </w:num>
  <w:num w:numId="6" w16cid:durableId="2076003460">
    <w:abstractNumId w:val="19"/>
  </w:num>
  <w:num w:numId="7" w16cid:durableId="1584299468">
    <w:abstractNumId w:val="6"/>
  </w:num>
  <w:num w:numId="8" w16cid:durableId="524950415">
    <w:abstractNumId w:val="19"/>
  </w:num>
  <w:num w:numId="9" w16cid:durableId="2067218693">
    <w:abstractNumId w:val="6"/>
  </w:num>
  <w:num w:numId="10" w16cid:durableId="1560357275">
    <w:abstractNumId w:val="19"/>
  </w:num>
  <w:num w:numId="11" w16cid:durableId="942422379">
    <w:abstractNumId w:val="6"/>
  </w:num>
  <w:num w:numId="12" w16cid:durableId="824666033">
    <w:abstractNumId w:val="21"/>
  </w:num>
  <w:num w:numId="13" w16cid:durableId="797338074">
    <w:abstractNumId w:val="19"/>
  </w:num>
  <w:num w:numId="14" w16cid:durableId="1353188329">
    <w:abstractNumId w:val="6"/>
  </w:num>
  <w:num w:numId="15" w16cid:durableId="1768887156">
    <w:abstractNumId w:val="5"/>
  </w:num>
  <w:num w:numId="16" w16cid:durableId="607659764">
    <w:abstractNumId w:val="18"/>
  </w:num>
  <w:num w:numId="17" w16cid:durableId="699860252">
    <w:abstractNumId w:val="5"/>
  </w:num>
  <w:num w:numId="18" w16cid:durableId="2038893440">
    <w:abstractNumId w:val="19"/>
  </w:num>
  <w:num w:numId="19" w16cid:durableId="1618560007">
    <w:abstractNumId w:val="6"/>
  </w:num>
  <w:num w:numId="20" w16cid:durableId="907348960">
    <w:abstractNumId w:val="5"/>
  </w:num>
  <w:num w:numId="21" w16cid:durableId="311451009">
    <w:abstractNumId w:val="8"/>
  </w:num>
  <w:num w:numId="22" w16cid:durableId="1364670557">
    <w:abstractNumId w:val="20"/>
  </w:num>
  <w:num w:numId="23" w16cid:durableId="609239329">
    <w:abstractNumId w:val="15"/>
  </w:num>
  <w:num w:numId="24" w16cid:durableId="498158501">
    <w:abstractNumId w:val="14"/>
  </w:num>
  <w:num w:numId="25" w16cid:durableId="1151023611">
    <w:abstractNumId w:val="4"/>
  </w:num>
  <w:num w:numId="26" w16cid:durableId="31808321">
    <w:abstractNumId w:val="7"/>
  </w:num>
  <w:num w:numId="27" w16cid:durableId="163323936">
    <w:abstractNumId w:val="16"/>
  </w:num>
  <w:num w:numId="28" w16cid:durableId="309407909">
    <w:abstractNumId w:val="3"/>
  </w:num>
  <w:num w:numId="29" w16cid:durableId="1885167319">
    <w:abstractNumId w:val="12"/>
  </w:num>
  <w:num w:numId="30" w16cid:durableId="861364288">
    <w:abstractNumId w:val="17"/>
  </w:num>
  <w:num w:numId="31" w16cid:durableId="1302149263">
    <w:abstractNumId w:val="1"/>
  </w:num>
  <w:num w:numId="32" w16cid:durableId="1964534874">
    <w:abstractNumId w:val="2"/>
  </w:num>
  <w:num w:numId="33" w16cid:durableId="2107846958">
    <w:abstractNumId w:val="22"/>
  </w:num>
  <w:num w:numId="34" w16cid:durableId="1889993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O1MDQyMDEyMjQ3szRW0lEKTi0uzszPAykwNK0FAEbUsywtAAAA"/>
    <w:docVar w:name="EN.InstantFormat" w:val="&lt;ENInstantFormat&gt;&lt;Enabled&gt;0&lt;/Enabled&gt;&lt;ScanUnformatted&gt;1&lt;/ScanUnformatted&gt;&lt;ScanChanges&gt;1&lt;/ScanChanges&gt;&lt;Suspended&gt;0&lt;/Suspended&gt;&lt;/ENInstantFormat&gt;"/>
    <w:docVar w:name="EN.Layout" w:val="&lt;ENLayout&gt;&lt;Style&gt;MDPI&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ef9ffxzfstzs5e9dzov9txxs20trda0deex&quot;&gt;Cryptococcus project-Converted&lt;record-ids&gt;&lt;item&gt;34&lt;/item&gt;&lt;item&gt;36&lt;/item&gt;&lt;item&gt;37&lt;/item&gt;&lt;item&gt;39&lt;/item&gt;&lt;item&gt;44&lt;/item&gt;&lt;item&gt;45&lt;/item&gt;&lt;item&gt;48&lt;/item&gt;&lt;item&gt;65&lt;/item&gt;&lt;item&gt;66&lt;/item&gt;&lt;item&gt;67&lt;/item&gt;&lt;item&gt;68&lt;/item&gt;&lt;item&gt;69&lt;/item&gt;&lt;item&gt;70&lt;/item&gt;&lt;item&gt;71&lt;/item&gt;&lt;item&gt;72&lt;/item&gt;&lt;item&gt;73&lt;/item&gt;&lt;item&gt;74&lt;/item&gt;&lt;item&gt;75&lt;/item&gt;&lt;item&gt;81&lt;/item&gt;&lt;item&gt;84&lt;/item&gt;&lt;item&gt;91&lt;/item&gt;&lt;item&gt;104&lt;/item&gt;&lt;item&gt;105&lt;/item&gt;&lt;item&gt;106&lt;/item&gt;&lt;item&gt;107&lt;/item&gt;&lt;item&gt;108&lt;/item&gt;&lt;item&gt;109&lt;/item&gt;&lt;item&gt;110&lt;/item&gt;&lt;item&gt;111&lt;/item&gt;&lt;item&gt;112&lt;/item&gt;&lt;item&gt;113&lt;/item&gt;&lt;item&gt;115&lt;/item&gt;&lt;item&gt;116&lt;/item&gt;&lt;item&gt;117&lt;/item&gt;&lt;item&gt;118&lt;/item&gt;&lt;item&gt;119&lt;/item&gt;&lt;item&gt;120&lt;/item&gt;&lt;item&gt;123&lt;/item&gt;&lt;item&gt;124&lt;/item&gt;&lt;item&gt;125&lt;/item&gt;&lt;item&gt;126&lt;/item&gt;&lt;item&gt;132&lt;/item&gt;&lt;item&gt;145&lt;/item&gt;&lt;item&gt;157&lt;/item&gt;&lt;item&gt;161&lt;/item&gt;&lt;item&gt;164&lt;/item&gt;&lt;item&gt;168&lt;/item&gt;&lt;item&gt;169&lt;/item&gt;&lt;item&gt;172&lt;/item&gt;&lt;item&gt;174&lt;/item&gt;&lt;item&gt;177&lt;/item&gt;&lt;item&gt;212&lt;/item&gt;&lt;item&gt;222&lt;/item&gt;&lt;item&gt;226&lt;/item&gt;&lt;item&gt;238&lt;/item&gt;&lt;item&gt;242&lt;/item&gt;&lt;item&gt;244&lt;/item&gt;&lt;item&gt;245&lt;/item&gt;&lt;item&gt;246&lt;/item&gt;&lt;item&gt;247&lt;/item&gt;&lt;item&gt;250&lt;/item&gt;&lt;item&gt;252&lt;/item&gt;&lt;item&gt;255&lt;/item&gt;&lt;item&gt;256&lt;/item&gt;&lt;item&gt;257&lt;/item&gt;&lt;item&gt;258&lt;/item&gt;&lt;item&gt;262&lt;/item&gt;&lt;item&gt;264&lt;/item&gt;&lt;item&gt;272&lt;/item&gt;&lt;item&gt;273&lt;/item&gt;&lt;item&gt;275&lt;/item&gt;&lt;item&gt;279&lt;/item&gt;&lt;item&gt;286&lt;/item&gt;&lt;item&gt;293&lt;/item&gt;&lt;item&gt;294&lt;/item&gt;&lt;item&gt;301&lt;/item&gt;&lt;item&gt;302&lt;/item&gt;&lt;item&gt;305&lt;/item&gt;&lt;item&gt;313&lt;/item&gt;&lt;item&gt;315&lt;/item&gt;&lt;item&gt;316&lt;/item&gt;&lt;item&gt;317&lt;/item&gt;&lt;item&gt;318&lt;/item&gt;&lt;item&gt;323&lt;/item&gt;&lt;item&gt;324&lt;/item&gt;&lt;item&gt;328&lt;/item&gt;&lt;item&gt;329&lt;/item&gt;&lt;item&gt;336&lt;/item&gt;&lt;item&gt;337&lt;/item&gt;&lt;item&gt;338&lt;/item&gt;&lt;item&gt;348&lt;/item&gt;&lt;item&gt;350&lt;/item&gt;&lt;item&gt;351&lt;/item&gt;&lt;item&gt;352&lt;/item&gt;&lt;item&gt;360&lt;/item&gt;&lt;item&gt;361&lt;/item&gt;&lt;item&gt;364&lt;/item&gt;&lt;item&gt;366&lt;/item&gt;&lt;item&gt;371&lt;/item&gt;&lt;item&gt;372&lt;/item&gt;&lt;item&gt;373&lt;/item&gt;&lt;item&gt;374&lt;/item&gt;&lt;item&gt;375&lt;/item&gt;&lt;item&gt;390&lt;/item&gt;&lt;item&gt;391&lt;/item&gt;&lt;item&gt;393&lt;/item&gt;&lt;item&gt;398&lt;/item&gt;&lt;item&gt;404&lt;/item&gt;&lt;item&gt;407&lt;/item&gt;&lt;item&gt;410&lt;/item&gt;&lt;item&gt;420&lt;/item&gt;&lt;item&gt;421&lt;/item&gt;&lt;item&gt;422&lt;/item&gt;&lt;item&gt;425&lt;/item&gt;&lt;item&gt;426&lt;/item&gt;&lt;item&gt;429&lt;/item&gt;&lt;item&gt;431&lt;/item&gt;&lt;item&gt;432&lt;/item&gt;&lt;item&gt;433&lt;/item&gt;&lt;item&gt;434&lt;/item&gt;&lt;item&gt;437&lt;/item&gt;&lt;item&gt;438&lt;/item&gt;&lt;item&gt;440&lt;/item&gt;&lt;item&gt;441&lt;/item&gt;&lt;item&gt;442&lt;/item&gt;&lt;item&gt;444&lt;/item&gt;&lt;item&gt;446&lt;/item&gt;&lt;item&gt;447&lt;/item&gt;&lt;item&gt;448&lt;/item&gt;&lt;item&gt;449&lt;/item&gt;&lt;item&gt;451&lt;/item&gt;&lt;item&gt;452&lt;/item&gt;&lt;item&gt;453&lt;/item&gt;&lt;item&gt;475&lt;/item&gt;&lt;item&gt;477&lt;/item&gt;&lt;item&gt;481&lt;/item&gt;&lt;item&gt;482&lt;/item&gt;&lt;item&gt;484&lt;/item&gt;&lt;item&gt;485&lt;/item&gt;&lt;item&gt;486&lt;/item&gt;&lt;item&gt;490&lt;/item&gt;&lt;item&gt;491&lt;/item&gt;&lt;item&gt;492&lt;/item&gt;&lt;item&gt;493&lt;/item&gt;&lt;item&gt;494&lt;/item&gt;&lt;item&gt;495&lt;/item&gt;&lt;item&gt;496&lt;/item&gt;&lt;item&gt;497&lt;/item&gt;&lt;item&gt;499&lt;/item&gt;&lt;item&gt;501&lt;/item&gt;&lt;item&gt;502&lt;/item&gt;&lt;item&gt;504&lt;/item&gt;&lt;item&gt;507&lt;/item&gt;&lt;item&gt;510&lt;/item&gt;&lt;item&gt;511&lt;/item&gt;&lt;item&gt;514&lt;/item&gt;&lt;item&gt;515&lt;/item&gt;&lt;item&gt;519&lt;/item&gt;&lt;item&gt;532&lt;/item&gt;&lt;item&gt;533&lt;/item&gt;&lt;item&gt;536&lt;/item&gt;&lt;item&gt;541&lt;/item&gt;&lt;item&gt;542&lt;/item&gt;&lt;item&gt;548&lt;/item&gt;&lt;item&gt;549&lt;/item&gt;&lt;item&gt;550&lt;/item&gt;&lt;item&gt;551&lt;/item&gt;&lt;item&gt;552&lt;/item&gt;&lt;item&gt;556&lt;/item&gt;&lt;item&gt;558&lt;/item&gt;&lt;item&gt;559&lt;/item&gt;&lt;item&gt;560&lt;/item&gt;&lt;item&gt;561&lt;/item&gt;&lt;item&gt;562&lt;/item&gt;&lt;item&gt;563&lt;/item&gt;&lt;item&gt;564&lt;/item&gt;&lt;item&gt;565&lt;/item&gt;&lt;item&gt;566&lt;/item&gt;&lt;item&gt;567&lt;/item&gt;&lt;/record-ids&gt;&lt;/item&gt;&lt;/Libraries&gt;"/>
  </w:docVars>
  <w:rsids>
    <w:rsidRoot w:val="003E46A8"/>
    <w:rsid w:val="0000060F"/>
    <w:rsid w:val="0001218A"/>
    <w:rsid w:val="0001274B"/>
    <w:rsid w:val="00016829"/>
    <w:rsid w:val="00017C28"/>
    <w:rsid w:val="000200C3"/>
    <w:rsid w:val="00020306"/>
    <w:rsid w:val="00031FDC"/>
    <w:rsid w:val="000430E0"/>
    <w:rsid w:val="00055505"/>
    <w:rsid w:val="000625D4"/>
    <w:rsid w:val="00062A23"/>
    <w:rsid w:val="00065B25"/>
    <w:rsid w:val="0006743A"/>
    <w:rsid w:val="000679FC"/>
    <w:rsid w:val="00070871"/>
    <w:rsid w:val="00070A79"/>
    <w:rsid w:val="00073241"/>
    <w:rsid w:val="0007392A"/>
    <w:rsid w:val="00082508"/>
    <w:rsid w:val="00083BBA"/>
    <w:rsid w:val="00090C80"/>
    <w:rsid w:val="00094CCA"/>
    <w:rsid w:val="000A0512"/>
    <w:rsid w:val="000A4002"/>
    <w:rsid w:val="000A681C"/>
    <w:rsid w:val="000B4B75"/>
    <w:rsid w:val="000B7170"/>
    <w:rsid w:val="000C28D0"/>
    <w:rsid w:val="000C71E5"/>
    <w:rsid w:val="000D4838"/>
    <w:rsid w:val="000E7750"/>
    <w:rsid w:val="000F1E23"/>
    <w:rsid w:val="000F7121"/>
    <w:rsid w:val="000F7EFB"/>
    <w:rsid w:val="00107FF1"/>
    <w:rsid w:val="0011000A"/>
    <w:rsid w:val="00112537"/>
    <w:rsid w:val="001166E7"/>
    <w:rsid w:val="00133C79"/>
    <w:rsid w:val="001377EF"/>
    <w:rsid w:val="0015577C"/>
    <w:rsid w:val="001703AE"/>
    <w:rsid w:val="00176246"/>
    <w:rsid w:val="00190115"/>
    <w:rsid w:val="0019570D"/>
    <w:rsid w:val="001C276D"/>
    <w:rsid w:val="001D16DD"/>
    <w:rsid w:val="001E2AEB"/>
    <w:rsid w:val="001F094E"/>
    <w:rsid w:val="001F154D"/>
    <w:rsid w:val="00201A71"/>
    <w:rsid w:val="00204628"/>
    <w:rsid w:val="0021761B"/>
    <w:rsid w:val="00222EC6"/>
    <w:rsid w:val="002303B8"/>
    <w:rsid w:val="00233234"/>
    <w:rsid w:val="002453F3"/>
    <w:rsid w:val="00246D67"/>
    <w:rsid w:val="00247953"/>
    <w:rsid w:val="00253D3B"/>
    <w:rsid w:val="00260117"/>
    <w:rsid w:val="0026338A"/>
    <w:rsid w:val="00264842"/>
    <w:rsid w:val="00280F4E"/>
    <w:rsid w:val="00282B38"/>
    <w:rsid w:val="00283D98"/>
    <w:rsid w:val="002B24EC"/>
    <w:rsid w:val="002D1B63"/>
    <w:rsid w:val="002D25B7"/>
    <w:rsid w:val="002D6B17"/>
    <w:rsid w:val="002E389C"/>
    <w:rsid w:val="002F02C9"/>
    <w:rsid w:val="002F0633"/>
    <w:rsid w:val="002F12CA"/>
    <w:rsid w:val="00310E98"/>
    <w:rsid w:val="00314A54"/>
    <w:rsid w:val="003174AC"/>
    <w:rsid w:val="00326141"/>
    <w:rsid w:val="00327A35"/>
    <w:rsid w:val="0033096B"/>
    <w:rsid w:val="00335C22"/>
    <w:rsid w:val="003375D9"/>
    <w:rsid w:val="003423A7"/>
    <w:rsid w:val="00363548"/>
    <w:rsid w:val="00363AA4"/>
    <w:rsid w:val="0036742E"/>
    <w:rsid w:val="00374744"/>
    <w:rsid w:val="00381364"/>
    <w:rsid w:val="003828BF"/>
    <w:rsid w:val="003932C7"/>
    <w:rsid w:val="003A392B"/>
    <w:rsid w:val="003B7DF1"/>
    <w:rsid w:val="003C69C6"/>
    <w:rsid w:val="003D47E0"/>
    <w:rsid w:val="003D5507"/>
    <w:rsid w:val="003D6750"/>
    <w:rsid w:val="003E02C7"/>
    <w:rsid w:val="003E0B72"/>
    <w:rsid w:val="003E2180"/>
    <w:rsid w:val="003E46A8"/>
    <w:rsid w:val="00401D30"/>
    <w:rsid w:val="00404844"/>
    <w:rsid w:val="004050D7"/>
    <w:rsid w:val="004055F9"/>
    <w:rsid w:val="0041423B"/>
    <w:rsid w:val="00414890"/>
    <w:rsid w:val="00414A6C"/>
    <w:rsid w:val="00415F38"/>
    <w:rsid w:val="00424085"/>
    <w:rsid w:val="00430C1E"/>
    <w:rsid w:val="00433523"/>
    <w:rsid w:val="00435B93"/>
    <w:rsid w:val="00443DE8"/>
    <w:rsid w:val="00450A33"/>
    <w:rsid w:val="00451FC4"/>
    <w:rsid w:val="004550E7"/>
    <w:rsid w:val="004564B3"/>
    <w:rsid w:val="004574CD"/>
    <w:rsid w:val="004650E1"/>
    <w:rsid w:val="0046590B"/>
    <w:rsid w:val="00472057"/>
    <w:rsid w:val="00476462"/>
    <w:rsid w:val="00481B23"/>
    <w:rsid w:val="0049000E"/>
    <w:rsid w:val="0049303F"/>
    <w:rsid w:val="004954A5"/>
    <w:rsid w:val="00496990"/>
    <w:rsid w:val="004A1F4F"/>
    <w:rsid w:val="004B36F4"/>
    <w:rsid w:val="004B3CE7"/>
    <w:rsid w:val="004C0283"/>
    <w:rsid w:val="004C6CC5"/>
    <w:rsid w:val="004C7791"/>
    <w:rsid w:val="004D0F12"/>
    <w:rsid w:val="004D3CD1"/>
    <w:rsid w:val="004E2A54"/>
    <w:rsid w:val="004E362F"/>
    <w:rsid w:val="004E5855"/>
    <w:rsid w:val="004F1319"/>
    <w:rsid w:val="004F4F0B"/>
    <w:rsid w:val="00506D3F"/>
    <w:rsid w:val="00512EE9"/>
    <w:rsid w:val="00514137"/>
    <w:rsid w:val="0051463B"/>
    <w:rsid w:val="005225B6"/>
    <w:rsid w:val="0052293D"/>
    <w:rsid w:val="005341B5"/>
    <w:rsid w:val="0053506D"/>
    <w:rsid w:val="00536ECE"/>
    <w:rsid w:val="0053797A"/>
    <w:rsid w:val="005412C8"/>
    <w:rsid w:val="0054138E"/>
    <w:rsid w:val="00543E05"/>
    <w:rsid w:val="00561A16"/>
    <w:rsid w:val="00563A1F"/>
    <w:rsid w:val="00572328"/>
    <w:rsid w:val="005759C7"/>
    <w:rsid w:val="005819C0"/>
    <w:rsid w:val="005841CC"/>
    <w:rsid w:val="00585ED6"/>
    <w:rsid w:val="005A4FF1"/>
    <w:rsid w:val="005A6035"/>
    <w:rsid w:val="005B1CB3"/>
    <w:rsid w:val="005B7C37"/>
    <w:rsid w:val="005C0093"/>
    <w:rsid w:val="005C58FA"/>
    <w:rsid w:val="005C7847"/>
    <w:rsid w:val="005D68ED"/>
    <w:rsid w:val="005D6928"/>
    <w:rsid w:val="005D787D"/>
    <w:rsid w:val="005E1B1C"/>
    <w:rsid w:val="005E2BA7"/>
    <w:rsid w:val="005E36EC"/>
    <w:rsid w:val="005F38AC"/>
    <w:rsid w:val="005F4BF0"/>
    <w:rsid w:val="006130D6"/>
    <w:rsid w:val="00613F70"/>
    <w:rsid w:val="00615A06"/>
    <w:rsid w:val="00630499"/>
    <w:rsid w:val="00633207"/>
    <w:rsid w:val="006378C5"/>
    <w:rsid w:val="00640B53"/>
    <w:rsid w:val="00642AD1"/>
    <w:rsid w:val="00670623"/>
    <w:rsid w:val="0067090C"/>
    <w:rsid w:val="00673100"/>
    <w:rsid w:val="00683BA2"/>
    <w:rsid w:val="00690B57"/>
    <w:rsid w:val="00692393"/>
    <w:rsid w:val="00695008"/>
    <w:rsid w:val="006A11F1"/>
    <w:rsid w:val="006B0276"/>
    <w:rsid w:val="006B4DB2"/>
    <w:rsid w:val="006C09DD"/>
    <w:rsid w:val="006C2E22"/>
    <w:rsid w:val="006C622C"/>
    <w:rsid w:val="006D440E"/>
    <w:rsid w:val="006D7035"/>
    <w:rsid w:val="006E161D"/>
    <w:rsid w:val="006E19C8"/>
    <w:rsid w:val="006E1EF9"/>
    <w:rsid w:val="006E6003"/>
    <w:rsid w:val="006E7852"/>
    <w:rsid w:val="006E7901"/>
    <w:rsid w:val="006F2230"/>
    <w:rsid w:val="00703AFF"/>
    <w:rsid w:val="00706F40"/>
    <w:rsid w:val="007122BA"/>
    <w:rsid w:val="0071380F"/>
    <w:rsid w:val="00713C18"/>
    <w:rsid w:val="00714FFC"/>
    <w:rsid w:val="0071775C"/>
    <w:rsid w:val="00720369"/>
    <w:rsid w:val="0073244C"/>
    <w:rsid w:val="00736178"/>
    <w:rsid w:val="007372CF"/>
    <w:rsid w:val="007542AB"/>
    <w:rsid w:val="00755A2A"/>
    <w:rsid w:val="007573B8"/>
    <w:rsid w:val="00757D0C"/>
    <w:rsid w:val="00764590"/>
    <w:rsid w:val="007716D1"/>
    <w:rsid w:val="00771C8F"/>
    <w:rsid w:val="0077468D"/>
    <w:rsid w:val="00775029"/>
    <w:rsid w:val="00775DA5"/>
    <w:rsid w:val="007761EA"/>
    <w:rsid w:val="00781562"/>
    <w:rsid w:val="00784277"/>
    <w:rsid w:val="0078635F"/>
    <w:rsid w:val="00786BDC"/>
    <w:rsid w:val="00793178"/>
    <w:rsid w:val="0079567D"/>
    <w:rsid w:val="007A0054"/>
    <w:rsid w:val="007B3474"/>
    <w:rsid w:val="007B35F3"/>
    <w:rsid w:val="007B49CF"/>
    <w:rsid w:val="007C11E9"/>
    <w:rsid w:val="007D79CD"/>
    <w:rsid w:val="007E04A9"/>
    <w:rsid w:val="007E381A"/>
    <w:rsid w:val="007E6CA3"/>
    <w:rsid w:val="007F072A"/>
    <w:rsid w:val="00801959"/>
    <w:rsid w:val="00805E90"/>
    <w:rsid w:val="0080636C"/>
    <w:rsid w:val="00824F86"/>
    <w:rsid w:val="00832C9A"/>
    <w:rsid w:val="00840540"/>
    <w:rsid w:val="00856487"/>
    <w:rsid w:val="008653E6"/>
    <w:rsid w:val="00867BE5"/>
    <w:rsid w:val="0087135F"/>
    <w:rsid w:val="008765C7"/>
    <w:rsid w:val="00881596"/>
    <w:rsid w:val="00882234"/>
    <w:rsid w:val="008834D6"/>
    <w:rsid w:val="00887AB0"/>
    <w:rsid w:val="00890413"/>
    <w:rsid w:val="00893D52"/>
    <w:rsid w:val="008A1CB6"/>
    <w:rsid w:val="008A46A5"/>
    <w:rsid w:val="008C3EF7"/>
    <w:rsid w:val="008D2321"/>
    <w:rsid w:val="008D2CB1"/>
    <w:rsid w:val="008D5BDE"/>
    <w:rsid w:val="008E01B6"/>
    <w:rsid w:val="008E2AA8"/>
    <w:rsid w:val="008E5D45"/>
    <w:rsid w:val="008E7F27"/>
    <w:rsid w:val="008F687A"/>
    <w:rsid w:val="00903AAA"/>
    <w:rsid w:val="009071F7"/>
    <w:rsid w:val="00907A49"/>
    <w:rsid w:val="0091033D"/>
    <w:rsid w:val="00911E7A"/>
    <w:rsid w:val="009238E2"/>
    <w:rsid w:val="009259B7"/>
    <w:rsid w:val="00927E51"/>
    <w:rsid w:val="009314B6"/>
    <w:rsid w:val="00950058"/>
    <w:rsid w:val="0095642E"/>
    <w:rsid w:val="0095734C"/>
    <w:rsid w:val="00970088"/>
    <w:rsid w:val="00976402"/>
    <w:rsid w:val="00976815"/>
    <w:rsid w:val="00986730"/>
    <w:rsid w:val="0098748A"/>
    <w:rsid w:val="009900C1"/>
    <w:rsid w:val="00992618"/>
    <w:rsid w:val="009955E7"/>
    <w:rsid w:val="00996CC4"/>
    <w:rsid w:val="009A4C5F"/>
    <w:rsid w:val="009B657E"/>
    <w:rsid w:val="009B7DB9"/>
    <w:rsid w:val="009C47E6"/>
    <w:rsid w:val="009E03BE"/>
    <w:rsid w:val="009E08D8"/>
    <w:rsid w:val="009E2A9C"/>
    <w:rsid w:val="009E4892"/>
    <w:rsid w:val="009F1036"/>
    <w:rsid w:val="009F32E2"/>
    <w:rsid w:val="009F5229"/>
    <w:rsid w:val="009F70E6"/>
    <w:rsid w:val="00A24F6E"/>
    <w:rsid w:val="00A26DE8"/>
    <w:rsid w:val="00A3018E"/>
    <w:rsid w:val="00A30FEA"/>
    <w:rsid w:val="00A3416E"/>
    <w:rsid w:val="00A4474D"/>
    <w:rsid w:val="00A529EE"/>
    <w:rsid w:val="00A56B67"/>
    <w:rsid w:val="00A57274"/>
    <w:rsid w:val="00A57EE8"/>
    <w:rsid w:val="00A62EBD"/>
    <w:rsid w:val="00A67A21"/>
    <w:rsid w:val="00A81B90"/>
    <w:rsid w:val="00A9080B"/>
    <w:rsid w:val="00A913C0"/>
    <w:rsid w:val="00A920FE"/>
    <w:rsid w:val="00A96D61"/>
    <w:rsid w:val="00A9704C"/>
    <w:rsid w:val="00AA048A"/>
    <w:rsid w:val="00AA736C"/>
    <w:rsid w:val="00AB0A67"/>
    <w:rsid w:val="00AB291E"/>
    <w:rsid w:val="00AB2A01"/>
    <w:rsid w:val="00AD31E3"/>
    <w:rsid w:val="00AD6954"/>
    <w:rsid w:val="00AE757F"/>
    <w:rsid w:val="00B056AB"/>
    <w:rsid w:val="00B05A2D"/>
    <w:rsid w:val="00B06C9D"/>
    <w:rsid w:val="00B07A59"/>
    <w:rsid w:val="00B15AAB"/>
    <w:rsid w:val="00B21642"/>
    <w:rsid w:val="00B3037C"/>
    <w:rsid w:val="00B3155C"/>
    <w:rsid w:val="00B33C0A"/>
    <w:rsid w:val="00B372E8"/>
    <w:rsid w:val="00B41ED3"/>
    <w:rsid w:val="00B45501"/>
    <w:rsid w:val="00B50D8A"/>
    <w:rsid w:val="00B61340"/>
    <w:rsid w:val="00B61E9E"/>
    <w:rsid w:val="00B62495"/>
    <w:rsid w:val="00B70F08"/>
    <w:rsid w:val="00B715D5"/>
    <w:rsid w:val="00B766D6"/>
    <w:rsid w:val="00B80545"/>
    <w:rsid w:val="00B81C62"/>
    <w:rsid w:val="00B85268"/>
    <w:rsid w:val="00B91BFC"/>
    <w:rsid w:val="00B93137"/>
    <w:rsid w:val="00B979EE"/>
    <w:rsid w:val="00BA76B0"/>
    <w:rsid w:val="00BA7FF8"/>
    <w:rsid w:val="00BB1C79"/>
    <w:rsid w:val="00BC320B"/>
    <w:rsid w:val="00BC411F"/>
    <w:rsid w:val="00BC5F3A"/>
    <w:rsid w:val="00BF0DB5"/>
    <w:rsid w:val="00BF4467"/>
    <w:rsid w:val="00C00D80"/>
    <w:rsid w:val="00C026B6"/>
    <w:rsid w:val="00C05125"/>
    <w:rsid w:val="00C17FEA"/>
    <w:rsid w:val="00C20D77"/>
    <w:rsid w:val="00C2397A"/>
    <w:rsid w:val="00C26F91"/>
    <w:rsid w:val="00C32072"/>
    <w:rsid w:val="00C34A11"/>
    <w:rsid w:val="00C37008"/>
    <w:rsid w:val="00C50FB3"/>
    <w:rsid w:val="00C51DCD"/>
    <w:rsid w:val="00C55F02"/>
    <w:rsid w:val="00C5722C"/>
    <w:rsid w:val="00C57DB3"/>
    <w:rsid w:val="00C609B0"/>
    <w:rsid w:val="00C6154D"/>
    <w:rsid w:val="00C66B2B"/>
    <w:rsid w:val="00C74CD2"/>
    <w:rsid w:val="00C82EC4"/>
    <w:rsid w:val="00C9221D"/>
    <w:rsid w:val="00C9664B"/>
    <w:rsid w:val="00CA1AD2"/>
    <w:rsid w:val="00CB6CBA"/>
    <w:rsid w:val="00CC0F0D"/>
    <w:rsid w:val="00CC18C7"/>
    <w:rsid w:val="00CD0704"/>
    <w:rsid w:val="00CD1874"/>
    <w:rsid w:val="00CD4C88"/>
    <w:rsid w:val="00CE0B77"/>
    <w:rsid w:val="00CE1D5D"/>
    <w:rsid w:val="00CE725B"/>
    <w:rsid w:val="00CF3F44"/>
    <w:rsid w:val="00D0009A"/>
    <w:rsid w:val="00D04974"/>
    <w:rsid w:val="00D04F8F"/>
    <w:rsid w:val="00D14FCF"/>
    <w:rsid w:val="00D165AC"/>
    <w:rsid w:val="00D16B57"/>
    <w:rsid w:val="00D16CAB"/>
    <w:rsid w:val="00D32474"/>
    <w:rsid w:val="00D33402"/>
    <w:rsid w:val="00D4299E"/>
    <w:rsid w:val="00D4637D"/>
    <w:rsid w:val="00D65112"/>
    <w:rsid w:val="00D700A1"/>
    <w:rsid w:val="00D80F4F"/>
    <w:rsid w:val="00D874B3"/>
    <w:rsid w:val="00DA0692"/>
    <w:rsid w:val="00DA795C"/>
    <w:rsid w:val="00DB502F"/>
    <w:rsid w:val="00DD6792"/>
    <w:rsid w:val="00DD79D8"/>
    <w:rsid w:val="00DE0EA4"/>
    <w:rsid w:val="00DE187C"/>
    <w:rsid w:val="00DE321B"/>
    <w:rsid w:val="00DE5498"/>
    <w:rsid w:val="00DE66BC"/>
    <w:rsid w:val="00DF102F"/>
    <w:rsid w:val="00DF4F0C"/>
    <w:rsid w:val="00E100A1"/>
    <w:rsid w:val="00E26139"/>
    <w:rsid w:val="00E36D38"/>
    <w:rsid w:val="00E36E82"/>
    <w:rsid w:val="00E4195F"/>
    <w:rsid w:val="00E453E0"/>
    <w:rsid w:val="00E45E79"/>
    <w:rsid w:val="00E47683"/>
    <w:rsid w:val="00E47F0D"/>
    <w:rsid w:val="00E5007A"/>
    <w:rsid w:val="00E53437"/>
    <w:rsid w:val="00E60295"/>
    <w:rsid w:val="00E63428"/>
    <w:rsid w:val="00E74C0B"/>
    <w:rsid w:val="00E76D92"/>
    <w:rsid w:val="00E82FBE"/>
    <w:rsid w:val="00E85B2B"/>
    <w:rsid w:val="00EA4A31"/>
    <w:rsid w:val="00EB1C2F"/>
    <w:rsid w:val="00EB1E32"/>
    <w:rsid w:val="00EB37A8"/>
    <w:rsid w:val="00EB47AC"/>
    <w:rsid w:val="00EB5DD1"/>
    <w:rsid w:val="00EC0ED1"/>
    <w:rsid w:val="00EC43C0"/>
    <w:rsid w:val="00ED2031"/>
    <w:rsid w:val="00ED2B66"/>
    <w:rsid w:val="00ED2F4E"/>
    <w:rsid w:val="00ED5C23"/>
    <w:rsid w:val="00ED6C5E"/>
    <w:rsid w:val="00ED7BB1"/>
    <w:rsid w:val="00F0704D"/>
    <w:rsid w:val="00F10D77"/>
    <w:rsid w:val="00F17122"/>
    <w:rsid w:val="00F21BDA"/>
    <w:rsid w:val="00F273B5"/>
    <w:rsid w:val="00F34E34"/>
    <w:rsid w:val="00F41A2F"/>
    <w:rsid w:val="00F4573B"/>
    <w:rsid w:val="00F46BA1"/>
    <w:rsid w:val="00F52CF7"/>
    <w:rsid w:val="00F54BEE"/>
    <w:rsid w:val="00F5688B"/>
    <w:rsid w:val="00F56DAE"/>
    <w:rsid w:val="00F5700A"/>
    <w:rsid w:val="00F57B73"/>
    <w:rsid w:val="00F64361"/>
    <w:rsid w:val="00F76BB1"/>
    <w:rsid w:val="00F819C3"/>
    <w:rsid w:val="00F83C84"/>
    <w:rsid w:val="00F96627"/>
    <w:rsid w:val="00FB23F5"/>
    <w:rsid w:val="00FB7BBB"/>
    <w:rsid w:val="00FC07EB"/>
    <w:rsid w:val="00FC100C"/>
    <w:rsid w:val="00FC3C92"/>
    <w:rsid w:val="00FD3067"/>
    <w:rsid w:val="00FD3602"/>
    <w:rsid w:val="00FD3A68"/>
    <w:rsid w:val="00FD40A4"/>
    <w:rsid w:val="00FD4471"/>
    <w:rsid w:val="00FE03D9"/>
    <w:rsid w:val="00FE22CA"/>
    <w:rsid w:val="00FE43E9"/>
    <w:rsid w:val="00FE66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20C47C"/>
  <w15:chartTrackingRefBased/>
  <w15:docId w15:val="{D08DAE06-00DE-4BBA-8188-D5EFC93B9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178"/>
    <w:pPr>
      <w:spacing w:line="260" w:lineRule="atLeast"/>
      <w:jc w:val="both"/>
    </w:pPr>
    <w:rPr>
      <w:rFonts w:ascii="Palatino Linotype" w:hAnsi="Palatino Linotype"/>
      <w:color w:val="000000"/>
      <w:lang w:val="en-GB"/>
    </w:rPr>
  </w:style>
  <w:style w:type="paragraph" w:styleId="Heading1">
    <w:name w:val="heading 1"/>
    <w:basedOn w:val="Normal"/>
    <w:next w:val="Normal"/>
    <w:link w:val="Heading1Char"/>
    <w:uiPriority w:val="9"/>
    <w:qFormat/>
    <w:rsid w:val="0000060F"/>
    <w:pPr>
      <w:keepNext/>
      <w:keepLines/>
      <w:spacing w:before="240" w:line="259" w:lineRule="auto"/>
      <w:jc w:val="left"/>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00060F"/>
    <w:pPr>
      <w:keepNext/>
      <w:keepLines/>
      <w:spacing w:before="40" w:line="259" w:lineRule="auto"/>
      <w:jc w:val="left"/>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00060F"/>
    <w:pPr>
      <w:keepNext/>
      <w:keepLines/>
      <w:spacing w:before="40" w:line="259" w:lineRule="auto"/>
      <w:jc w:val="left"/>
      <w:outlineLvl w:val="2"/>
    </w:pPr>
    <w:rPr>
      <w:rFonts w:asciiTheme="majorHAnsi" w:eastAsiaTheme="majorEastAsia" w:hAnsiTheme="majorHAnsi" w:cstheme="majorBidi"/>
      <w:color w:val="1F3763" w:themeColor="accent1" w:themeShade="7F"/>
      <w:sz w:val="24"/>
      <w:szCs w:val="24"/>
      <w:lang w:eastAsia="en-US"/>
    </w:rPr>
  </w:style>
  <w:style w:type="paragraph" w:styleId="Heading4">
    <w:name w:val="heading 4"/>
    <w:basedOn w:val="Normal"/>
    <w:next w:val="Normal"/>
    <w:link w:val="Heading4Char"/>
    <w:uiPriority w:val="9"/>
    <w:semiHidden/>
    <w:unhideWhenUsed/>
    <w:qFormat/>
    <w:rsid w:val="0000060F"/>
    <w:pPr>
      <w:keepNext/>
      <w:keepLines/>
      <w:spacing w:before="40" w:line="259" w:lineRule="auto"/>
      <w:jc w:val="left"/>
      <w:outlineLvl w:val="3"/>
    </w:pPr>
    <w:rPr>
      <w:rFonts w:asciiTheme="majorHAnsi" w:eastAsiaTheme="majorEastAsia" w:hAnsiTheme="majorHAnsi" w:cstheme="majorBidi"/>
      <w:i/>
      <w:iCs/>
      <w:color w:val="2F5496" w:themeColor="accent1" w:themeShade="BF"/>
      <w:sz w:val="22"/>
      <w:szCs w:val="22"/>
      <w:lang w:eastAsia="en-US"/>
    </w:rPr>
  </w:style>
  <w:style w:type="paragraph" w:styleId="Heading5">
    <w:name w:val="heading 5"/>
    <w:basedOn w:val="Normal"/>
    <w:next w:val="Normal"/>
    <w:link w:val="Heading5Char"/>
    <w:uiPriority w:val="9"/>
    <w:semiHidden/>
    <w:unhideWhenUsed/>
    <w:qFormat/>
    <w:rsid w:val="0000060F"/>
    <w:pPr>
      <w:keepNext/>
      <w:keepLines/>
      <w:spacing w:before="40" w:line="259" w:lineRule="auto"/>
      <w:jc w:val="left"/>
      <w:outlineLvl w:val="4"/>
    </w:pPr>
    <w:rPr>
      <w:rFonts w:asciiTheme="majorHAnsi" w:eastAsiaTheme="majorEastAsia" w:hAnsiTheme="majorHAnsi" w:cstheme="majorBidi"/>
      <w:color w:val="2F5496" w:themeColor="accent1" w:themeShade="BF"/>
      <w:sz w:val="22"/>
      <w:szCs w:val="22"/>
      <w:lang w:eastAsia="en-US"/>
    </w:rPr>
  </w:style>
  <w:style w:type="paragraph" w:styleId="Heading6">
    <w:name w:val="heading 6"/>
    <w:basedOn w:val="Normal"/>
    <w:next w:val="Normal"/>
    <w:link w:val="Heading6Char"/>
    <w:uiPriority w:val="9"/>
    <w:semiHidden/>
    <w:unhideWhenUsed/>
    <w:qFormat/>
    <w:rsid w:val="0000060F"/>
    <w:pPr>
      <w:keepNext/>
      <w:keepLines/>
      <w:spacing w:before="40" w:line="259" w:lineRule="auto"/>
      <w:jc w:val="left"/>
      <w:outlineLvl w:val="5"/>
    </w:pPr>
    <w:rPr>
      <w:rFonts w:asciiTheme="majorHAnsi" w:eastAsiaTheme="majorEastAsia" w:hAnsiTheme="majorHAnsi" w:cstheme="majorBidi"/>
      <w:color w:val="1F3763" w:themeColor="accent1" w:themeShade="7F"/>
      <w:sz w:val="22"/>
      <w:szCs w:val="22"/>
      <w:lang w:eastAsia="en-US"/>
    </w:rPr>
  </w:style>
  <w:style w:type="paragraph" w:styleId="Heading7">
    <w:name w:val="heading 7"/>
    <w:basedOn w:val="Normal"/>
    <w:next w:val="Normal"/>
    <w:link w:val="Heading7Char"/>
    <w:uiPriority w:val="9"/>
    <w:semiHidden/>
    <w:unhideWhenUsed/>
    <w:qFormat/>
    <w:rsid w:val="0000060F"/>
    <w:pPr>
      <w:keepNext/>
      <w:keepLines/>
      <w:spacing w:before="40" w:line="259" w:lineRule="auto"/>
      <w:jc w:val="left"/>
      <w:outlineLvl w:val="6"/>
    </w:pPr>
    <w:rPr>
      <w:rFonts w:asciiTheme="majorHAnsi" w:eastAsiaTheme="majorEastAsia" w:hAnsiTheme="majorHAnsi" w:cstheme="majorBidi"/>
      <w:i/>
      <w:iCs/>
      <w:color w:val="1F3763" w:themeColor="accent1" w:themeShade="7F"/>
      <w:sz w:val="22"/>
      <w:szCs w:val="22"/>
      <w:lang w:eastAsia="en-US"/>
    </w:rPr>
  </w:style>
  <w:style w:type="paragraph" w:styleId="Heading8">
    <w:name w:val="heading 8"/>
    <w:basedOn w:val="Normal"/>
    <w:next w:val="Normal"/>
    <w:link w:val="Heading8Char"/>
    <w:uiPriority w:val="9"/>
    <w:semiHidden/>
    <w:unhideWhenUsed/>
    <w:qFormat/>
    <w:rsid w:val="0000060F"/>
    <w:pPr>
      <w:keepNext/>
      <w:keepLines/>
      <w:spacing w:before="40" w:line="259" w:lineRule="auto"/>
      <w:jc w:val="left"/>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00060F"/>
    <w:pPr>
      <w:keepNext/>
      <w:keepLines/>
      <w:spacing w:before="40" w:line="259" w:lineRule="auto"/>
      <w:jc w:val="left"/>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C34A11"/>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C34A11"/>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C34A11"/>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C34A11"/>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rsid w:val="00C34A11"/>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C34A11"/>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C34A11"/>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C34A11"/>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EB1C2F"/>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C34A11"/>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34A11"/>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C34A11"/>
    <w:rPr>
      <w:rFonts w:ascii="Palatino Linotype" w:hAnsi="Palatino Linotype"/>
      <w:noProof/>
      <w:color w:val="000000"/>
      <w:szCs w:val="18"/>
    </w:rPr>
  </w:style>
  <w:style w:type="paragraph" w:styleId="Header">
    <w:name w:val="header"/>
    <w:basedOn w:val="Normal"/>
    <w:link w:val="HeaderChar"/>
    <w:uiPriority w:val="99"/>
    <w:rsid w:val="00C34A11"/>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C34A11"/>
    <w:rPr>
      <w:rFonts w:ascii="Palatino Linotype" w:hAnsi="Palatino Linotype"/>
      <w:noProof/>
      <w:color w:val="000000"/>
      <w:szCs w:val="18"/>
    </w:rPr>
  </w:style>
  <w:style w:type="paragraph" w:customStyle="1" w:styleId="MDPIheaderjournallogo">
    <w:name w:val="MDPI_header_journal_logo"/>
    <w:qFormat/>
    <w:rsid w:val="00C34A11"/>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C34A11"/>
    <w:pPr>
      <w:ind w:firstLine="0"/>
    </w:pPr>
  </w:style>
  <w:style w:type="paragraph" w:customStyle="1" w:styleId="MDPI31text">
    <w:name w:val="MDPI_3.1_text"/>
    <w:qFormat/>
    <w:rsid w:val="00E36E8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C34A11"/>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C34A11"/>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C34A11"/>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856487"/>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856487"/>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C34A11"/>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C34A11"/>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C34A11"/>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775DA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C34A11"/>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C34A11"/>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C34A11"/>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C34A11"/>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C34A11"/>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C34A11"/>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2F0633"/>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C34A11"/>
    <w:rPr>
      <w:rFonts w:cs="Tahoma"/>
      <w:szCs w:val="18"/>
    </w:rPr>
  </w:style>
  <w:style w:type="character" w:customStyle="1" w:styleId="BalloonTextChar">
    <w:name w:val="Balloon Text Char"/>
    <w:link w:val="BalloonText"/>
    <w:uiPriority w:val="99"/>
    <w:rsid w:val="00C34A11"/>
    <w:rPr>
      <w:rFonts w:ascii="Palatino Linotype" w:hAnsi="Palatino Linotype" w:cs="Tahoma"/>
      <w:noProof/>
      <w:color w:val="000000"/>
      <w:szCs w:val="18"/>
    </w:rPr>
  </w:style>
  <w:style w:type="character" w:styleId="LineNumber">
    <w:name w:val="line number"/>
    <w:uiPriority w:val="99"/>
    <w:rsid w:val="00404844"/>
    <w:rPr>
      <w:rFonts w:ascii="Palatino Linotype" w:hAnsi="Palatino Linotype"/>
      <w:sz w:val="16"/>
    </w:rPr>
  </w:style>
  <w:style w:type="table" w:customStyle="1" w:styleId="MDPI41threelinetable">
    <w:name w:val="MDPI_4.1_three_line_table"/>
    <w:basedOn w:val="TableNormal"/>
    <w:uiPriority w:val="99"/>
    <w:rsid w:val="00C34A11"/>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C34A11"/>
    <w:rPr>
      <w:color w:val="0000FF"/>
      <w:u w:val="single"/>
    </w:rPr>
  </w:style>
  <w:style w:type="character" w:styleId="UnresolvedMention">
    <w:name w:val="Unresolved Mention"/>
    <w:uiPriority w:val="99"/>
    <w:semiHidden/>
    <w:unhideWhenUsed/>
    <w:rsid w:val="00C6154D"/>
    <w:rPr>
      <w:color w:val="605E5C"/>
      <w:shd w:val="clear" w:color="auto" w:fill="E1DFDD"/>
    </w:rPr>
  </w:style>
  <w:style w:type="table" w:styleId="PlainTable4">
    <w:name w:val="Plain Table 4"/>
    <w:basedOn w:val="TableNormal"/>
    <w:uiPriority w:val="44"/>
    <w:rsid w:val="003174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C34A11"/>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C34A11"/>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C34A11"/>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C34A11"/>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C34A11"/>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C34A11"/>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4E5855"/>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C34A11"/>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C34A11"/>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C34A11"/>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C34A11"/>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C34A11"/>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C34A11"/>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C34A11"/>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C34A11"/>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C34A11"/>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C34A11"/>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C34A11"/>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C34A11"/>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C34A11"/>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C34A11"/>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C34A11"/>
  </w:style>
  <w:style w:type="paragraph" w:styleId="Bibliography">
    <w:name w:val="Bibliography"/>
    <w:basedOn w:val="Normal"/>
    <w:next w:val="Normal"/>
    <w:uiPriority w:val="37"/>
    <w:semiHidden/>
    <w:unhideWhenUsed/>
    <w:rsid w:val="00C34A11"/>
  </w:style>
  <w:style w:type="paragraph" w:styleId="BodyText">
    <w:name w:val="Body Text"/>
    <w:link w:val="BodyTextChar"/>
    <w:rsid w:val="00C34A11"/>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C34A11"/>
    <w:rPr>
      <w:rFonts w:ascii="Palatino Linotype" w:hAnsi="Palatino Linotype"/>
      <w:color w:val="000000"/>
      <w:sz w:val="24"/>
      <w:lang w:eastAsia="de-DE"/>
    </w:rPr>
  </w:style>
  <w:style w:type="character" w:styleId="CommentReference">
    <w:name w:val="annotation reference"/>
    <w:uiPriority w:val="99"/>
    <w:rsid w:val="00C34A11"/>
    <w:rPr>
      <w:sz w:val="21"/>
      <w:szCs w:val="21"/>
    </w:rPr>
  </w:style>
  <w:style w:type="paragraph" w:styleId="CommentText">
    <w:name w:val="annotation text"/>
    <w:basedOn w:val="Normal"/>
    <w:link w:val="CommentTextChar"/>
    <w:uiPriority w:val="99"/>
    <w:rsid w:val="00C34A11"/>
  </w:style>
  <w:style w:type="character" w:customStyle="1" w:styleId="CommentTextChar">
    <w:name w:val="Comment Text Char"/>
    <w:link w:val="CommentText"/>
    <w:uiPriority w:val="99"/>
    <w:rsid w:val="00C34A11"/>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C34A11"/>
    <w:rPr>
      <w:b/>
      <w:bCs/>
    </w:rPr>
  </w:style>
  <w:style w:type="character" w:customStyle="1" w:styleId="CommentSubjectChar">
    <w:name w:val="Comment Subject Char"/>
    <w:link w:val="CommentSubject"/>
    <w:uiPriority w:val="99"/>
    <w:rsid w:val="00C34A11"/>
    <w:rPr>
      <w:rFonts w:ascii="Palatino Linotype" w:hAnsi="Palatino Linotype"/>
      <w:b/>
      <w:bCs/>
      <w:noProof/>
      <w:color w:val="000000"/>
    </w:rPr>
  </w:style>
  <w:style w:type="character" w:styleId="EndnoteReference">
    <w:name w:val="endnote reference"/>
    <w:rsid w:val="00C34A11"/>
    <w:rPr>
      <w:vertAlign w:val="superscript"/>
    </w:rPr>
  </w:style>
  <w:style w:type="paragraph" w:styleId="EndnoteText">
    <w:name w:val="endnote text"/>
    <w:basedOn w:val="Normal"/>
    <w:link w:val="EndnoteTextChar"/>
    <w:semiHidden/>
    <w:unhideWhenUsed/>
    <w:rsid w:val="00C34A11"/>
    <w:pPr>
      <w:spacing w:line="240" w:lineRule="auto"/>
    </w:pPr>
  </w:style>
  <w:style w:type="character" w:customStyle="1" w:styleId="EndnoteTextChar">
    <w:name w:val="Endnote Text Char"/>
    <w:link w:val="EndnoteText"/>
    <w:semiHidden/>
    <w:rsid w:val="00C34A11"/>
    <w:rPr>
      <w:rFonts w:ascii="Palatino Linotype" w:hAnsi="Palatino Linotype"/>
      <w:noProof/>
      <w:color w:val="000000"/>
    </w:rPr>
  </w:style>
  <w:style w:type="character" w:styleId="FollowedHyperlink">
    <w:name w:val="FollowedHyperlink"/>
    <w:uiPriority w:val="99"/>
    <w:rsid w:val="00C34A11"/>
    <w:rPr>
      <w:color w:val="954F72"/>
      <w:u w:val="single"/>
    </w:rPr>
  </w:style>
  <w:style w:type="paragraph" w:styleId="FootnoteText">
    <w:name w:val="footnote text"/>
    <w:basedOn w:val="Normal"/>
    <w:link w:val="FootnoteTextChar"/>
    <w:semiHidden/>
    <w:unhideWhenUsed/>
    <w:rsid w:val="00C34A11"/>
    <w:pPr>
      <w:spacing w:line="240" w:lineRule="auto"/>
    </w:pPr>
  </w:style>
  <w:style w:type="character" w:customStyle="1" w:styleId="FootnoteTextChar">
    <w:name w:val="Footnote Text Char"/>
    <w:link w:val="FootnoteText"/>
    <w:semiHidden/>
    <w:rsid w:val="00C34A11"/>
    <w:rPr>
      <w:rFonts w:ascii="Palatino Linotype" w:hAnsi="Palatino Linotype"/>
      <w:noProof/>
      <w:color w:val="000000"/>
    </w:rPr>
  </w:style>
  <w:style w:type="paragraph" w:styleId="NormalWeb">
    <w:name w:val="Normal (Web)"/>
    <w:basedOn w:val="Normal"/>
    <w:uiPriority w:val="99"/>
    <w:rsid w:val="00C34A11"/>
    <w:rPr>
      <w:szCs w:val="24"/>
    </w:rPr>
  </w:style>
  <w:style w:type="paragraph" w:customStyle="1" w:styleId="MsoFootnoteText0">
    <w:name w:val="MsoFootnoteText"/>
    <w:basedOn w:val="NormalWeb"/>
    <w:qFormat/>
    <w:rsid w:val="00C34A11"/>
    <w:rPr>
      <w:rFonts w:ascii="Times New Roman" w:hAnsi="Times New Roman"/>
    </w:rPr>
  </w:style>
  <w:style w:type="character" w:styleId="PageNumber">
    <w:name w:val="page number"/>
    <w:rsid w:val="00C34A11"/>
  </w:style>
  <w:style w:type="character" w:styleId="PlaceholderText">
    <w:name w:val="Placeholder Text"/>
    <w:uiPriority w:val="99"/>
    <w:semiHidden/>
    <w:rsid w:val="00C34A11"/>
    <w:rPr>
      <w:color w:val="808080"/>
    </w:rPr>
  </w:style>
  <w:style w:type="paragraph" w:customStyle="1" w:styleId="MDPI71FootNotes">
    <w:name w:val="MDPI_7.1_FootNotes"/>
    <w:qFormat/>
    <w:rsid w:val="00B979EE"/>
    <w:pPr>
      <w:numPr>
        <w:numId w:val="21"/>
      </w:numPr>
      <w:adjustRightInd w:val="0"/>
      <w:snapToGrid w:val="0"/>
      <w:spacing w:line="228" w:lineRule="auto"/>
    </w:pPr>
    <w:rPr>
      <w:rFonts w:ascii="Palatino Linotype" w:eastAsiaTheme="minorEastAsia" w:hAnsi="Palatino Linotype"/>
      <w:noProof/>
      <w:color w:val="000000"/>
      <w:sz w:val="18"/>
    </w:rPr>
  </w:style>
  <w:style w:type="character" w:customStyle="1" w:styleId="Heading1Char">
    <w:name w:val="Heading 1 Char"/>
    <w:basedOn w:val="DefaultParagraphFont"/>
    <w:link w:val="Heading1"/>
    <w:uiPriority w:val="9"/>
    <w:rsid w:val="0000060F"/>
    <w:rPr>
      <w:rFonts w:asciiTheme="majorHAnsi" w:eastAsiaTheme="majorEastAsia" w:hAnsiTheme="majorHAnsi" w:cstheme="majorBidi"/>
      <w:color w:val="2F5496" w:themeColor="accent1" w:themeShade="BF"/>
      <w:sz w:val="32"/>
      <w:szCs w:val="32"/>
      <w:lang w:val="en-GB" w:eastAsia="en-US"/>
    </w:rPr>
  </w:style>
  <w:style w:type="character" w:customStyle="1" w:styleId="Heading2Char">
    <w:name w:val="Heading 2 Char"/>
    <w:basedOn w:val="DefaultParagraphFont"/>
    <w:link w:val="Heading2"/>
    <w:uiPriority w:val="9"/>
    <w:semiHidden/>
    <w:rsid w:val="0000060F"/>
    <w:rPr>
      <w:rFonts w:asciiTheme="majorHAnsi" w:eastAsiaTheme="majorEastAsia" w:hAnsiTheme="majorHAnsi" w:cstheme="majorBidi"/>
      <w:color w:val="2F5496" w:themeColor="accent1" w:themeShade="BF"/>
      <w:sz w:val="26"/>
      <w:szCs w:val="26"/>
      <w:lang w:val="en-GB" w:eastAsia="en-US"/>
    </w:rPr>
  </w:style>
  <w:style w:type="character" w:customStyle="1" w:styleId="Heading3Char">
    <w:name w:val="Heading 3 Char"/>
    <w:basedOn w:val="DefaultParagraphFont"/>
    <w:link w:val="Heading3"/>
    <w:uiPriority w:val="9"/>
    <w:rsid w:val="0000060F"/>
    <w:rPr>
      <w:rFonts w:asciiTheme="majorHAnsi" w:eastAsiaTheme="majorEastAsia" w:hAnsiTheme="majorHAnsi" w:cstheme="majorBidi"/>
      <w:color w:val="1F3763" w:themeColor="accent1" w:themeShade="7F"/>
      <w:sz w:val="24"/>
      <w:szCs w:val="24"/>
      <w:lang w:val="en-GB" w:eastAsia="en-US"/>
    </w:rPr>
  </w:style>
  <w:style w:type="character" w:customStyle="1" w:styleId="Heading4Char">
    <w:name w:val="Heading 4 Char"/>
    <w:basedOn w:val="DefaultParagraphFont"/>
    <w:link w:val="Heading4"/>
    <w:uiPriority w:val="9"/>
    <w:semiHidden/>
    <w:rsid w:val="0000060F"/>
    <w:rPr>
      <w:rFonts w:asciiTheme="majorHAnsi" w:eastAsiaTheme="majorEastAsia" w:hAnsiTheme="majorHAnsi" w:cstheme="majorBidi"/>
      <w:i/>
      <w:iCs/>
      <w:color w:val="2F5496" w:themeColor="accent1" w:themeShade="BF"/>
      <w:sz w:val="22"/>
      <w:szCs w:val="22"/>
      <w:lang w:val="en-GB" w:eastAsia="en-US"/>
    </w:rPr>
  </w:style>
  <w:style w:type="character" w:customStyle="1" w:styleId="Heading5Char">
    <w:name w:val="Heading 5 Char"/>
    <w:basedOn w:val="DefaultParagraphFont"/>
    <w:link w:val="Heading5"/>
    <w:uiPriority w:val="9"/>
    <w:semiHidden/>
    <w:rsid w:val="0000060F"/>
    <w:rPr>
      <w:rFonts w:asciiTheme="majorHAnsi" w:eastAsiaTheme="majorEastAsia" w:hAnsiTheme="majorHAnsi" w:cstheme="majorBidi"/>
      <w:color w:val="2F5496" w:themeColor="accent1" w:themeShade="BF"/>
      <w:sz w:val="22"/>
      <w:szCs w:val="22"/>
      <w:lang w:val="en-GB" w:eastAsia="en-US"/>
    </w:rPr>
  </w:style>
  <w:style w:type="character" w:customStyle="1" w:styleId="Heading6Char">
    <w:name w:val="Heading 6 Char"/>
    <w:basedOn w:val="DefaultParagraphFont"/>
    <w:link w:val="Heading6"/>
    <w:uiPriority w:val="9"/>
    <w:semiHidden/>
    <w:rsid w:val="0000060F"/>
    <w:rPr>
      <w:rFonts w:asciiTheme="majorHAnsi" w:eastAsiaTheme="majorEastAsia" w:hAnsiTheme="majorHAnsi" w:cstheme="majorBidi"/>
      <w:color w:val="1F3763" w:themeColor="accent1" w:themeShade="7F"/>
      <w:sz w:val="22"/>
      <w:szCs w:val="22"/>
      <w:lang w:val="en-GB" w:eastAsia="en-US"/>
    </w:rPr>
  </w:style>
  <w:style w:type="character" w:customStyle="1" w:styleId="Heading7Char">
    <w:name w:val="Heading 7 Char"/>
    <w:basedOn w:val="DefaultParagraphFont"/>
    <w:link w:val="Heading7"/>
    <w:uiPriority w:val="9"/>
    <w:semiHidden/>
    <w:rsid w:val="0000060F"/>
    <w:rPr>
      <w:rFonts w:asciiTheme="majorHAnsi" w:eastAsiaTheme="majorEastAsia" w:hAnsiTheme="majorHAnsi" w:cstheme="majorBidi"/>
      <w:i/>
      <w:iCs/>
      <w:color w:val="1F3763" w:themeColor="accent1" w:themeShade="7F"/>
      <w:sz w:val="22"/>
      <w:szCs w:val="22"/>
      <w:lang w:val="en-GB" w:eastAsia="en-US"/>
    </w:rPr>
  </w:style>
  <w:style w:type="character" w:customStyle="1" w:styleId="Heading8Char">
    <w:name w:val="Heading 8 Char"/>
    <w:basedOn w:val="DefaultParagraphFont"/>
    <w:link w:val="Heading8"/>
    <w:uiPriority w:val="9"/>
    <w:semiHidden/>
    <w:rsid w:val="0000060F"/>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uiPriority w:val="9"/>
    <w:semiHidden/>
    <w:rsid w:val="0000060F"/>
    <w:rPr>
      <w:rFonts w:asciiTheme="majorHAnsi" w:eastAsiaTheme="majorEastAsia" w:hAnsiTheme="majorHAnsi" w:cstheme="majorBidi"/>
      <w:i/>
      <w:iCs/>
      <w:color w:val="272727" w:themeColor="text1" w:themeTint="D8"/>
      <w:sz w:val="21"/>
      <w:szCs w:val="21"/>
      <w:lang w:val="en-GB" w:eastAsia="en-US"/>
    </w:rPr>
  </w:style>
  <w:style w:type="paragraph" w:customStyle="1" w:styleId="CitaviBibliographyEntry">
    <w:name w:val="Citavi Bibliography Entry"/>
    <w:basedOn w:val="Normal"/>
    <w:link w:val="CitaviBibliographyEntryChar"/>
    <w:uiPriority w:val="99"/>
    <w:rsid w:val="0000060F"/>
    <w:pPr>
      <w:tabs>
        <w:tab w:val="left" w:pos="454"/>
      </w:tabs>
      <w:spacing w:line="259" w:lineRule="auto"/>
      <w:ind w:left="454" w:hanging="454"/>
      <w:jc w:val="left"/>
    </w:pPr>
    <w:rPr>
      <w:rFonts w:asciiTheme="minorHAnsi" w:eastAsiaTheme="minorHAnsi" w:hAnsiTheme="minorHAnsi" w:cstheme="minorBidi"/>
      <w:color w:val="auto"/>
      <w:sz w:val="22"/>
      <w:szCs w:val="22"/>
      <w:lang w:eastAsia="en-US"/>
    </w:rPr>
  </w:style>
  <w:style w:type="character" w:customStyle="1" w:styleId="CitaviBibliographyEntryChar">
    <w:name w:val="Citavi Bibliography Entry Char"/>
    <w:basedOn w:val="DefaultParagraphFont"/>
    <w:link w:val="CitaviBibliographyEntry"/>
    <w:uiPriority w:val="99"/>
    <w:rsid w:val="0000060F"/>
    <w:rPr>
      <w:rFonts w:asciiTheme="minorHAnsi" w:eastAsiaTheme="minorHAnsi" w:hAnsiTheme="minorHAnsi" w:cstheme="minorBidi"/>
      <w:sz w:val="22"/>
      <w:szCs w:val="22"/>
      <w:lang w:val="en-GB" w:eastAsia="en-US"/>
    </w:rPr>
  </w:style>
  <w:style w:type="paragraph" w:customStyle="1" w:styleId="CitaviBibliographyHeading">
    <w:name w:val="Citavi Bibliography Heading"/>
    <w:basedOn w:val="Heading1"/>
    <w:link w:val="CitaviBibliographyHeadingChar"/>
    <w:uiPriority w:val="99"/>
    <w:rsid w:val="0000060F"/>
  </w:style>
  <w:style w:type="character" w:customStyle="1" w:styleId="CitaviBibliographyHeadingChar">
    <w:name w:val="Citavi Bibliography Heading Char"/>
    <w:basedOn w:val="DefaultParagraphFont"/>
    <w:link w:val="CitaviBibliographyHeading"/>
    <w:uiPriority w:val="99"/>
    <w:rsid w:val="0000060F"/>
    <w:rPr>
      <w:rFonts w:asciiTheme="majorHAnsi" w:eastAsiaTheme="majorEastAsia" w:hAnsiTheme="majorHAnsi" w:cstheme="majorBidi"/>
      <w:color w:val="2F5496" w:themeColor="accent1" w:themeShade="BF"/>
      <w:sz w:val="32"/>
      <w:szCs w:val="32"/>
      <w:lang w:val="en-GB" w:eastAsia="en-US"/>
    </w:rPr>
  </w:style>
  <w:style w:type="paragraph" w:customStyle="1" w:styleId="CitaviChapterBibliographyHeading">
    <w:name w:val="Citavi Chapter Bibliography Heading"/>
    <w:basedOn w:val="Heading2"/>
    <w:link w:val="CitaviChapterBibliographyHeadingChar"/>
    <w:uiPriority w:val="99"/>
    <w:rsid w:val="0000060F"/>
  </w:style>
  <w:style w:type="character" w:customStyle="1" w:styleId="CitaviChapterBibliographyHeadingChar">
    <w:name w:val="Citavi Chapter Bibliography Heading Char"/>
    <w:basedOn w:val="DefaultParagraphFont"/>
    <w:link w:val="CitaviChapterBibliographyHeading"/>
    <w:uiPriority w:val="99"/>
    <w:rsid w:val="0000060F"/>
    <w:rPr>
      <w:rFonts w:asciiTheme="majorHAnsi" w:eastAsiaTheme="majorEastAsia" w:hAnsiTheme="majorHAnsi" w:cstheme="majorBidi"/>
      <w:color w:val="2F5496" w:themeColor="accent1" w:themeShade="BF"/>
      <w:sz w:val="26"/>
      <w:szCs w:val="26"/>
      <w:lang w:val="en-GB" w:eastAsia="en-US"/>
    </w:rPr>
  </w:style>
  <w:style w:type="paragraph" w:customStyle="1" w:styleId="CitaviBibliographySubheading1">
    <w:name w:val="Citavi Bibliography Subheading 1"/>
    <w:basedOn w:val="Heading2"/>
    <w:link w:val="CitaviBibliographySubheading1Char"/>
    <w:uiPriority w:val="99"/>
    <w:rsid w:val="0000060F"/>
    <w:pPr>
      <w:jc w:val="both"/>
      <w:outlineLvl w:val="9"/>
    </w:pPr>
    <w:rPr>
      <w:rFonts w:ascii="Palatino Linotype" w:hAnsi="Palatino Linotype"/>
      <w:sz w:val="28"/>
    </w:rPr>
  </w:style>
  <w:style w:type="character" w:customStyle="1" w:styleId="CitaviBibliographySubheading1Char">
    <w:name w:val="Citavi Bibliography Subheading 1 Char"/>
    <w:basedOn w:val="DefaultParagraphFont"/>
    <w:link w:val="CitaviBibliographySubheading1"/>
    <w:uiPriority w:val="99"/>
    <w:rsid w:val="0000060F"/>
    <w:rPr>
      <w:rFonts w:ascii="Palatino Linotype" w:eastAsiaTheme="majorEastAsia" w:hAnsi="Palatino Linotype" w:cstheme="majorBidi"/>
      <w:color w:val="2F5496" w:themeColor="accent1" w:themeShade="BF"/>
      <w:sz w:val="28"/>
      <w:szCs w:val="26"/>
      <w:lang w:val="en-GB" w:eastAsia="en-US"/>
    </w:rPr>
  </w:style>
  <w:style w:type="paragraph" w:customStyle="1" w:styleId="CitaviBibliographySubheading2">
    <w:name w:val="Citavi Bibliography Subheading 2"/>
    <w:basedOn w:val="Heading3"/>
    <w:link w:val="CitaviBibliographySubheading2Char"/>
    <w:uiPriority w:val="99"/>
    <w:rsid w:val="0000060F"/>
    <w:pPr>
      <w:jc w:val="both"/>
      <w:outlineLvl w:val="9"/>
    </w:pPr>
    <w:rPr>
      <w:rFonts w:ascii="Palatino Linotype" w:hAnsi="Palatino Linotype"/>
      <w:sz w:val="28"/>
    </w:rPr>
  </w:style>
  <w:style w:type="character" w:customStyle="1" w:styleId="CitaviBibliographySubheading2Char">
    <w:name w:val="Citavi Bibliography Subheading 2 Char"/>
    <w:basedOn w:val="DefaultParagraphFont"/>
    <w:link w:val="CitaviBibliographySubheading2"/>
    <w:uiPriority w:val="99"/>
    <w:rsid w:val="0000060F"/>
    <w:rPr>
      <w:rFonts w:ascii="Palatino Linotype" w:eastAsiaTheme="majorEastAsia" w:hAnsi="Palatino Linotype" w:cstheme="majorBidi"/>
      <w:color w:val="1F3763" w:themeColor="accent1" w:themeShade="7F"/>
      <w:sz w:val="28"/>
      <w:szCs w:val="24"/>
      <w:lang w:val="en-GB" w:eastAsia="en-US"/>
    </w:rPr>
  </w:style>
  <w:style w:type="paragraph" w:customStyle="1" w:styleId="CitaviBibliographySubheading3">
    <w:name w:val="Citavi Bibliography Subheading 3"/>
    <w:basedOn w:val="Heading4"/>
    <w:link w:val="CitaviBibliographySubheading3Char"/>
    <w:uiPriority w:val="99"/>
    <w:rsid w:val="0000060F"/>
    <w:pPr>
      <w:jc w:val="both"/>
      <w:outlineLvl w:val="9"/>
    </w:pPr>
    <w:rPr>
      <w:rFonts w:ascii="Palatino Linotype" w:hAnsi="Palatino Linotype"/>
      <w:sz w:val="28"/>
    </w:rPr>
  </w:style>
  <w:style w:type="character" w:customStyle="1" w:styleId="CitaviBibliographySubheading3Char">
    <w:name w:val="Citavi Bibliography Subheading 3 Char"/>
    <w:basedOn w:val="DefaultParagraphFont"/>
    <w:link w:val="CitaviBibliographySubheading3"/>
    <w:uiPriority w:val="99"/>
    <w:rsid w:val="0000060F"/>
    <w:rPr>
      <w:rFonts w:ascii="Palatino Linotype" w:eastAsiaTheme="majorEastAsia" w:hAnsi="Palatino Linotype" w:cstheme="majorBidi"/>
      <w:i/>
      <w:iCs/>
      <w:color w:val="2F5496" w:themeColor="accent1" w:themeShade="BF"/>
      <w:sz w:val="28"/>
      <w:szCs w:val="22"/>
      <w:lang w:val="en-GB" w:eastAsia="en-US"/>
    </w:rPr>
  </w:style>
  <w:style w:type="paragraph" w:customStyle="1" w:styleId="CitaviBibliographySubheading4">
    <w:name w:val="Citavi Bibliography Subheading 4"/>
    <w:basedOn w:val="Heading5"/>
    <w:link w:val="CitaviBibliographySubheading4Char"/>
    <w:uiPriority w:val="99"/>
    <w:rsid w:val="0000060F"/>
    <w:pPr>
      <w:jc w:val="both"/>
      <w:outlineLvl w:val="9"/>
    </w:pPr>
    <w:rPr>
      <w:rFonts w:ascii="Palatino Linotype" w:hAnsi="Palatino Linotype"/>
      <w:sz w:val="28"/>
    </w:rPr>
  </w:style>
  <w:style w:type="character" w:customStyle="1" w:styleId="CitaviBibliographySubheading4Char">
    <w:name w:val="Citavi Bibliography Subheading 4 Char"/>
    <w:basedOn w:val="DefaultParagraphFont"/>
    <w:link w:val="CitaviBibliographySubheading4"/>
    <w:uiPriority w:val="99"/>
    <w:rsid w:val="0000060F"/>
    <w:rPr>
      <w:rFonts w:ascii="Palatino Linotype" w:eastAsiaTheme="majorEastAsia" w:hAnsi="Palatino Linotype" w:cstheme="majorBidi"/>
      <w:color w:val="2F5496" w:themeColor="accent1" w:themeShade="BF"/>
      <w:sz w:val="28"/>
      <w:szCs w:val="22"/>
      <w:lang w:val="en-GB" w:eastAsia="en-US"/>
    </w:rPr>
  </w:style>
  <w:style w:type="paragraph" w:customStyle="1" w:styleId="CitaviBibliographySubheading5">
    <w:name w:val="Citavi Bibliography Subheading 5"/>
    <w:basedOn w:val="Heading6"/>
    <w:link w:val="CitaviBibliographySubheading5Char"/>
    <w:uiPriority w:val="99"/>
    <w:rsid w:val="0000060F"/>
    <w:pPr>
      <w:jc w:val="both"/>
      <w:outlineLvl w:val="9"/>
    </w:pPr>
    <w:rPr>
      <w:rFonts w:ascii="Palatino Linotype" w:hAnsi="Palatino Linotype"/>
      <w:sz w:val="28"/>
    </w:rPr>
  </w:style>
  <w:style w:type="character" w:customStyle="1" w:styleId="CitaviBibliographySubheading5Char">
    <w:name w:val="Citavi Bibliography Subheading 5 Char"/>
    <w:basedOn w:val="DefaultParagraphFont"/>
    <w:link w:val="CitaviBibliographySubheading5"/>
    <w:uiPriority w:val="99"/>
    <w:rsid w:val="0000060F"/>
    <w:rPr>
      <w:rFonts w:ascii="Palatino Linotype" w:eastAsiaTheme="majorEastAsia" w:hAnsi="Palatino Linotype" w:cstheme="majorBidi"/>
      <w:color w:val="1F3763" w:themeColor="accent1" w:themeShade="7F"/>
      <w:sz w:val="28"/>
      <w:szCs w:val="22"/>
      <w:lang w:val="en-GB" w:eastAsia="en-US"/>
    </w:rPr>
  </w:style>
  <w:style w:type="paragraph" w:customStyle="1" w:styleId="CitaviBibliographySubheading6">
    <w:name w:val="Citavi Bibliography Subheading 6"/>
    <w:basedOn w:val="Heading7"/>
    <w:link w:val="CitaviBibliographySubheading6Char"/>
    <w:uiPriority w:val="99"/>
    <w:rsid w:val="0000060F"/>
    <w:pPr>
      <w:jc w:val="both"/>
      <w:outlineLvl w:val="9"/>
    </w:pPr>
    <w:rPr>
      <w:rFonts w:ascii="Palatino Linotype" w:hAnsi="Palatino Linotype"/>
      <w:sz w:val="28"/>
    </w:rPr>
  </w:style>
  <w:style w:type="character" w:customStyle="1" w:styleId="CitaviBibliographySubheading6Char">
    <w:name w:val="Citavi Bibliography Subheading 6 Char"/>
    <w:basedOn w:val="DefaultParagraphFont"/>
    <w:link w:val="CitaviBibliographySubheading6"/>
    <w:uiPriority w:val="99"/>
    <w:rsid w:val="0000060F"/>
    <w:rPr>
      <w:rFonts w:ascii="Palatino Linotype" w:eastAsiaTheme="majorEastAsia" w:hAnsi="Palatino Linotype" w:cstheme="majorBidi"/>
      <w:i/>
      <w:iCs/>
      <w:color w:val="1F3763" w:themeColor="accent1" w:themeShade="7F"/>
      <w:sz w:val="28"/>
      <w:szCs w:val="22"/>
      <w:lang w:val="en-GB" w:eastAsia="en-US"/>
    </w:rPr>
  </w:style>
  <w:style w:type="paragraph" w:customStyle="1" w:styleId="CitaviBibliographySubheading7">
    <w:name w:val="Citavi Bibliography Subheading 7"/>
    <w:basedOn w:val="Heading8"/>
    <w:link w:val="CitaviBibliographySubheading7Char"/>
    <w:uiPriority w:val="99"/>
    <w:rsid w:val="0000060F"/>
    <w:pPr>
      <w:jc w:val="both"/>
      <w:outlineLvl w:val="9"/>
    </w:pPr>
    <w:rPr>
      <w:rFonts w:ascii="Palatino Linotype" w:hAnsi="Palatino Linotype"/>
      <w:sz w:val="28"/>
    </w:rPr>
  </w:style>
  <w:style w:type="character" w:customStyle="1" w:styleId="CitaviBibliographySubheading7Char">
    <w:name w:val="Citavi Bibliography Subheading 7 Char"/>
    <w:basedOn w:val="DefaultParagraphFont"/>
    <w:link w:val="CitaviBibliographySubheading7"/>
    <w:uiPriority w:val="99"/>
    <w:rsid w:val="0000060F"/>
    <w:rPr>
      <w:rFonts w:ascii="Palatino Linotype" w:eastAsiaTheme="majorEastAsia" w:hAnsi="Palatino Linotype" w:cstheme="majorBidi"/>
      <w:color w:val="272727" w:themeColor="text1" w:themeTint="D8"/>
      <w:sz w:val="28"/>
      <w:szCs w:val="21"/>
      <w:lang w:val="en-GB" w:eastAsia="en-US"/>
    </w:rPr>
  </w:style>
  <w:style w:type="paragraph" w:customStyle="1" w:styleId="CitaviBibliographySubheading8">
    <w:name w:val="Citavi Bibliography Subheading 8"/>
    <w:basedOn w:val="Heading9"/>
    <w:link w:val="CitaviBibliographySubheading8Char"/>
    <w:uiPriority w:val="99"/>
    <w:rsid w:val="0000060F"/>
    <w:pPr>
      <w:jc w:val="both"/>
      <w:outlineLvl w:val="9"/>
    </w:pPr>
    <w:rPr>
      <w:rFonts w:ascii="Palatino Linotype" w:hAnsi="Palatino Linotype"/>
      <w:sz w:val="28"/>
    </w:rPr>
  </w:style>
  <w:style w:type="character" w:customStyle="1" w:styleId="CitaviBibliographySubheading8Char">
    <w:name w:val="Citavi Bibliography Subheading 8 Char"/>
    <w:basedOn w:val="DefaultParagraphFont"/>
    <w:link w:val="CitaviBibliographySubheading8"/>
    <w:uiPriority w:val="99"/>
    <w:rsid w:val="0000060F"/>
    <w:rPr>
      <w:rFonts w:ascii="Palatino Linotype" w:eastAsiaTheme="majorEastAsia" w:hAnsi="Palatino Linotype" w:cstheme="majorBidi"/>
      <w:i/>
      <w:iCs/>
      <w:color w:val="272727" w:themeColor="text1" w:themeTint="D8"/>
      <w:sz w:val="28"/>
      <w:szCs w:val="21"/>
      <w:lang w:val="en-GB" w:eastAsia="en-US"/>
    </w:rPr>
  </w:style>
  <w:style w:type="character" w:customStyle="1" w:styleId="fontstyle01">
    <w:name w:val="fontstyle01"/>
    <w:basedOn w:val="DefaultParagraphFont"/>
    <w:rsid w:val="0000060F"/>
    <w:rPr>
      <w:rFonts w:ascii="JansonTextLTStd-Roman" w:hAnsi="JansonTextLTStd-Roman" w:hint="default"/>
      <w:b w:val="0"/>
      <w:bCs w:val="0"/>
      <w:i w:val="0"/>
      <w:iCs w:val="0"/>
      <w:color w:val="000000"/>
      <w:sz w:val="18"/>
      <w:szCs w:val="18"/>
    </w:rPr>
  </w:style>
  <w:style w:type="character" w:customStyle="1" w:styleId="fontstyle21">
    <w:name w:val="fontstyle21"/>
    <w:basedOn w:val="DefaultParagraphFont"/>
    <w:rsid w:val="0000060F"/>
    <w:rPr>
      <w:rFonts w:ascii="MTSY" w:hAnsi="MTSY" w:hint="default"/>
      <w:b w:val="0"/>
      <w:bCs w:val="0"/>
      <w:i w:val="0"/>
      <w:iCs w:val="0"/>
      <w:color w:val="000000"/>
      <w:sz w:val="18"/>
      <w:szCs w:val="18"/>
    </w:rPr>
  </w:style>
  <w:style w:type="character" w:customStyle="1" w:styleId="fontstyle31">
    <w:name w:val="fontstyle31"/>
    <w:basedOn w:val="DefaultParagraphFont"/>
    <w:rsid w:val="0000060F"/>
    <w:rPr>
      <w:rFonts w:ascii="EURM10" w:hAnsi="EURM10" w:hint="default"/>
      <w:b w:val="0"/>
      <w:bCs w:val="0"/>
      <w:i w:val="0"/>
      <w:iCs w:val="0"/>
      <w:color w:val="000000"/>
      <w:sz w:val="18"/>
      <w:szCs w:val="18"/>
    </w:rPr>
  </w:style>
  <w:style w:type="character" w:styleId="Strong">
    <w:name w:val="Strong"/>
    <w:basedOn w:val="DefaultParagraphFont"/>
    <w:uiPriority w:val="22"/>
    <w:qFormat/>
    <w:rsid w:val="0000060F"/>
    <w:rPr>
      <w:b/>
      <w:bCs/>
    </w:rPr>
  </w:style>
  <w:style w:type="character" w:styleId="Emphasis">
    <w:name w:val="Emphasis"/>
    <w:basedOn w:val="DefaultParagraphFont"/>
    <w:uiPriority w:val="20"/>
    <w:qFormat/>
    <w:rsid w:val="0000060F"/>
    <w:rPr>
      <w:i/>
      <w:iCs/>
    </w:rPr>
  </w:style>
  <w:style w:type="character" w:customStyle="1" w:styleId="pspdfkit-6um8mrhfmv4j3nvtw9x41bv9fb">
    <w:name w:val="pspdfkit-6um8mrhfmv4j3nvtw9x41bv9fb"/>
    <w:basedOn w:val="DefaultParagraphFont"/>
    <w:rsid w:val="0000060F"/>
  </w:style>
  <w:style w:type="character" w:customStyle="1" w:styleId="fs5">
    <w:name w:val="fs5"/>
    <w:basedOn w:val="DefaultParagraphFont"/>
    <w:rsid w:val="0000060F"/>
  </w:style>
  <w:style w:type="character" w:customStyle="1" w:styleId="ff5">
    <w:name w:val="ff5"/>
    <w:basedOn w:val="DefaultParagraphFont"/>
    <w:rsid w:val="0000060F"/>
  </w:style>
  <w:style w:type="character" w:customStyle="1" w:styleId="ff1">
    <w:name w:val="ff1"/>
    <w:basedOn w:val="DefaultParagraphFont"/>
    <w:rsid w:val="0000060F"/>
  </w:style>
  <w:style w:type="character" w:customStyle="1" w:styleId="UnresolvedMention1">
    <w:name w:val="Unresolved Mention1"/>
    <w:basedOn w:val="DefaultParagraphFont"/>
    <w:uiPriority w:val="99"/>
    <w:semiHidden/>
    <w:unhideWhenUsed/>
    <w:rsid w:val="0000060F"/>
    <w:rPr>
      <w:color w:val="605E5C"/>
      <w:shd w:val="clear" w:color="auto" w:fill="E1DFDD"/>
    </w:rPr>
  </w:style>
  <w:style w:type="character" w:customStyle="1" w:styleId="underline">
    <w:name w:val="underline"/>
    <w:basedOn w:val="DefaultParagraphFont"/>
    <w:rsid w:val="0000060F"/>
  </w:style>
  <w:style w:type="paragraph" w:styleId="DocumentMap">
    <w:name w:val="Document Map"/>
    <w:basedOn w:val="Normal"/>
    <w:link w:val="DocumentMapChar"/>
    <w:uiPriority w:val="99"/>
    <w:semiHidden/>
    <w:unhideWhenUsed/>
    <w:rsid w:val="0000060F"/>
    <w:pPr>
      <w:spacing w:line="240" w:lineRule="auto"/>
      <w:jc w:val="left"/>
    </w:pPr>
    <w:rPr>
      <w:rFonts w:ascii="Tahoma" w:eastAsiaTheme="minorHAnsi" w:hAnsi="Tahoma" w:cs="Tahoma"/>
      <w:color w:val="auto"/>
      <w:sz w:val="16"/>
      <w:szCs w:val="16"/>
      <w:lang w:eastAsia="en-US"/>
    </w:rPr>
  </w:style>
  <w:style w:type="character" w:customStyle="1" w:styleId="DocumentMapChar">
    <w:name w:val="Document Map Char"/>
    <w:basedOn w:val="DefaultParagraphFont"/>
    <w:link w:val="DocumentMap"/>
    <w:uiPriority w:val="99"/>
    <w:semiHidden/>
    <w:rsid w:val="0000060F"/>
    <w:rPr>
      <w:rFonts w:ascii="Tahoma" w:eastAsiaTheme="minorHAnsi" w:hAnsi="Tahoma" w:cs="Tahoma"/>
      <w:sz w:val="16"/>
      <w:szCs w:val="16"/>
      <w:lang w:val="en-GB" w:eastAsia="en-US"/>
    </w:rPr>
  </w:style>
  <w:style w:type="paragraph" w:styleId="ListParagraph">
    <w:name w:val="List Paragraph"/>
    <w:basedOn w:val="Normal"/>
    <w:uiPriority w:val="34"/>
    <w:qFormat/>
    <w:rsid w:val="0000060F"/>
    <w:pPr>
      <w:spacing w:after="160" w:line="259" w:lineRule="auto"/>
      <w:ind w:left="720"/>
      <w:contextualSpacing/>
      <w:jc w:val="left"/>
    </w:pPr>
    <w:rPr>
      <w:rFonts w:asciiTheme="minorHAnsi" w:eastAsiaTheme="minorHAnsi" w:hAnsiTheme="minorHAnsi" w:cstheme="minorBidi"/>
      <w:color w:val="auto"/>
      <w:sz w:val="22"/>
      <w:szCs w:val="22"/>
      <w:lang w:eastAsia="en-US"/>
    </w:rPr>
  </w:style>
  <w:style w:type="paragraph" w:styleId="Revision">
    <w:name w:val="Revision"/>
    <w:hidden/>
    <w:uiPriority w:val="99"/>
    <w:semiHidden/>
    <w:rsid w:val="0000060F"/>
    <w:rPr>
      <w:rFonts w:asciiTheme="minorHAnsi" w:eastAsiaTheme="minorHAnsi" w:hAnsiTheme="minorHAnsi" w:cstheme="minorBidi"/>
      <w:sz w:val="22"/>
      <w:szCs w:val="22"/>
      <w:lang w:val="en-GB" w:eastAsia="en-US"/>
    </w:rPr>
  </w:style>
  <w:style w:type="paragraph" w:customStyle="1" w:styleId="EndNoteBibliographyTitle">
    <w:name w:val="EndNote Bibliography Title"/>
    <w:basedOn w:val="Normal"/>
    <w:link w:val="EndNoteBibliographyTitleChar"/>
    <w:rsid w:val="0000060F"/>
    <w:pPr>
      <w:spacing w:line="259" w:lineRule="auto"/>
      <w:jc w:val="center"/>
    </w:pPr>
    <w:rPr>
      <w:rFonts w:eastAsiaTheme="minorHAnsi" w:cs="Arial"/>
      <w:noProof/>
      <w:color w:val="auto"/>
      <w:sz w:val="18"/>
      <w:szCs w:val="22"/>
      <w:lang w:eastAsia="en-US"/>
    </w:rPr>
  </w:style>
  <w:style w:type="character" w:customStyle="1" w:styleId="EndNoteBibliographyTitleChar">
    <w:name w:val="EndNote Bibliography Title Char"/>
    <w:basedOn w:val="DefaultParagraphFont"/>
    <w:link w:val="EndNoteBibliographyTitle"/>
    <w:rsid w:val="0000060F"/>
    <w:rPr>
      <w:rFonts w:ascii="Palatino Linotype" w:eastAsiaTheme="minorHAnsi" w:hAnsi="Palatino Linotype" w:cs="Arial"/>
      <w:noProof/>
      <w:sz w:val="18"/>
      <w:szCs w:val="22"/>
      <w:lang w:val="en-GB" w:eastAsia="en-US"/>
    </w:rPr>
  </w:style>
  <w:style w:type="paragraph" w:customStyle="1" w:styleId="EndNoteBibliography">
    <w:name w:val="EndNote Bibliography"/>
    <w:basedOn w:val="Normal"/>
    <w:link w:val="EndNoteBibliographyChar"/>
    <w:rsid w:val="0000060F"/>
    <w:pPr>
      <w:spacing w:after="160" w:line="240" w:lineRule="auto"/>
    </w:pPr>
    <w:rPr>
      <w:rFonts w:eastAsiaTheme="minorHAnsi" w:cs="Arial"/>
      <w:noProof/>
      <w:color w:val="auto"/>
      <w:sz w:val="18"/>
      <w:szCs w:val="22"/>
      <w:lang w:eastAsia="en-US"/>
    </w:rPr>
  </w:style>
  <w:style w:type="character" w:customStyle="1" w:styleId="EndNoteBibliographyChar">
    <w:name w:val="EndNote Bibliography Char"/>
    <w:basedOn w:val="DefaultParagraphFont"/>
    <w:link w:val="EndNoteBibliography"/>
    <w:rsid w:val="0000060F"/>
    <w:rPr>
      <w:rFonts w:ascii="Palatino Linotype" w:eastAsiaTheme="minorHAnsi" w:hAnsi="Palatino Linotype" w:cs="Arial"/>
      <w:noProof/>
      <w:sz w:val="18"/>
      <w:szCs w:val="22"/>
      <w:lang w:val="en-GB" w:eastAsia="en-US"/>
    </w:rPr>
  </w:style>
  <w:style w:type="numbering" w:customStyle="1" w:styleId="NoList1">
    <w:name w:val="No List1"/>
    <w:next w:val="NoList"/>
    <w:uiPriority w:val="99"/>
    <w:semiHidden/>
    <w:unhideWhenUsed/>
    <w:rsid w:val="0077468D"/>
  </w:style>
  <w:style w:type="table" w:customStyle="1" w:styleId="TableGrid1">
    <w:name w:val="Table Grid1"/>
    <w:basedOn w:val="TableNormal"/>
    <w:next w:val="TableGrid"/>
    <w:uiPriority w:val="39"/>
    <w:rsid w:val="0077468D"/>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SF0\OneDrive\Desktop\Phenotypic%20adaptation%20in%20Cn_Sam&amp;Sebolai\jof-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96C5-4D06-4989-95B4-34C8BDCE8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jof-template</Template>
  <TotalTime>4</TotalTime>
  <Pages>34</Pages>
  <Words>24996</Words>
  <Characters>142482</Characters>
  <Application>Microsoft Office Word</Application>
  <DocSecurity>0</DocSecurity>
  <Lines>1187</Lines>
  <Paragraphs>334</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167144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Folorunso, Olufemi Samuel</dc:creator>
  <cp:keywords/>
  <dc:description/>
  <cp:lastModifiedBy>Folorunso, Olufemi Samuel</cp:lastModifiedBy>
  <cp:revision>4</cp:revision>
  <dcterms:created xsi:type="dcterms:W3CDTF">2023-01-04T19:12:00Z</dcterms:created>
  <dcterms:modified xsi:type="dcterms:W3CDTF">2023-01-04T19:23:00Z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425b38bb-4134-4419-8a64-2a33597ab810</vt:lpwstr>
  </property>
</Properties>
</file>